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16"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113" w:type="dxa"/>
          <w:bottom w:w="57" w:type="dxa"/>
          <w:right w:w="113" w:type="dxa"/>
        </w:tblCellMar>
        <w:tblLook w:val="04A0" w:firstRow="1" w:lastRow="0" w:firstColumn="1" w:lastColumn="0" w:noHBand="0" w:noVBand="1"/>
      </w:tblPr>
      <w:tblGrid>
        <w:gridCol w:w="3261"/>
        <w:gridCol w:w="2130"/>
        <w:gridCol w:w="1928"/>
        <w:gridCol w:w="2897"/>
        <w:gridCol w:w="9"/>
      </w:tblGrid>
      <w:tr w:rsidR="00A0698F" w:rsidRPr="003179EB" w14:paraId="54D814AD" w14:textId="77777777" w:rsidTr="00BA6E6E">
        <w:trPr>
          <w:trHeight w:val="1330"/>
          <w:jc w:val="center"/>
        </w:trPr>
        <w:tc>
          <w:tcPr>
            <w:tcW w:w="7291" w:type="dxa"/>
            <w:gridSpan w:val="3"/>
            <w:tcBorders>
              <w:left w:val="single" w:sz="2" w:space="0" w:color="595959" w:themeColor="text1" w:themeTint="A6"/>
            </w:tcBorders>
            <w:shd w:val="clear" w:color="auto" w:fill="BFBFBF" w:themeFill="background1" w:themeFillShade="BF"/>
          </w:tcPr>
          <w:p w14:paraId="6D7655EA" w14:textId="00DF0C4C" w:rsidR="00A0698F" w:rsidRPr="004B50BE" w:rsidRDefault="00AB316C" w:rsidP="004B50BE">
            <w:pPr>
              <w:pStyle w:val="Title"/>
            </w:pPr>
            <w:r>
              <w:t>Promissory Note</w:t>
            </w:r>
          </w:p>
        </w:tc>
        <w:tc>
          <w:tcPr>
            <w:tcW w:w="2894" w:type="dxa"/>
            <w:gridSpan w:val="2"/>
            <w:tcBorders>
              <w:right w:val="single" w:sz="2" w:space="0" w:color="595959" w:themeColor="text1" w:themeTint="A6"/>
            </w:tcBorders>
            <w:shd w:val="clear" w:color="auto" w:fill="BFBFBF" w:themeFill="background1" w:themeFillShade="BF"/>
            <w:vAlign w:val="center"/>
          </w:tcPr>
          <w:p w14:paraId="6FCADEF3" w14:textId="77777777" w:rsidR="00A0698F" w:rsidRPr="004B50BE" w:rsidRDefault="00A0698F" w:rsidP="00A0698F">
            <w:pPr>
              <w:pStyle w:val="Title"/>
              <w:jc w:val="right"/>
            </w:pPr>
            <w:r w:rsidRPr="003179EB">
              <w:rPr>
                <w:noProof/>
              </w:rPr>
              <mc:AlternateContent>
                <mc:Choice Requires="wps">
                  <w:drawing>
                    <wp:inline distT="0" distB="0" distL="0" distR="0" wp14:anchorId="4275757D" wp14:editId="2F291893">
                      <wp:extent cx="609600" cy="610870"/>
                      <wp:effectExtent l="0" t="0" r="0" b="0"/>
                      <wp:docPr id="1" name="Shape" descr="pencil and paper icon"/>
                      <wp:cNvGraphicFramePr/>
                      <a:graphic xmlns:a="http://schemas.openxmlformats.org/drawingml/2006/main">
                        <a:graphicData uri="http://schemas.microsoft.com/office/word/2010/wordprocessingShape">
                          <wps:wsp>
                            <wps:cNvSpPr/>
                            <wps:spPr>
                              <a:xfrm>
                                <a:off x="0" y="0"/>
                                <a:ext cx="609600" cy="610870"/>
                              </a:xfrm>
                              <a:custGeom>
                                <a:avLst/>
                                <a:gdLst/>
                                <a:ahLst/>
                                <a:cxnLst>
                                  <a:cxn ang="0">
                                    <a:pos x="wd2" y="hd2"/>
                                  </a:cxn>
                                  <a:cxn ang="5400000">
                                    <a:pos x="wd2" y="hd2"/>
                                  </a:cxn>
                                  <a:cxn ang="10800000">
                                    <a:pos x="wd2" y="hd2"/>
                                  </a:cxn>
                                  <a:cxn ang="16200000">
                                    <a:pos x="wd2" y="hd2"/>
                                  </a:cxn>
                                </a:cxnLst>
                                <a:rect l="0" t="0" r="r" b="b"/>
                                <a:pathLst>
                                  <a:path w="21466" h="21600" extrusionOk="0">
                                    <a:moveTo>
                                      <a:pt x="9391" y="8532"/>
                                    </a:moveTo>
                                    <a:lnTo>
                                      <a:pt x="2236" y="8532"/>
                                    </a:lnTo>
                                    <a:cubicBezTo>
                                      <a:pt x="1968" y="8532"/>
                                      <a:pt x="1789" y="8712"/>
                                      <a:pt x="1789" y="8981"/>
                                    </a:cubicBezTo>
                                    <a:cubicBezTo>
                                      <a:pt x="1789" y="9251"/>
                                      <a:pt x="1968" y="9430"/>
                                      <a:pt x="2236" y="9430"/>
                                    </a:cubicBezTo>
                                    <a:lnTo>
                                      <a:pt x="9391" y="9430"/>
                                    </a:lnTo>
                                    <a:cubicBezTo>
                                      <a:pt x="9660" y="9430"/>
                                      <a:pt x="9839" y="9251"/>
                                      <a:pt x="9839" y="8981"/>
                                    </a:cubicBezTo>
                                    <a:cubicBezTo>
                                      <a:pt x="9839" y="8712"/>
                                      <a:pt x="9660" y="8532"/>
                                      <a:pt x="9391" y="8532"/>
                                    </a:cubicBezTo>
                                    <a:close/>
                                    <a:moveTo>
                                      <a:pt x="8005" y="11227"/>
                                    </a:moveTo>
                                    <a:lnTo>
                                      <a:pt x="2236" y="11227"/>
                                    </a:lnTo>
                                    <a:cubicBezTo>
                                      <a:pt x="1968" y="11227"/>
                                      <a:pt x="1789" y="11406"/>
                                      <a:pt x="1789" y="11676"/>
                                    </a:cubicBezTo>
                                    <a:cubicBezTo>
                                      <a:pt x="1789" y="11945"/>
                                      <a:pt x="1968" y="12125"/>
                                      <a:pt x="2236" y="12125"/>
                                    </a:cubicBezTo>
                                    <a:lnTo>
                                      <a:pt x="8005" y="12125"/>
                                    </a:lnTo>
                                    <a:cubicBezTo>
                                      <a:pt x="8273" y="12125"/>
                                      <a:pt x="8452" y="11945"/>
                                      <a:pt x="8452" y="11676"/>
                                    </a:cubicBezTo>
                                    <a:cubicBezTo>
                                      <a:pt x="8452" y="11406"/>
                                      <a:pt x="8273" y="11227"/>
                                      <a:pt x="8005" y="11227"/>
                                    </a:cubicBezTo>
                                    <a:close/>
                                    <a:moveTo>
                                      <a:pt x="21063" y="3548"/>
                                    </a:moveTo>
                                    <a:lnTo>
                                      <a:pt x="20393" y="2874"/>
                                    </a:lnTo>
                                    <a:cubicBezTo>
                                      <a:pt x="19901" y="2380"/>
                                      <a:pt x="19006" y="2380"/>
                                      <a:pt x="18514" y="2874"/>
                                    </a:cubicBezTo>
                                    <a:lnTo>
                                      <a:pt x="17441" y="3952"/>
                                    </a:lnTo>
                                    <a:cubicBezTo>
                                      <a:pt x="17441" y="3952"/>
                                      <a:pt x="17441" y="3952"/>
                                      <a:pt x="17441" y="3952"/>
                                    </a:cubicBezTo>
                                    <a:lnTo>
                                      <a:pt x="16099" y="5299"/>
                                    </a:lnTo>
                                    <a:lnTo>
                                      <a:pt x="16099" y="449"/>
                                    </a:lnTo>
                                    <a:cubicBezTo>
                                      <a:pt x="16099" y="180"/>
                                      <a:pt x="15920" y="0"/>
                                      <a:pt x="15652" y="0"/>
                                    </a:cubicBezTo>
                                    <a:lnTo>
                                      <a:pt x="447" y="0"/>
                                    </a:lnTo>
                                    <a:cubicBezTo>
                                      <a:pt x="224" y="0"/>
                                      <a:pt x="0" y="180"/>
                                      <a:pt x="0" y="449"/>
                                    </a:cubicBezTo>
                                    <a:lnTo>
                                      <a:pt x="0" y="16166"/>
                                    </a:lnTo>
                                    <a:cubicBezTo>
                                      <a:pt x="0" y="16166"/>
                                      <a:pt x="0" y="16166"/>
                                      <a:pt x="0" y="16211"/>
                                    </a:cubicBezTo>
                                    <a:cubicBezTo>
                                      <a:pt x="0" y="16256"/>
                                      <a:pt x="0" y="16301"/>
                                      <a:pt x="45" y="16346"/>
                                    </a:cubicBezTo>
                                    <a:cubicBezTo>
                                      <a:pt x="45" y="16346"/>
                                      <a:pt x="45" y="16346"/>
                                      <a:pt x="45" y="16391"/>
                                    </a:cubicBezTo>
                                    <a:cubicBezTo>
                                      <a:pt x="45" y="16436"/>
                                      <a:pt x="89" y="16481"/>
                                      <a:pt x="134" y="16526"/>
                                    </a:cubicBezTo>
                                    <a:lnTo>
                                      <a:pt x="5053" y="21465"/>
                                    </a:lnTo>
                                    <a:cubicBezTo>
                                      <a:pt x="5143" y="21555"/>
                                      <a:pt x="5232" y="21600"/>
                                      <a:pt x="5366" y="21600"/>
                                    </a:cubicBezTo>
                                    <a:cubicBezTo>
                                      <a:pt x="5366" y="21600"/>
                                      <a:pt x="5366" y="21600"/>
                                      <a:pt x="5366" y="21600"/>
                                    </a:cubicBezTo>
                                    <a:lnTo>
                                      <a:pt x="15652" y="21600"/>
                                    </a:lnTo>
                                    <a:cubicBezTo>
                                      <a:pt x="15920" y="21600"/>
                                      <a:pt x="16099" y="21420"/>
                                      <a:pt x="16099" y="21151"/>
                                    </a:cubicBezTo>
                                    <a:lnTo>
                                      <a:pt x="16099" y="10418"/>
                                    </a:lnTo>
                                    <a:lnTo>
                                      <a:pt x="19990" y="6511"/>
                                    </a:lnTo>
                                    <a:cubicBezTo>
                                      <a:pt x="19990" y="6511"/>
                                      <a:pt x="19990" y="6511"/>
                                      <a:pt x="19990" y="6511"/>
                                    </a:cubicBezTo>
                                    <a:lnTo>
                                      <a:pt x="21063" y="5434"/>
                                    </a:lnTo>
                                    <a:cubicBezTo>
                                      <a:pt x="21600" y="4895"/>
                                      <a:pt x="21600" y="4042"/>
                                      <a:pt x="21063" y="3548"/>
                                    </a:cubicBezTo>
                                    <a:close/>
                                    <a:moveTo>
                                      <a:pt x="4919" y="20028"/>
                                    </a:moveTo>
                                    <a:lnTo>
                                      <a:pt x="1520" y="16615"/>
                                    </a:lnTo>
                                    <a:lnTo>
                                      <a:pt x="4919" y="16615"/>
                                    </a:lnTo>
                                    <a:lnTo>
                                      <a:pt x="4919" y="20028"/>
                                    </a:lnTo>
                                    <a:close/>
                                    <a:moveTo>
                                      <a:pt x="15205" y="20657"/>
                                    </a:moveTo>
                                    <a:lnTo>
                                      <a:pt x="5814" y="20657"/>
                                    </a:lnTo>
                                    <a:lnTo>
                                      <a:pt x="5814" y="16166"/>
                                    </a:lnTo>
                                    <a:cubicBezTo>
                                      <a:pt x="5814" y="16032"/>
                                      <a:pt x="5769" y="15942"/>
                                      <a:pt x="5680" y="15852"/>
                                    </a:cubicBezTo>
                                    <a:cubicBezTo>
                                      <a:pt x="5590" y="15762"/>
                                      <a:pt x="5501" y="15717"/>
                                      <a:pt x="5366" y="15717"/>
                                    </a:cubicBezTo>
                                    <a:lnTo>
                                      <a:pt x="894" y="15717"/>
                                    </a:lnTo>
                                    <a:lnTo>
                                      <a:pt x="894" y="898"/>
                                    </a:lnTo>
                                    <a:lnTo>
                                      <a:pt x="15205" y="898"/>
                                    </a:lnTo>
                                    <a:lnTo>
                                      <a:pt x="15205" y="6197"/>
                                    </a:lnTo>
                                    <a:lnTo>
                                      <a:pt x="9794" y="11631"/>
                                    </a:lnTo>
                                    <a:cubicBezTo>
                                      <a:pt x="9749" y="11676"/>
                                      <a:pt x="9704" y="11765"/>
                                      <a:pt x="9704" y="11810"/>
                                    </a:cubicBezTo>
                                    <a:lnTo>
                                      <a:pt x="8542" y="14864"/>
                                    </a:lnTo>
                                    <a:cubicBezTo>
                                      <a:pt x="8497" y="15044"/>
                                      <a:pt x="8497" y="15223"/>
                                      <a:pt x="8631" y="15358"/>
                                    </a:cubicBezTo>
                                    <a:cubicBezTo>
                                      <a:pt x="8720" y="15448"/>
                                      <a:pt x="8810" y="15493"/>
                                      <a:pt x="8944" y="15493"/>
                                    </a:cubicBezTo>
                                    <a:cubicBezTo>
                                      <a:pt x="8989" y="15493"/>
                                      <a:pt x="9034" y="15493"/>
                                      <a:pt x="9123" y="15448"/>
                                    </a:cubicBezTo>
                                    <a:lnTo>
                                      <a:pt x="12164" y="14280"/>
                                    </a:lnTo>
                                    <a:cubicBezTo>
                                      <a:pt x="12253" y="14280"/>
                                      <a:pt x="12298" y="14235"/>
                                      <a:pt x="12343" y="14190"/>
                                    </a:cubicBezTo>
                                    <a:lnTo>
                                      <a:pt x="12343" y="14190"/>
                                    </a:lnTo>
                                    <a:cubicBezTo>
                                      <a:pt x="12343" y="14190"/>
                                      <a:pt x="12343" y="14190"/>
                                      <a:pt x="12343" y="14190"/>
                                    </a:cubicBezTo>
                                    <a:lnTo>
                                      <a:pt x="15160" y="11361"/>
                                    </a:lnTo>
                                    <a:lnTo>
                                      <a:pt x="15160" y="20657"/>
                                    </a:lnTo>
                                    <a:close/>
                                    <a:moveTo>
                                      <a:pt x="10330" y="12753"/>
                                    </a:moveTo>
                                    <a:lnTo>
                                      <a:pt x="11270" y="13696"/>
                                    </a:lnTo>
                                    <a:lnTo>
                                      <a:pt x="9749" y="14280"/>
                                    </a:lnTo>
                                    <a:lnTo>
                                      <a:pt x="10330" y="12753"/>
                                    </a:lnTo>
                                    <a:close/>
                                    <a:moveTo>
                                      <a:pt x="12030" y="13202"/>
                                    </a:moveTo>
                                    <a:lnTo>
                                      <a:pt x="10733" y="11900"/>
                                    </a:lnTo>
                                    <a:lnTo>
                                      <a:pt x="15965" y="6646"/>
                                    </a:lnTo>
                                    <a:cubicBezTo>
                                      <a:pt x="15965" y="6646"/>
                                      <a:pt x="15965" y="6646"/>
                                      <a:pt x="15965" y="6646"/>
                                    </a:cubicBezTo>
                                    <a:lnTo>
                                      <a:pt x="17799" y="4805"/>
                                    </a:lnTo>
                                    <a:lnTo>
                                      <a:pt x="19096" y="6107"/>
                                    </a:lnTo>
                                    <a:lnTo>
                                      <a:pt x="12030" y="13202"/>
                                    </a:lnTo>
                                    <a:close/>
                                    <a:moveTo>
                                      <a:pt x="20437" y="4805"/>
                                    </a:moveTo>
                                    <a:lnTo>
                                      <a:pt x="19677" y="5568"/>
                                    </a:lnTo>
                                    <a:lnTo>
                                      <a:pt x="18380" y="4266"/>
                                    </a:lnTo>
                                    <a:lnTo>
                                      <a:pt x="19140" y="3503"/>
                                    </a:lnTo>
                                    <a:cubicBezTo>
                                      <a:pt x="19319" y="3323"/>
                                      <a:pt x="19588" y="3323"/>
                                      <a:pt x="19722" y="3503"/>
                                    </a:cubicBezTo>
                                    <a:lnTo>
                                      <a:pt x="20393" y="4176"/>
                                    </a:lnTo>
                                    <a:cubicBezTo>
                                      <a:pt x="20616" y="4356"/>
                                      <a:pt x="20616" y="4625"/>
                                      <a:pt x="20437" y="4805"/>
                                    </a:cubicBezTo>
                                    <a:close/>
                                    <a:moveTo>
                                      <a:pt x="13863" y="5838"/>
                                    </a:moveTo>
                                    <a:lnTo>
                                      <a:pt x="2236" y="5838"/>
                                    </a:lnTo>
                                    <a:cubicBezTo>
                                      <a:pt x="1968" y="5838"/>
                                      <a:pt x="1789" y="6017"/>
                                      <a:pt x="1789" y="6287"/>
                                    </a:cubicBezTo>
                                    <a:cubicBezTo>
                                      <a:pt x="1789" y="6556"/>
                                      <a:pt x="1968" y="6736"/>
                                      <a:pt x="2236" y="6736"/>
                                    </a:cubicBezTo>
                                    <a:lnTo>
                                      <a:pt x="13863" y="6736"/>
                                    </a:lnTo>
                                    <a:cubicBezTo>
                                      <a:pt x="14132" y="6736"/>
                                      <a:pt x="14311" y="6556"/>
                                      <a:pt x="14311" y="6287"/>
                                    </a:cubicBezTo>
                                    <a:cubicBezTo>
                                      <a:pt x="14311" y="6017"/>
                                      <a:pt x="14132" y="5838"/>
                                      <a:pt x="13863" y="5838"/>
                                    </a:cubicBezTo>
                                    <a:close/>
                                    <a:moveTo>
                                      <a:pt x="2236" y="4042"/>
                                    </a:moveTo>
                                    <a:lnTo>
                                      <a:pt x="13863" y="4042"/>
                                    </a:lnTo>
                                    <a:cubicBezTo>
                                      <a:pt x="14132" y="4042"/>
                                      <a:pt x="14311" y="3862"/>
                                      <a:pt x="14311" y="3593"/>
                                    </a:cubicBezTo>
                                    <a:cubicBezTo>
                                      <a:pt x="14311" y="3323"/>
                                      <a:pt x="14132" y="3143"/>
                                      <a:pt x="13863" y="3143"/>
                                    </a:cubicBezTo>
                                    <a:lnTo>
                                      <a:pt x="2236" y="3143"/>
                                    </a:lnTo>
                                    <a:cubicBezTo>
                                      <a:pt x="1968" y="3143"/>
                                      <a:pt x="1789" y="3323"/>
                                      <a:pt x="1789" y="3593"/>
                                    </a:cubicBezTo>
                                    <a:cubicBezTo>
                                      <a:pt x="1789" y="3862"/>
                                      <a:pt x="2012" y="4042"/>
                                      <a:pt x="2236" y="4042"/>
                                    </a:cubicBezTo>
                                    <a:close/>
                                  </a:path>
                                </a:pathLst>
                              </a:custGeom>
                              <a:solidFill>
                                <a:schemeClr val="bg1"/>
                              </a:solidFill>
                              <a:ln w="12700">
                                <a:miter lim="400000"/>
                              </a:ln>
                            </wps:spPr>
                            <wps:bodyPr lIns="38100" tIns="38100" rIns="38100" bIns="38100" anchor="ctr"/>
                          </wps:wsp>
                        </a:graphicData>
                      </a:graphic>
                    </wp:inline>
                  </w:drawing>
                </mc:Choice>
                <mc:Fallback>
                  <w:pict>
                    <v:shape w14:anchorId="5986FB9C" id="Shape" o:spid="_x0000_s1026" alt="pencil and paper icon" style="width:48pt;height:48.1pt;visibility:visible;mso-wrap-style:square;mso-left-percent:-10001;mso-top-percent:-10001;mso-position-horizontal:absolute;mso-position-horizontal-relative:char;mso-position-vertical:absolute;mso-position-vertical-relative:line;mso-left-percent:-10001;mso-top-percent:-10001;v-text-anchor:middle" coordsize="21466,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" path="m9391,8532r-7155,c1968,8532,1789,8712,1789,8981v,270,179,449,447,449l9391,9430v269,,448,-179,448,-449c9839,8712,9660,8532,9391,8532xm8005,11227r-5769,c1968,11227,1789,11406,1789,11676v,269,179,449,447,449l8005,12125v268,,447,-180,447,-449c8452,11406,8273,11227,8005,11227xm21063,3548r-670,-674c19901,2380,19006,2380,18514,2874l17441,3952v,,,,,l16099,5299r,-4850c16099,180,15920,,15652,l447,c224,,,180,,449l,16166v,,,,,45c,16256,,16301,45,16346v,,,,,45c45,16436,89,16481,134,16526r4919,4939c5143,21555,5232,21600,5366,21600v,,,,,l15652,21600v268,,447,-180,447,-449l16099,10418,19990,6511v,,,,,l21063,5434v537,-539,537,-1392,,-1886xm4919,20028l1520,16615r3399,l4919,20028xm15205,20657r-9391,l5814,16166v,-134,-45,-224,-134,-314c5590,15762,5501,15717,5366,15717r-4472,l894,898r14311,l15205,6197,9794,11631v-45,45,-90,134,-90,179l8542,14864v-45,180,-45,359,89,494c8720,15448,8810,15493,8944,15493v45,,90,,179,-45l12164,14280v89,,134,-45,179,-90l12343,14190v,,,,,l15160,11361r,9296l15205,20657xm10330,12753r940,943l9749,14280r581,-1527xm12030,13202l10733,11900,15965,6646v,,,,,l17799,4805r1297,1302l12030,13202xm20437,4805r-760,763l18380,4266r760,-763c19319,3323,19588,3323,19722,3503r671,673c20616,4356,20616,4625,20437,4805xm13863,5838r-11627,c1968,5838,1789,6017,1789,6287v,269,179,449,447,449l13863,6736v269,,448,-180,448,-449c14311,6017,14132,5838,13863,5838xm2236,4042r11627,c14132,4042,14311,3862,14311,3593v,-270,-179,-450,-448,-450l2236,3143v-268,,-447,180,-447,450c1789,3862,2012,4042,2236,4042xe" fillcolor="white [3212]" stroked="f" strokeweight="1pt">
                      <v:stroke miterlimit="4" joinstyle="miter"/>
                      <v:path arrowok="t" o:extrusionok="f" o:connecttype="custom" o:connectlocs="304800,305435;304800,305435;304800,305435;304800,305435" o:connectangles="0,90,180,270"/>
                      <w10:anchorlock/>
                    </v:shape>
                  </w:pict>
                </mc:Fallback>
              </mc:AlternateContent>
            </w:r>
          </w:p>
        </w:tc>
      </w:tr>
      <w:tr w:rsidR="00CB6656" w:rsidRPr="003179EB" w14:paraId="00FAB04D" w14:textId="77777777" w:rsidTr="00B52CC9">
        <w:trPr>
          <w:gridAfter w:val="1"/>
          <w:wAfter w:w="8" w:type="dxa"/>
          <w:trHeight w:val="5928"/>
          <w:jc w:val="center"/>
        </w:trPr>
        <w:tc>
          <w:tcPr>
            <w:tcW w:w="7291" w:type="dxa"/>
            <w:gridSpan w:val="3"/>
            <w:tcBorders>
              <w:left w:val="single" w:sz="2" w:space="0" w:color="595959" w:themeColor="text1" w:themeTint="A6"/>
              <w:right w:val="single" w:sz="18" w:space="0" w:color="595959" w:themeColor="text1" w:themeTint="A6"/>
            </w:tcBorders>
          </w:tcPr>
          <w:tbl>
            <w:tblPr>
              <w:tblStyle w:val="TableGrid"/>
              <w:tblW w:w="6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78"/>
              <w:gridCol w:w="5242"/>
            </w:tblGrid>
            <w:tr w:rsidR="00EC6453" w:rsidRPr="003179EB" w14:paraId="4B9E9B40" w14:textId="77777777" w:rsidTr="008E67F6">
              <w:trPr>
                <w:trHeight w:val="341"/>
              </w:trPr>
              <w:tc>
                <w:tcPr>
                  <w:tcW w:w="1578" w:type="dxa"/>
                  <w:vAlign w:val="bottom"/>
                </w:tcPr>
                <w:p w14:paraId="009E0931" w14:textId="4C54CBF6" w:rsidR="00EC6453" w:rsidRPr="008E67F6" w:rsidRDefault="00AB316C" w:rsidP="003179EB">
                  <w:pPr>
                    <w:pStyle w:val="Heading1"/>
                    <w:rPr>
                      <w:color w:val="595959" w:themeColor="text1" w:themeTint="A6"/>
                    </w:rPr>
                  </w:pPr>
                  <w:r w:rsidRPr="008E67F6">
                    <w:rPr>
                      <w:color w:val="595959" w:themeColor="text1" w:themeTint="A6"/>
                    </w:rPr>
                    <w:t>Lender:</w:t>
                  </w:r>
                </w:p>
              </w:tc>
              <w:tc>
                <w:tcPr>
                  <w:tcW w:w="5242" w:type="dxa"/>
                  <w:tcBorders>
                    <w:bottom w:val="single" w:sz="4" w:space="0" w:color="595959" w:themeColor="text1" w:themeTint="A6"/>
                  </w:tcBorders>
                  <w:vAlign w:val="bottom"/>
                </w:tcPr>
                <w:p w14:paraId="49D35632" w14:textId="77777777" w:rsidR="00EC6453" w:rsidRPr="003179EB" w:rsidRDefault="00EC6453" w:rsidP="003179EB"/>
              </w:tc>
            </w:tr>
            <w:tr w:rsidR="00EC6453" w:rsidRPr="003179EB" w14:paraId="333D2916" w14:textId="77777777" w:rsidTr="008E67F6">
              <w:trPr>
                <w:trHeight w:val="341"/>
              </w:trPr>
              <w:tc>
                <w:tcPr>
                  <w:tcW w:w="1578" w:type="dxa"/>
                  <w:vAlign w:val="bottom"/>
                </w:tcPr>
                <w:p w14:paraId="1EB6B873" w14:textId="72518190" w:rsidR="00EC6453" w:rsidRPr="008E67F6" w:rsidRDefault="00AB316C" w:rsidP="003179EB">
                  <w:pPr>
                    <w:pStyle w:val="Heading1"/>
                    <w:rPr>
                      <w:color w:val="595959" w:themeColor="text1" w:themeTint="A6"/>
                    </w:rPr>
                  </w:pPr>
                  <w:r w:rsidRPr="008E67F6">
                    <w:rPr>
                      <w:color w:val="595959" w:themeColor="text1" w:themeTint="A6"/>
                    </w:rPr>
                    <w:t>Borrower:</w:t>
                  </w:r>
                </w:p>
              </w:tc>
              <w:tc>
                <w:tcPr>
                  <w:tcW w:w="5242" w:type="dxa"/>
                  <w:tcBorders>
                    <w:top w:val="single" w:sz="4" w:space="0" w:color="595959" w:themeColor="text1" w:themeTint="A6"/>
                    <w:bottom w:val="single" w:sz="4" w:space="0" w:color="595959" w:themeColor="text1" w:themeTint="A6"/>
                  </w:tcBorders>
                  <w:vAlign w:val="bottom"/>
                </w:tcPr>
                <w:p w14:paraId="62CED137" w14:textId="77777777" w:rsidR="00EC6453" w:rsidRPr="003179EB" w:rsidRDefault="00EC6453" w:rsidP="003179EB"/>
              </w:tc>
            </w:tr>
            <w:tr w:rsidR="00EC6453" w:rsidRPr="003179EB" w14:paraId="0F8005D8" w14:textId="77777777" w:rsidTr="008E67F6">
              <w:trPr>
                <w:trHeight w:val="341"/>
              </w:trPr>
              <w:tc>
                <w:tcPr>
                  <w:tcW w:w="1578" w:type="dxa"/>
                  <w:vAlign w:val="bottom"/>
                </w:tcPr>
                <w:p w14:paraId="4C5DFF5E" w14:textId="71BB00E4" w:rsidR="00EC6453" w:rsidRPr="008E67F6" w:rsidRDefault="00AB316C" w:rsidP="003179EB">
                  <w:pPr>
                    <w:pStyle w:val="Heading1"/>
                    <w:rPr>
                      <w:color w:val="595959" w:themeColor="text1" w:themeTint="A6"/>
                    </w:rPr>
                  </w:pPr>
                  <w:r w:rsidRPr="008E67F6">
                    <w:rPr>
                      <w:color w:val="595959" w:themeColor="text1" w:themeTint="A6"/>
                    </w:rPr>
                    <w:t>Witness:</w:t>
                  </w:r>
                </w:p>
              </w:tc>
              <w:tc>
                <w:tcPr>
                  <w:tcW w:w="5242" w:type="dxa"/>
                  <w:tcBorders>
                    <w:top w:val="single" w:sz="4" w:space="0" w:color="595959" w:themeColor="text1" w:themeTint="A6"/>
                    <w:bottom w:val="single" w:sz="4" w:space="0" w:color="595959" w:themeColor="text1" w:themeTint="A6"/>
                  </w:tcBorders>
                  <w:vAlign w:val="bottom"/>
                </w:tcPr>
                <w:p w14:paraId="4D1A92D6" w14:textId="77777777" w:rsidR="00EC6453" w:rsidRPr="003179EB" w:rsidRDefault="00000000" w:rsidP="003179EB">
                  <w:sdt>
                    <w:sdtPr>
                      <w:alias w:val="&lt;insert parent(s) name here&gt;"/>
                      <w:tag w:val="&lt;insert parent(s) name here&gt;"/>
                      <w:id w:val="-1805450858"/>
                      <w:placeholder>
                        <w:docPart w:val="343256C388D0462A8BA3FD995BEB5F07"/>
                      </w:placeholder>
                      <w:temporary/>
                      <w:showingPlcHdr/>
                      <w15:appearance w15:val="hidden"/>
                    </w:sdtPr>
                    <w:sdtContent>
                      <w:r w:rsidR="00EC6453" w:rsidRPr="003179EB">
                        <w:t>&lt;insert parent(s) name here&gt;</w:t>
                      </w:r>
                    </w:sdtContent>
                  </w:sdt>
                </w:p>
              </w:tc>
            </w:tr>
            <w:tr w:rsidR="00EC6453" w:rsidRPr="003179EB" w14:paraId="4D086B83" w14:textId="77777777" w:rsidTr="008E67F6">
              <w:trPr>
                <w:trHeight w:val="380"/>
              </w:trPr>
              <w:tc>
                <w:tcPr>
                  <w:tcW w:w="1578" w:type="dxa"/>
                  <w:vAlign w:val="bottom"/>
                </w:tcPr>
                <w:p w14:paraId="3D6CEABD" w14:textId="77777777" w:rsidR="00EC6453" w:rsidRPr="008E67F6" w:rsidRDefault="00000000" w:rsidP="003179EB">
                  <w:pPr>
                    <w:pStyle w:val="Heading1"/>
                    <w:rPr>
                      <w:color w:val="595959" w:themeColor="text1" w:themeTint="A6"/>
                    </w:rPr>
                  </w:pPr>
                  <w:sdt>
                    <w:sdtPr>
                      <w:rPr>
                        <w:color w:val="595959" w:themeColor="text1" w:themeTint="A6"/>
                      </w:rPr>
                      <w:alias w:val="Date:"/>
                      <w:tag w:val="Date:"/>
                      <w:id w:val="-900754498"/>
                      <w:placeholder>
                        <w:docPart w:val="0CA03BA244C14460BCFFACFA4BE6E1E0"/>
                      </w:placeholder>
                      <w:temporary/>
                      <w:showingPlcHdr/>
                      <w15:appearance w15:val="hidden"/>
                    </w:sdtPr>
                    <w:sdtContent>
                      <w:r w:rsidR="004B50BE" w:rsidRPr="008E67F6">
                        <w:rPr>
                          <w:color w:val="595959" w:themeColor="text1" w:themeTint="A6"/>
                        </w:rPr>
                        <w:t>Date:</w:t>
                      </w:r>
                    </w:sdtContent>
                  </w:sdt>
                </w:p>
              </w:tc>
              <w:tc>
                <w:tcPr>
                  <w:tcW w:w="5242" w:type="dxa"/>
                  <w:tcBorders>
                    <w:top w:val="single" w:sz="4" w:space="0" w:color="595959" w:themeColor="text1" w:themeTint="A6"/>
                    <w:bottom w:val="single" w:sz="4" w:space="0" w:color="595959" w:themeColor="text1" w:themeTint="A6"/>
                  </w:tcBorders>
                  <w:vAlign w:val="bottom"/>
                </w:tcPr>
                <w:p w14:paraId="16762224" w14:textId="77777777" w:rsidR="00EC6453" w:rsidRPr="003179EB" w:rsidRDefault="00000000" w:rsidP="003179EB">
                  <w:sdt>
                    <w:sdtPr>
                      <w:alias w:val="&lt;Date&gt;"/>
                      <w:tag w:val="&lt;Date&gt;"/>
                      <w:id w:val="-415556091"/>
                      <w:placeholder>
                        <w:docPart w:val="708CDA59788345AA9F13CFDE76A9C4E9"/>
                      </w:placeholder>
                      <w:temporary/>
                      <w:showingPlcHdr/>
                      <w15:appearance w15:val="hidden"/>
                    </w:sdtPr>
                    <w:sdtContent>
                      <w:r w:rsidR="00EC6453" w:rsidRPr="003179EB">
                        <w:t>&lt;Date&gt;</w:t>
                      </w:r>
                    </w:sdtContent>
                  </w:sdt>
                </w:p>
              </w:tc>
            </w:tr>
          </w:tbl>
          <w:p w14:paraId="57114F6A" w14:textId="1925AE58" w:rsidR="00AE7331" w:rsidRPr="003179EB" w:rsidRDefault="00BA6E6E" w:rsidP="003179EB">
            <w:pPr>
              <w:pStyle w:val="Normal-Large"/>
            </w:pPr>
            <w:r>
              <w:t>For the value received, the undersigned agrees and promises to pay back [X] the principal amount along with an interest at the rate of 5% in [X] installments. Each installment amount to [X] and must be paid within the first 5 days of each month.</w:t>
            </w:r>
          </w:p>
          <w:tbl>
            <w:tblPr>
              <w:tblStyle w:val="TableGrid"/>
              <w:tblW w:w="6820" w:type="dxa"/>
              <w:tblBorders>
                <w:top w:val="single" w:sz="8" w:space="0" w:color="595959" w:themeColor="text1" w:themeTint="A6"/>
                <w:left w:val="none" w:sz="0" w:space="0" w:color="auto"/>
                <w:bottom w:val="single" w:sz="8" w:space="0" w:color="595959" w:themeColor="text1" w:themeTint="A6"/>
                <w:right w:val="none" w:sz="0" w:space="0" w:color="auto"/>
                <w:insideH w:val="single" w:sz="8" w:space="0" w:color="595959" w:themeColor="text1" w:themeTint="A6"/>
                <w:insideV w:val="none" w:sz="0" w:space="0" w:color="auto"/>
              </w:tblBorders>
              <w:tblLayout w:type="fixed"/>
              <w:tblLook w:val="04A0" w:firstRow="1" w:lastRow="0" w:firstColumn="1" w:lastColumn="0" w:noHBand="0" w:noVBand="1"/>
            </w:tblPr>
            <w:tblGrid>
              <w:gridCol w:w="1380"/>
              <w:gridCol w:w="5440"/>
            </w:tblGrid>
            <w:tr w:rsidR="00DC5D31" w:rsidRPr="003179EB" w14:paraId="6401E1F1" w14:textId="77777777" w:rsidTr="008E67F6">
              <w:trPr>
                <w:trHeight w:val="515"/>
              </w:trPr>
              <w:tc>
                <w:tcPr>
                  <w:tcW w:w="1380" w:type="dxa"/>
                  <w:vAlign w:val="center"/>
                </w:tcPr>
                <w:p w14:paraId="4E2072A5" w14:textId="5F59D929" w:rsidR="00AE7331" w:rsidRPr="008E67F6" w:rsidRDefault="00AB316C" w:rsidP="003179EB">
                  <w:pPr>
                    <w:pStyle w:val="Heading1"/>
                    <w:rPr>
                      <w:color w:val="595959" w:themeColor="text1" w:themeTint="A6"/>
                    </w:rPr>
                  </w:pPr>
                  <w:r w:rsidRPr="008E67F6">
                    <w:rPr>
                      <w:color w:val="595959" w:themeColor="text1" w:themeTint="A6"/>
                    </w:rPr>
                    <w:t>Condition</w:t>
                  </w:r>
                </w:p>
              </w:tc>
              <w:tc>
                <w:tcPr>
                  <w:tcW w:w="5440" w:type="dxa"/>
                  <w:vAlign w:val="center"/>
                </w:tcPr>
                <w:p w14:paraId="4DDAF550" w14:textId="7A6467C1" w:rsidR="00AE7331" w:rsidRPr="003179EB" w:rsidRDefault="00AB316C" w:rsidP="00DC5D31">
                  <w:r>
                    <w:t>[Text]</w:t>
                  </w:r>
                </w:p>
              </w:tc>
            </w:tr>
            <w:tr w:rsidR="00DC5D31" w:rsidRPr="003179EB" w14:paraId="3C39E648" w14:textId="77777777" w:rsidTr="008E67F6">
              <w:trPr>
                <w:trHeight w:val="515"/>
              </w:trPr>
              <w:tc>
                <w:tcPr>
                  <w:tcW w:w="1380" w:type="dxa"/>
                  <w:vAlign w:val="center"/>
                </w:tcPr>
                <w:p w14:paraId="3745B943" w14:textId="026A7331" w:rsidR="00AE7331" w:rsidRPr="008E67F6" w:rsidRDefault="00AB316C" w:rsidP="003179EB">
                  <w:pPr>
                    <w:pStyle w:val="Heading1"/>
                    <w:rPr>
                      <w:color w:val="595959" w:themeColor="text1" w:themeTint="A6"/>
                    </w:rPr>
                  </w:pPr>
                  <w:r w:rsidRPr="008E67F6">
                    <w:rPr>
                      <w:color w:val="595959" w:themeColor="text1" w:themeTint="A6"/>
                    </w:rPr>
                    <w:t>Condition</w:t>
                  </w:r>
                </w:p>
              </w:tc>
              <w:tc>
                <w:tcPr>
                  <w:tcW w:w="5440" w:type="dxa"/>
                  <w:vAlign w:val="center"/>
                </w:tcPr>
                <w:p w14:paraId="08E10999" w14:textId="54E1E5CC" w:rsidR="00AE7331" w:rsidRPr="003179EB" w:rsidRDefault="00AB316C" w:rsidP="00DC5D31">
                  <w:r>
                    <w:t>[Text]</w:t>
                  </w:r>
                </w:p>
              </w:tc>
            </w:tr>
            <w:tr w:rsidR="00DC5D31" w:rsidRPr="003179EB" w14:paraId="1B4C6281" w14:textId="77777777" w:rsidTr="008E67F6">
              <w:trPr>
                <w:trHeight w:val="515"/>
              </w:trPr>
              <w:tc>
                <w:tcPr>
                  <w:tcW w:w="1380" w:type="dxa"/>
                  <w:vAlign w:val="center"/>
                </w:tcPr>
                <w:p w14:paraId="14443EBC" w14:textId="757950AD" w:rsidR="00AE7331" w:rsidRPr="008E67F6" w:rsidRDefault="00AB316C" w:rsidP="003179EB">
                  <w:pPr>
                    <w:pStyle w:val="Heading1"/>
                    <w:rPr>
                      <w:color w:val="595959" w:themeColor="text1" w:themeTint="A6"/>
                    </w:rPr>
                  </w:pPr>
                  <w:r w:rsidRPr="008E67F6">
                    <w:rPr>
                      <w:color w:val="595959" w:themeColor="text1" w:themeTint="A6"/>
                    </w:rPr>
                    <w:t>Condition</w:t>
                  </w:r>
                </w:p>
              </w:tc>
              <w:tc>
                <w:tcPr>
                  <w:tcW w:w="5440" w:type="dxa"/>
                  <w:vAlign w:val="center"/>
                </w:tcPr>
                <w:p w14:paraId="19277F53" w14:textId="6662E136" w:rsidR="00AE7331" w:rsidRPr="003179EB" w:rsidRDefault="00AB316C" w:rsidP="00DC5D31">
                  <w:r>
                    <w:t>[Text]</w:t>
                  </w:r>
                </w:p>
              </w:tc>
            </w:tr>
            <w:tr w:rsidR="00DC5D31" w:rsidRPr="003179EB" w14:paraId="036FF02E" w14:textId="77777777" w:rsidTr="008E67F6">
              <w:trPr>
                <w:trHeight w:val="515"/>
              </w:trPr>
              <w:tc>
                <w:tcPr>
                  <w:tcW w:w="1380" w:type="dxa"/>
                  <w:vAlign w:val="center"/>
                </w:tcPr>
                <w:p w14:paraId="5C6BB00D" w14:textId="64E69D03" w:rsidR="00AE7331" w:rsidRPr="008E67F6" w:rsidRDefault="00AB316C" w:rsidP="003179EB">
                  <w:pPr>
                    <w:pStyle w:val="Heading1"/>
                    <w:rPr>
                      <w:color w:val="595959" w:themeColor="text1" w:themeTint="A6"/>
                    </w:rPr>
                  </w:pPr>
                  <w:r w:rsidRPr="008E67F6">
                    <w:rPr>
                      <w:color w:val="595959" w:themeColor="text1" w:themeTint="A6"/>
                    </w:rPr>
                    <w:t>Condition</w:t>
                  </w:r>
                </w:p>
              </w:tc>
              <w:tc>
                <w:tcPr>
                  <w:tcW w:w="5440" w:type="dxa"/>
                  <w:vAlign w:val="center"/>
                </w:tcPr>
                <w:p w14:paraId="2A4DBD9D" w14:textId="0D55154F" w:rsidR="00AE7331" w:rsidRPr="003179EB" w:rsidRDefault="00AB316C" w:rsidP="00DC5D31">
                  <w:r>
                    <w:t>[Text]</w:t>
                  </w:r>
                </w:p>
              </w:tc>
            </w:tr>
          </w:tbl>
          <w:p w14:paraId="785DB467" w14:textId="77777777" w:rsidR="00AE7331" w:rsidRPr="003179EB" w:rsidRDefault="00AE7331" w:rsidP="00032177"/>
        </w:tc>
        <w:tc>
          <w:tcPr>
            <w:tcW w:w="2886" w:type="dxa"/>
            <w:tcBorders>
              <w:top w:val="single" w:sz="4" w:space="0" w:color="595959" w:themeColor="text1" w:themeTint="A6"/>
              <w:left w:val="single" w:sz="18" w:space="0" w:color="595959" w:themeColor="text1" w:themeTint="A6"/>
              <w:bottom w:val="single" w:sz="18" w:space="0" w:color="595959" w:themeColor="text1" w:themeTint="A6"/>
              <w:right w:val="single" w:sz="18" w:space="0" w:color="595959" w:themeColor="text1" w:themeTint="A6"/>
            </w:tcBorders>
            <w:shd w:val="clear" w:color="auto" w:fill="595959" w:themeFill="text1" w:themeFillTint="A6"/>
          </w:tcPr>
          <w:p w14:paraId="3DDECD40" w14:textId="20695D7B" w:rsidR="00AE7331" w:rsidRPr="00B52CC9" w:rsidRDefault="00071D67" w:rsidP="003179EB">
            <w:pPr>
              <w:rPr>
                <w:color w:val="FFFFFF" w:themeColor="background1"/>
              </w:rPr>
            </w:pPr>
            <w:r w:rsidRPr="00B52CC9">
              <w:rPr>
                <w:color w:val="FFFFFF" w:themeColor="background1"/>
              </w:rPr>
              <w:t>This promise has legal importance once both parties have signed it. The lender, as well as the borrower both, can sue each other if it turns out that any of them is not following the promissory note. Make sure both have read the details and check the boxes accordingly.</w:t>
            </w:r>
          </w:p>
          <w:p w14:paraId="2774F794" w14:textId="40DA9F58" w:rsidR="00AE7331" w:rsidRPr="00B52CC9" w:rsidRDefault="00071D67" w:rsidP="00B93157">
            <w:pPr>
              <w:pStyle w:val="CheckList"/>
              <w:rPr>
                <w:color w:val="FFFFFF" w:themeColor="background1"/>
              </w:rPr>
            </w:pPr>
            <w:r w:rsidRPr="00B52CC9">
              <w:rPr>
                <w:color w:val="FFFFFF" w:themeColor="background1"/>
              </w:rPr>
              <w:t>Amount is paid</w:t>
            </w:r>
          </w:p>
          <w:p w14:paraId="4D4AAEC0" w14:textId="68D76703" w:rsidR="00AE7331" w:rsidRPr="00B52CC9" w:rsidRDefault="00071D67" w:rsidP="003179EB">
            <w:pPr>
              <w:pStyle w:val="CheckList"/>
              <w:rPr>
                <w:color w:val="FFFFFF" w:themeColor="background1"/>
              </w:rPr>
            </w:pPr>
            <w:r w:rsidRPr="00B52CC9">
              <w:rPr>
                <w:color w:val="FFFFFF" w:themeColor="background1"/>
              </w:rPr>
              <w:t>Amount is received</w:t>
            </w:r>
          </w:p>
          <w:p w14:paraId="451EC840" w14:textId="7858E5EB" w:rsidR="00AE7331" w:rsidRPr="00B52CC9" w:rsidRDefault="00071D67" w:rsidP="003179EB">
            <w:pPr>
              <w:pStyle w:val="CheckList"/>
              <w:rPr>
                <w:color w:val="FFFFFF" w:themeColor="background1"/>
              </w:rPr>
            </w:pPr>
            <w:r w:rsidRPr="00B52CC9">
              <w:rPr>
                <w:color w:val="FFFFFF" w:themeColor="background1"/>
              </w:rPr>
              <w:t>Witnesses have signed</w:t>
            </w:r>
          </w:p>
          <w:p w14:paraId="48F52A8C" w14:textId="1EF948CE" w:rsidR="00AE7331" w:rsidRPr="00B52CC9" w:rsidRDefault="00071D67" w:rsidP="003179EB">
            <w:pPr>
              <w:pStyle w:val="CheckList"/>
              <w:rPr>
                <w:color w:val="FFFFFF" w:themeColor="background1"/>
              </w:rPr>
            </w:pPr>
            <w:r w:rsidRPr="00B52CC9">
              <w:rPr>
                <w:color w:val="FFFFFF" w:themeColor="background1"/>
              </w:rPr>
              <w:t>Interest is agreed</w:t>
            </w:r>
          </w:p>
          <w:p w14:paraId="006E1AE6" w14:textId="6898FF0E" w:rsidR="00AE7331" w:rsidRPr="00B52CC9" w:rsidRDefault="00071D67" w:rsidP="003179EB">
            <w:pPr>
              <w:pStyle w:val="CheckList"/>
              <w:rPr>
                <w:color w:val="FFFFFF" w:themeColor="background1"/>
              </w:rPr>
            </w:pPr>
            <w:r w:rsidRPr="00B52CC9">
              <w:rPr>
                <w:color w:val="FFFFFF" w:themeColor="background1"/>
              </w:rPr>
              <w:t>The note is registered</w:t>
            </w:r>
          </w:p>
          <w:p w14:paraId="1B0A9B76" w14:textId="7034EC59" w:rsidR="00AE7331" w:rsidRPr="00B52CC9" w:rsidRDefault="00071D67" w:rsidP="003179EB">
            <w:pPr>
              <w:pStyle w:val="CheckList"/>
              <w:rPr>
                <w:color w:val="FFFFFF" w:themeColor="background1"/>
              </w:rPr>
            </w:pPr>
            <w:r w:rsidRPr="00B52CC9">
              <w:rPr>
                <w:color w:val="FFFFFF" w:themeColor="background1"/>
              </w:rPr>
              <w:t>Terms are agreed</w:t>
            </w:r>
          </w:p>
        </w:tc>
      </w:tr>
      <w:tr w:rsidR="00CB6656" w:rsidRPr="003179EB" w14:paraId="321F34A6" w14:textId="77777777" w:rsidTr="008E67F6">
        <w:trPr>
          <w:gridAfter w:val="1"/>
          <w:wAfter w:w="8" w:type="dxa"/>
          <w:trHeight w:val="128"/>
          <w:jc w:val="center"/>
        </w:trPr>
        <w:tc>
          <w:tcPr>
            <w:tcW w:w="10177" w:type="dxa"/>
            <w:gridSpan w:val="4"/>
            <w:tcBorders>
              <w:left w:val="single" w:sz="2" w:space="0" w:color="595959" w:themeColor="text1" w:themeTint="A6"/>
              <w:bottom w:val="single" w:sz="18" w:space="0" w:color="595959" w:themeColor="text1" w:themeTint="A6"/>
              <w:right w:val="single" w:sz="18" w:space="0" w:color="147ABD" w:themeColor="accent1"/>
            </w:tcBorders>
            <w:vAlign w:val="center"/>
          </w:tcPr>
          <w:p w14:paraId="2C4A1BF4" w14:textId="75486AA5" w:rsidR="008424EB" w:rsidRPr="003179EB" w:rsidRDefault="00AB316C" w:rsidP="00CB6656">
            <w:r>
              <w:t>In case the amount is to repay, enter the installment details below.</w:t>
            </w:r>
          </w:p>
        </w:tc>
      </w:tr>
      <w:tr w:rsidR="00CB6656" w:rsidRPr="003179EB" w14:paraId="3AC1C78D" w14:textId="77777777" w:rsidTr="008E67F6">
        <w:trPr>
          <w:gridAfter w:val="1"/>
          <w:wAfter w:w="9" w:type="dxa"/>
          <w:trHeight w:val="411"/>
          <w:jc w:val="center"/>
        </w:trPr>
        <w:tc>
          <w:tcPr>
            <w:tcW w:w="3248" w:type="dxa"/>
            <w:tcBorders>
              <w:top w:val="single" w:sz="18" w:space="0" w:color="595959" w:themeColor="text1" w:themeTint="A6"/>
              <w:left w:val="single" w:sz="2" w:space="0" w:color="595959" w:themeColor="text1" w:themeTint="A6"/>
              <w:bottom w:val="single" w:sz="18" w:space="0" w:color="595959" w:themeColor="text1" w:themeTint="A6"/>
              <w:right w:val="single" w:sz="4" w:space="0" w:color="FFFFFF" w:themeColor="background1"/>
            </w:tcBorders>
            <w:shd w:val="clear" w:color="auto" w:fill="595959" w:themeFill="text1" w:themeFillTint="A6"/>
            <w:vAlign w:val="center"/>
          </w:tcPr>
          <w:p w14:paraId="72339932" w14:textId="79741BA1" w:rsidR="008424EB" w:rsidRPr="00A0698F" w:rsidRDefault="00AB316C" w:rsidP="003179EB">
            <w:pPr>
              <w:pStyle w:val="Heading2"/>
              <w:rPr>
                <w:color w:val="FFFFFF" w:themeColor="background1"/>
              </w:rPr>
            </w:pPr>
            <w:r>
              <w:rPr>
                <w:color w:val="FFFFFF" w:themeColor="background1"/>
              </w:rPr>
              <w:t>Amount Repay</w:t>
            </w:r>
          </w:p>
        </w:tc>
        <w:tc>
          <w:tcPr>
            <w:tcW w:w="2122" w:type="dxa"/>
            <w:tcBorders>
              <w:top w:val="single" w:sz="18" w:space="0" w:color="595959" w:themeColor="text1" w:themeTint="A6"/>
              <w:left w:val="single" w:sz="4" w:space="0" w:color="FFFFFF" w:themeColor="background1"/>
              <w:bottom w:val="single" w:sz="18" w:space="0" w:color="595959" w:themeColor="text1" w:themeTint="A6"/>
              <w:right w:val="single" w:sz="4" w:space="0" w:color="FFFFFF" w:themeColor="background1"/>
            </w:tcBorders>
            <w:shd w:val="clear" w:color="auto" w:fill="595959" w:themeFill="text1" w:themeFillTint="A6"/>
            <w:vAlign w:val="center"/>
          </w:tcPr>
          <w:p w14:paraId="40890BA6" w14:textId="26F6875A" w:rsidR="008424EB" w:rsidRPr="00A0698F" w:rsidRDefault="00AB316C" w:rsidP="003179EB">
            <w:pPr>
              <w:pStyle w:val="Heading2"/>
              <w:rPr>
                <w:color w:val="FFFFFF" w:themeColor="background1"/>
              </w:rPr>
            </w:pPr>
            <w:r>
              <w:rPr>
                <w:color w:val="FFFFFF" w:themeColor="background1"/>
              </w:rPr>
              <w:t>DATE</w:t>
            </w:r>
          </w:p>
        </w:tc>
        <w:tc>
          <w:tcPr>
            <w:tcW w:w="1920" w:type="dxa"/>
            <w:tcBorders>
              <w:top w:val="single" w:sz="18" w:space="0" w:color="595959" w:themeColor="text1" w:themeTint="A6"/>
              <w:left w:val="single" w:sz="4" w:space="0" w:color="FFFFFF" w:themeColor="background1"/>
              <w:bottom w:val="single" w:sz="18" w:space="0" w:color="595959" w:themeColor="text1" w:themeTint="A6"/>
              <w:right w:val="single" w:sz="4" w:space="0" w:color="FFFFFF" w:themeColor="background1"/>
            </w:tcBorders>
            <w:shd w:val="clear" w:color="auto" w:fill="595959" w:themeFill="text1" w:themeFillTint="A6"/>
            <w:vAlign w:val="center"/>
          </w:tcPr>
          <w:p w14:paraId="6490BC24" w14:textId="5E14660B" w:rsidR="008424EB" w:rsidRPr="00A0698F" w:rsidRDefault="00AB316C" w:rsidP="003179EB">
            <w:pPr>
              <w:pStyle w:val="Heading2"/>
              <w:rPr>
                <w:color w:val="FFFFFF" w:themeColor="background1"/>
              </w:rPr>
            </w:pPr>
            <w:r>
              <w:rPr>
                <w:color w:val="FFFFFF" w:themeColor="background1"/>
              </w:rPr>
              <w:t>Balance</w:t>
            </w:r>
          </w:p>
        </w:tc>
        <w:tc>
          <w:tcPr>
            <w:tcW w:w="2886" w:type="dxa"/>
            <w:tcBorders>
              <w:top w:val="single" w:sz="18" w:space="0" w:color="595959" w:themeColor="text1" w:themeTint="A6"/>
              <w:left w:val="single" w:sz="4" w:space="0" w:color="FFFFFF" w:themeColor="background1"/>
              <w:bottom w:val="single" w:sz="18" w:space="0" w:color="595959" w:themeColor="text1" w:themeTint="A6"/>
              <w:right w:val="single" w:sz="18" w:space="0" w:color="595959" w:themeColor="text1" w:themeTint="A6"/>
            </w:tcBorders>
            <w:shd w:val="clear" w:color="auto" w:fill="595959" w:themeFill="text1" w:themeFillTint="A6"/>
            <w:vAlign w:val="center"/>
          </w:tcPr>
          <w:p w14:paraId="1F8E8CF1" w14:textId="2A2A00EA" w:rsidR="008424EB" w:rsidRPr="00A0698F" w:rsidRDefault="00AB316C" w:rsidP="003179EB">
            <w:pPr>
              <w:pStyle w:val="Heading2"/>
              <w:rPr>
                <w:color w:val="FFFFFF" w:themeColor="background1"/>
              </w:rPr>
            </w:pPr>
            <w:r>
              <w:rPr>
                <w:color w:val="FFFFFF" w:themeColor="background1"/>
              </w:rPr>
              <w:t>Note</w:t>
            </w:r>
          </w:p>
        </w:tc>
      </w:tr>
      <w:tr w:rsidR="00CB6656" w:rsidRPr="003179EB" w14:paraId="7CE4CD5D" w14:textId="77777777" w:rsidTr="008E67F6">
        <w:trPr>
          <w:gridAfter w:val="1"/>
          <w:wAfter w:w="9" w:type="dxa"/>
          <w:trHeight w:val="265"/>
          <w:jc w:val="center"/>
        </w:trPr>
        <w:tc>
          <w:tcPr>
            <w:tcW w:w="3248" w:type="dxa"/>
            <w:tcBorders>
              <w:top w:val="single" w:sz="18"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tcPr>
          <w:p w14:paraId="3711496F" w14:textId="7BB5B899" w:rsidR="008424EB" w:rsidRPr="003179EB" w:rsidRDefault="00AB316C" w:rsidP="003179EB">
            <w:r>
              <w:t>$[Amount]</w:t>
            </w:r>
          </w:p>
        </w:tc>
        <w:tc>
          <w:tcPr>
            <w:tcW w:w="2122" w:type="dxa"/>
            <w:tcBorders>
              <w:top w:val="single" w:sz="18"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tcPr>
          <w:p w14:paraId="2D3AFFAB" w14:textId="77777777" w:rsidR="008424EB" w:rsidRPr="003179EB" w:rsidRDefault="008424EB" w:rsidP="003179EB"/>
        </w:tc>
        <w:tc>
          <w:tcPr>
            <w:tcW w:w="1920" w:type="dxa"/>
            <w:tcBorders>
              <w:top w:val="single" w:sz="18"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tcPr>
          <w:p w14:paraId="4B6EFC84" w14:textId="77777777" w:rsidR="008424EB" w:rsidRPr="003179EB" w:rsidRDefault="008424EB" w:rsidP="003179EB"/>
        </w:tc>
        <w:tc>
          <w:tcPr>
            <w:tcW w:w="2886" w:type="dxa"/>
            <w:tcBorders>
              <w:top w:val="single" w:sz="18" w:space="0" w:color="595959" w:themeColor="text1" w:themeTint="A6"/>
              <w:left w:val="single" w:sz="2" w:space="0" w:color="595959" w:themeColor="text1" w:themeTint="A6"/>
              <w:bottom w:val="single" w:sz="2" w:space="0" w:color="595959" w:themeColor="text1" w:themeTint="A6"/>
              <w:right w:val="single" w:sz="18" w:space="0" w:color="595959" w:themeColor="text1" w:themeTint="A6"/>
            </w:tcBorders>
          </w:tcPr>
          <w:p w14:paraId="7BDA3309" w14:textId="77777777" w:rsidR="008424EB" w:rsidRPr="003179EB" w:rsidRDefault="008424EB" w:rsidP="003179EB"/>
        </w:tc>
      </w:tr>
      <w:tr w:rsidR="00CB6656" w:rsidRPr="003179EB" w14:paraId="310CB620" w14:textId="77777777" w:rsidTr="008E67F6">
        <w:trPr>
          <w:gridAfter w:val="1"/>
          <w:wAfter w:w="9" w:type="dxa"/>
          <w:trHeight w:val="265"/>
          <w:jc w:val="center"/>
        </w:trPr>
        <w:tc>
          <w:tcPr>
            <w:tcW w:w="3248"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tcPr>
          <w:p w14:paraId="70A7549B" w14:textId="65E07EA1" w:rsidR="008424EB" w:rsidRPr="003179EB" w:rsidRDefault="00AB316C" w:rsidP="003179EB">
            <w:r>
              <w:t>$[Amount]</w:t>
            </w:r>
          </w:p>
        </w:tc>
        <w:tc>
          <w:tcPr>
            <w:tcW w:w="2122"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tcPr>
          <w:p w14:paraId="5E65A6D5" w14:textId="77777777" w:rsidR="008424EB" w:rsidRPr="003179EB" w:rsidRDefault="008424EB" w:rsidP="003179EB"/>
        </w:tc>
        <w:tc>
          <w:tcPr>
            <w:tcW w:w="1920"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tcPr>
          <w:p w14:paraId="7CBE2233" w14:textId="77777777" w:rsidR="008424EB" w:rsidRPr="003179EB" w:rsidRDefault="008424EB" w:rsidP="003179EB"/>
        </w:tc>
        <w:tc>
          <w:tcPr>
            <w:tcW w:w="2886" w:type="dxa"/>
            <w:tcBorders>
              <w:top w:val="single" w:sz="2" w:space="0" w:color="595959" w:themeColor="text1" w:themeTint="A6"/>
              <w:left w:val="single" w:sz="2" w:space="0" w:color="595959" w:themeColor="text1" w:themeTint="A6"/>
              <w:bottom w:val="single" w:sz="2" w:space="0" w:color="595959" w:themeColor="text1" w:themeTint="A6"/>
              <w:right w:val="single" w:sz="18" w:space="0" w:color="595959" w:themeColor="text1" w:themeTint="A6"/>
            </w:tcBorders>
          </w:tcPr>
          <w:p w14:paraId="25330327" w14:textId="77777777" w:rsidR="008424EB" w:rsidRPr="003179EB" w:rsidRDefault="008424EB" w:rsidP="003179EB"/>
        </w:tc>
      </w:tr>
      <w:tr w:rsidR="00CB6656" w:rsidRPr="003179EB" w14:paraId="0681A770" w14:textId="77777777" w:rsidTr="008E67F6">
        <w:trPr>
          <w:gridAfter w:val="1"/>
          <w:wAfter w:w="9" w:type="dxa"/>
          <w:trHeight w:val="265"/>
          <w:jc w:val="center"/>
        </w:trPr>
        <w:tc>
          <w:tcPr>
            <w:tcW w:w="3248"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tcPr>
          <w:p w14:paraId="4FB3C3FD" w14:textId="330C39B5" w:rsidR="008424EB" w:rsidRPr="003179EB" w:rsidRDefault="00AB316C" w:rsidP="003179EB">
            <w:r>
              <w:t>$[Amount]</w:t>
            </w:r>
          </w:p>
        </w:tc>
        <w:tc>
          <w:tcPr>
            <w:tcW w:w="2122"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tcPr>
          <w:p w14:paraId="3E729CFF" w14:textId="77777777" w:rsidR="008424EB" w:rsidRPr="003179EB" w:rsidRDefault="008424EB" w:rsidP="003179EB"/>
        </w:tc>
        <w:tc>
          <w:tcPr>
            <w:tcW w:w="1920"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tcPr>
          <w:p w14:paraId="4DFDC58B" w14:textId="77777777" w:rsidR="008424EB" w:rsidRPr="003179EB" w:rsidRDefault="008424EB" w:rsidP="003179EB"/>
        </w:tc>
        <w:tc>
          <w:tcPr>
            <w:tcW w:w="2886" w:type="dxa"/>
            <w:tcBorders>
              <w:top w:val="single" w:sz="2" w:space="0" w:color="595959" w:themeColor="text1" w:themeTint="A6"/>
              <w:left w:val="single" w:sz="2" w:space="0" w:color="595959" w:themeColor="text1" w:themeTint="A6"/>
              <w:bottom w:val="single" w:sz="2" w:space="0" w:color="595959" w:themeColor="text1" w:themeTint="A6"/>
              <w:right w:val="single" w:sz="18" w:space="0" w:color="595959" w:themeColor="text1" w:themeTint="A6"/>
            </w:tcBorders>
          </w:tcPr>
          <w:p w14:paraId="1B903659" w14:textId="77777777" w:rsidR="008424EB" w:rsidRPr="003179EB" w:rsidRDefault="008424EB" w:rsidP="003179EB"/>
        </w:tc>
      </w:tr>
      <w:tr w:rsidR="00CB6656" w:rsidRPr="003179EB" w14:paraId="4E53051C" w14:textId="77777777" w:rsidTr="008E67F6">
        <w:trPr>
          <w:gridAfter w:val="1"/>
          <w:wAfter w:w="9" w:type="dxa"/>
          <w:trHeight w:val="265"/>
          <w:jc w:val="center"/>
        </w:trPr>
        <w:tc>
          <w:tcPr>
            <w:tcW w:w="3248"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tcPr>
          <w:p w14:paraId="37012285" w14:textId="0D50BAB3" w:rsidR="008424EB" w:rsidRPr="003179EB" w:rsidRDefault="00AB316C" w:rsidP="003179EB">
            <w:r>
              <w:t>$[Amount]</w:t>
            </w:r>
          </w:p>
        </w:tc>
        <w:tc>
          <w:tcPr>
            <w:tcW w:w="2122"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tcPr>
          <w:p w14:paraId="41960FF3" w14:textId="77777777" w:rsidR="008424EB" w:rsidRPr="003179EB" w:rsidRDefault="008424EB" w:rsidP="003179EB"/>
        </w:tc>
        <w:tc>
          <w:tcPr>
            <w:tcW w:w="1920"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tcPr>
          <w:p w14:paraId="34EEA9A1" w14:textId="77777777" w:rsidR="008424EB" w:rsidRPr="003179EB" w:rsidRDefault="008424EB" w:rsidP="003179EB"/>
        </w:tc>
        <w:tc>
          <w:tcPr>
            <w:tcW w:w="2886" w:type="dxa"/>
            <w:tcBorders>
              <w:top w:val="single" w:sz="2" w:space="0" w:color="595959" w:themeColor="text1" w:themeTint="A6"/>
              <w:left w:val="single" w:sz="2" w:space="0" w:color="595959" w:themeColor="text1" w:themeTint="A6"/>
              <w:bottom w:val="single" w:sz="2" w:space="0" w:color="595959" w:themeColor="text1" w:themeTint="A6"/>
              <w:right w:val="single" w:sz="18" w:space="0" w:color="595959" w:themeColor="text1" w:themeTint="A6"/>
            </w:tcBorders>
          </w:tcPr>
          <w:p w14:paraId="42EE62D9" w14:textId="77777777" w:rsidR="008424EB" w:rsidRPr="003179EB" w:rsidRDefault="008424EB" w:rsidP="003179EB"/>
        </w:tc>
      </w:tr>
      <w:tr w:rsidR="00CB6656" w:rsidRPr="003179EB" w14:paraId="72079E72" w14:textId="77777777" w:rsidTr="008E67F6">
        <w:trPr>
          <w:gridAfter w:val="1"/>
          <w:wAfter w:w="9" w:type="dxa"/>
          <w:trHeight w:val="265"/>
          <w:jc w:val="center"/>
        </w:trPr>
        <w:tc>
          <w:tcPr>
            <w:tcW w:w="3248"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tcPr>
          <w:p w14:paraId="61F7DAB0" w14:textId="654C7724" w:rsidR="008424EB" w:rsidRPr="003179EB" w:rsidRDefault="00AB316C" w:rsidP="003179EB">
            <w:r>
              <w:t>$[Amount]</w:t>
            </w:r>
            <w:r w:rsidR="006C554A" w:rsidRPr="003179EB">
              <w:t xml:space="preserve"> </w:t>
            </w:r>
          </w:p>
        </w:tc>
        <w:tc>
          <w:tcPr>
            <w:tcW w:w="2122"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tcPr>
          <w:p w14:paraId="7C8D71C4" w14:textId="77777777" w:rsidR="008424EB" w:rsidRPr="003179EB" w:rsidRDefault="008424EB" w:rsidP="003179EB"/>
        </w:tc>
        <w:tc>
          <w:tcPr>
            <w:tcW w:w="1920" w:type="dxa"/>
            <w:tcBorders>
              <w:top w:val="single" w:sz="2" w:space="0" w:color="595959" w:themeColor="text1" w:themeTint="A6"/>
              <w:left w:val="single" w:sz="2" w:space="0" w:color="595959" w:themeColor="text1" w:themeTint="A6"/>
              <w:bottom w:val="single" w:sz="2" w:space="0" w:color="595959" w:themeColor="text1" w:themeTint="A6"/>
              <w:right w:val="single" w:sz="2" w:space="0" w:color="595959" w:themeColor="text1" w:themeTint="A6"/>
            </w:tcBorders>
          </w:tcPr>
          <w:p w14:paraId="5952789E" w14:textId="77777777" w:rsidR="008424EB" w:rsidRPr="003179EB" w:rsidRDefault="008424EB" w:rsidP="003179EB"/>
        </w:tc>
        <w:tc>
          <w:tcPr>
            <w:tcW w:w="2886" w:type="dxa"/>
            <w:tcBorders>
              <w:top w:val="single" w:sz="2" w:space="0" w:color="595959" w:themeColor="text1" w:themeTint="A6"/>
              <w:left w:val="single" w:sz="2" w:space="0" w:color="595959" w:themeColor="text1" w:themeTint="A6"/>
              <w:bottom w:val="single" w:sz="2" w:space="0" w:color="595959" w:themeColor="text1" w:themeTint="A6"/>
              <w:right w:val="single" w:sz="18" w:space="0" w:color="595959" w:themeColor="text1" w:themeTint="A6"/>
            </w:tcBorders>
          </w:tcPr>
          <w:p w14:paraId="4BEA2E86" w14:textId="77777777" w:rsidR="008424EB" w:rsidRPr="003179EB" w:rsidRDefault="008424EB" w:rsidP="003179EB"/>
        </w:tc>
      </w:tr>
      <w:tr w:rsidR="00CB6656" w:rsidRPr="003179EB" w14:paraId="763E693A" w14:textId="77777777" w:rsidTr="008E67F6">
        <w:trPr>
          <w:gridAfter w:val="1"/>
          <w:wAfter w:w="8" w:type="dxa"/>
          <w:trHeight w:val="1240"/>
          <w:jc w:val="center"/>
        </w:trPr>
        <w:tc>
          <w:tcPr>
            <w:tcW w:w="10177" w:type="dxa"/>
            <w:gridSpan w:val="4"/>
            <w:tcBorders>
              <w:top w:val="single" w:sz="2" w:space="0" w:color="595959" w:themeColor="text1" w:themeTint="A6"/>
              <w:left w:val="single" w:sz="2" w:space="0" w:color="595959" w:themeColor="text1" w:themeTint="A6"/>
              <w:bottom w:val="single" w:sz="18" w:space="0" w:color="595959" w:themeColor="text1" w:themeTint="A6"/>
              <w:right w:val="single" w:sz="18" w:space="0" w:color="595959" w:themeColor="text1" w:themeTint="A6"/>
            </w:tcBorders>
          </w:tcPr>
          <w:p w14:paraId="278E7813" w14:textId="3E1D9543" w:rsidR="006130A1" w:rsidRDefault="00AB316C" w:rsidP="00AB316C">
            <w:pPr>
              <w:pStyle w:val="Normal-Large"/>
            </w:pPr>
            <w:r>
              <w:t xml:space="preserve">The installment </w:t>
            </w:r>
            <w:r w:rsidR="00BA6E6E">
              <w:t>plans</w:t>
            </w:r>
            <w:r>
              <w:t xml:space="preserve"> are only adjustable if both lender and borrower are agreed</w:t>
            </w:r>
            <w:r w:rsidR="00BA6E6E">
              <w:t>.</w:t>
            </w:r>
            <w:r>
              <w:t xml:space="preserve"> </w:t>
            </w:r>
            <w:r w:rsidR="00BA6E6E">
              <w:t xml:space="preserve">The following changes are made: </w:t>
            </w:r>
            <w:r>
              <w:t>______________________________________________________________________________________________________________________________________________________________________________________________________________________________</w:t>
            </w:r>
          </w:p>
          <w:p w14:paraId="29567E77" w14:textId="564D4166" w:rsidR="006130A1" w:rsidRPr="00AB316C" w:rsidRDefault="006130A1" w:rsidP="00AB316C">
            <w:pPr>
              <w:pStyle w:val="Normal-Large"/>
            </w:pPr>
            <w:r>
              <w:t>Borrower Full Name &amp; Signature:</w:t>
            </w:r>
          </w:p>
        </w:tc>
      </w:tr>
    </w:tbl>
    <w:p w14:paraId="5F51068F" w14:textId="77777777" w:rsidR="004B123B" w:rsidRPr="003179EB" w:rsidRDefault="004B123B" w:rsidP="006130A1"/>
    <w:sectPr w:rsidR="004B123B" w:rsidRPr="003179EB" w:rsidSect="006C554A">
      <w:footerReference w:type="default" r:id="rId7"/>
      <w:pgSz w:w="12240" w:h="15840" w:code="1"/>
      <w:pgMar w:top="1021" w:right="1021" w:bottom="1021" w:left="1021"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5E2EF" w14:textId="77777777" w:rsidR="005557AD" w:rsidRDefault="005557AD" w:rsidP="00DC5D31">
      <w:r>
        <w:separator/>
      </w:r>
    </w:p>
  </w:endnote>
  <w:endnote w:type="continuationSeparator" w:id="0">
    <w:p w14:paraId="5324BCAB" w14:textId="77777777" w:rsidR="005557AD" w:rsidRDefault="005557AD" w:rsidP="00DC5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5CAFC" w14:textId="4ABC1183" w:rsidR="008E67F6" w:rsidRDefault="008E67F6">
    <w:pPr>
      <w:pStyle w:val="Footer"/>
    </w:pPr>
    <w:r>
      <w:t>Promissory Note Template -</w:t>
    </w:r>
    <w:r w:rsidRPr="008E67F6">
      <w:rPr>
        <w:b/>
        <w:bCs/>
        <w:color w:val="C00000"/>
        <w:sz w:val="25"/>
        <w:szCs w:val="25"/>
      </w:rPr>
      <w:t>wordexceltemplates.com</w:t>
    </w:r>
  </w:p>
  <w:p w14:paraId="08D0C181" w14:textId="77777777" w:rsidR="008E67F6" w:rsidRDefault="008E6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6A9D7" w14:textId="77777777" w:rsidR="005557AD" w:rsidRDefault="005557AD" w:rsidP="00DC5D31">
      <w:r>
        <w:separator/>
      </w:r>
    </w:p>
  </w:footnote>
  <w:footnote w:type="continuationSeparator" w:id="0">
    <w:p w14:paraId="069AF07C" w14:textId="77777777" w:rsidR="005557AD" w:rsidRDefault="005557AD" w:rsidP="00DC5D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3BE6D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A80353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4AA31D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392EBC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2B6C3A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B0D6977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80E2C05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0BC49A8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1D00802"/>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9CB3D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0142D6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BC036E"/>
    <w:multiLevelType w:val="hybridMultilevel"/>
    <w:tmpl w:val="0CEC3FA8"/>
    <w:lvl w:ilvl="0" w:tplc="B0DEB310">
      <w:start w:val="1"/>
      <w:numFmt w:val="bullet"/>
      <w:pStyle w:val="CheckList"/>
      <w:lvlText w:val=""/>
      <w:lvlJc w:val="left"/>
      <w:pPr>
        <w:ind w:left="397" w:hanging="397"/>
      </w:pPr>
      <w:rPr>
        <w:rFonts w:ascii="Symbol" w:hAnsi="Symbol" w:hint="default"/>
        <w:u w:color="353535"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F91B53"/>
    <w:multiLevelType w:val="multilevel"/>
    <w:tmpl w:val="D39201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068248C"/>
    <w:multiLevelType w:val="multilevel"/>
    <w:tmpl w:val="28B050C0"/>
    <w:lvl w:ilvl="0">
      <w:start w:val="1"/>
      <w:numFmt w:val="bullet"/>
      <w:lvlText w:val=""/>
      <w:lvlJc w:val="left"/>
      <w:pPr>
        <w:ind w:left="397" w:hanging="39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B732EA4"/>
    <w:multiLevelType w:val="multilevel"/>
    <w:tmpl w:val="D39201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D7C79C3"/>
    <w:multiLevelType w:val="multilevel"/>
    <w:tmpl w:val="BDB44CD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73C63FDE"/>
    <w:multiLevelType w:val="multilevel"/>
    <w:tmpl w:val="742E9A12"/>
    <w:lvl w:ilvl="0">
      <w:start w:val="1"/>
      <w:numFmt w:val="bullet"/>
      <w:lvlText w:val=""/>
      <w:lvlJc w:val="left"/>
      <w:pPr>
        <w:ind w:left="567" w:hanging="39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788309349">
    <w:abstractNumId w:val="11"/>
  </w:num>
  <w:num w:numId="2" w16cid:durableId="1472400295">
    <w:abstractNumId w:val="0"/>
  </w:num>
  <w:num w:numId="3" w16cid:durableId="181482265">
    <w:abstractNumId w:val="14"/>
  </w:num>
  <w:num w:numId="4" w16cid:durableId="175732521">
    <w:abstractNumId w:val="12"/>
  </w:num>
  <w:num w:numId="5" w16cid:durableId="1756365758">
    <w:abstractNumId w:val="15"/>
  </w:num>
  <w:num w:numId="6" w16cid:durableId="760028818">
    <w:abstractNumId w:val="16"/>
  </w:num>
  <w:num w:numId="7" w16cid:durableId="969818853">
    <w:abstractNumId w:val="1"/>
  </w:num>
  <w:num w:numId="8" w16cid:durableId="762720785">
    <w:abstractNumId w:val="2"/>
  </w:num>
  <w:num w:numId="9" w16cid:durableId="938953702">
    <w:abstractNumId w:val="3"/>
  </w:num>
  <w:num w:numId="10" w16cid:durableId="135681580">
    <w:abstractNumId w:val="4"/>
  </w:num>
  <w:num w:numId="11" w16cid:durableId="1659915384">
    <w:abstractNumId w:val="9"/>
  </w:num>
  <w:num w:numId="12" w16cid:durableId="630135673">
    <w:abstractNumId w:val="5"/>
  </w:num>
  <w:num w:numId="13" w16cid:durableId="434448592">
    <w:abstractNumId w:val="6"/>
  </w:num>
  <w:num w:numId="14" w16cid:durableId="75439752">
    <w:abstractNumId w:val="7"/>
  </w:num>
  <w:num w:numId="15" w16cid:durableId="1893076931">
    <w:abstractNumId w:val="8"/>
  </w:num>
  <w:num w:numId="16" w16cid:durableId="424570049">
    <w:abstractNumId w:val="10"/>
  </w:num>
  <w:num w:numId="17" w16cid:durableId="29355775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removePersonalInformation/>
  <w:removeDateAndTime/>
  <w:proofState w:spelling="clean" w:grammar="clean"/>
  <w:attachedTemplate r:id="rId1"/>
  <w:stylePaneFormatFilter w:val="5824" w:allStyles="0" w:customStyles="0" w:latentStyles="1" w:stylesInUse="0" w:headingStyles="1" w:numberingStyles="0" w:tableStyles="0" w:directFormattingOnRuns="0" w:directFormattingOnParagraphs="0" w:directFormattingOnNumbering="0" w:directFormattingOnTables="1" w:clearFormatting="1" w:top3HeadingStyles="0" w:visibleStyles="1" w:alternateStyleNames="0"/>
  <w:defaultTabStop w:val="720"/>
  <w:drawingGridHorizontalSpacing w:val="105"/>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16C"/>
    <w:rsid w:val="0001761D"/>
    <w:rsid w:val="00032177"/>
    <w:rsid w:val="00071D67"/>
    <w:rsid w:val="000B3E71"/>
    <w:rsid w:val="000F23C5"/>
    <w:rsid w:val="000F26DA"/>
    <w:rsid w:val="000F44BA"/>
    <w:rsid w:val="00115B37"/>
    <w:rsid w:val="001A6320"/>
    <w:rsid w:val="00245AA2"/>
    <w:rsid w:val="002D03A2"/>
    <w:rsid w:val="003179EB"/>
    <w:rsid w:val="00333781"/>
    <w:rsid w:val="00354439"/>
    <w:rsid w:val="003B7552"/>
    <w:rsid w:val="003C602C"/>
    <w:rsid w:val="003C6F53"/>
    <w:rsid w:val="00415899"/>
    <w:rsid w:val="00425288"/>
    <w:rsid w:val="004B123B"/>
    <w:rsid w:val="004B50BE"/>
    <w:rsid w:val="00527480"/>
    <w:rsid w:val="005557AD"/>
    <w:rsid w:val="005618A8"/>
    <w:rsid w:val="005640E4"/>
    <w:rsid w:val="005755E1"/>
    <w:rsid w:val="006027A9"/>
    <w:rsid w:val="006130A1"/>
    <w:rsid w:val="006B4992"/>
    <w:rsid w:val="006C554A"/>
    <w:rsid w:val="006E3C43"/>
    <w:rsid w:val="006F220A"/>
    <w:rsid w:val="00713D96"/>
    <w:rsid w:val="00716614"/>
    <w:rsid w:val="00721E9B"/>
    <w:rsid w:val="00761D56"/>
    <w:rsid w:val="0079681F"/>
    <w:rsid w:val="007E4EEB"/>
    <w:rsid w:val="007F0872"/>
    <w:rsid w:val="008121DA"/>
    <w:rsid w:val="008351AF"/>
    <w:rsid w:val="008424EB"/>
    <w:rsid w:val="00881816"/>
    <w:rsid w:val="008E67F6"/>
    <w:rsid w:val="00925CF7"/>
    <w:rsid w:val="009A11F0"/>
    <w:rsid w:val="009A12CB"/>
    <w:rsid w:val="009B0552"/>
    <w:rsid w:val="009B61C4"/>
    <w:rsid w:val="009D044D"/>
    <w:rsid w:val="009D207E"/>
    <w:rsid w:val="00A05B52"/>
    <w:rsid w:val="00A0698F"/>
    <w:rsid w:val="00A23B05"/>
    <w:rsid w:val="00A40D99"/>
    <w:rsid w:val="00A55C79"/>
    <w:rsid w:val="00A64A0F"/>
    <w:rsid w:val="00AB316C"/>
    <w:rsid w:val="00AB5744"/>
    <w:rsid w:val="00AD5B55"/>
    <w:rsid w:val="00AE7331"/>
    <w:rsid w:val="00B14394"/>
    <w:rsid w:val="00B26E49"/>
    <w:rsid w:val="00B52CC9"/>
    <w:rsid w:val="00B93157"/>
    <w:rsid w:val="00BA3B02"/>
    <w:rsid w:val="00BA681C"/>
    <w:rsid w:val="00BA6E6E"/>
    <w:rsid w:val="00BB33CE"/>
    <w:rsid w:val="00BF43C1"/>
    <w:rsid w:val="00C6523B"/>
    <w:rsid w:val="00CB315B"/>
    <w:rsid w:val="00CB6656"/>
    <w:rsid w:val="00D053B5"/>
    <w:rsid w:val="00D07B45"/>
    <w:rsid w:val="00D46A31"/>
    <w:rsid w:val="00DC5D31"/>
    <w:rsid w:val="00E368C0"/>
    <w:rsid w:val="00E436E9"/>
    <w:rsid w:val="00E5035D"/>
    <w:rsid w:val="00E615E1"/>
    <w:rsid w:val="00EA784E"/>
    <w:rsid w:val="00EB50F0"/>
    <w:rsid w:val="00EC6453"/>
    <w:rsid w:val="00ED5FDF"/>
    <w:rsid w:val="00F50B25"/>
    <w:rsid w:val="00F74868"/>
    <w:rsid w:val="00F957FC"/>
    <w:rsid w:val="00FB5011"/>
    <w:rsid w:val="00FE26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02637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1"/>
        <w:szCs w:val="21"/>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lsdException w:name="envelope return" w:semiHidden="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unhideWhenUsed="1"/>
  </w:latentStyles>
  <w:style w:type="paragraph" w:default="1" w:styleId="Normal">
    <w:name w:val="Normal"/>
    <w:qFormat/>
    <w:rsid w:val="006C554A"/>
  </w:style>
  <w:style w:type="paragraph" w:styleId="Heading1">
    <w:name w:val="heading 1"/>
    <w:basedOn w:val="Normal"/>
    <w:link w:val="Heading1Char"/>
    <w:uiPriority w:val="9"/>
    <w:rsid w:val="003179EB"/>
    <w:pPr>
      <w:keepNext/>
      <w:keepLines/>
      <w:contextualSpacing/>
      <w:outlineLvl w:val="0"/>
    </w:pPr>
    <w:rPr>
      <w:rFonts w:asciiTheme="majorHAnsi" w:eastAsiaTheme="majorEastAsia" w:hAnsiTheme="majorHAnsi" w:cstheme="majorBidi"/>
      <w:color w:val="147ABD" w:themeColor="accent1"/>
      <w:szCs w:val="32"/>
    </w:rPr>
  </w:style>
  <w:style w:type="paragraph" w:styleId="Heading2">
    <w:name w:val="heading 2"/>
    <w:basedOn w:val="Normal"/>
    <w:link w:val="Heading2Char"/>
    <w:uiPriority w:val="9"/>
    <w:qFormat/>
    <w:rsid w:val="003179EB"/>
    <w:pPr>
      <w:keepNext/>
      <w:keepLines/>
      <w:contextualSpacing/>
      <w:jc w:val="center"/>
      <w:outlineLvl w:val="1"/>
    </w:pPr>
    <w:rPr>
      <w:rFonts w:asciiTheme="majorHAnsi" w:eastAsiaTheme="majorEastAsia" w:hAnsiTheme="majorHAnsi" w:cstheme="majorBidi"/>
      <w:b/>
      <w:color w:val="147ABD" w:themeColor="accent1"/>
      <w:szCs w:val="26"/>
    </w:rPr>
  </w:style>
  <w:style w:type="paragraph" w:styleId="Heading3">
    <w:name w:val="heading 3"/>
    <w:basedOn w:val="Normal"/>
    <w:link w:val="Heading3Char"/>
    <w:uiPriority w:val="9"/>
    <w:unhideWhenUsed/>
    <w:qFormat/>
    <w:rsid w:val="003179EB"/>
    <w:pPr>
      <w:keepNext/>
      <w:keepLines/>
      <w:spacing w:after="240"/>
      <w:contextualSpacing/>
      <w:jc w:val="center"/>
      <w:outlineLvl w:val="2"/>
    </w:pPr>
    <w:rPr>
      <w:rFonts w:eastAsiaTheme="majorEastAsia" w:cstheme="majorBidi"/>
      <w:i/>
      <w:color w:val="FFFFFF" w:themeColor="background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179EB"/>
    <w:rPr>
      <w:rFonts w:eastAsiaTheme="majorEastAsia" w:cstheme="majorBidi"/>
      <w:i/>
      <w:color w:val="FFFFFF" w:themeColor="background1"/>
      <w:szCs w:val="24"/>
    </w:rPr>
  </w:style>
  <w:style w:type="table" w:styleId="TableGrid">
    <w:name w:val="Table Grid"/>
    <w:basedOn w:val="TableNormal"/>
    <w:uiPriority w:val="59"/>
    <w:rsid w:val="003C6F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1"/>
    <w:qFormat/>
    <w:rsid w:val="003179EB"/>
    <w:pPr>
      <w:spacing w:before="240" w:after="240"/>
      <w:ind w:left="173"/>
      <w:contextualSpacing/>
    </w:pPr>
    <w:rPr>
      <w:rFonts w:asciiTheme="majorHAnsi" w:eastAsiaTheme="majorEastAsia" w:hAnsiTheme="majorHAnsi" w:cstheme="majorBidi"/>
      <w:color w:val="FFFFFF" w:themeColor="background1"/>
      <w:kern w:val="28"/>
      <w:sz w:val="56"/>
      <w:szCs w:val="56"/>
    </w:rPr>
  </w:style>
  <w:style w:type="character" w:customStyle="1" w:styleId="TitleChar">
    <w:name w:val="Title Char"/>
    <w:basedOn w:val="DefaultParagraphFont"/>
    <w:link w:val="Title"/>
    <w:uiPriority w:val="1"/>
    <w:rsid w:val="003179EB"/>
    <w:rPr>
      <w:rFonts w:asciiTheme="majorHAnsi" w:eastAsiaTheme="majorEastAsia" w:hAnsiTheme="majorHAnsi" w:cstheme="majorBidi"/>
      <w:color w:val="FFFFFF" w:themeColor="background1"/>
      <w:kern w:val="28"/>
      <w:sz w:val="56"/>
      <w:szCs w:val="56"/>
    </w:rPr>
  </w:style>
  <w:style w:type="paragraph" w:customStyle="1" w:styleId="CheckList">
    <w:name w:val="CheckList"/>
    <w:basedOn w:val="Normal"/>
    <w:uiPriority w:val="10"/>
    <w:qFormat/>
    <w:rsid w:val="003179EB"/>
    <w:pPr>
      <w:numPr>
        <w:numId w:val="1"/>
      </w:numPr>
      <w:spacing w:before="120"/>
      <w:ind w:left="403" w:hanging="403"/>
    </w:pPr>
    <w:rPr>
      <w:rFonts w:cs="Tahoma"/>
    </w:rPr>
  </w:style>
  <w:style w:type="character" w:styleId="Strong">
    <w:name w:val="Strong"/>
    <w:basedOn w:val="DefaultParagraphFont"/>
    <w:uiPriority w:val="22"/>
    <w:unhideWhenUsed/>
    <w:qFormat/>
    <w:rsid w:val="00BB33CE"/>
    <w:rPr>
      <w:rFonts w:asciiTheme="majorHAnsi" w:hAnsiTheme="majorHAnsi"/>
      <w:b/>
      <w:bCs/>
      <w:color w:val="147ABD" w:themeColor="accent1"/>
    </w:rPr>
  </w:style>
  <w:style w:type="paragraph" w:customStyle="1" w:styleId="Normal-Bold">
    <w:name w:val="Normal - Bold"/>
    <w:basedOn w:val="Normal"/>
    <w:qFormat/>
    <w:rsid w:val="00BA3B02"/>
    <w:pPr>
      <w:jc w:val="center"/>
    </w:pPr>
    <w:rPr>
      <w:b/>
    </w:rPr>
  </w:style>
  <w:style w:type="paragraph" w:styleId="Header">
    <w:name w:val="header"/>
    <w:basedOn w:val="Normal"/>
    <w:link w:val="HeaderChar"/>
    <w:uiPriority w:val="99"/>
    <w:unhideWhenUsed/>
    <w:rsid w:val="00DC5D31"/>
    <w:pPr>
      <w:tabs>
        <w:tab w:val="center" w:pos="4680"/>
        <w:tab w:val="right" w:pos="9360"/>
      </w:tabs>
    </w:pPr>
  </w:style>
  <w:style w:type="character" w:customStyle="1" w:styleId="HeaderChar">
    <w:name w:val="Header Char"/>
    <w:basedOn w:val="DefaultParagraphFont"/>
    <w:link w:val="Header"/>
    <w:uiPriority w:val="99"/>
    <w:rsid w:val="00DC5D31"/>
    <w:rPr>
      <w:color w:val="000000" w:themeColor="text1"/>
      <w:sz w:val="21"/>
    </w:rPr>
  </w:style>
  <w:style w:type="paragraph" w:styleId="Footer">
    <w:name w:val="footer"/>
    <w:basedOn w:val="Normal"/>
    <w:link w:val="FooterChar"/>
    <w:uiPriority w:val="99"/>
    <w:unhideWhenUsed/>
    <w:rsid w:val="00DC5D31"/>
    <w:pPr>
      <w:tabs>
        <w:tab w:val="center" w:pos="4680"/>
        <w:tab w:val="right" w:pos="9360"/>
      </w:tabs>
    </w:pPr>
  </w:style>
  <w:style w:type="character" w:customStyle="1" w:styleId="FooterChar">
    <w:name w:val="Footer Char"/>
    <w:basedOn w:val="DefaultParagraphFont"/>
    <w:link w:val="Footer"/>
    <w:uiPriority w:val="99"/>
    <w:rsid w:val="00DC5D31"/>
    <w:rPr>
      <w:color w:val="000000" w:themeColor="text1"/>
      <w:sz w:val="21"/>
    </w:rPr>
  </w:style>
  <w:style w:type="paragraph" w:styleId="Subtitle">
    <w:name w:val="Subtitle"/>
    <w:basedOn w:val="Normal"/>
    <w:link w:val="SubtitleChar"/>
    <w:uiPriority w:val="11"/>
    <w:unhideWhenUsed/>
    <w:qFormat/>
    <w:rsid w:val="004B50BE"/>
    <w:pPr>
      <w:keepNext/>
      <w:numPr>
        <w:ilvl w:val="1"/>
      </w:numPr>
      <w:spacing w:before="240" w:after="240"/>
      <w:ind w:left="173"/>
      <w:contextualSpacing/>
      <w:jc w:val="center"/>
    </w:pPr>
    <w:rPr>
      <w:rFonts w:asciiTheme="majorHAnsi" w:eastAsiaTheme="minorEastAsia" w:hAnsiTheme="majorHAnsi"/>
      <w:b/>
      <w:color w:val="FFFFFF" w:themeColor="background1"/>
      <w:spacing w:val="15"/>
      <w:sz w:val="32"/>
    </w:rPr>
  </w:style>
  <w:style w:type="character" w:customStyle="1" w:styleId="SubtitleChar">
    <w:name w:val="Subtitle Char"/>
    <w:basedOn w:val="DefaultParagraphFont"/>
    <w:link w:val="Subtitle"/>
    <w:uiPriority w:val="11"/>
    <w:rsid w:val="004B50BE"/>
    <w:rPr>
      <w:rFonts w:asciiTheme="majorHAnsi" w:eastAsiaTheme="minorEastAsia" w:hAnsiTheme="majorHAnsi"/>
      <w:b/>
      <w:color w:val="FFFFFF" w:themeColor="background1"/>
      <w:spacing w:val="15"/>
      <w:sz w:val="32"/>
    </w:rPr>
  </w:style>
  <w:style w:type="character" w:styleId="PlaceholderText">
    <w:name w:val="Placeholder Text"/>
    <w:basedOn w:val="DefaultParagraphFont"/>
    <w:uiPriority w:val="99"/>
    <w:semiHidden/>
    <w:rsid w:val="00B93157"/>
    <w:rPr>
      <w:color w:val="808080"/>
    </w:rPr>
  </w:style>
  <w:style w:type="character" w:customStyle="1" w:styleId="Heading1Char">
    <w:name w:val="Heading 1 Char"/>
    <w:basedOn w:val="DefaultParagraphFont"/>
    <w:link w:val="Heading1"/>
    <w:uiPriority w:val="9"/>
    <w:rsid w:val="003179EB"/>
    <w:rPr>
      <w:rFonts w:asciiTheme="majorHAnsi" w:eastAsiaTheme="majorEastAsia" w:hAnsiTheme="majorHAnsi" w:cstheme="majorBidi"/>
      <w:color w:val="147ABD" w:themeColor="accent1"/>
      <w:szCs w:val="32"/>
    </w:rPr>
  </w:style>
  <w:style w:type="character" w:customStyle="1" w:styleId="Heading2Char">
    <w:name w:val="Heading 2 Char"/>
    <w:basedOn w:val="DefaultParagraphFont"/>
    <w:link w:val="Heading2"/>
    <w:uiPriority w:val="9"/>
    <w:rsid w:val="003179EB"/>
    <w:rPr>
      <w:rFonts w:asciiTheme="majorHAnsi" w:eastAsiaTheme="majorEastAsia" w:hAnsiTheme="majorHAnsi" w:cstheme="majorBidi"/>
      <w:b/>
      <w:color w:val="147ABD" w:themeColor="accent1"/>
      <w:szCs w:val="26"/>
    </w:rPr>
  </w:style>
  <w:style w:type="paragraph" w:customStyle="1" w:styleId="Normal-Large">
    <w:name w:val="Normal - Large"/>
    <w:basedOn w:val="Normal"/>
    <w:qFormat/>
    <w:rsid w:val="003179EB"/>
    <w:pPr>
      <w:spacing w:before="360" w:after="36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Behavior%20agree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43256C388D0462A8BA3FD995BEB5F07"/>
        <w:category>
          <w:name w:val="General"/>
          <w:gallery w:val="placeholder"/>
        </w:category>
        <w:types>
          <w:type w:val="bbPlcHdr"/>
        </w:types>
        <w:behaviors>
          <w:behavior w:val="content"/>
        </w:behaviors>
        <w:guid w:val="{0E4C6617-ACB6-4BFD-A990-25DD2E975127}"/>
      </w:docPartPr>
      <w:docPartBody>
        <w:p w:rsidR="00A00EFF" w:rsidRDefault="00000000">
          <w:pPr>
            <w:pStyle w:val="343256C388D0462A8BA3FD995BEB5F07"/>
          </w:pPr>
          <w:r w:rsidRPr="003179EB">
            <w:t>&lt;insert parent(s) name here&gt;</w:t>
          </w:r>
        </w:p>
      </w:docPartBody>
    </w:docPart>
    <w:docPart>
      <w:docPartPr>
        <w:name w:val="0CA03BA244C14460BCFFACFA4BE6E1E0"/>
        <w:category>
          <w:name w:val="General"/>
          <w:gallery w:val="placeholder"/>
        </w:category>
        <w:types>
          <w:type w:val="bbPlcHdr"/>
        </w:types>
        <w:behaviors>
          <w:behavior w:val="content"/>
        </w:behaviors>
        <w:guid w:val="{E1FE7A0D-53B5-4BC3-AEF2-5E9E9BCF5068}"/>
      </w:docPartPr>
      <w:docPartBody>
        <w:p w:rsidR="00A00EFF" w:rsidRDefault="00000000">
          <w:pPr>
            <w:pStyle w:val="0CA03BA244C14460BCFFACFA4BE6E1E0"/>
          </w:pPr>
          <w:r w:rsidRPr="003179EB">
            <w:t>Date:</w:t>
          </w:r>
        </w:p>
      </w:docPartBody>
    </w:docPart>
    <w:docPart>
      <w:docPartPr>
        <w:name w:val="708CDA59788345AA9F13CFDE76A9C4E9"/>
        <w:category>
          <w:name w:val="General"/>
          <w:gallery w:val="placeholder"/>
        </w:category>
        <w:types>
          <w:type w:val="bbPlcHdr"/>
        </w:types>
        <w:behaviors>
          <w:behavior w:val="content"/>
        </w:behaviors>
        <w:guid w:val="{3A204D6A-39E1-4F76-B4E8-F2EF65A4EB9F}"/>
      </w:docPartPr>
      <w:docPartBody>
        <w:p w:rsidR="00A00EFF" w:rsidRDefault="00000000">
          <w:pPr>
            <w:pStyle w:val="708CDA59788345AA9F13CFDE76A9C4E9"/>
          </w:pPr>
          <w:r w:rsidRPr="003179EB">
            <w:t>&lt;Date&gt;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EF2"/>
    <w:rsid w:val="0066588D"/>
    <w:rsid w:val="00A00EFF"/>
    <w:rsid w:val="00E52EF2"/>
    <w:rsid w:val="00E62C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43256C388D0462A8BA3FD995BEB5F07">
    <w:name w:val="343256C388D0462A8BA3FD995BEB5F07"/>
  </w:style>
  <w:style w:type="paragraph" w:customStyle="1" w:styleId="0CA03BA244C14460BCFFACFA4BE6E1E0">
    <w:name w:val="0CA03BA244C14460BCFFACFA4BE6E1E0"/>
  </w:style>
  <w:style w:type="paragraph" w:customStyle="1" w:styleId="708CDA59788345AA9F13CFDE76A9C4E9">
    <w:name w:val="708CDA59788345AA9F13CFDE76A9C4E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Documents-2">
  <a:themeElements>
    <a:clrScheme name="Custom 4">
      <a:dk1>
        <a:srgbClr val="000000"/>
      </a:dk1>
      <a:lt1>
        <a:srgbClr val="FFFFFF"/>
      </a:lt1>
      <a:dk2>
        <a:srgbClr val="353535"/>
      </a:dk2>
      <a:lt2>
        <a:srgbClr val="E8E8E8"/>
      </a:lt2>
      <a:accent1>
        <a:srgbClr val="147ABD"/>
      </a:accent1>
      <a:accent2>
        <a:srgbClr val="21807D"/>
      </a:accent2>
      <a:accent3>
        <a:srgbClr val="3E8429"/>
      </a:accent3>
      <a:accent4>
        <a:srgbClr val="C54F42"/>
      </a:accent4>
      <a:accent5>
        <a:srgbClr val="BD4F87"/>
      </a:accent5>
      <a:accent6>
        <a:srgbClr val="EDAF2C"/>
      </a:accent6>
      <a:hlink>
        <a:srgbClr val="0000FF"/>
      </a:hlink>
      <a:folHlink>
        <a:srgbClr val="FF00FF"/>
      </a:folHlink>
    </a:clrScheme>
    <a:fontScheme name="Arial Black-Arial">
      <a:majorFont>
        <a:latin typeface="Arial Black" panose="020B0A04020102020204"/>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hi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25400" cap="flat">
          <a:solidFill>
            <a:srgbClr val="000000"/>
          </a:solidFill>
          <a:prstDash val="solid"/>
          <a:miter lim="400000"/>
        </a:ln>
        <a:effectLst/>
        <a:sp3d/>
      </a:spPr>
      <a:bodyPr rot="0" spcFirstLastPara="1" vertOverflow="overflow" horzOverflow="overflow" vert="horz" wrap="square" lIns="38100" tIns="38100" rIns="38100" bIns="381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3000" b="0" i="0" u="none" strike="noStrike" cap="none" spc="0" normalizeH="0" baseline="0">
            <a:ln>
              <a:noFill/>
            </a:ln>
            <a:solidFill>
              <a:srgbClr val="FFFFFF"/>
            </a:solidFill>
            <a:effectLst>
              <a:outerShdw blurRad="38100" dist="12700" dir="5400000" rotWithShape="0">
                <a:srgbClr val="000000">
                  <a:alpha val="50000"/>
                </a:srgbClr>
              </a:outerShdw>
            </a:effectLst>
            <a:uFillTx/>
            <a:latin typeface="+mn-lt"/>
            <a:ea typeface="+mn-ea"/>
            <a:cs typeface="+mn-cs"/>
            <a:sym typeface="Gill San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381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3200" b="0" i="0" u="none" strike="noStrike" cap="none" spc="0" normalizeH="0" baseline="0">
            <a:ln>
              <a:noFill/>
            </a:ln>
            <a:solidFill>
              <a:srgbClr val="000000"/>
            </a:solidFill>
            <a:effectLst/>
            <a:uFillTx/>
            <a:latin typeface="+mn-lt"/>
            <a:ea typeface="+mn-ea"/>
            <a:cs typeface="+mn-cs"/>
            <a:sym typeface="Gill San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extLst>
    <a:ext uri="{05A4C25C-085E-4340-85A3-A5531E510DB2}">
      <thm15:themeFamily xmlns:thm15="http://schemas.microsoft.com/office/thememl/2012/main" name="Documents-2" id="{9B3F8919-78F6-1041-AE0F-531EB0A306A3}" vid="{46F7AD45-279D-184E-B651-BF576404343A}"/>
    </a:ext>
  </a:extLst>
</a:theme>
</file>

<file path=docProps/app.xml><?xml version="1.0" encoding="utf-8"?>
<Properties xmlns="http://schemas.openxmlformats.org/officeDocument/2006/extended-properties" xmlns:vt="http://schemas.openxmlformats.org/officeDocument/2006/docPropsVTypes">
  <Template>Behavior agreement.dotx</Template>
  <TotalTime>0</TotalTime>
  <Pages>1</Pages>
  <Words>201</Words>
  <Characters>1148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2023-01-05T12:49:00Z</dcterms:created>
  <dcterms:modified xsi:type="dcterms:W3CDTF">2023-01-05T12:50:00Z</dcterms:modified>
</cp:coreProperties>
</file>