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7" w:type="pct"/>
        <w:tblCellMar>
          <w:top w:w="144" w:type="dxa"/>
          <w:bottom w:w="58" w:type="dxa"/>
        </w:tblCellMar>
        <w:tblLook w:val="0000" w:firstRow="0" w:lastRow="0" w:firstColumn="0" w:lastColumn="0" w:noHBand="0" w:noVBand="0"/>
        <w:tblDescription w:val="Layout table to enter Logo, Date, Receipt number, Company slogan, Customer name, Company name, Street address, City, ST ZIP Code, Phone, and Customer ID"/>
      </w:tblPr>
      <w:tblGrid>
        <w:gridCol w:w="2149"/>
        <w:gridCol w:w="501"/>
        <w:gridCol w:w="3996"/>
        <w:gridCol w:w="4169"/>
      </w:tblGrid>
      <w:tr w:rsidR="00B9273B" w14:paraId="7B8C8905" w14:textId="77777777" w:rsidTr="00354F24">
        <w:trPr>
          <w:trHeight w:val="933"/>
        </w:trPr>
        <w:tc>
          <w:tcPr>
            <w:tcW w:w="2650" w:type="dxa"/>
            <w:gridSpan w:val="2"/>
            <w:shd w:val="clear" w:color="auto" w:fill="auto"/>
            <w:vAlign w:val="center"/>
          </w:tcPr>
          <w:p w14:paraId="051A2016" w14:textId="4241CC33" w:rsidR="00B9273B" w:rsidRDefault="00B9273B" w:rsidP="002D1F46">
            <w:r>
              <w:rPr>
                <w:noProof/>
              </w:rPr>
              <w:drawing>
                <wp:inline distT="0" distB="0" distL="0" distR="0" wp14:anchorId="3423FD54" wp14:editId="32F7777E">
                  <wp:extent cx="800100" cy="800100"/>
                  <wp:effectExtent l="0" t="0" r="0" b="0"/>
                  <wp:docPr id="1042" name="Picture 18" descr="Document with solid fill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1204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2" name="Picture 18" descr="Document with solid fill">
                            <a:extLst>
                              <a:ext uri="{FF2B5EF4-FFF2-40B4-BE49-F238E27FC236}">
                                <a16:creationId xmlns:a16="http://schemas.microsoft.com/office/drawing/2014/main" id="{00000000-0008-0000-0000-00001204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408" cy="800408"/>
                          </a:xfrm>
                          <a:prstGeom prst="rect">
                            <a:avLst/>
                          </a:prstGeom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5" w:type="dxa"/>
            <w:gridSpan w:val="2"/>
            <w:shd w:val="clear" w:color="auto" w:fill="auto"/>
            <w:vAlign w:val="center"/>
          </w:tcPr>
          <w:p w14:paraId="564DA3AA" w14:textId="7423BED3" w:rsidR="00B9273B" w:rsidRPr="00427A3D" w:rsidRDefault="00603F61" w:rsidP="00603F61">
            <w:pPr>
              <w:pStyle w:val="Heading1"/>
              <w:rPr>
                <w:sz w:val="42"/>
                <w:szCs w:val="42"/>
              </w:rPr>
            </w:pPr>
            <w:r w:rsidRPr="00427A3D">
              <w:rPr>
                <w:sz w:val="42"/>
                <w:szCs w:val="42"/>
              </w:rPr>
              <w:t>Payment Request Form</w:t>
            </w:r>
          </w:p>
        </w:tc>
      </w:tr>
      <w:tr w:rsidR="00B9273B" w14:paraId="6489C3BF" w14:textId="77777777" w:rsidTr="00354F24">
        <w:tblPrEx>
          <w:tblCellMar>
            <w:left w:w="115" w:type="dxa"/>
            <w:right w:w="115" w:type="dxa"/>
          </w:tblCellMar>
        </w:tblPrEx>
        <w:trPr>
          <w:trHeight w:val="288"/>
        </w:trPr>
        <w:sdt>
          <w:sdtPr>
            <w:alias w:val="Enter Company Slogan:"/>
            <w:tag w:val="Enter Company Slogan:"/>
            <w:id w:val="1225687571"/>
            <w:placeholder>
              <w:docPart w:val="B77B47128D454587960D434AADAC9306"/>
            </w:placeholder>
            <w:temporary/>
            <w:showingPlcHdr/>
            <w15:appearance w15:val="hidden"/>
          </w:sdtPr>
          <w:sdtContent>
            <w:tc>
              <w:tcPr>
                <w:tcW w:w="6646" w:type="dxa"/>
                <w:gridSpan w:val="3"/>
                <w:shd w:val="clear" w:color="auto" w:fill="FFFFFF"/>
                <w:tcMar>
                  <w:top w:w="0" w:type="dxa"/>
                </w:tcMar>
              </w:tcPr>
              <w:p w14:paraId="597183F8" w14:textId="77777777" w:rsidR="00B9273B" w:rsidRPr="001E3C2E" w:rsidRDefault="00B9273B" w:rsidP="00354F24">
                <w:pPr>
                  <w:pStyle w:val="Heading2"/>
                  <w:framePr w:hSpace="0" w:wrap="auto" w:yAlign="inline"/>
                  <w:jc w:val="left"/>
                </w:pPr>
                <w:r w:rsidRPr="00673E57">
                  <w:rPr>
                    <w:color w:val="auto"/>
                  </w:rPr>
                  <w:t>Company Slogan</w:t>
                </w:r>
              </w:p>
            </w:tc>
          </w:sdtContent>
        </w:sdt>
        <w:tc>
          <w:tcPr>
            <w:tcW w:w="4169" w:type="dxa"/>
            <w:shd w:val="clear" w:color="auto" w:fill="FFFFFF"/>
          </w:tcPr>
          <w:p w14:paraId="72E0A45F" w14:textId="77777777" w:rsidR="00B9273B" w:rsidRPr="00673E57" w:rsidRDefault="00000000" w:rsidP="00354F24">
            <w:pPr>
              <w:pStyle w:val="DateandNumber"/>
            </w:pPr>
            <w:sdt>
              <w:sdtPr>
                <w:rPr>
                  <w:rStyle w:val="Heading2Char"/>
                  <w:color w:val="auto"/>
                  <w:sz w:val="20"/>
                  <w:szCs w:val="20"/>
                </w:rPr>
                <w:alias w:val="Date:"/>
                <w:tag w:val="Date:"/>
                <w:id w:val="-850635904"/>
                <w:placeholder>
                  <w:docPart w:val="9CBDFEDEB7894C07B839E0C6C13C264E"/>
                </w:placeholder>
                <w:temporary/>
                <w:showingPlcHdr/>
                <w15:appearance w15:val="hidden"/>
              </w:sdtPr>
              <w:sdtContent>
                <w:r w:rsidR="00EA1397" w:rsidRPr="00673E57">
                  <w:rPr>
                    <w:rStyle w:val="Heading2Char"/>
                    <w:color w:val="auto"/>
                    <w:sz w:val="20"/>
                    <w:szCs w:val="20"/>
                  </w:rPr>
                  <w:t>Date:</w:t>
                </w:r>
              </w:sdtContent>
            </w:sdt>
            <w:r w:rsidR="00B9273B" w:rsidRPr="00673E57">
              <w:t xml:space="preserve"> </w:t>
            </w:r>
            <w:sdt>
              <w:sdtPr>
                <w:alias w:val="Enter Date:"/>
                <w:tag w:val="Enter Date:"/>
                <w:id w:val="-1491021857"/>
                <w:placeholder>
                  <w:docPart w:val="6A2132540DE6410AB09AA60B55626191"/>
                </w:placeholder>
                <w:temporary/>
                <w:showingPlcHdr/>
                <w15:appearance w15:val="hidden"/>
              </w:sdtPr>
              <w:sdtContent>
                <w:r w:rsidR="00EA1397" w:rsidRPr="00673E57">
                  <w:t>Date</w:t>
                </w:r>
              </w:sdtContent>
            </w:sdt>
          </w:p>
          <w:p w14:paraId="2F0EC434" w14:textId="0B1D4436" w:rsidR="00B9273B" w:rsidRPr="000E042A" w:rsidRDefault="00673E57" w:rsidP="00354F24">
            <w:pPr>
              <w:pStyle w:val="Heading2"/>
              <w:framePr w:hSpace="0" w:wrap="auto" w:yAlign="inline"/>
            </w:pPr>
            <w:r>
              <w:rPr>
                <w:color w:val="auto"/>
              </w:rPr>
              <w:t>Form#:</w:t>
            </w:r>
            <w:r w:rsidR="00B9273B" w:rsidRPr="00673E57">
              <w:rPr>
                <w:color w:val="auto"/>
              </w:rPr>
              <w:t xml:space="preserve"> </w:t>
            </w:r>
            <w:sdt>
              <w:sdtPr>
                <w:rPr>
                  <w:color w:val="auto"/>
                </w:rPr>
                <w:alias w:val="Enter Receipt number:"/>
                <w:tag w:val="Enter Receipt number:"/>
                <w:id w:val="1225687626"/>
                <w:placeholder>
                  <w:docPart w:val="6919323323BB4C59AFC19B7B3E6CD32D"/>
                </w:placeholder>
                <w:temporary/>
                <w:showingPlcHdr/>
                <w15:appearance w15:val="hidden"/>
              </w:sdtPr>
              <w:sdtContent>
                <w:r w:rsidR="00B9273B" w:rsidRPr="00673E57">
                  <w:rPr>
                    <w:color w:val="auto"/>
                  </w:rPr>
                  <w:t>No.</w:t>
                </w:r>
              </w:sdtContent>
            </w:sdt>
          </w:p>
        </w:tc>
      </w:tr>
      <w:tr w:rsidR="00B9273B" w14:paraId="64FD8ADE" w14:textId="77777777" w:rsidTr="00A21EB8">
        <w:tblPrEx>
          <w:tblCellMar>
            <w:left w:w="115" w:type="dxa"/>
            <w:right w:w="115" w:type="dxa"/>
          </w:tblCellMar>
        </w:tblPrEx>
        <w:trPr>
          <w:trHeight w:val="1440"/>
        </w:trPr>
        <w:tc>
          <w:tcPr>
            <w:tcW w:w="2149" w:type="dxa"/>
            <w:shd w:val="clear" w:color="auto" w:fill="FFFFFF"/>
            <w:tcMar>
              <w:top w:w="0" w:type="dxa"/>
              <w:bottom w:w="173" w:type="dxa"/>
            </w:tcMar>
          </w:tcPr>
          <w:p w14:paraId="142773D2" w14:textId="69D98BCC" w:rsidR="00B9273B" w:rsidRPr="00CE673C" w:rsidRDefault="00673E57" w:rsidP="00354F24">
            <w:pPr>
              <w:pStyle w:val="Heading2"/>
              <w:framePr w:hSpace="0" w:wrap="auto" w:yAlign="inline"/>
            </w:pPr>
            <w:r>
              <w:rPr>
                <w:color w:val="auto"/>
              </w:rPr>
              <w:t>Payable To (with address)</w:t>
            </w:r>
            <w:r w:rsidRPr="00673E57">
              <w:rPr>
                <w:color w:val="auto"/>
              </w:rPr>
              <w:t>:</w:t>
            </w:r>
          </w:p>
        </w:tc>
        <w:tc>
          <w:tcPr>
            <w:tcW w:w="4497" w:type="dxa"/>
            <w:gridSpan w:val="2"/>
            <w:shd w:val="clear" w:color="auto" w:fill="FFFFFF"/>
            <w:tcMar>
              <w:bottom w:w="173" w:type="dxa"/>
            </w:tcMar>
          </w:tcPr>
          <w:sdt>
            <w:sdtPr>
              <w:rPr>
                <w:color w:val="auto"/>
              </w:rPr>
              <w:alias w:val="Enter Customer Name:"/>
              <w:tag w:val="Enter Customer Name:"/>
              <w:id w:val="1223530090"/>
              <w:placeholder>
                <w:docPart w:val="A368BACA7A9B45089E338199609B85D4"/>
              </w:placeholder>
              <w:temporary/>
              <w:showingPlcHdr/>
              <w15:appearance w15:val="hidden"/>
            </w:sdtPr>
            <w:sdtContent>
              <w:p w14:paraId="4892F550" w14:textId="77777777" w:rsidR="00B9273B" w:rsidRPr="00673E57" w:rsidRDefault="00B9273B" w:rsidP="00354F24">
                <w:pPr>
                  <w:pStyle w:val="Right-alignedtext"/>
                  <w:jc w:val="left"/>
                  <w:rPr>
                    <w:color w:val="auto"/>
                  </w:rPr>
                </w:pPr>
                <w:r w:rsidRPr="00673E57">
                  <w:rPr>
                    <w:color w:val="auto"/>
                  </w:rPr>
                  <w:t>Customer Name</w:t>
                </w:r>
              </w:p>
            </w:sdtContent>
          </w:sdt>
          <w:sdt>
            <w:sdtPr>
              <w:rPr>
                <w:color w:val="auto"/>
              </w:rPr>
              <w:alias w:val="Enter Company Name:"/>
              <w:tag w:val="Enter Company Name:"/>
              <w:id w:val="1223530117"/>
              <w:placeholder>
                <w:docPart w:val="E84AB9E3761A4B478E96415897FAC1F2"/>
              </w:placeholder>
              <w:temporary/>
              <w:showingPlcHdr/>
              <w15:appearance w15:val="hidden"/>
            </w:sdtPr>
            <w:sdtContent>
              <w:p w14:paraId="48D9D67A" w14:textId="77777777" w:rsidR="00B9273B" w:rsidRPr="00673E57" w:rsidRDefault="00B9273B" w:rsidP="00354F24">
                <w:pPr>
                  <w:pStyle w:val="Right-alignedtext"/>
                  <w:jc w:val="left"/>
                  <w:rPr>
                    <w:color w:val="auto"/>
                  </w:rPr>
                </w:pPr>
                <w:r w:rsidRPr="00673E57">
                  <w:rPr>
                    <w:color w:val="auto"/>
                  </w:rPr>
                  <w:t>Company Name</w:t>
                </w:r>
              </w:p>
            </w:sdtContent>
          </w:sdt>
          <w:sdt>
            <w:sdtPr>
              <w:rPr>
                <w:color w:val="auto"/>
              </w:rPr>
              <w:alias w:val="Enter Street Address:"/>
              <w:tag w:val="Enter Street Address:"/>
              <w:id w:val="1223530144"/>
              <w:placeholder>
                <w:docPart w:val="D20DFCD820BC4422A1EA2384D8A0CB22"/>
              </w:placeholder>
              <w:temporary/>
              <w:showingPlcHdr/>
              <w15:appearance w15:val="hidden"/>
            </w:sdtPr>
            <w:sdtContent>
              <w:p w14:paraId="6805ED0B" w14:textId="77777777" w:rsidR="00B9273B" w:rsidRPr="00673E57" w:rsidRDefault="00B9273B" w:rsidP="00354F24">
                <w:pPr>
                  <w:pStyle w:val="Right-alignedtext"/>
                  <w:jc w:val="left"/>
                  <w:rPr>
                    <w:color w:val="auto"/>
                  </w:rPr>
                </w:pPr>
                <w:r w:rsidRPr="00673E57">
                  <w:rPr>
                    <w:color w:val="auto"/>
                  </w:rPr>
                  <w:t>Street Address</w:t>
                </w:r>
              </w:p>
            </w:sdtContent>
          </w:sdt>
          <w:sdt>
            <w:sdtPr>
              <w:rPr>
                <w:color w:val="auto"/>
              </w:rPr>
              <w:alias w:val="Enter City, ST ZIP Code:"/>
              <w:tag w:val="Enter City, ST ZIP Code:"/>
              <w:id w:val="1223530171"/>
              <w:placeholder>
                <w:docPart w:val="B618C46FE0E649EB9F50387A4001A6BC"/>
              </w:placeholder>
              <w:temporary/>
              <w:showingPlcHdr/>
              <w15:appearance w15:val="hidden"/>
            </w:sdtPr>
            <w:sdtContent>
              <w:p w14:paraId="4663C052" w14:textId="77777777" w:rsidR="00B9273B" w:rsidRPr="00673E57" w:rsidRDefault="00B9273B" w:rsidP="00354F24">
                <w:pPr>
                  <w:pStyle w:val="Right-alignedtext"/>
                  <w:jc w:val="left"/>
                  <w:rPr>
                    <w:color w:val="auto"/>
                  </w:rPr>
                </w:pPr>
                <w:r w:rsidRPr="00673E57">
                  <w:rPr>
                    <w:color w:val="auto"/>
                  </w:rPr>
                  <w:t>City, ST  ZIP Code</w:t>
                </w:r>
              </w:p>
            </w:sdtContent>
          </w:sdt>
          <w:sdt>
            <w:sdtPr>
              <w:rPr>
                <w:color w:val="auto"/>
              </w:rPr>
              <w:alias w:val="Enter Phone:"/>
              <w:tag w:val="Enter Phone:"/>
              <w:id w:val="1223530198"/>
              <w:placeholder>
                <w:docPart w:val="C8A54D4BC8794446819A11C9CF5AB24E"/>
              </w:placeholder>
              <w:temporary/>
              <w:showingPlcHdr/>
              <w15:appearance w15:val="hidden"/>
            </w:sdtPr>
            <w:sdtContent>
              <w:p w14:paraId="7BD5F742" w14:textId="77777777" w:rsidR="00B9273B" w:rsidRPr="00673E57" w:rsidRDefault="00EA1397" w:rsidP="00354F24">
                <w:pPr>
                  <w:pStyle w:val="Right-alignedtext"/>
                  <w:jc w:val="left"/>
                  <w:rPr>
                    <w:color w:val="auto"/>
                  </w:rPr>
                </w:pPr>
                <w:r w:rsidRPr="00673E57">
                  <w:rPr>
                    <w:color w:val="auto"/>
                  </w:rPr>
                  <w:t>P</w:t>
                </w:r>
                <w:r w:rsidR="00B9273B" w:rsidRPr="00673E57">
                  <w:rPr>
                    <w:color w:val="auto"/>
                  </w:rPr>
                  <w:t>hone</w:t>
                </w:r>
              </w:p>
            </w:sdtContent>
          </w:sdt>
          <w:p w14:paraId="5A7B8747" w14:textId="77777777" w:rsidR="00B9273B" w:rsidRPr="00CE673C" w:rsidRDefault="00000000" w:rsidP="00354F24">
            <w:pPr>
              <w:pStyle w:val="Right-alignedtext"/>
              <w:jc w:val="left"/>
            </w:pPr>
            <w:sdt>
              <w:sdtPr>
                <w:rPr>
                  <w:color w:val="auto"/>
                </w:rPr>
                <w:alias w:val="Customer ID:"/>
                <w:tag w:val="Customer ID:"/>
                <w:id w:val="-1966262857"/>
                <w:placeholder>
                  <w:docPart w:val="C7C3E219F8E941DBBB5EBF171CC890AD"/>
                </w:placeholder>
                <w:temporary/>
                <w:showingPlcHdr/>
                <w15:appearance w15:val="hidden"/>
              </w:sdtPr>
              <w:sdtContent>
                <w:r w:rsidR="00EA1397" w:rsidRPr="00673E57">
                  <w:rPr>
                    <w:color w:val="auto"/>
                  </w:rPr>
                  <w:t>Customer ID</w:t>
                </w:r>
              </w:sdtContent>
            </w:sdt>
            <w:r w:rsidR="00EA1397" w:rsidRPr="00673E57">
              <w:rPr>
                <w:color w:val="auto"/>
              </w:rPr>
              <w:t xml:space="preserve"> </w:t>
            </w:r>
            <w:sdt>
              <w:sdtPr>
                <w:rPr>
                  <w:color w:val="auto"/>
                </w:rPr>
                <w:alias w:val="Enter Customer ID:"/>
                <w:tag w:val="Enter Customer ID:"/>
                <w:id w:val="1223530225"/>
                <w:placeholder>
                  <w:docPart w:val="121FD39B3AB24FAC93BC4DDD6A2EE1D1"/>
                </w:placeholder>
                <w:temporary/>
                <w:showingPlcHdr/>
                <w15:appearance w15:val="hidden"/>
              </w:sdtPr>
              <w:sdtContent>
                <w:r w:rsidR="00B9273B" w:rsidRPr="00673E57">
                  <w:rPr>
                    <w:color w:val="auto"/>
                  </w:rPr>
                  <w:t>No.</w:t>
                </w:r>
              </w:sdtContent>
            </w:sdt>
          </w:p>
        </w:tc>
        <w:tc>
          <w:tcPr>
            <w:tcW w:w="4169" w:type="dxa"/>
            <w:shd w:val="clear" w:color="auto" w:fill="FFFFFF"/>
            <w:tcMar>
              <w:bottom w:w="173" w:type="dxa"/>
            </w:tcMar>
          </w:tcPr>
          <w:p w14:paraId="500182A3" w14:textId="4082060F" w:rsidR="00B9273B" w:rsidRPr="0058740E" w:rsidRDefault="0058740E" w:rsidP="00354F24">
            <w:pPr>
              <w:pStyle w:val="Right-alignedtext"/>
              <w:rPr>
                <w:color w:val="C00000"/>
              </w:rPr>
            </w:pPr>
            <w:r w:rsidRPr="0058740E">
              <w:rPr>
                <w:color w:val="C00000"/>
              </w:rPr>
              <w:t>wordexceltemplates.com</w:t>
            </w:r>
          </w:p>
        </w:tc>
      </w:tr>
    </w:tbl>
    <w:p w14:paraId="6DC556D0" w14:textId="77777777" w:rsidR="00954EF9" w:rsidRDefault="00954EF9" w:rsidP="004F202D"/>
    <w:tbl>
      <w:tblPr>
        <w:tblStyle w:val="GridTable6Colorful"/>
        <w:tblW w:w="5000" w:type="pct"/>
        <w:tblLook w:val="0420" w:firstRow="1" w:lastRow="0" w:firstColumn="0" w:lastColumn="0" w:noHBand="0" w:noVBand="1"/>
        <w:tblDescription w:val="Enter Payment Method, Check number, and Job in this table"/>
      </w:tblPr>
      <w:tblGrid>
        <w:gridCol w:w="3597"/>
        <w:gridCol w:w="3597"/>
        <w:gridCol w:w="3596"/>
      </w:tblGrid>
      <w:tr w:rsidR="00B9273B" w:rsidRPr="00354F24" w14:paraId="58AAF3B5" w14:textId="77777777" w:rsidTr="006C2B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3591" w:type="dxa"/>
          </w:tcPr>
          <w:p w14:paraId="46A0668B" w14:textId="7DC1D867" w:rsidR="00B9273B" w:rsidRPr="00673E57" w:rsidRDefault="00673E57" w:rsidP="00673E57">
            <w:pPr>
              <w:pStyle w:val="ColumnHeadings"/>
              <w:rPr>
                <w:b/>
              </w:rPr>
            </w:pPr>
            <w:r w:rsidRPr="00673E57">
              <w:rPr>
                <w:b/>
              </w:rPr>
              <w:t>Vendor invoice #</w:t>
            </w:r>
          </w:p>
        </w:tc>
        <w:sdt>
          <w:sdtPr>
            <w:alias w:val="Check Number:"/>
            <w:tag w:val="Check Number:"/>
            <w:id w:val="-866289225"/>
            <w:placeholder>
              <w:docPart w:val="9B111B196A2E427D81C5D32D8CF97EEC"/>
            </w:placeholder>
            <w:temporary/>
            <w:showingPlcHdr/>
            <w15:appearance w15:val="hidden"/>
          </w:sdtPr>
          <w:sdtContent>
            <w:tc>
              <w:tcPr>
                <w:tcW w:w="3590" w:type="dxa"/>
              </w:tcPr>
              <w:p w14:paraId="128ABB70" w14:textId="77777777" w:rsidR="00B9273B" w:rsidRPr="00354F24" w:rsidRDefault="00EA1397" w:rsidP="00673E57">
                <w:pPr>
                  <w:pStyle w:val="ColumnHeadings"/>
                  <w:rPr>
                    <w:b/>
                  </w:rPr>
                </w:pPr>
                <w:r w:rsidRPr="00354F24">
                  <w:rPr>
                    <w:b/>
                  </w:rPr>
                  <w:t>Check No.</w:t>
                </w:r>
              </w:p>
            </w:tc>
          </w:sdtContent>
        </w:sdt>
        <w:tc>
          <w:tcPr>
            <w:tcW w:w="3589" w:type="dxa"/>
          </w:tcPr>
          <w:p w14:paraId="6F458277" w14:textId="33EA18CC" w:rsidR="00B9273B" w:rsidRPr="00673E57" w:rsidRDefault="00673E57" w:rsidP="00673E57">
            <w:pPr>
              <w:pStyle w:val="ColumnHeadings"/>
              <w:rPr>
                <w:b/>
              </w:rPr>
            </w:pPr>
            <w:r w:rsidRPr="00673E57">
              <w:rPr>
                <w:b/>
              </w:rPr>
              <w:t>Date of invoice</w:t>
            </w:r>
          </w:p>
        </w:tc>
      </w:tr>
      <w:tr w:rsidR="00B9273B" w:rsidRPr="001C2122" w14:paraId="53669AFE" w14:textId="77777777" w:rsidTr="006C2B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tcW w:w="3591" w:type="dxa"/>
          </w:tcPr>
          <w:p w14:paraId="315456EC" w14:textId="77777777" w:rsidR="00B9273B" w:rsidRPr="001C2122" w:rsidRDefault="00B9273B" w:rsidP="00A21EB8"/>
        </w:tc>
        <w:tc>
          <w:tcPr>
            <w:tcW w:w="3590" w:type="dxa"/>
          </w:tcPr>
          <w:p w14:paraId="0B97725B" w14:textId="77777777" w:rsidR="00B9273B" w:rsidRPr="001C2122" w:rsidRDefault="00B9273B" w:rsidP="00A21EB8"/>
        </w:tc>
        <w:tc>
          <w:tcPr>
            <w:tcW w:w="3589" w:type="dxa"/>
          </w:tcPr>
          <w:p w14:paraId="4C0ABFA3" w14:textId="77777777" w:rsidR="00B9273B" w:rsidRPr="001C2122" w:rsidRDefault="00B9273B" w:rsidP="00A21EB8"/>
        </w:tc>
      </w:tr>
    </w:tbl>
    <w:p w14:paraId="2254E6C1" w14:textId="77777777" w:rsidR="00B9273B" w:rsidRDefault="00B9273B" w:rsidP="004F202D"/>
    <w:p w14:paraId="2E2543D8" w14:textId="77777777" w:rsidR="00354F24" w:rsidRDefault="00354F24" w:rsidP="004F202D"/>
    <w:p w14:paraId="66A8851E" w14:textId="77777777" w:rsidR="009C1689" w:rsidRDefault="009C1689" w:rsidP="00F56369"/>
    <w:tbl>
      <w:tblPr>
        <w:tblStyle w:val="GridTable6Colorful-Accent4"/>
        <w:tblW w:w="5053" w:type="pct"/>
        <w:tblLook w:val="0620" w:firstRow="1" w:lastRow="0" w:firstColumn="0" w:lastColumn="0" w:noHBand="1" w:noVBand="1"/>
        <w:tblDescription w:val="Enter Quantity, Item number, Description, Unit Price, Discount, and Line Total in table columns, and Total Discount, Subtotal, Sales Tax, and Total at the table-end"/>
      </w:tblPr>
      <w:tblGrid>
        <w:gridCol w:w="1167"/>
        <w:gridCol w:w="1551"/>
        <w:gridCol w:w="2728"/>
        <w:gridCol w:w="1829"/>
        <w:gridCol w:w="1827"/>
        <w:gridCol w:w="1802"/>
      </w:tblGrid>
      <w:tr w:rsidR="006C2BA5" w:rsidRPr="001E3C2E" w14:paraId="38297258" w14:textId="77777777" w:rsidTr="006C2B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tcW w:w="1167" w:type="dxa"/>
          </w:tcPr>
          <w:p w14:paraId="6A07ACF5" w14:textId="77777777" w:rsidR="00B9273B" w:rsidRPr="006C2BA5" w:rsidRDefault="00000000" w:rsidP="00673E57">
            <w:pPr>
              <w:pStyle w:val="ColumnHeadings"/>
              <w:rPr>
                <w:b/>
                <w:bCs w:val="0"/>
                <w:sz w:val="24"/>
                <w:szCs w:val="24"/>
              </w:rPr>
            </w:pPr>
            <w:sdt>
              <w:sdtPr>
                <w:rPr>
                  <w:b/>
                  <w:bCs w:val="0"/>
                  <w:sz w:val="24"/>
                  <w:szCs w:val="24"/>
                </w:rPr>
                <w:alias w:val="Quantity:"/>
                <w:tag w:val="Quantity:"/>
                <w:id w:val="1002321146"/>
                <w:placeholder>
                  <w:docPart w:val="65FA720107BF4D92A953B70C05656A8D"/>
                </w:placeholder>
                <w:temporary/>
                <w:showingPlcHdr/>
                <w15:appearance w15:val="hidden"/>
              </w:sdtPr>
              <w:sdtContent>
                <w:r w:rsidR="00EA1397" w:rsidRPr="006C2BA5">
                  <w:rPr>
                    <w:b/>
                    <w:bCs w:val="0"/>
                    <w:sz w:val="24"/>
                    <w:szCs w:val="24"/>
                  </w:rPr>
                  <w:t>Qty</w:t>
                </w:r>
              </w:sdtContent>
            </w:sdt>
          </w:p>
        </w:tc>
        <w:sdt>
          <w:sdtPr>
            <w:rPr>
              <w:b/>
              <w:bCs w:val="0"/>
              <w:sz w:val="24"/>
              <w:szCs w:val="24"/>
            </w:rPr>
            <w:alias w:val="Item Number:"/>
            <w:tag w:val="Item Number:"/>
            <w:id w:val="1453440760"/>
            <w:placeholder>
              <w:docPart w:val="4E7A8396D8984D82846D9D07225905CA"/>
            </w:placeholder>
            <w:temporary/>
            <w:showingPlcHdr/>
            <w15:appearance w15:val="hidden"/>
          </w:sdtPr>
          <w:sdtContent>
            <w:tc>
              <w:tcPr>
                <w:tcW w:w="1551" w:type="dxa"/>
              </w:tcPr>
              <w:p w14:paraId="438323C5" w14:textId="77777777" w:rsidR="00B9273B" w:rsidRPr="006C2BA5" w:rsidRDefault="00EA1397" w:rsidP="00673E57">
                <w:pPr>
                  <w:pStyle w:val="ColumnHeadings"/>
                  <w:rPr>
                    <w:b/>
                    <w:bCs w:val="0"/>
                    <w:sz w:val="24"/>
                    <w:szCs w:val="24"/>
                  </w:rPr>
                </w:pPr>
                <w:r w:rsidRPr="006C2BA5">
                  <w:rPr>
                    <w:b/>
                    <w:bCs w:val="0"/>
                    <w:sz w:val="24"/>
                    <w:szCs w:val="24"/>
                  </w:rPr>
                  <w:t>Item #</w:t>
                </w:r>
              </w:p>
            </w:tc>
          </w:sdtContent>
        </w:sdt>
        <w:sdt>
          <w:sdtPr>
            <w:rPr>
              <w:b/>
              <w:bCs w:val="0"/>
              <w:sz w:val="24"/>
              <w:szCs w:val="24"/>
            </w:rPr>
            <w:alias w:val="Description:"/>
            <w:tag w:val="Description:"/>
            <w:id w:val="-27342786"/>
            <w:placeholder>
              <w:docPart w:val="07B277D7B689439982CB70DF1BFC1994"/>
            </w:placeholder>
            <w:temporary/>
            <w:showingPlcHdr/>
            <w15:appearance w15:val="hidden"/>
          </w:sdtPr>
          <w:sdtContent>
            <w:tc>
              <w:tcPr>
                <w:tcW w:w="2728" w:type="dxa"/>
              </w:tcPr>
              <w:p w14:paraId="19002492" w14:textId="77777777" w:rsidR="00B9273B" w:rsidRPr="006C2BA5" w:rsidRDefault="00EA1397" w:rsidP="00673E57">
                <w:pPr>
                  <w:pStyle w:val="ColumnHeadings"/>
                  <w:rPr>
                    <w:b/>
                    <w:bCs w:val="0"/>
                    <w:sz w:val="24"/>
                    <w:szCs w:val="24"/>
                  </w:rPr>
                </w:pPr>
                <w:r w:rsidRPr="006C2BA5">
                  <w:rPr>
                    <w:b/>
                    <w:bCs w:val="0"/>
                    <w:sz w:val="24"/>
                    <w:szCs w:val="24"/>
                  </w:rPr>
                  <w:t>Description</w:t>
                </w:r>
              </w:p>
            </w:tc>
          </w:sdtContent>
        </w:sdt>
        <w:sdt>
          <w:sdtPr>
            <w:rPr>
              <w:b/>
              <w:bCs w:val="0"/>
              <w:sz w:val="24"/>
              <w:szCs w:val="24"/>
            </w:rPr>
            <w:alias w:val="Unit Price:"/>
            <w:tag w:val="Unit Price:"/>
            <w:id w:val="103167809"/>
            <w:placeholder>
              <w:docPart w:val="3B60659A2E8E47BFB4E468BB87AD1AF0"/>
            </w:placeholder>
            <w:temporary/>
            <w:showingPlcHdr/>
            <w15:appearance w15:val="hidden"/>
          </w:sdtPr>
          <w:sdtContent>
            <w:tc>
              <w:tcPr>
                <w:tcW w:w="1829" w:type="dxa"/>
              </w:tcPr>
              <w:p w14:paraId="3587AD03" w14:textId="77777777" w:rsidR="00B9273B" w:rsidRPr="006C2BA5" w:rsidRDefault="00EA1397" w:rsidP="00673E57">
                <w:pPr>
                  <w:pStyle w:val="ColumnHeadings"/>
                  <w:rPr>
                    <w:b/>
                    <w:bCs w:val="0"/>
                    <w:sz w:val="24"/>
                    <w:szCs w:val="24"/>
                  </w:rPr>
                </w:pPr>
                <w:r w:rsidRPr="006C2BA5">
                  <w:rPr>
                    <w:b/>
                    <w:bCs w:val="0"/>
                    <w:sz w:val="24"/>
                    <w:szCs w:val="24"/>
                  </w:rPr>
                  <w:t>Unit Price</w:t>
                </w:r>
              </w:p>
            </w:tc>
          </w:sdtContent>
        </w:sdt>
        <w:sdt>
          <w:sdtPr>
            <w:rPr>
              <w:b/>
              <w:bCs w:val="0"/>
              <w:sz w:val="24"/>
              <w:szCs w:val="24"/>
            </w:rPr>
            <w:alias w:val="Discount:"/>
            <w:tag w:val="Discount:"/>
            <w:id w:val="823774566"/>
            <w:placeholder>
              <w:docPart w:val="6B00C37841E04CC8936B43FD8D3F8E5E"/>
            </w:placeholder>
            <w:temporary/>
            <w:showingPlcHdr/>
            <w15:appearance w15:val="hidden"/>
          </w:sdtPr>
          <w:sdtContent>
            <w:tc>
              <w:tcPr>
                <w:tcW w:w="1827" w:type="dxa"/>
              </w:tcPr>
              <w:p w14:paraId="310519DE" w14:textId="77777777" w:rsidR="00B9273B" w:rsidRPr="006C2BA5" w:rsidRDefault="00EA1397" w:rsidP="00673E57">
                <w:pPr>
                  <w:pStyle w:val="ColumnHeadings"/>
                  <w:rPr>
                    <w:b/>
                    <w:bCs w:val="0"/>
                    <w:sz w:val="24"/>
                    <w:szCs w:val="24"/>
                  </w:rPr>
                </w:pPr>
                <w:r w:rsidRPr="006C2BA5">
                  <w:rPr>
                    <w:b/>
                    <w:bCs w:val="0"/>
                    <w:sz w:val="24"/>
                    <w:szCs w:val="24"/>
                  </w:rPr>
                  <w:t>Discount</w:t>
                </w:r>
              </w:p>
            </w:tc>
          </w:sdtContent>
        </w:sdt>
        <w:sdt>
          <w:sdtPr>
            <w:rPr>
              <w:b/>
              <w:bCs w:val="0"/>
              <w:sz w:val="24"/>
              <w:szCs w:val="24"/>
            </w:rPr>
            <w:alias w:val="Line Total:"/>
            <w:tag w:val="Line Total:"/>
            <w:id w:val="959077748"/>
            <w:placeholder>
              <w:docPart w:val="E192F0FAF62A44918496996E2510109D"/>
            </w:placeholder>
            <w:temporary/>
            <w:showingPlcHdr/>
            <w15:appearance w15:val="hidden"/>
          </w:sdtPr>
          <w:sdtContent>
            <w:tc>
              <w:tcPr>
                <w:tcW w:w="1802" w:type="dxa"/>
              </w:tcPr>
              <w:p w14:paraId="2BBE21F5" w14:textId="77777777" w:rsidR="00B9273B" w:rsidRPr="006C2BA5" w:rsidRDefault="00EA1397" w:rsidP="00673E57">
                <w:pPr>
                  <w:pStyle w:val="ColumnHeadings"/>
                  <w:rPr>
                    <w:b/>
                    <w:bCs w:val="0"/>
                    <w:sz w:val="24"/>
                    <w:szCs w:val="24"/>
                  </w:rPr>
                </w:pPr>
                <w:r w:rsidRPr="006C2BA5">
                  <w:rPr>
                    <w:b/>
                    <w:bCs w:val="0"/>
                    <w:sz w:val="24"/>
                    <w:szCs w:val="24"/>
                  </w:rPr>
                  <w:t>Line Total</w:t>
                </w:r>
              </w:p>
            </w:tc>
          </w:sdtContent>
        </w:sdt>
      </w:tr>
      <w:tr w:rsidR="006C2BA5" w:rsidRPr="001C2122" w14:paraId="30A59159" w14:textId="77777777" w:rsidTr="006C2BA5">
        <w:trPr>
          <w:trHeight w:val="398"/>
        </w:trPr>
        <w:tc>
          <w:tcPr>
            <w:tcW w:w="1167" w:type="dxa"/>
          </w:tcPr>
          <w:p w14:paraId="2914789B" w14:textId="670145F7" w:rsidR="00B9273B" w:rsidRPr="006C2BA5" w:rsidRDefault="006C2BA5" w:rsidP="00354F24">
            <w:pPr>
              <w:jc w:val="center"/>
              <w:rPr>
                <w:color w:val="auto"/>
                <w:sz w:val="20"/>
                <w:szCs w:val="20"/>
              </w:rPr>
            </w:pPr>
            <w:r w:rsidRPr="006C2BA5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551" w:type="dxa"/>
          </w:tcPr>
          <w:p w14:paraId="11639599" w14:textId="56317291" w:rsidR="00B9273B" w:rsidRPr="006C2BA5" w:rsidRDefault="006C2BA5" w:rsidP="00354F24">
            <w:pPr>
              <w:jc w:val="center"/>
              <w:rPr>
                <w:color w:val="auto"/>
                <w:sz w:val="20"/>
                <w:szCs w:val="20"/>
              </w:rPr>
            </w:pPr>
            <w:r w:rsidRPr="006C2BA5">
              <w:rPr>
                <w:color w:val="auto"/>
                <w:sz w:val="20"/>
                <w:szCs w:val="20"/>
              </w:rPr>
              <w:t>Item #</w:t>
            </w:r>
          </w:p>
        </w:tc>
        <w:tc>
          <w:tcPr>
            <w:tcW w:w="2728" w:type="dxa"/>
          </w:tcPr>
          <w:p w14:paraId="346EC668" w14:textId="258617E4" w:rsidR="00B9273B" w:rsidRPr="006C2BA5" w:rsidRDefault="006C2BA5" w:rsidP="00354F24">
            <w:pPr>
              <w:jc w:val="center"/>
              <w:rPr>
                <w:color w:val="auto"/>
                <w:sz w:val="20"/>
                <w:szCs w:val="20"/>
              </w:rPr>
            </w:pPr>
            <w:r w:rsidRPr="006C2BA5">
              <w:rPr>
                <w:color w:val="auto"/>
                <w:sz w:val="20"/>
                <w:szCs w:val="20"/>
              </w:rPr>
              <w:t>Description</w:t>
            </w:r>
          </w:p>
        </w:tc>
        <w:tc>
          <w:tcPr>
            <w:tcW w:w="1829" w:type="dxa"/>
          </w:tcPr>
          <w:p w14:paraId="18BE439F" w14:textId="11139775" w:rsidR="00B9273B" w:rsidRPr="006C2BA5" w:rsidRDefault="006C2BA5" w:rsidP="00354F24">
            <w:pPr>
              <w:pStyle w:val="Amount"/>
              <w:jc w:val="center"/>
              <w:rPr>
                <w:color w:val="auto"/>
                <w:sz w:val="20"/>
                <w:szCs w:val="20"/>
              </w:rPr>
            </w:pPr>
            <w:r w:rsidRPr="006C2BA5">
              <w:rPr>
                <w:color w:val="auto"/>
                <w:sz w:val="20"/>
                <w:szCs w:val="20"/>
              </w:rPr>
              <w:t>50</w:t>
            </w:r>
          </w:p>
        </w:tc>
        <w:tc>
          <w:tcPr>
            <w:tcW w:w="1827" w:type="dxa"/>
          </w:tcPr>
          <w:p w14:paraId="5634FB4F" w14:textId="37A60E70" w:rsidR="00B9273B" w:rsidRPr="006C2BA5" w:rsidRDefault="006C2BA5" w:rsidP="00354F24">
            <w:pPr>
              <w:pStyle w:val="Amount"/>
              <w:jc w:val="center"/>
              <w:rPr>
                <w:color w:val="auto"/>
                <w:sz w:val="20"/>
                <w:szCs w:val="20"/>
              </w:rPr>
            </w:pPr>
            <w:r w:rsidRPr="006C2BA5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1802" w:type="dxa"/>
          </w:tcPr>
          <w:p w14:paraId="4999E9A7" w14:textId="171DBF6A" w:rsidR="00B9273B" w:rsidRPr="006C2BA5" w:rsidRDefault="006C2BA5" w:rsidP="00354F24">
            <w:pPr>
              <w:pStyle w:val="Amount"/>
              <w:jc w:val="center"/>
              <w:rPr>
                <w:color w:val="auto"/>
                <w:sz w:val="20"/>
                <w:szCs w:val="20"/>
              </w:rPr>
            </w:pPr>
            <w:r w:rsidRPr="006C2BA5">
              <w:rPr>
                <w:color w:val="auto"/>
                <w:sz w:val="20"/>
                <w:szCs w:val="20"/>
              </w:rPr>
              <w:t>45</w:t>
            </w:r>
          </w:p>
        </w:tc>
      </w:tr>
      <w:tr w:rsidR="006C2BA5" w:rsidRPr="001C2122" w14:paraId="58FC9953" w14:textId="77777777" w:rsidTr="006C2BA5">
        <w:trPr>
          <w:trHeight w:val="398"/>
        </w:trPr>
        <w:tc>
          <w:tcPr>
            <w:tcW w:w="1167" w:type="dxa"/>
          </w:tcPr>
          <w:p w14:paraId="5AC5C977" w14:textId="6B450F76" w:rsidR="00B9273B" w:rsidRPr="006C2BA5" w:rsidRDefault="006C2BA5" w:rsidP="00354F24">
            <w:pPr>
              <w:jc w:val="center"/>
              <w:rPr>
                <w:color w:val="auto"/>
                <w:sz w:val="20"/>
                <w:szCs w:val="20"/>
              </w:rPr>
            </w:pPr>
            <w:r w:rsidRPr="006C2BA5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1551" w:type="dxa"/>
          </w:tcPr>
          <w:p w14:paraId="70CEB4AB" w14:textId="245AF5EF" w:rsidR="00B9273B" w:rsidRPr="006C2BA5" w:rsidRDefault="006C2BA5" w:rsidP="00354F24">
            <w:pPr>
              <w:jc w:val="center"/>
              <w:rPr>
                <w:color w:val="auto"/>
                <w:sz w:val="20"/>
                <w:szCs w:val="20"/>
              </w:rPr>
            </w:pPr>
            <w:r w:rsidRPr="006C2BA5">
              <w:rPr>
                <w:color w:val="auto"/>
                <w:sz w:val="20"/>
                <w:szCs w:val="20"/>
              </w:rPr>
              <w:t>Item #</w:t>
            </w:r>
          </w:p>
        </w:tc>
        <w:tc>
          <w:tcPr>
            <w:tcW w:w="2728" w:type="dxa"/>
          </w:tcPr>
          <w:p w14:paraId="44F5E72D" w14:textId="7C45768A" w:rsidR="00B9273B" w:rsidRPr="006C2BA5" w:rsidRDefault="006C2BA5" w:rsidP="00354F24">
            <w:pPr>
              <w:jc w:val="center"/>
              <w:rPr>
                <w:color w:val="auto"/>
                <w:sz w:val="20"/>
                <w:szCs w:val="20"/>
              </w:rPr>
            </w:pPr>
            <w:r w:rsidRPr="006C2BA5">
              <w:rPr>
                <w:color w:val="auto"/>
                <w:sz w:val="20"/>
                <w:szCs w:val="20"/>
              </w:rPr>
              <w:t>Description</w:t>
            </w:r>
          </w:p>
        </w:tc>
        <w:tc>
          <w:tcPr>
            <w:tcW w:w="1829" w:type="dxa"/>
          </w:tcPr>
          <w:p w14:paraId="28B28849" w14:textId="3D0A592A" w:rsidR="00B9273B" w:rsidRPr="006C2BA5" w:rsidRDefault="006C2BA5" w:rsidP="00354F24">
            <w:pPr>
              <w:pStyle w:val="Amount"/>
              <w:jc w:val="center"/>
              <w:rPr>
                <w:color w:val="auto"/>
                <w:sz w:val="20"/>
                <w:szCs w:val="20"/>
              </w:rPr>
            </w:pPr>
            <w:r w:rsidRPr="006C2BA5">
              <w:rPr>
                <w:color w:val="auto"/>
                <w:sz w:val="20"/>
                <w:szCs w:val="20"/>
              </w:rPr>
              <w:t>100</w:t>
            </w:r>
          </w:p>
        </w:tc>
        <w:tc>
          <w:tcPr>
            <w:tcW w:w="1827" w:type="dxa"/>
          </w:tcPr>
          <w:p w14:paraId="64231150" w14:textId="510B814A" w:rsidR="00B9273B" w:rsidRPr="006C2BA5" w:rsidRDefault="006C2BA5" w:rsidP="00354F24">
            <w:pPr>
              <w:pStyle w:val="Amount"/>
              <w:jc w:val="center"/>
              <w:rPr>
                <w:color w:val="auto"/>
                <w:sz w:val="20"/>
                <w:szCs w:val="20"/>
              </w:rPr>
            </w:pPr>
            <w:r w:rsidRPr="006C2BA5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1802" w:type="dxa"/>
          </w:tcPr>
          <w:p w14:paraId="305C1E21" w14:textId="6E03398D" w:rsidR="00B9273B" w:rsidRPr="006C2BA5" w:rsidRDefault="006C2BA5" w:rsidP="00354F24">
            <w:pPr>
              <w:pStyle w:val="Amount"/>
              <w:jc w:val="center"/>
              <w:rPr>
                <w:color w:val="auto"/>
                <w:sz w:val="20"/>
                <w:szCs w:val="20"/>
              </w:rPr>
            </w:pPr>
            <w:r w:rsidRPr="006C2BA5">
              <w:rPr>
                <w:color w:val="auto"/>
                <w:sz w:val="20"/>
                <w:szCs w:val="20"/>
              </w:rPr>
              <w:t>500</w:t>
            </w:r>
          </w:p>
        </w:tc>
      </w:tr>
      <w:tr w:rsidR="006C2BA5" w:rsidRPr="001C2122" w14:paraId="2BC9DC8D" w14:textId="77777777" w:rsidTr="006C2BA5">
        <w:trPr>
          <w:trHeight w:val="398"/>
        </w:trPr>
        <w:tc>
          <w:tcPr>
            <w:tcW w:w="1167" w:type="dxa"/>
          </w:tcPr>
          <w:p w14:paraId="6D92EDF9" w14:textId="77777777" w:rsidR="00B9273B" w:rsidRPr="006C2BA5" w:rsidRDefault="00B9273B" w:rsidP="00354F24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51" w:type="dxa"/>
          </w:tcPr>
          <w:p w14:paraId="38C06E15" w14:textId="77777777" w:rsidR="00B9273B" w:rsidRPr="006C2BA5" w:rsidRDefault="00B9273B" w:rsidP="00354F24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728" w:type="dxa"/>
          </w:tcPr>
          <w:p w14:paraId="494BE296" w14:textId="77777777" w:rsidR="00B9273B" w:rsidRPr="006C2BA5" w:rsidRDefault="00B9273B" w:rsidP="00354F24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829" w:type="dxa"/>
          </w:tcPr>
          <w:p w14:paraId="7F406EDA" w14:textId="77777777" w:rsidR="00B9273B" w:rsidRPr="006C2BA5" w:rsidRDefault="00B9273B" w:rsidP="00354F24">
            <w:pPr>
              <w:pStyle w:val="Amoun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827" w:type="dxa"/>
          </w:tcPr>
          <w:p w14:paraId="65E9A3A5" w14:textId="77777777" w:rsidR="00B9273B" w:rsidRPr="006C2BA5" w:rsidRDefault="00B9273B" w:rsidP="00354F24">
            <w:pPr>
              <w:pStyle w:val="Amoun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802" w:type="dxa"/>
          </w:tcPr>
          <w:p w14:paraId="4F37D3EC" w14:textId="77777777" w:rsidR="00B9273B" w:rsidRPr="006C2BA5" w:rsidRDefault="00B9273B" w:rsidP="00354F24">
            <w:pPr>
              <w:pStyle w:val="Amoun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6C2BA5" w:rsidRPr="001C2122" w14:paraId="34493E48" w14:textId="77777777" w:rsidTr="006C2BA5">
        <w:trPr>
          <w:trHeight w:val="398"/>
        </w:trPr>
        <w:tc>
          <w:tcPr>
            <w:tcW w:w="1167" w:type="dxa"/>
          </w:tcPr>
          <w:p w14:paraId="7A1EE290" w14:textId="77777777" w:rsidR="00B9273B" w:rsidRPr="006C2BA5" w:rsidRDefault="00B9273B" w:rsidP="00354F24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51" w:type="dxa"/>
          </w:tcPr>
          <w:p w14:paraId="0DE6AA3F" w14:textId="77777777" w:rsidR="00B9273B" w:rsidRPr="006C2BA5" w:rsidRDefault="00B9273B" w:rsidP="00354F24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728" w:type="dxa"/>
          </w:tcPr>
          <w:p w14:paraId="651DF725" w14:textId="77777777" w:rsidR="00B9273B" w:rsidRPr="006C2BA5" w:rsidRDefault="00B9273B" w:rsidP="00354F24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829" w:type="dxa"/>
          </w:tcPr>
          <w:p w14:paraId="499F327D" w14:textId="77777777" w:rsidR="00B9273B" w:rsidRPr="006C2BA5" w:rsidRDefault="00B9273B" w:rsidP="00354F24">
            <w:pPr>
              <w:pStyle w:val="Amoun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827" w:type="dxa"/>
          </w:tcPr>
          <w:p w14:paraId="7B60BC66" w14:textId="77777777" w:rsidR="00B9273B" w:rsidRPr="006C2BA5" w:rsidRDefault="00B9273B" w:rsidP="00354F24">
            <w:pPr>
              <w:pStyle w:val="Amoun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802" w:type="dxa"/>
          </w:tcPr>
          <w:p w14:paraId="492890D6" w14:textId="77777777" w:rsidR="00B9273B" w:rsidRPr="006C2BA5" w:rsidRDefault="00B9273B" w:rsidP="00354F24">
            <w:pPr>
              <w:pStyle w:val="Amoun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6C2BA5" w:rsidRPr="001C2122" w14:paraId="5EC7BBCF" w14:textId="77777777" w:rsidTr="006C2BA5">
        <w:trPr>
          <w:trHeight w:val="398"/>
        </w:trPr>
        <w:tc>
          <w:tcPr>
            <w:tcW w:w="1167" w:type="dxa"/>
          </w:tcPr>
          <w:p w14:paraId="2C2D3051" w14:textId="77777777" w:rsidR="00B9273B" w:rsidRPr="006C2BA5" w:rsidRDefault="00B9273B" w:rsidP="00354F24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51" w:type="dxa"/>
          </w:tcPr>
          <w:p w14:paraId="5CA36492" w14:textId="77777777" w:rsidR="00B9273B" w:rsidRPr="006C2BA5" w:rsidRDefault="00B9273B" w:rsidP="00354F24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728" w:type="dxa"/>
          </w:tcPr>
          <w:p w14:paraId="03562A61" w14:textId="77777777" w:rsidR="00B9273B" w:rsidRPr="006C2BA5" w:rsidRDefault="00B9273B" w:rsidP="00354F24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829" w:type="dxa"/>
          </w:tcPr>
          <w:p w14:paraId="1BA48FF3" w14:textId="77777777" w:rsidR="00B9273B" w:rsidRPr="006C2BA5" w:rsidRDefault="00B9273B" w:rsidP="00354F24">
            <w:pPr>
              <w:pStyle w:val="Amoun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827" w:type="dxa"/>
          </w:tcPr>
          <w:p w14:paraId="13332669" w14:textId="77777777" w:rsidR="00B9273B" w:rsidRPr="006C2BA5" w:rsidRDefault="00B9273B" w:rsidP="00354F24">
            <w:pPr>
              <w:pStyle w:val="Amoun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802" w:type="dxa"/>
          </w:tcPr>
          <w:p w14:paraId="2C554869" w14:textId="77777777" w:rsidR="00B9273B" w:rsidRPr="006C2BA5" w:rsidRDefault="00B9273B" w:rsidP="00354F24">
            <w:pPr>
              <w:pStyle w:val="Amoun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6C2BA5" w:rsidRPr="001C2122" w14:paraId="2DDA009A" w14:textId="77777777" w:rsidTr="006C2BA5">
        <w:trPr>
          <w:trHeight w:val="398"/>
        </w:trPr>
        <w:tc>
          <w:tcPr>
            <w:tcW w:w="1167" w:type="dxa"/>
          </w:tcPr>
          <w:p w14:paraId="1922C580" w14:textId="77777777" w:rsidR="00B9273B" w:rsidRPr="006C2BA5" w:rsidRDefault="00B9273B" w:rsidP="00354F24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51" w:type="dxa"/>
          </w:tcPr>
          <w:p w14:paraId="65FF887A" w14:textId="77777777" w:rsidR="00B9273B" w:rsidRPr="006C2BA5" w:rsidRDefault="00B9273B" w:rsidP="00354F24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728" w:type="dxa"/>
          </w:tcPr>
          <w:p w14:paraId="1723AD61" w14:textId="77777777" w:rsidR="00B9273B" w:rsidRPr="006C2BA5" w:rsidRDefault="00B9273B" w:rsidP="00354F24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829" w:type="dxa"/>
          </w:tcPr>
          <w:p w14:paraId="4EBF1BC8" w14:textId="77777777" w:rsidR="00B9273B" w:rsidRPr="006C2BA5" w:rsidRDefault="00B9273B" w:rsidP="00354F24">
            <w:pPr>
              <w:pStyle w:val="Amoun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827" w:type="dxa"/>
          </w:tcPr>
          <w:p w14:paraId="1499B4AE" w14:textId="77777777" w:rsidR="00B9273B" w:rsidRPr="006C2BA5" w:rsidRDefault="00B9273B" w:rsidP="00354F24">
            <w:pPr>
              <w:pStyle w:val="Amoun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802" w:type="dxa"/>
          </w:tcPr>
          <w:p w14:paraId="67B535B3" w14:textId="77777777" w:rsidR="00B9273B" w:rsidRPr="006C2BA5" w:rsidRDefault="00B9273B" w:rsidP="00354F24">
            <w:pPr>
              <w:pStyle w:val="Amoun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6C2BA5" w:rsidRPr="001C2122" w14:paraId="6F21EF4B" w14:textId="77777777" w:rsidTr="006C2BA5">
        <w:trPr>
          <w:trHeight w:val="398"/>
        </w:trPr>
        <w:tc>
          <w:tcPr>
            <w:tcW w:w="1167" w:type="dxa"/>
          </w:tcPr>
          <w:p w14:paraId="03B31681" w14:textId="77777777" w:rsidR="00B9273B" w:rsidRPr="006C2BA5" w:rsidRDefault="00B9273B" w:rsidP="00354F24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51" w:type="dxa"/>
          </w:tcPr>
          <w:p w14:paraId="0872F8EE" w14:textId="77777777" w:rsidR="00B9273B" w:rsidRPr="006C2BA5" w:rsidRDefault="00B9273B" w:rsidP="00354F24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728" w:type="dxa"/>
          </w:tcPr>
          <w:p w14:paraId="3DC4806D" w14:textId="77777777" w:rsidR="00B9273B" w:rsidRPr="006C2BA5" w:rsidRDefault="00B9273B" w:rsidP="00354F24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829" w:type="dxa"/>
          </w:tcPr>
          <w:p w14:paraId="367FB7C1" w14:textId="77777777" w:rsidR="00B9273B" w:rsidRPr="006C2BA5" w:rsidRDefault="00B9273B" w:rsidP="00354F24">
            <w:pPr>
              <w:pStyle w:val="Amoun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827" w:type="dxa"/>
          </w:tcPr>
          <w:p w14:paraId="5CB93F01" w14:textId="77777777" w:rsidR="00B9273B" w:rsidRPr="006C2BA5" w:rsidRDefault="00B9273B" w:rsidP="00354F24">
            <w:pPr>
              <w:pStyle w:val="Amoun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802" w:type="dxa"/>
          </w:tcPr>
          <w:p w14:paraId="49B2E5AD" w14:textId="77777777" w:rsidR="00B9273B" w:rsidRPr="006C2BA5" w:rsidRDefault="00B9273B" w:rsidP="00354F24">
            <w:pPr>
              <w:pStyle w:val="Amoun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6C2BA5" w:rsidRPr="001C2122" w14:paraId="3724D5BB" w14:textId="77777777" w:rsidTr="006C2BA5">
        <w:trPr>
          <w:trHeight w:val="458"/>
        </w:trPr>
        <w:tc>
          <w:tcPr>
            <w:tcW w:w="5446" w:type="dxa"/>
            <w:gridSpan w:val="3"/>
            <w:vMerge w:val="restart"/>
          </w:tcPr>
          <w:p w14:paraId="000B3B13" w14:textId="77777777" w:rsidR="006C2BA5" w:rsidRPr="006C2BA5" w:rsidRDefault="006C2BA5" w:rsidP="006C2BA5">
            <w:pPr>
              <w:rPr>
                <w:color w:val="auto"/>
              </w:rPr>
            </w:pPr>
          </w:p>
        </w:tc>
        <w:tc>
          <w:tcPr>
            <w:tcW w:w="1829" w:type="dxa"/>
          </w:tcPr>
          <w:p w14:paraId="49E5EFD7" w14:textId="77777777" w:rsidR="006C2BA5" w:rsidRPr="006C2BA5" w:rsidRDefault="006C2BA5" w:rsidP="00354F24">
            <w:pPr>
              <w:pStyle w:val="Heading2"/>
              <w:framePr w:hSpace="0" w:wrap="auto" w:yAlign="inline"/>
              <w:jc w:val="center"/>
              <w:outlineLvl w:val="1"/>
              <w:rPr>
                <w:color w:val="auto"/>
              </w:rPr>
            </w:pPr>
            <w:sdt>
              <w:sdtPr>
                <w:rPr>
                  <w:color w:val="auto"/>
                </w:rPr>
                <w:alias w:val="Total Discount:"/>
                <w:tag w:val="Total Discount:"/>
                <w:id w:val="-2128605846"/>
                <w:placeholder>
                  <w:docPart w:val="7CF798368D094ED0A5E4D8B906D1B9A9"/>
                </w:placeholder>
                <w:temporary/>
                <w:showingPlcHdr/>
                <w15:appearance w15:val="hidden"/>
              </w:sdtPr>
              <w:sdtContent>
                <w:r w:rsidRPr="006C2BA5">
                  <w:rPr>
                    <w:color w:val="auto"/>
                  </w:rPr>
                  <w:t>Total Discount</w:t>
                </w:r>
              </w:sdtContent>
            </w:sdt>
          </w:p>
        </w:tc>
        <w:tc>
          <w:tcPr>
            <w:tcW w:w="1827" w:type="dxa"/>
          </w:tcPr>
          <w:p w14:paraId="152EDDD5" w14:textId="0CC3CF89" w:rsidR="006C2BA5" w:rsidRPr="006C2BA5" w:rsidRDefault="006C2BA5" w:rsidP="00354F24">
            <w:pPr>
              <w:pStyle w:val="Heading2"/>
              <w:framePr w:hSpace="0" w:wrap="auto" w:yAlign="inline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802" w:type="dxa"/>
          </w:tcPr>
          <w:p w14:paraId="4200E382" w14:textId="2C362AF7" w:rsidR="006C2BA5" w:rsidRPr="006C2BA5" w:rsidRDefault="006C2BA5" w:rsidP="00354F24">
            <w:pPr>
              <w:pStyle w:val="Amount"/>
              <w:jc w:val="center"/>
              <w:rPr>
                <w:color w:val="auto"/>
                <w:sz w:val="20"/>
                <w:szCs w:val="20"/>
              </w:rPr>
            </w:pPr>
            <w:r w:rsidRPr="006C2BA5">
              <w:rPr>
                <w:color w:val="auto"/>
                <w:sz w:val="20"/>
                <w:szCs w:val="20"/>
              </w:rPr>
              <w:t>545</w:t>
            </w:r>
          </w:p>
        </w:tc>
      </w:tr>
      <w:tr w:rsidR="006C2BA5" w:rsidRPr="001C2122" w14:paraId="52A09D28" w14:textId="77777777" w:rsidTr="006C2BA5">
        <w:trPr>
          <w:trHeight w:val="398"/>
        </w:trPr>
        <w:tc>
          <w:tcPr>
            <w:tcW w:w="5446" w:type="dxa"/>
            <w:gridSpan w:val="3"/>
            <w:vMerge/>
          </w:tcPr>
          <w:p w14:paraId="50C9EA17" w14:textId="77777777" w:rsidR="006C2BA5" w:rsidRPr="006C2BA5" w:rsidRDefault="006C2BA5" w:rsidP="00354F24">
            <w:pPr>
              <w:jc w:val="center"/>
              <w:rPr>
                <w:color w:val="auto"/>
              </w:rPr>
            </w:pPr>
          </w:p>
        </w:tc>
        <w:tc>
          <w:tcPr>
            <w:tcW w:w="1829" w:type="dxa"/>
            <w:vMerge w:val="restart"/>
          </w:tcPr>
          <w:p w14:paraId="6D264640" w14:textId="77777777" w:rsidR="006C2BA5" w:rsidRPr="006C2BA5" w:rsidRDefault="006C2BA5" w:rsidP="00354F24">
            <w:pPr>
              <w:jc w:val="center"/>
              <w:rPr>
                <w:color w:val="auto"/>
              </w:rPr>
            </w:pPr>
          </w:p>
        </w:tc>
        <w:sdt>
          <w:sdtPr>
            <w:rPr>
              <w:color w:val="auto"/>
            </w:rPr>
            <w:alias w:val="Subtotal:"/>
            <w:tag w:val="Subtotal:"/>
            <w:id w:val="-662005121"/>
            <w:placeholder>
              <w:docPart w:val="0700335C5DFD45BC8935753E8D396C94"/>
            </w:placeholder>
            <w:temporary/>
            <w:showingPlcHdr/>
            <w15:appearance w15:val="hidden"/>
          </w:sdtPr>
          <w:sdtContent>
            <w:tc>
              <w:tcPr>
                <w:tcW w:w="1827" w:type="dxa"/>
              </w:tcPr>
              <w:p w14:paraId="7061F38B" w14:textId="77777777" w:rsidR="006C2BA5" w:rsidRPr="006C2BA5" w:rsidRDefault="006C2BA5" w:rsidP="00354F24">
                <w:pPr>
                  <w:pStyle w:val="Heading2"/>
                  <w:framePr w:hSpace="0" w:wrap="auto" w:yAlign="inline"/>
                  <w:jc w:val="center"/>
                  <w:outlineLvl w:val="1"/>
                  <w:rPr>
                    <w:color w:val="auto"/>
                  </w:rPr>
                </w:pPr>
                <w:r w:rsidRPr="006C2BA5">
                  <w:rPr>
                    <w:color w:val="auto"/>
                  </w:rPr>
                  <w:t>Subtotal</w:t>
                </w:r>
              </w:p>
            </w:tc>
          </w:sdtContent>
        </w:sdt>
        <w:tc>
          <w:tcPr>
            <w:tcW w:w="1802" w:type="dxa"/>
          </w:tcPr>
          <w:p w14:paraId="78C903B8" w14:textId="77777777" w:rsidR="006C2BA5" w:rsidRPr="006C2BA5" w:rsidRDefault="006C2BA5" w:rsidP="00354F24">
            <w:pPr>
              <w:pStyle w:val="Heading2"/>
              <w:framePr w:hSpace="0" w:wrap="auto" w:yAlign="inline"/>
              <w:jc w:val="center"/>
              <w:outlineLvl w:val="1"/>
              <w:rPr>
                <w:color w:val="auto"/>
                <w:szCs w:val="20"/>
              </w:rPr>
            </w:pPr>
          </w:p>
        </w:tc>
      </w:tr>
      <w:tr w:rsidR="006C2BA5" w:rsidRPr="001C2122" w14:paraId="41661482" w14:textId="77777777" w:rsidTr="006C2BA5">
        <w:trPr>
          <w:trHeight w:val="398"/>
        </w:trPr>
        <w:tc>
          <w:tcPr>
            <w:tcW w:w="5446" w:type="dxa"/>
            <w:gridSpan w:val="3"/>
            <w:vMerge/>
          </w:tcPr>
          <w:p w14:paraId="670E74FF" w14:textId="77777777" w:rsidR="006C2BA5" w:rsidRPr="006C2BA5" w:rsidRDefault="006C2BA5" w:rsidP="00354F24">
            <w:pPr>
              <w:jc w:val="center"/>
              <w:rPr>
                <w:color w:val="auto"/>
              </w:rPr>
            </w:pPr>
          </w:p>
        </w:tc>
        <w:tc>
          <w:tcPr>
            <w:tcW w:w="1829" w:type="dxa"/>
            <w:vMerge/>
          </w:tcPr>
          <w:p w14:paraId="30AB52F9" w14:textId="77777777" w:rsidR="006C2BA5" w:rsidRPr="006C2BA5" w:rsidRDefault="006C2BA5" w:rsidP="00354F24">
            <w:pPr>
              <w:jc w:val="center"/>
              <w:rPr>
                <w:color w:val="auto"/>
              </w:rPr>
            </w:pPr>
          </w:p>
        </w:tc>
        <w:sdt>
          <w:sdtPr>
            <w:rPr>
              <w:color w:val="auto"/>
            </w:rPr>
            <w:alias w:val="Sales Tax:"/>
            <w:tag w:val="Sales Tax:"/>
            <w:id w:val="-1619140424"/>
            <w:placeholder>
              <w:docPart w:val="C1CADE550BD84F479D91420129A884C9"/>
            </w:placeholder>
            <w:temporary/>
            <w:showingPlcHdr/>
            <w15:appearance w15:val="hidden"/>
          </w:sdtPr>
          <w:sdtContent>
            <w:tc>
              <w:tcPr>
                <w:tcW w:w="1827" w:type="dxa"/>
              </w:tcPr>
              <w:p w14:paraId="379AE95B" w14:textId="77777777" w:rsidR="006C2BA5" w:rsidRPr="006C2BA5" w:rsidRDefault="006C2BA5" w:rsidP="00354F24">
                <w:pPr>
                  <w:pStyle w:val="Heading2"/>
                  <w:framePr w:hSpace="0" w:wrap="auto" w:yAlign="inline"/>
                  <w:jc w:val="center"/>
                  <w:outlineLvl w:val="1"/>
                  <w:rPr>
                    <w:color w:val="auto"/>
                  </w:rPr>
                </w:pPr>
                <w:r w:rsidRPr="006C2BA5">
                  <w:rPr>
                    <w:color w:val="auto"/>
                  </w:rPr>
                  <w:t>Sales Tax</w:t>
                </w:r>
              </w:p>
            </w:tc>
          </w:sdtContent>
        </w:sdt>
        <w:tc>
          <w:tcPr>
            <w:tcW w:w="1802" w:type="dxa"/>
          </w:tcPr>
          <w:p w14:paraId="4CF72C2A" w14:textId="77777777" w:rsidR="006C2BA5" w:rsidRPr="006C2BA5" w:rsidRDefault="006C2BA5" w:rsidP="00354F24">
            <w:pPr>
              <w:pStyle w:val="Heading2"/>
              <w:framePr w:hSpace="0" w:wrap="auto" w:yAlign="inline"/>
              <w:jc w:val="center"/>
              <w:outlineLvl w:val="1"/>
              <w:rPr>
                <w:color w:val="auto"/>
                <w:szCs w:val="20"/>
              </w:rPr>
            </w:pPr>
          </w:p>
        </w:tc>
      </w:tr>
      <w:tr w:rsidR="006C2BA5" w:rsidRPr="001C2122" w14:paraId="06BE2061" w14:textId="77777777" w:rsidTr="001E13A3">
        <w:trPr>
          <w:trHeight w:val="398"/>
        </w:trPr>
        <w:tc>
          <w:tcPr>
            <w:tcW w:w="5446" w:type="dxa"/>
            <w:gridSpan w:val="3"/>
            <w:vMerge/>
            <w:tcBorders>
              <w:bottom w:val="single" w:sz="4" w:space="0" w:color="BAAFA8" w:themeColor="accent4" w:themeTint="99"/>
            </w:tcBorders>
          </w:tcPr>
          <w:p w14:paraId="308DC706" w14:textId="77777777" w:rsidR="006C2BA5" w:rsidRPr="006C2BA5" w:rsidRDefault="006C2BA5" w:rsidP="00354F24">
            <w:pPr>
              <w:jc w:val="center"/>
              <w:rPr>
                <w:color w:val="auto"/>
              </w:rPr>
            </w:pPr>
          </w:p>
        </w:tc>
        <w:tc>
          <w:tcPr>
            <w:tcW w:w="1829" w:type="dxa"/>
            <w:vMerge/>
          </w:tcPr>
          <w:p w14:paraId="4A190D1E" w14:textId="77777777" w:rsidR="006C2BA5" w:rsidRPr="006C2BA5" w:rsidRDefault="006C2BA5" w:rsidP="00354F24">
            <w:pPr>
              <w:jc w:val="center"/>
              <w:rPr>
                <w:color w:val="auto"/>
              </w:rPr>
            </w:pPr>
          </w:p>
        </w:tc>
        <w:tc>
          <w:tcPr>
            <w:tcW w:w="1827" w:type="dxa"/>
          </w:tcPr>
          <w:p w14:paraId="3E190CDE" w14:textId="1B8F6423" w:rsidR="006C2BA5" w:rsidRPr="006C2BA5" w:rsidRDefault="006C2BA5" w:rsidP="00354F24">
            <w:pPr>
              <w:pStyle w:val="Heading2"/>
              <w:framePr w:hSpace="0" w:wrap="auto" w:yAlign="inline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Total Amount</w:t>
            </w:r>
          </w:p>
        </w:tc>
        <w:tc>
          <w:tcPr>
            <w:tcW w:w="1802" w:type="dxa"/>
          </w:tcPr>
          <w:p w14:paraId="620F79BD" w14:textId="77777777" w:rsidR="006C2BA5" w:rsidRPr="006C2BA5" w:rsidRDefault="006C2BA5" w:rsidP="00354F24">
            <w:pPr>
              <w:pStyle w:val="Heading2"/>
              <w:framePr w:hSpace="0" w:wrap="auto" w:yAlign="inline"/>
              <w:jc w:val="center"/>
              <w:outlineLvl w:val="1"/>
              <w:rPr>
                <w:color w:val="auto"/>
                <w:szCs w:val="20"/>
              </w:rPr>
            </w:pPr>
          </w:p>
        </w:tc>
      </w:tr>
    </w:tbl>
    <w:p w14:paraId="43E4BF9A" w14:textId="52CAAD08" w:rsidR="006C2BA5" w:rsidRPr="00531F74" w:rsidRDefault="00531F74" w:rsidP="00531F74">
      <w:pPr>
        <w:pStyle w:val="ThankYou"/>
        <w:jc w:val="left"/>
        <w:rPr>
          <w:b w:val="0"/>
          <w:bCs/>
          <w:color w:val="auto"/>
        </w:rPr>
      </w:pPr>
      <w:r w:rsidRPr="00531F74">
        <w:rPr>
          <w:b w:val="0"/>
          <w:bCs/>
          <w:color w:val="auto"/>
        </w:rPr>
        <w:t xml:space="preserve">I hereby acclaim that </w:t>
      </w:r>
      <w:r>
        <w:rPr>
          <w:b w:val="0"/>
          <w:bCs/>
          <w:color w:val="auto"/>
        </w:rPr>
        <w:t>the above-mentioned payment is due in favor of [Print Name] which needs to be paid on urgent. The said amount must reach to the [Company Name] favor within [X] days otherwise legal proceedings will be started without delay.</w:t>
      </w:r>
      <w:r w:rsidR="00500EA7">
        <w:rPr>
          <w:b w:val="0"/>
          <w:bCs/>
          <w:color w:val="auto"/>
        </w:rPr>
        <w:br/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7"/>
        <w:gridCol w:w="5395"/>
        <w:gridCol w:w="2698"/>
      </w:tblGrid>
      <w:tr w:rsidR="006C2BA5" w14:paraId="22DC3EBA" w14:textId="77777777" w:rsidTr="00531F74">
        <w:tc>
          <w:tcPr>
            <w:tcW w:w="2697" w:type="dxa"/>
          </w:tcPr>
          <w:p w14:paraId="21B711B3" w14:textId="7B061437" w:rsidR="006C2BA5" w:rsidRDefault="006C2BA5" w:rsidP="00354F24">
            <w:pPr>
              <w:pStyle w:val="ThankYou"/>
              <w:rPr>
                <w:color w:val="auto"/>
              </w:rPr>
            </w:pPr>
            <w:r>
              <w:rPr>
                <w:color w:val="auto"/>
              </w:rPr>
              <w:t>Authorized signature</w:t>
            </w:r>
          </w:p>
        </w:tc>
        <w:tc>
          <w:tcPr>
            <w:tcW w:w="5395" w:type="dxa"/>
          </w:tcPr>
          <w:p w14:paraId="29BC9E97" w14:textId="6758AFDC" w:rsidR="006C2BA5" w:rsidRDefault="006C2BA5" w:rsidP="00354F24">
            <w:pPr>
              <w:pStyle w:val="ThankYou"/>
              <w:rPr>
                <w:color w:val="auto"/>
              </w:rPr>
            </w:pPr>
            <w:r>
              <w:rPr>
                <w:color w:val="auto"/>
              </w:rPr>
              <w:t>Full Name</w:t>
            </w:r>
          </w:p>
        </w:tc>
        <w:tc>
          <w:tcPr>
            <w:tcW w:w="2698" w:type="dxa"/>
          </w:tcPr>
          <w:p w14:paraId="441CE078" w14:textId="68543699" w:rsidR="006C2BA5" w:rsidRDefault="006C2BA5" w:rsidP="00354F24">
            <w:pPr>
              <w:pStyle w:val="ThankYou"/>
              <w:rPr>
                <w:color w:val="auto"/>
              </w:rPr>
            </w:pPr>
            <w:r>
              <w:rPr>
                <w:color w:val="auto"/>
              </w:rPr>
              <w:t>Date</w:t>
            </w:r>
          </w:p>
        </w:tc>
      </w:tr>
      <w:tr w:rsidR="006C2BA5" w14:paraId="5AB7C30E" w14:textId="77777777" w:rsidTr="00531F74">
        <w:tc>
          <w:tcPr>
            <w:tcW w:w="2697" w:type="dxa"/>
          </w:tcPr>
          <w:p w14:paraId="765F24F5" w14:textId="432BFA94" w:rsidR="006C2BA5" w:rsidRDefault="006C2BA5" w:rsidP="00354F24">
            <w:pPr>
              <w:pStyle w:val="ThankYou"/>
              <w:rPr>
                <w:color w:val="auto"/>
              </w:rPr>
            </w:pPr>
            <w:r>
              <w:rPr>
                <w:color w:val="auto"/>
              </w:rPr>
              <w:t>Authorized signature</w:t>
            </w:r>
          </w:p>
        </w:tc>
        <w:tc>
          <w:tcPr>
            <w:tcW w:w="5395" w:type="dxa"/>
          </w:tcPr>
          <w:p w14:paraId="65ACD7FC" w14:textId="112B856A" w:rsidR="006C2BA5" w:rsidRDefault="006C2BA5" w:rsidP="00354F24">
            <w:pPr>
              <w:pStyle w:val="ThankYou"/>
              <w:rPr>
                <w:color w:val="auto"/>
              </w:rPr>
            </w:pPr>
            <w:r>
              <w:rPr>
                <w:color w:val="auto"/>
              </w:rPr>
              <w:t>Full Name</w:t>
            </w:r>
          </w:p>
        </w:tc>
        <w:tc>
          <w:tcPr>
            <w:tcW w:w="2698" w:type="dxa"/>
          </w:tcPr>
          <w:p w14:paraId="32E6C8F2" w14:textId="146FA49B" w:rsidR="006C2BA5" w:rsidRDefault="006C2BA5" w:rsidP="00354F24">
            <w:pPr>
              <w:pStyle w:val="ThankYou"/>
              <w:rPr>
                <w:color w:val="auto"/>
              </w:rPr>
            </w:pPr>
            <w:r>
              <w:rPr>
                <w:color w:val="auto"/>
              </w:rPr>
              <w:t>Date</w:t>
            </w:r>
          </w:p>
        </w:tc>
      </w:tr>
    </w:tbl>
    <w:p w14:paraId="5377C095" w14:textId="213F92D5" w:rsidR="00CA1C8D" w:rsidRPr="00531F74" w:rsidRDefault="0058740E" w:rsidP="00354F24">
      <w:pPr>
        <w:pStyle w:val="ThankYou"/>
        <w:rPr>
          <w:b w:val="0"/>
          <w:bCs/>
          <w:color w:val="auto"/>
        </w:rPr>
      </w:pPr>
      <w:r>
        <w:rPr>
          <w:color w:val="auto"/>
        </w:rPr>
        <w:br/>
      </w:r>
      <w:r w:rsidR="00531F74">
        <w:rPr>
          <w:color w:val="auto"/>
        </w:rPr>
        <w:t>[COMPANY NAME]</w:t>
      </w:r>
      <w:r w:rsidR="00531F74">
        <w:rPr>
          <w:color w:val="auto"/>
        </w:rPr>
        <w:br/>
      </w:r>
      <w:sdt>
        <w:sdtPr>
          <w:rPr>
            <w:b w:val="0"/>
            <w:bCs/>
            <w:color w:val="auto"/>
          </w:rPr>
          <w:alias w:val="Enter Company Name:"/>
          <w:tag w:val="Enter Company Name:"/>
          <w:id w:val="1223530263"/>
          <w:placeholder>
            <w:docPart w:val="5DC807EFAFEF4C7AAEA63436072B6DC3"/>
          </w:placeholder>
          <w:showingPlcHdr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15:appearance w15:val="hidden"/>
          <w:text/>
        </w:sdtPr>
        <w:sdtContent>
          <w:r w:rsidR="00CE673C" w:rsidRPr="00531F74">
            <w:rPr>
              <w:b w:val="0"/>
              <w:bCs/>
              <w:color w:val="auto"/>
            </w:rPr>
            <w:t>Company Name</w:t>
          </w:r>
        </w:sdtContent>
      </w:sdt>
      <w:r w:rsidR="00CE673C" w:rsidRPr="00531F74">
        <w:rPr>
          <w:b w:val="0"/>
          <w:bCs/>
          <w:color w:val="auto"/>
        </w:rPr>
        <w:t xml:space="preserve">  </w:t>
      </w:r>
      <w:sdt>
        <w:sdtPr>
          <w:rPr>
            <w:b w:val="0"/>
            <w:bCs/>
            <w:color w:val="auto"/>
          </w:rPr>
          <w:alias w:val="Enter Street Address:"/>
          <w:tag w:val="Enter Street Address:"/>
          <w:id w:val="1223530264"/>
          <w:placeholder>
            <w:docPart w:val="978AC3BA080949ADB2E414BAAF00440F"/>
          </w:placeholder>
          <w:temporary/>
          <w:showingPlcHdr/>
          <w15:appearance w15:val="hidden"/>
        </w:sdtPr>
        <w:sdtContent>
          <w:r w:rsidR="00CE673C" w:rsidRPr="00531F74">
            <w:rPr>
              <w:b w:val="0"/>
              <w:bCs/>
              <w:color w:val="auto"/>
            </w:rPr>
            <w:t>Street Address</w:t>
          </w:r>
        </w:sdtContent>
      </w:sdt>
      <w:r w:rsidR="00EA1397" w:rsidRPr="00531F74">
        <w:rPr>
          <w:b w:val="0"/>
          <w:bCs/>
          <w:color w:val="auto"/>
        </w:rPr>
        <w:t>,</w:t>
      </w:r>
      <w:sdt>
        <w:sdtPr>
          <w:rPr>
            <w:b w:val="0"/>
            <w:bCs/>
            <w:color w:val="auto"/>
          </w:rPr>
          <w:alias w:val="Enter City, ST ZIP Code:"/>
          <w:tag w:val="Enter City, ST ZIP Code:"/>
          <w:id w:val="-1786728751"/>
          <w:placeholder>
            <w:docPart w:val="E69473B6E4E04F78B8A83695F0059C55"/>
          </w:placeholder>
          <w:temporary/>
          <w:showingPlcHdr/>
          <w15:appearance w15:val="hidden"/>
        </w:sdtPr>
        <w:sdtContent>
          <w:r w:rsidR="00EA1397" w:rsidRPr="00531F74">
            <w:rPr>
              <w:b w:val="0"/>
              <w:bCs/>
              <w:color w:val="auto"/>
            </w:rPr>
            <w:t xml:space="preserve">City, </w:t>
          </w:r>
          <w:proofErr w:type="gramStart"/>
          <w:r w:rsidR="00EA1397" w:rsidRPr="00531F74">
            <w:rPr>
              <w:b w:val="0"/>
              <w:bCs/>
              <w:color w:val="auto"/>
            </w:rPr>
            <w:t>ST  ZIP</w:t>
          </w:r>
          <w:proofErr w:type="gramEnd"/>
          <w:r w:rsidR="00EA1397" w:rsidRPr="00531F74">
            <w:rPr>
              <w:b w:val="0"/>
              <w:bCs/>
              <w:color w:val="auto"/>
            </w:rPr>
            <w:t xml:space="preserve"> Code</w:t>
          </w:r>
        </w:sdtContent>
      </w:sdt>
      <w:r w:rsidR="00CE673C" w:rsidRPr="00531F74">
        <w:rPr>
          <w:b w:val="0"/>
          <w:bCs/>
          <w:color w:val="auto"/>
        </w:rPr>
        <w:t xml:space="preserve">  </w:t>
      </w:r>
      <w:sdt>
        <w:sdtPr>
          <w:rPr>
            <w:b w:val="0"/>
            <w:bCs/>
            <w:color w:val="auto"/>
          </w:rPr>
          <w:alias w:val="Enter Phone"/>
          <w:tag w:val="Enter Phone"/>
          <w:id w:val="1223530291"/>
          <w:placeholder>
            <w:docPart w:val="7EE1B2B8B9D74D85B30233DAD12C21C1"/>
          </w:placeholder>
          <w:temporary/>
          <w:showingPlcHdr/>
          <w15:appearance w15:val="hidden"/>
        </w:sdtPr>
        <w:sdtContent>
          <w:r w:rsidR="00EA1397" w:rsidRPr="00531F74">
            <w:rPr>
              <w:b w:val="0"/>
              <w:bCs/>
              <w:color w:val="auto"/>
            </w:rPr>
            <w:t>P</w:t>
          </w:r>
          <w:r w:rsidR="00CE673C" w:rsidRPr="00531F74">
            <w:rPr>
              <w:b w:val="0"/>
              <w:bCs/>
              <w:color w:val="auto"/>
            </w:rPr>
            <w:t>hone</w:t>
          </w:r>
        </w:sdtContent>
      </w:sdt>
      <w:r w:rsidR="00CE673C" w:rsidRPr="00531F74">
        <w:rPr>
          <w:b w:val="0"/>
          <w:bCs/>
          <w:color w:val="auto"/>
        </w:rPr>
        <w:t xml:space="preserve">  </w:t>
      </w:r>
      <w:sdt>
        <w:sdtPr>
          <w:rPr>
            <w:b w:val="0"/>
            <w:bCs/>
            <w:color w:val="auto"/>
          </w:rPr>
          <w:alias w:val="Enter Fax:"/>
          <w:tag w:val="Enter Fax:"/>
          <w:id w:val="1223530318"/>
          <w:placeholder>
            <w:docPart w:val="24B5053B35974010A817B631B37D77DA"/>
          </w:placeholder>
          <w:temporary/>
          <w:showingPlcHdr/>
          <w15:appearance w15:val="hidden"/>
        </w:sdtPr>
        <w:sdtContent>
          <w:r w:rsidR="00EA1397" w:rsidRPr="00531F74">
            <w:rPr>
              <w:b w:val="0"/>
              <w:bCs/>
              <w:color w:val="auto"/>
            </w:rPr>
            <w:t>F</w:t>
          </w:r>
          <w:r w:rsidR="00CE673C" w:rsidRPr="00531F74">
            <w:rPr>
              <w:b w:val="0"/>
              <w:bCs/>
              <w:color w:val="auto"/>
            </w:rPr>
            <w:t>ax</w:t>
          </w:r>
        </w:sdtContent>
      </w:sdt>
      <w:r w:rsidR="00CE673C" w:rsidRPr="00531F74">
        <w:rPr>
          <w:b w:val="0"/>
          <w:bCs/>
          <w:color w:val="auto"/>
        </w:rPr>
        <w:t xml:space="preserve">  </w:t>
      </w:r>
      <w:sdt>
        <w:sdtPr>
          <w:rPr>
            <w:b w:val="0"/>
            <w:bCs/>
            <w:color w:val="auto"/>
          </w:rPr>
          <w:alias w:val="Enter Email:"/>
          <w:tag w:val="Enter Email:"/>
          <w:id w:val="1223530345"/>
          <w:placeholder>
            <w:docPart w:val="53DE584223D84B9DB5C78FBC1174174B"/>
          </w:placeholder>
          <w:temporary/>
          <w:showingPlcHdr/>
          <w15:appearance w15:val="hidden"/>
        </w:sdtPr>
        <w:sdtContent>
          <w:r w:rsidR="00EA1397" w:rsidRPr="00531F74">
            <w:rPr>
              <w:b w:val="0"/>
              <w:bCs/>
              <w:color w:val="auto"/>
            </w:rPr>
            <w:t>E</w:t>
          </w:r>
          <w:r w:rsidR="00CE673C" w:rsidRPr="00531F74">
            <w:rPr>
              <w:b w:val="0"/>
              <w:bCs/>
              <w:color w:val="auto"/>
            </w:rPr>
            <w:t>mail</w:t>
          </w:r>
        </w:sdtContent>
      </w:sdt>
    </w:p>
    <w:sectPr w:rsidR="00CA1C8D" w:rsidRPr="00531F74" w:rsidSect="001D01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510" w:right="720" w:bottom="720" w:left="72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E75B1" w14:textId="77777777" w:rsidR="00432DE1" w:rsidRDefault="00432DE1" w:rsidP="00B9273B">
      <w:r>
        <w:separator/>
      </w:r>
    </w:p>
  </w:endnote>
  <w:endnote w:type="continuationSeparator" w:id="0">
    <w:p w14:paraId="2E6E350B" w14:textId="77777777" w:rsidR="00432DE1" w:rsidRDefault="00432DE1" w:rsidP="00B92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33ED6" w14:textId="77777777" w:rsidR="0058740E" w:rsidRDefault="005874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371F8" w14:textId="77777777" w:rsidR="0058740E" w:rsidRDefault="0058740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1DBB3" w14:textId="77777777" w:rsidR="0058740E" w:rsidRDefault="005874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9F535" w14:textId="77777777" w:rsidR="00432DE1" w:rsidRDefault="00432DE1" w:rsidP="00B9273B">
      <w:r>
        <w:separator/>
      </w:r>
    </w:p>
  </w:footnote>
  <w:footnote w:type="continuationSeparator" w:id="0">
    <w:p w14:paraId="5069494B" w14:textId="77777777" w:rsidR="00432DE1" w:rsidRDefault="00432DE1" w:rsidP="00B92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B5F8D" w14:textId="77777777" w:rsidR="0058740E" w:rsidRDefault="005874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3A322" w14:textId="4D8F804F" w:rsidR="001D01E6" w:rsidRPr="0058740E" w:rsidRDefault="001D01E6">
    <w:pPr>
      <w:pStyle w:val="Header"/>
      <w:rPr>
        <w:b/>
        <w:bCs/>
        <w:color w:val="C00000"/>
        <w:sz w:val="24"/>
        <w:szCs w:val="24"/>
      </w:rPr>
    </w:pPr>
    <w:r w:rsidRPr="0058740E">
      <w:rPr>
        <w:b/>
        <w:bCs/>
        <w:color w:val="C00000"/>
        <w:sz w:val="24"/>
        <w:szCs w:val="24"/>
      </w:rPr>
      <w:t>[Company Name]</w:t>
    </w:r>
  </w:p>
  <w:p w14:paraId="54BA8DA4" w14:textId="77777777" w:rsidR="001D01E6" w:rsidRDefault="001D01E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C3A83" w14:textId="77777777" w:rsidR="0058740E" w:rsidRDefault="005874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5" type="#_x0000_t75" alt="Logo placeholder" style="width:67.5pt;height:33.75pt" o:bullet="t">
        <v:imagedata r:id="rId1" o:title="template_logo"/>
      </v:shape>
    </w:pict>
  </w:numPicBullet>
  <w:abstractNum w:abstractNumId="0" w15:restartNumberingAfterBreak="0">
    <w:nsid w:val="FFFFFF7C"/>
    <w:multiLevelType w:val="singleLevel"/>
    <w:tmpl w:val="B88441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5CC81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AC6AA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5E62C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3A499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1E1C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BEA3A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160E2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E20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A1E1F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5A3F3D"/>
    <w:multiLevelType w:val="hybridMultilevel"/>
    <w:tmpl w:val="23BC29EE"/>
    <w:lvl w:ilvl="0" w:tplc="04C2F4F8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643005307">
    <w:abstractNumId w:val="10"/>
  </w:num>
  <w:num w:numId="2" w16cid:durableId="2098355704">
    <w:abstractNumId w:val="9"/>
  </w:num>
  <w:num w:numId="3" w16cid:durableId="1230729579">
    <w:abstractNumId w:val="7"/>
  </w:num>
  <w:num w:numId="4" w16cid:durableId="793212913">
    <w:abstractNumId w:val="6"/>
  </w:num>
  <w:num w:numId="5" w16cid:durableId="512651253">
    <w:abstractNumId w:val="5"/>
  </w:num>
  <w:num w:numId="6" w16cid:durableId="1752775430">
    <w:abstractNumId w:val="4"/>
  </w:num>
  <w:num w:numId="7" w16cid:durableId="1352492893">
    <w:abstractNumId w:val="8"/>
  </w:num>
  <w:num w:numId="8" w16cid:durableId="1603143710">
    <w:abstractNumId w:val="3"/>
  </w:num>
  <w:num w:numId="9" w16cid:durableId="343286487">
    <w:abstractNumId w:val="2"/>
  </w:num>
  <w:num w:numId="10" w16cid:durableId="1109550892">
    <w:abstractNumId w:val="1"/>
  </w:num>
  <w:num w:numId="11" w16cid:durableId="1614900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attachedTemplate r:id="rId1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characterSpacingControl w:val="doNotCompress"/>
  <w:savePreviewPicture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F61"/>
    <w:rsid w:val="00010191"/>
    <w:rsid w:val="0002039C"/>
    <w:rsid w:val="00020AB7"/>
    <w:rsid w:val="000653AC"/>
    <w:rsid w:val="000E042A"/>
    <w:rsid w:val="000F6B47"/>
    <w:rsid w:val="000F7D4F"/>
    <w:rsid w:val="00140EA0"/>
    <w:rsid w:val="00183262"/>
    <w:rsid w:val="0018713B"/>
    <w:rsid w:val="001D01E6"/>
    <w:rsid w:val="001E4A8B"/>
    <w:rsid w:val="001F0F9F"/>
    <w:rsid w:val="00202E66"/>
    <w:rsid w:val="00244B91"/>
    <w:rsid w:val="002455B1"/>
    <w:rsid w:val="002523E9"/>
    <w:rsid w:val="002614C7"/>
    <w:rsid w:val="002A3167"/>
    <w:rsid w:val="002B5CEA"/>
    <w:rsid w:val="002D1F46"/>
    <w:rsid w:val="002E603B"/>
    <w:rsid w:val="002F6035"/>
    <w:rsid w:val="00304275"/>
    <w:rsid w:val="00311C97"/>
    <w:rsid w:val="003272DA"/>
    <w:rsid w:val="0035067A"/>
    <w:rsid w:val="00354F24"/>
    <w:rsid w:val="003814AA"/>
    <w:rsid w:val="003B1554"/>
    <w:rsid w:val="003E5FCD"/>
    <w:rsid w:val="003F646A"/>
    <w:rsid w:val="00427A3D"/>
    <w:rsid w:val="00432DE1"/>
    <w:rsid w:val="00441785"/>
    <w:rsid w:val="00442CDA"/>
    <w:rsid w:val="0045588D"/>
    <w:rsid w:val="004F202D"/>
    <w:rsid w:val="00500EA7"/>
    <w:rsid w:val="00505D86"/>
    <w:rsid w:val="005209B5"/>
    <w:rsid w:val="00521569"/>
    <w:rsid w:val="00531F74"/>
    <w:rsid w:val="005865E7"/>
    <w:rsid w:val="0058740E"/>
    <w:rsid w:val="005B7A42"/>
    <w:rsid w:val="005E523F"/>
    <w:rsid w:val="00603F61"/>
    <w:rsid w:val="00644CD7"/>
    <w:rsid w:val="00653F29"/>
    <w:rsid w:val="00657E70"/>
    <w:rsid w:val="00663E19"/>
    <w:rsid w:val="00673E57"/>
    <w:rsid w:val="00680EBB"/>
    <w:rsid w:val="006C2BA5"/>
    <w:rsid w:val="00704C33"/>
    <w:rsid w:val="00705699"/>
    <w:rsid w:val="00755F57"/>
    <w:rsid w:val="007B38EB"/>
    <w:rsid w:val="007F242B"/>
    <w:rsid w:val="0080481B"/>
    <w:rsid w:val="00811146"/>
    <w:rsid w:val="008171B1"/>
    <w:rsid w:val="00820427"/>
    <w:rsid w:val="008C5A0E"/>
    <w:rsid w:val="008E45DF"/>
    <w:rsid w:val="0091111D"/>
    <w:rsid w:val="009355BA"/>
    <w:rsid w:val="00953D43"/>
    <w:rsid w:val="00954EF9"/>
    <w:rsid w:val="00993C35"/>
    <w:rsid w:val="009A0A91"/>
    <w:rsid w:val="009A13C5"/>
    <w:rsid w:val="009C1689"/>
    <w:rsid w:val="009D0ECF"/>
    <w:rsid w:val="009D7158"/>
    <w:rsid w:val="009E071E"/>
    <w:rsid w:val="00A21EB8"/>
    <w:rsid w:val="00A42A8C"/>
    <w:rsid w:val="00A472D4"/>
    <w:rsid w:val="00A54A6E"/>
    <w:rsid w:val="00A60D95"/>
    <w:rsid w:val="00A63377"/>
    <w:rsid w:val="00A87BAC"/>
    <w:rsid w:val="00A908B1"/>
    <w:rsid w:val="00AA16FA"/>
    <w:rsid w:val="00AD1385"/>
    <w:rsid w:val="00AD6E6B"/>
    <w:rsid w:val="00B3637F"/>
    <w:rsid w:val="00B451AC"/>
    <w:rsid w:val="00B629A1"/>
    <w:rsid w:val="00B9178F"/>
    <w:rsid w:val="00B9273B"/>
    <w:rsid w:val="00C04171"/>
    <w:rsid w:val="00C157A5"/>
    <w:rsid w:val="00C25F37"/>
    <w:rsid w:val="00C32590"/>
    <w:rsid w:val="00C50F0E"/>
    <w:rsid w:val="00C64428"/>
    <w:rsid w:val="00C650E6"/>
    <w:rsid w:val="00C673FD"/>
    <w:rsid w:val="00C810A3"/>
    <w:rsid w:val="00CA1C8D"/>
    <w:rsid w:val="00CA4BCD"/>
    <w:rsid w:val="00CD1017"/>
    <w:rsid w:val="00CE673C"/>
    <w:rsid w:val="00D02C2D"/>
    <w:rsid w:val="00D10BE7"/>
    <w:rsid w:val="00D719AB"/>
    <w:rsid w:val="00D824D4"/>
    <w:rsid w:val="00D9037D"/>
    <w:rsid w:val="00DF75B5"/>
    <w:rsid w:val="00E020A7"/>
    <w:rsid w:val="00E47F00"/>
    <w:rsid w:val="00E71A37"/>
    <w:rsid w:val="00E764D3"/>
    <w:rsid w:val="00E97E88"/>
    <w:rsid w:val="00EA1397"/>
    <w:rsid w:val="00EB4F05"/>
    <w:rsid w:val="00ED5BBA"/>
    <w:rsid w:val="00F1113C"/>
    <w:rsid w:val="00F11E2D"/>
    <w:rsid w:val="00F1654D"/>
    <w:rsid w:val="00F45F0F"/>
    <w:rsid w:val="00F56369"/>
    <w:rsid w:val="00F77FBF"/>
    <w:rsid w:val="00FD70EC"/>
    <w:rsid w:val="00FE069C"/>
    <w:rsid w:val="00FE67BF"/>
    <w:rsid w:val="00FF2091"/>
    <w:rsid w:val="00FF2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1387F334"/>
  <w15:docId w15:val="{9343FC05-1A17-4F3C-8F52-8A1A4AF46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0"/>
    <w:lsdException w:name="annotation subject" w:semiHidden="1" w:unhideWhenUsed="1"/>
    <w:lsdException w:name="No List" w:semiHidden="1" w:uiPriority="0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uiPriority="0"/>
    <w:lsdException w:name="Table Subtle 2" w:semiHidden="1" w:uiPriority="0" w:unhideWhenUsed="1"/>
    <w:lsdException w:name="Table Web 1" w:semiHidden="1" w:uiPriority="0" w:unhideWhenUsed="1"/>
    <w:lsdException w:name="Table Web 2" w:uiPriority="0"/>
    <w:lsdException w:name="Table Web 3" w:uiPriority="0"/>
    <w:lsdException w:name="Balloon Text" w:semiHidden="1" w:uiPriority="0" w:unhideWhenUsed="1"/>
    <w:lsdException w:name="Table Grid" w:uiPriority="0"/>
    <w:lsdException w:name="Table Theme" w:semiHidden="1" w:uiPriority="0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4B91"/>
    <w:rPr>
      <w:rFonts w:asciiTheme="minorHAnsi" w:hAnsiTheme="minorHAnsi"/>
      <w:color w:val="404040" w:themeColor="text1" w:themeTint="BF"/>
      <w:sz w:val="16"/>
      <w:szCs w:val="16"/>
    </w:rPr>
  </w:style>
  <w:style w:type="paragraph" w:styleId="Heading1">
    <w:name w:val="heading 1"/>
    <w:basedOn w:val="Normal"/>
    <w:next w:val="Normal"/>
    <w:autoRedefine/>
    <w:uiPriority w:val="9"/>
    <w:qFormat/>
    <w:rsid w:val="00603F61"/>
    <w:pPr>
      <w:keepNext/>
      <w:jc w:val="right"/>
      <w:outlineLvl w:val="0"/>
    </w:pPr>
    <w:rPr>
      <w:rFonts w:asciiTheme="majorHAnsi" w:hAnsiTheme="majorHAnsi" w:cs="Arial"/>
      <w:b/>
      <w:bCs/>
      <w:color w:val="auto"/>
      <w:kern w:val="44"/>
      <w:sz w:val="48"/>
      <w:szCs w:val="48"/>
    </w:rPr>
  </w:style>
  <w:style w:type="paragraph" w:styleId="Heading2">
    <w:name w:val="heading 2"/>
    <w:basedOn w:val="DateandNumber"/>
    <w:next w:val="Normal"/>
    <w:link w:val="Heading2Char"/>
    <w:uiPriority w:val="9"/>
    <w:qFormat/>
    <w:rsid w:val="00D9037D"/>
    <w:pPr>
      <w:framePr w:hSpace="180" w:wrap="around" w:hAnchor="text" w:y="-825"/>
      <w:outlineLvl w:val="1"/>
    </w:pPr>
    <w:rPr>
      <w:b/>
      <w:color w:val="436784" w:themeColor="accent3"/>
      <w:sz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244B91"/>
    <w:pPr>
      <w:keepNext/>
      <w:spacing w:before="240" w:after="60"/>
      <w:outlineLvl w:val="2"/>
    </w:pPr>
    <w:rPr>
      <w:rFonts w:ascii="Arial" w:hAnsi="Arial" w:cs="Arial"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4B9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A8422A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44B9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A8422A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44B91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6F2C1C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44B91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44B91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qFormat/>
    <w:rsid w:val="00EA1397"/>
    <w:rPr>
      <w:rFonts w:asciiTheme="minorHAnsi" w:hAnsiTheme="minorHAnsi"/>
      <w:b/>
      <w:color w:val="436784" w:themeColor="accent3"/>
      <w:spacing w:val="4"/>
      <w:szCs w:val="16"/>
    </w:rPr>
  </w:style>
  <w:style w:type="paragraph" w:customStyle="1" w:styleId="Amount">
    <w:name w:val="Amount"/>
    <w:basedOn w:val="Normal"/>
    <w:uiPriority w:val="13"/>
    <w:qFormat/>
    <w:rsid w:val="0091111D"/>
    <w:pPr>
      <w:jc w:val="right"/>
    </w:pPr>
  </w:style>
  <w:style w:type="paragraph" w:customStyle="1" w:styleId="DateandNumber">
    <w:name w:val="Date and Number"/>
    <w:basedOn w:val="Normal"/>
    <w:link w:val="DateandNumberChar"/>
    <w:uiPriority w:val="13"/>
    <w:qFormat/>
    <w:rsid w:val="00D9037D"/>
    <w:pPr>
      <w:spacing w:line="264" w:lineRule="auto"/>
      <w:jc w:val="right"/>
    </w:pPr>
    <w:rPr>
      <w:color w:val="auto"/>
      <w:spacing w:val="4"/>
    </w:rPr>
  </w:style>
  <w:style w:type="character" w:customStyle="1" w:styleId="DateandNumberChar">
    <w:name w:val="Date and Number Char"/>
    <w:basedOn w:val="DefaultParagraphFont"/>
    <w:link w:val="DateandNumber"/>
    <w:uiPriority w:val="13"/>
    <w:rsid w:val="00EA1397"/>
    <w:rPr>
      <w:rFonts w:asciiTheme="minorHAnsi" w:hAnsiTheme="minorHAnsi"/>
      <w:spacing w:val="4"/>
      <w:sz w:val="16"/>
      <w:szCs w:val="16"/>
    </w:rPr>
  </w:style>
  <w:style w:type="paragraph" w:customStyle="1" w:styleId="ColumnHeadings">
    <w:name w:val="Column Headings"/>
    <w:basedOn w:val="Normal"/>
    <w:link w:val="ColumnHeadingsChar"/>
    <w:autoRedefine/>
    <w:uiPriority w:val="99"/>
    <w:qFormat/>
    <w:rsid w:val="00673E57"/>
    <w:pPr>
      <w:jc w:val="center"/>
    </w:pPr>
    <w:rPr>
      <w:b/>
      <w:color w:val="000000" w:themeColor="text1"/>
      <w:sz w:val="20"/>
    </w:rPr>
  </w:style>
  <w:style w:type="character" w:customStyle="1" w:styleId="ColumnHeadingsChar">
    <w:name w:val="Column Headings Char"/>
    <w:basedOn w:val="Heading2Char"/>
    <w:link w:val="ColumnHeadings"/>
    <w:uiPriority w:val="99"/>
    <w:rsid w:val="00673E57"/>
    <w:rPr>
      <w:rFonts w:asciiTheme="minorHAnsi" w:hAnsiTheme="minorHAnsi"/>
      <w:b/>
      <w:color w:val="000000" w:themeColor="text1"/>
      <w:spacing w:val="4"/>
      <w:szCs w:val="16"/>
    </w:rPr>
  </w:style>
  <w:style w:type="paragraph" w:customStyle="1" w:styleId="Slogan">
    <w:name w:val="Slogan"/>
    <w:basedOn w:val="Normal"/>
    <w:uiPriority w:val="10"/>
    <w:qFormat/>
    <w:rsid w:val="00183262"/>
    <w:pPr>
      <w:spacing w:after="60"/>
      <w:outlineLvl w:val="2"/>
    </w:pPr>
    <w:rPr>
      <w:rFonts w:asciiTheme="majorHAnsi" w:hAnsiTheme="majorHAnsi"/>
      <w:color w:val="436784" w:themeColor="accent3"/>
      <w:spacing w:val="4"/>
      <w:sz w:val="18"/>
      <w:szCs w:val="18"/>
    </w:rPr>
  </w:style>
  <w:style w:type="paragraph" w:customStyle="1" w:styleId="ThankYou">
    <w:name w:val="Thank You"/>
    <w:basedOn w:val="Normal"/>
    <w:uiPriority w:val="13"/>
    <w:qFormat/>
    <w:rsid w:val="00354F24"/>
    <w:pPr>
      <w:spacing w:before="260"/>
      <w:jc w:val="center"/>
    </w:pPr>
    <w:rPr>
      <w:rFonts w:asciiTheme="majorHAnsi" w:hAnsiTheme="majorHAnsi"/>
      <w:b/>
      <w:color w:val="436784" w:themeColor="accent3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D95"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397"/>
    <w:rPr>
      <w:rFonts w:ascii="Tahoma" w:hAnsi="Tahoma" w:cs="Tahoma"/>
      <w:color w:val="404040" w:themeColor="text1" w:themeTint="BF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E673C"/>
    <w:rPr>
      <w:color w:val="808080"/>
    </w:rPr>
  </w:style>
  <w:style w:type="paragraph" w:customStyle="1" w:styleId="Right-alignedtext">
    <w:name w:val="Right-aligned text"/>
    <w:basedOn w:val="Normal"/>
    <w:uiPriority w:val="11"/>
    <w:qFormat/>
    <w:rsid w:val="00CE673C"/>
    <w:pPr>
      <w:spacing w:line="240" w:lineRule="atLeast"/>
      <w:jc w:val="right"/>
    </w:pPr>
  </w:style>
  <w:style w:type="paragraph" w:customStyle="1" w:styleId="Centered">
    <w:name w:val="Centered"/>
    <w:basedOn w:val="Normal"/>
    <w:uiPriority w:val="13"/>
    <w:qFormat/>
    <w:rsid w:val="00D9037D"/>
    <w:pPr>
      <w:spacing w:before="520"/>
      <w:jc w:val="center"/>
    </w:pPr>
    <w:rPr>
      <w:rFonts w:asciiTheme="majorHAnsi" w:hAnsiTheme="majorHAnsi"/>
      <w:b/>
      <w:color w:val="436784" w:themeColor="accent3"/>
      <w:sz w:val="20"/>
      <w:szCs w:val="18"/>
    </w:rPr>
  </w:style>
  <w:style w:type="paragraph" w:styleId="Header">
    <w:name w:val="header"/>
    <w:basedOn w:val="Normal"/>
    <w:link w:val="HeaderChar"/>
    <w:uiPriority w:val="99"/>
    <w:unhideWhenUsed/>
    <w:rsid w:val="00B927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1397"/>
    <w:rPr>
      <w:rFonts w:asciiTheme="minorHAnsi" w:hAnsiTheme="minorHAnsi"/>
      <w:color w:val="404040" w:themeColor="text1" w:themeTint="BF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B927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1397"/>
    <w:rPr>
      <w:rFonts w:asciiTheme="minorHAnsi" w:hAnsiTheme="minorHAnsi"/>
      <w:color w:val="404040" w:themeColor="text1" w:themeTint="BF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44B91"/>
    <w:rPr>
      <w:rFonts w:asciiTheme="majorHAnsi" w:eastAsiaTheme="majorEastAsia" w:hAnsiTheme="majorHAnsi" w:cstheme="majorBidi"/>
      <w:i/>
      <w:iCs/>
      <w:color w:val="A8422A" w:themeColor="accent1" w:themeShade="BF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44B91"/>
    <w:rPr>
      <w:rFonts w:asciiTheme="majorHAnsi" w:eastAsiaTheme="majorEastAsia" w:hAnsiTheme="majorHAnsi" w:cstheme="majorBidi"/>
      <w:color w:val="A8422A" w:themeColor="accent1" w:themeShade="BF"/>
      <w:sz w:val="16"/>
      <w:szCs w:val="1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44B91"/>
    <w:rPr>
      <w:rFonts w:asciiTheme="majorHAnsi" w:eastAsiaTheme="majorEastAsia" w:hAnsiTheme="majorHAnsi" w:cstheme="majorBidi"/>
      <w:i/>
      <w:iCs/>
      <w:color w:val="6F2C1C" w:themeColor="accent1" w:themeShade="7F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44B91"/>
    <w:rPr>
      <w:rFonts w:asciiTheme="majorHAnsi" w:eastAsiaTheme="majorEastAsia" w:hAnsiTheme="majorHAnsi" w:cstheme="majorBidi"/>
      <w:color w:val="272727" w:themeColor="text1" w:themeTint="D8"/>
      <w:sz w:val="16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44B91"/>
    <w:rPr>
      <w:rFonts w:asciiTheme="majorHAnsi" w:eastAsiaTheme="majorEastAsia" w:hAnsiTheme="majorHAnsi" w:cstheme="majorBidi"/>
      <w:i/>
      <w:iCs/>
      <w:color w:val="272727" w:themeColor="text1" w:themeTint="D8"/>
      <w:sz w:val="16"/>
      <w:szCs w:val="21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244B91"/>
    <w:rPr>
      <w:i/>
      <w:iCs/>
      <w:color w:val="A8422A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244B91"/>
    <w:pPr>
      <w:pBdr>
        <w:top w:val="single" w:sz="4" w:space="10" w:color="A8422A" w:themeColor="accent1" w:themeShade="BF"/>
        <w:bottom w:val="single" w:sz="4" w:space="10" w:color="A8422A" w:themeColor="accent1" w:themeShade="BF"/>
      </w:pBdr>
      <w:spacing w:before="360" w:after="360"/>
      <w:ind w:left="864" w:right="864"/>
      <w:jc w:val="center"/>
    </w:pPr>
    <w:rPr>
      <w:i/>
      <w:iCs/>
      <w:color w:val="A8422A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244B91"/>
    <w:rPr>
      <w:rFonts w:asciiTheme="minorHAnsi" w:hAnsiTheme="minorHAnsi"/>
      <w:i/>
      <w:iCs/>
      <w:color w:val="A8422A" w:themeColor="accent1" w:themeShade="BF"/>
      <w:sz w:val="16"/>
      <w:szCs w:val="16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244B91"/>
    <w:rPr>
      <w:b/>
      <w:bCs/>
      <w:caps w:val="0"/>
      <w:smallCaps/>
      <w:color w:val="A8422A" w:themeColor="accent1" w:themeShade="BF"/>
      <w:spacing w:val="5"/>
    </w:rPr>
  </w:style>
  <w:style w:type="paragraph" w:styleId="BlockText">
    <w:name w:val="Block Text"/>
    <w:basedOn w:val="Normal"/>
    <w:uiPriority w:val="99"/>
    <w:semiHidden/>
    <w:unhideWhenUsed/>
    <w:rsid w:val="00244B91"/>
    <w:pPr>
      <w:pBdr>
        <w:top w:val="single" w:sz="2" w:space="10" w:color="A8422A" w:themeColor="accent1" w:themeShade="BF"/>
        <w:left w:val="single" w:sz="2" w:space="10" w:color="A8422A" w:themeColor="accent1" w:themeShade="BF"/>
        <w:bottom w:val="single" w:sz="2" w:space="10" w:color="A8422A" w:themeColor="accent1" w:themeShade="BF"/>
        <w:right w:val="single" w:sz="2" w:space="10" w:color="A8422A" w:themeColor="accent1" w:themeShade="BF"/>
      </w:pBdr>
      <w:ind w:left="1152" w:right="1152"/>
    </w:pPr>
    <w:rPr>
      <w:rFonts w:eastAsiaTheme="minorEastAsia" w:cstheme="minorBidi"/>
      <w:i/>
      <w:iCs/>
      <w:color w:val="A8422A" w:themeColor="accent1" w:themeShade="BF"/>
    </w:rPr>
  </w:style>
  <w:style w:type="character" w:styleId="Hyperlink">
    <w:name w:val="Hyperlink"/>
    <w:basedOn w:val="DefaultParagraphFont"/>
    <w:uiPriority w:val="99"/>
    <w:semiHidden/>
    <w:unhideWhenUsed/>
    <w:rsid w:val="00244B91"/>
    <w:rPr>
      <w:color w:val="0F546C" w:themeColor="accent6" w:themeShade="40"/>
      <w:u w:val="single"/>
    </w:rPr>
  </w:style>
  <w:style w:type="table" w:styleId="ListTable4-Accent5">
    <w:name w:val="List Table 4 Accent 5"/>
    <w:basedOn w:val="TableNormal"/>
    <w:uiPriority w:val="49"/>
    <w:rsid w:val="00354F24"/>
    <w:tblPr>
      <w:tblStyleRowBandSize w:val="1"/>
      <w:tblStyleColBandSize w:val="1"/>
      <w:tblBorders>
        <w:top w:val="single" w:sz="4" w:space="0" w:color="87B3D8" w:themeColor="accent5" w:themeTint="99"/>
        <w:left w:val="single" w:sz="4" w:space="0" w:color="87B3D8" w:themeColor="accent5" w:themeTint="99"/>
        <w:bottom w:val="single" w:sz="4" w:space="0" w:color="87B3D8" w:themeColor="accent5" w:themeTint="99"/>
        <w:right w:val="single" w:sz="4" w:space="0" w:color="87B3D8" w:themeColor="accent5" w:themeTint="99"/>
        <w:insideH w:val="single" w:sz="4" w:space="0" w:color="87B3D8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C81BA" w:themeColor="accent5"/>
          <w:left w:val="single" w:sz="4" w:space="0" w:color="3C81BA" w:themeColor="accent5"/>
          <w:bottom w:val="single" w:sz="4" w:space="0" w:color="3C81BA" w:themeColor="accent5"/>
          <w:right w:val="single" w:sz="4" w:space="0" w:color="3C81BA" w:themeColor="accent5"/>
          <w:insideH w:val="nil"/>
        </w:tcBorders>
        <w:shd w:val="clear" w:color="auto" w:fill="3C81BA" w:themeFill="accent5"/>
      </w:tcPr>
    </w:tblStylePr>
    <w:tblStylePr w:type="lastRow">
      <w:rPr>
        <w:b/>
        <w:bCs/>
      </w:rPr>
      <w:tblPr/>
      <w:tcPr>
        <w:tcBorders>
          <w:top w:val="double" w:sz="4" w:space="0" w:color="87B3D8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5F2" w:themeFill="accent5" w:themeFillTint="33"/>
      </w:tcPr>
    </w:tblStylePr>
    <w:tblStylePr w:type="band1Horz">
      <w:tblPr/>
      <w:tcPr>
        <w:shd w:val="clear" w:color="auto" w:fill="D6E5F2" w:themeFill="accent5" w:themeFillTint="33"/>
      </w:tcPr>
    </w:tblStylePr>
  </w:style>
  <w:style w:type="table" w:styleId="ListTable2-Accent5">
    <w:name w:val="List Table 2 Accent 5"/>
    <w:basedOn w:val="TableNormal"/>
    <w:uiPriority w:val="47"/>
    <w:rsid w:val="00354F24"/>
    <w:tblPr>
      <w:tblStyleRowBandSize w:val="1"/>
      <w:tblStyleColBandSize w:val="1"/>
      <w:tblBorders>
        <w:top w:val="single" w:sz="4" w:space="0" w:color="87B3D8" w:themeColor="accent5" w:themeTint="99"/>
        <w:bottom w:val="single" w:sz="4" w:space="0" w:color="87B3D8" w:themeColor="accent5" w:themeTint="99"/>
        <w:insideH w:val="single" w:sz="4" w:space="0" w:color="87B3D8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5F2" w:themeFill="accent5" w:themeFillTint="33"/>
      </w:tcPr>
    </w:tblStylePr>
    <w:tblStylePr w:type="band1Horz">
      <w:tblPr/>
      <w:tcPr>
        <w:shd w:val="clear" w:color="auto" w:fill="D6E5F2" w:themeFill="accent5" w:themeFillTint="33"/>
      </w:tcPr>
    </w:tblStylePr>
  </w:style>
  <w:style w:type="table" w:styleId="GridTable4-Accent5">
    <w:name w:val="Grid Table 4 Accent 5"/>
    <w:basedOn w:val="TableNormal"/>
    <w:uiPriority w:val="49"/>
    <w:rsid w:val="00354F24"/>
    <w:tblPr>
      <w:tblStyleRowBandSize w:val="1"/>
      <w:tblStyleColBandSize w:val="1"/>
      <w:tblBorders>
        <w:top w:val="single" w:sz="4" w:space="0" w:color="87B3D8" w:themeColor="accent5" w:themeTint="99"/>
        <w:left w:val="single" w:sz="4" w:space="0" w:color="87B3D8" w:themeColor="accent5" w:themeTint="99"/>
        <w:bottom w:val="single" w:sz="4" w:space="0" w:color="87B3D8" w:themeColor="accent5" w:themeTint="99"/>
        <w:right w:val="single" w:sz="4" w:space="0" w:color="87B3D8" w:themeColor="accent5" w:themeTint="99"/>
        <w:insideH w:val="single" w:sz="4" w:space="0" w:color="87B3D8" w:themeColor="accent5" w:themeTint="99"/>
        <w:insideV w:val="single" w:sz="4" w:space="0" w:color="87B3D8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C81BA" w:themeColor="accent5"/>
          <w:left w:val="single" w:sz="4" w:space="0" w:color="3C81BA" w:themeColor="accent5"/>
          <w:bottom w:val="single" w:sz="4" w:space="0" w:color="3C81BA" w:themeColor="accent5"/>
          <w:right w:val="single" w:sz="4" w:space="0" w:color="3C81BA" w:themeColor="accent5"/>
          <w:insideH w:val="nil"/>
          <w:insideV w:val="nil"/>
        </w:tcBorders>
        <w:shd w:val="clear" w:color="auto" w:fill="3C81BA" w:themeFill="accent5"/>
      </w:tcPr>
    </w:tblStylePr>
    <w:tblStylePr w:type="lastRow">
      <w:rPr>
        <w:b/>
        <w:bCs/>
      </w:rPr>
      <w:tblPr/>
      <w:tcPr>
        <w:tcBorders>
          <w:top w:val="double" w:sz="4" w:space="0" w:color="3C81B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5F2" w:themeFill="accent5" w:themeFillTint="33"/>
      </w:tcPr>
    </w:tblStylePr>
    <w:tblStylePr w:type="band1Horz">
      <w:tblPr/>
      <w:tcPr>
        <w:shd w:val="clear" w:color="auto" w:fill="D6E5F2" w:themeFill="accent5" w:themeFillTint="33"/>
      </w:tcPr>
    </w:tblStylePr>
  </w:style>
  <w:style w:type="table" w:styleId="GridTable6Colorful">
    <w:name w:val="Grid Table 6 Colorful"/>
    <w:basedOn w:val="TableNormal"/>
    <w:uiPriority w:val="51"/>
    <w:rsid w:val="006C2BA5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6C2BA5"/>
    <w:rPr>
      <w:color w:val="685C54" w:themeColor="accent4" w:themeShade="BF"/>
    </w:rPr>
    <w:tblPr>
      <w:tblStyleRowBandSize w:val="1"/>
      <w:tblStyleColBandSize w:val="1"/>
      <w:tblBorders>
        <w:top w:val="single" w:sz="4" w:space="0" w:color="BAAFA8" w:themeColor="accent4" w:themeTint="99"/>
        <w:left w:val="single" w:sz="4" w:space="0" w:color="BAAFA8" w:themeColor="accent4" w:themeTint="99"/>
        <w:bottom w:val="single" w:sz="4" w:space="0" w:color="BAAFA8" w:themeColor="accent4" w:themeTint="99"/>
        <w:right w:val="single" w:sz="4" w:space="0" w:color="BAAFA8" w:themeColor="accent4" w:themeTint="99"/>
        <w:insideH w:val="single" w:sz="4" w:space="0" w:color="BAAFA8" w:themeColor="accent4" w:themeTint="99"/>
        <w:insideV w:val="single" w:sz="4" w:space="0" w:color="BAAFA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AAFA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AAFA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4E2" w:themeFill="accent4" w:themeFillTint="33"/>
      </w:tcPr>
    </w:tblStylePr>
    <w:tblStylePr w:type="band1Horz">
      <w:tblPr/>
      <w:tcPr>
        <w:shd w:val="clear" w:color="auto" w:fill="E8E4E2" w:themeFill="accent4" w:themeFillTint="33"/>
      </w:tcPr>
    </w:tblStylePr>
  </w:style>
  <w:style w:type="table" w:styleId="TableGrid">
    <w:name w:val="Table Grid"/>
    <w:basedOn w:val="TableNormal"/>
    <w:rsid w:val="006C2B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3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Sales%20receipt%20(Simple%20Blue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77B47128D454587960D434AADAC93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BD9FC8-A7F6-4799-8732-D9DB2EB93B10}"/>
      </w:docPartPr>
      <w:docPartBody>
        <w:p w:rsidR="00000000" w:rsidRDefault="00000000">
          <w:pPr>
            <w:pStyle w:val="B77B47128D454587960D434AADAC9306"/>
          </w:pPr>
          <w:r w:rsidRPr="00183262">
            <w:t>Company Slogan</w:t>
          </w:r>
        </w:p>
      </w:docPartBody>
    </w:docPart>
    <w:docPart>
      <w:docPartPr>
        <w:name w:val="9CBDFEDEB7894C07B839E0C6C13C26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4AA1A5-128B-4C1A-8BD0-29BF67DC99E2}"/>
      </w:docPartPr>
      <w:docPartBody>
        <w:p w:rsidR="00000000" w:rsidRDefault="00000000">
          <w:pPr>
            <w:pStyle w:val="9CBDFEDEB7894C07B839E0C6C13C264E"/>
          </w:pPr>
          <w:r w:rsidRPr="005E523F">
            <w:rPr>
              <w:rStyle w:val="Heading2Char"/>
              <w:rFonts w:eastAsiaTheme="minorEastAsia"/>
              <w:szCs w:val="20"/>
            </w:rPr>
            <w:t>Date:</w:t>
          </w:r>
        </w:p>
      </w:docPartBody>
    </w:docPart>
    <w:docPart>
      <w:docPartPr>
        <w:name w:val="6A2132540DE6410AB09AA60B556261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058EB0-F258-4171-B3E3-DBF737F6C813}"/>
      </w:docPartPr>
      <w:docPartBody>
        <w:p w:rsidR="00000000" w:rsidRDefault="00000000">
          <w:pPr>
            <w:pStyle w:val="6A2132540DE6410AB09AA60B55626191"/>
          </w:pPr>
          <w:r>
            <w:t>Date</w:t>
          </w:r>
        </w:p>
      </w:docPartBody>
    </w:docPart>
    <w:docPart>
      <w:docPartPr>
        <w:name w:val="6919323323BB4C59AFC19B7B3E6CD3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77D58A-93B5-4210-ADC1-1F327818C0EB}"/>
      </w:docPartPr>
      <w:docPartBody>
        <w:p w:rsidR="00000000" w:rsidRDefault="00000000">
          <w:pPr>
            <w:pStyle w:val="6919323323BB4C59AFC19B7B3E6CD32D"/>
          </w:pPr>
          <w:r>
            <w:t>No.</w:t>
          </w:r>
        </w:p>
      </w:docPartBody>
    </w:docPart>
    <w:docPart>
      <w:docPartPr>
        <w:name w:val="A368BACA7A9B45089E338199609B85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3DC69B-1C53-44C8-B018-DAE67F3F87B3}"/>
      </w:docPartPr>
      <w:docPartBody>
        <w:p w:rsidR="00000000" w:rsidRDefault="00000000">
          <w:pPr>
            <w:pStyle w:val="A368BACA7A9B45089E338199609B85D4"/>
          </w:pPr>
          <w:r w:rsidRPr="00D9037D">
            <w:t>Customer Name</w:t>
          </w:r>
        </w:p>
      </w:docPartBody>
    </w:docPart>
    <w:docPart>
      <w:docPartPr>
        <w:name w:val="E84AB9E3761A4B478E96415897FAC1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DAF9CB-A4E9-47F4-AC35-01744F6A50DC}"/>
      </w:docPartPr>
      <w:docPartBody>
        <w:p w:rsidR="00000000" w:rsidRDefault="00000000">
          <w:pPr>
            <w:pStyle w:val="E84AB9E3761A4B478E96415897FAC1F2"/>
          </w:pPr>
          <w:r w:rsidRPr="00D9037D">
            <w:t>Company Name</w:t>
          </w:r>
        </w:p>
      </w:docPartBody>
    </w:docPart>
    <w:docPart>
      <w:docPartPr>
        <w:name w:val="D20DFCD820BC4422A1EA2384D8A0CB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8E12D5-FD57-46FA-8848-59A03FDE50E1}"/>
      </w:docPartPr>
      <w:docPartBody>
        <w:p w:rsidR="00000000" w:rsidRDefault="00000000">
          <w:pPr>
            <w:pStyle w:val="D20DFCD820BC4422A1EA2384D8A0CB22"/>
          </w:pPr>
          <w:r w:rsidRPr="00D9037D">
            <w:t>Street Address</w:t>
          </w:r>
        </w:p>
      </w:docPartBody>
    </w:docPart>
    <w:docPart>
      <w:docPartPr>
        <w:name w:val="B618C46FE0E649EB9F50387A4001A6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83724D-413F-4A65-A77F-69F47E87ECF6}"/>
      </w:docPartPr>
      <w:docPartBody>
        <w:p w:rsidR="00000000" w:rsidRDefault="00000000">
          <w:pPr>
            <w:pStyle w:val="B618C46FE0E649EB9F50387A4001A6BC"/>
          </w:pPr>
          <w:r w:rsidRPr="00D9037D">
            <w:t>City, ST  ZIP Code</w:t>
          </w:r>
        </w:p>
      </w:docPartBody>
    </w:docPart>
    <w:docPart>
      <w:docPartPr>
        <w:name w:val="C8A54D4BC8794446819A11C9CF5AB2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70F10C-821A-4FC0-9951-5F784A50AF51}"/>
      </w:docPartPr>
      <w:docPartBody>
        <w:p w:rsidR="00000000" w:rsidRDefault="00000000">
          <w:pPr>
            <w:pStyle w:val="C8A54D4BC8794446819A11C9CF5AB24E"/>
          </w:pPr>
          <w:r>
            <w:t>P</w:t>
          </w:r>
          <w:r w:rsidRPr="00D9037D">
            <w:t>hone</w:t>
          </w:r>
        </w:p>
      </w:docPartBody>
    </w:docPart>
    <w:docPart>
      <w:docPartPr>
        <w:name w:val="C7C3E219F8E941DBBB5EBF171CC890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38D287-14E6-4F7B-92C1-801F42C0E441}"/>
      </w:docPartPr>
      <w:docPartBody>
        <w:p w:rsidR="00000000" w:rsidRDefault="00000000">
          <w:pPr>
            <w:pStyle w:val="C7C3E219F8E941DBBB5EBF171CC890AD"/>
          </w:pPr>
          <w:r w:rsidRPr="00D9037D">
            <w:t>Customer ID</w:t>
          </w:r>
        </w:p>
      </w:docPartBody>
    </w:docPart>
    <w:docPart>
      <w:docPartPr>
        <w:name w:val="121FD39B3AB24FAC93BC4DDD6A2EE1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2202C6-FAAB-4950-9474-31DFF27AB8F9}"/>
      </w:docPartPr>
      <w:docPartBody>
        <w:p w:rsidR="00000000" w:rsidRDefault="00000000">
          <w:pPr>
            <w:pStyle w:val="121FD39B3AB24FAC93BC4DDD6A2EE1D1"/>
          </w:pPr>
          <w:r w:rsidRPr="00D9037D">
            <w:t>No.</w:t>
          </w:r>
        </w:p>
      </w:docPartBody>
    </w:docPart>
    <w:docPart>
      <w:docPartPr>
        <w:name w:val="9B111B196A2E427D81C5D32D8CF97E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B6D898-6F4F-4447-9315-21A812695ECF}"/>
      </w:docPartPr>
      <w:docPartBody>
        <w:p w:rsidR="00000000" w:rsidRDefault="00000000">
          <w:pPr>
            <w:pStyle w:val="9B111B196A2E427D81C5D32D8CF97EEC"/>
          </w:pPr>
          <w:r w:rsidRPr="00354F24">
            <w:rPr>
              <w:color w:val="000000" w:themeColor="text1"/>
            </w:rPr>
            <w:t>Check No.</w:t>
          </w:r>
        </w:p>
      </w:docPartBody>
    </w:docPart>
    <w:docPart>
      <w:docPartPr>
        <w:name w:val="65FA720107BF4D92A953B70C05656A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540CB2-D1B0-4022-9DD4-69FC03E204CE}"/>
      </w:docPartPr>
      <w:docPartBody>
        <w:p w:rsidR="00000000" w:rsidRDefault="00000000">
          <w:pPr>
            <w:pStyle w:val="65FA720107BF4D92A953B70C05656A8D"/>
          </w:pPr>
          <w:r>
            <w:t>Qty</w:t>
          </w:r>
        </w:p>
      </w:docPartBody>
    </w:docPart>
    <w:docPart>
      <w:docPartPr>
        <w:name w:val="4E7A8396D8984D82846D9D07225905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160380-95AE-4EA4-BF03-31AE45DED737}"/>
      </w:docPartPr>
      <w:docPartBody>
        <w:p w:rsidR="00000000" w:rsidRDefault="00000000">
          <w:pPr>
            <w:pStyle w:val="4E7A8396D8984D82846D9D07225905CA"/>
          </w:pPr>
          <w:r>
            <w:t>Item #</w:t>
          </w:r>
        </w:p>
      </w:docPartBody>
    </w:docPart>
    <w:docPart>
      <w:docPartPr>
        <w:name w:val="07B277D7B689439982CB70DF1BFC19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3129B6-1028-441E-811A-F4BEB728062F}"/>
      </w:docPartPr>
      <w:docPartBody>
        <w:p w:rsidR="00000000" w:rsidRDefault="00000000">
          <w:pPr>
            <w:pStyle w:val="07B277D7B689439982CB70DF1BFC1994"/>
          </w:pPr>
          <w:r>
            <w:t>Description</w:t>
          </w:r>
        </w:p>
      </w:docPartBody>
    </w:docPart>
    <w:docPart>
      <w:docPartPr>
        <w:name w:val="3B60659A2E8E47BFB4E468BB87AD1A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892B38-3290-443B-BB26-B97D475AEB1F}"/>
      </w:docPartPr>
      <w:docPartBody>
        <w:p w:rsidR="00000000" w:rsidRDefault="00000000">
          <w:pPr>
            <w:pStyle w:val="3B60659A2E8E47BFB4E468BB87AD1AF0"/>
          </w:pPr>
          <w:r>
            <w:t xml:space="preserve">Unit </w:t>
          </w:r>
          <w:r>
            <w:t>Price</w:t>
          </w:r>
        </w:p>
      </w:docPartBody>
    </w:docPart>
    <w:docPart>
      <w:docPartPr>
        <w:name w:val="6B00C37841E04CC8936B43FD8D3F8E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21C8AF-B88E-4DA9-A94D-F562C6B04146}"/>
      </w:docPartPr>
      <w:docPartBody>
        <w:p w:rsidR="00000000" w:rsidRDefault="00000000">
          <w:pPr>
            <w:pStyle w:val="6B00C37841E04CC8936B43FD8D3F8E5E"/>
          </w:pPr>
          <w:r>
            <w:t>Discount</w:t>
          </w:r>
        </w:p>
      </w:docPartBody>
    </w:docPart>
    <w:docPart>
      <w:docPartPr>
        <w:name w:val="E192F0FAF62A44918496996E251010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F0E08E-D5E6-442F-B821-B13AF1208047}"/>
      </w:docPartPr>
      <w:docPartBody>
        <w:p w:rsidR="00000000" w:rsidRDefault="00000000">
          <w:pPr>
            <w:pStyle w:val="E192F0FAF62A44918496996E2510109D"/>
          </w:pPr>
          <w:r>
            <w:t>Line Total</w:t>
          </w:r>
        </w:p>
      </w:docPartBody>
    </w:docPart>
    <w:docPart>
      <w:docPartPr>
        <w:name w:val="5DC807EFAFEF4C7AAEA63436072B6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08F338-041B-42DC-BB55-7D440DFF0EB4}"/>
      </w:docPartPr>
      <w:docPartBody>
        <w:p w:rsidR="00000000" w:rsidRDefault="00000000">
          <w:pPr>
            <w:pStyle w:val="5DC807EFAFEF4C7AAEA63436072B6DC3"/>
          </w:pPr>
          <w:r>
            <w:t>Company Name</w:t>
          </w:r>
        </w:p>
      </w:docPartBody>
    </w:docPart>
    <w:docPart>
      <w:docPartPr>
        <w:name w:val="978AC3BA080949ADB2E414BAAF0044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A106E8-00B6-4A41-8211-29569B47C351}"/>
      </w:docPartPr>
      <w:docPartBody>
        <w:p w:rsidR="00000000" w:rsidRDefault="00000000">
          <w:pPr>
            <w:pStyle w:val="978AC3BA080949ADB2E414BAAF00440F"/>
          </w:pPr>
          <w:r>
            <w:t>Street Address</w:t>
          </w:r>
        </w:p>
      </w:docPartBody>
    </w:docPart>
    <w:docPart>
      <w:docPartPr>
        <w:name w:val="E69473B6E4E04F78B8A83695F0059C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4C42A8-3F9D-4C8A-9027-BE014FFBBA51}"/>
      </w:docPartPr>
      <w:docPartBody>
        <w:p w:rsidR="00000000" w:rsidRDefault="00000000">
          <w:pPr>
            <w:pStyle w:val="E69473B6E4E04F78B8A83695F0059C55"/>
          </w:pPr>
          <w:r>
            <w:t>City, ST  ZIP Code</w:t>
          </w:r>
        </w:p>
      </w:docPartBody>
    </w:docPart>
    <w:docPart>
      <w:docPartPr>
        <w:name w:val="7EE1B2B8B9D74D85B30233DAD12C21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3D6065-4F83-4D6F-A019-28E738FA99BE}"/>
      </w:docPartPr>
      <w:docPartBody>
        <w:p w:rsidR="00000000" w:rsidRDefault="00000000">
          <w:pPr>
            <w:pStyle w:val="7EE1B2B8B9D74D85B30233DAD12C21C1"/>
          </w:pPr>
          <w:r>
            <w:t>Phone</w:t>
          </w:r>
        </w:p>
      </w:docPartBody>
    </w:docPart>
    <w:docPart>
      <w:docPartPr>
        <w:name w:val="24B5053B35974010A817B631B37D77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7CAD9C-BF30-467C-AA1D-117CC18C14E7}"/>
      </w:docPartPr>
      <w:docPartBody>
        <w:p w:rsidR="00000000" w:rsidRDefault="00000000">
          <w:pPr>
            <w:pStyle w:val="24B5053B35974010A817B631B37D77DA"/>
          </w:pPr>
          <w:r>
            <w:t>Fax</w:t>
          </w:r>
        </w:p>
      </w:docPartBody>
    </w:docPart>
    <w:docPart>
      <w:docPartPr>
        <w:name w:val="53DE584223D84B9DB5C78FBC117417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94A1FF-DA93-44D4-8962-ED51238BE773}"/>
      </w:docPartPr>
      <w:docPartBody>
        <w:p w:rsidR="00000000" w:rsidRDefault="00000000">
          <w:pPr>
            <w:pStyle w:val="53DE584223D84B9DB5C78FBC1174174B"/>
          </w:pPr>
          <w:r>
            <w:t>Email</w:t>
          </w:r>
        </w:p>
      </w:docPartBody>
    </w:docPart>
    <w:docPart>
      <w:docPartPr>
        <w:name w:val="7CF798368D094ED0A5E4D8B906D1B9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C08621-9608-4D23-8A98-B1B91618D87A}"/>
      </w:docPartPr>
      <w:docPartBody>
        <w:p w:rsidR="00000000" w:rsidRDefault="00787AC7" w:rsidP="00787AC7">
          <w:pPr>
            <w:pStyle w:val="7CF798368D094ED0A5E4D8B906D1B9A9"/>
          </w:pPr>
          <w:r w:rsidRPr="00CE673C">
            <w:t>Total Discount</w:t>
          </w:r>
        </w:p>
      </w:docPartBody>
    </w:docPart>
    <w:docPart>
      <w:docPartPr>
        <w:name w:val="0700335C5DFD45BC8935753E8D396C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DA4033-F6DA-4062-9B4F-6D39719B1F32}"/>
      </w:docPartPr>
      <w:docPartBody>
        <w:p w:rsidR="00000000" w:rsidRDefault="00787AC7" w:rsidP="00787AC7">
          <w:pPr>
            <w:pStyle w:val="0700335C5DFD45BC8935753E8D396C94"/>
          </w:pPr>
          <w:r w:rsidRPr="00CE673C">
            <w:t>Subtotal</w:t>
          </w:r>
        </w:p>
      </w:docPartBody>
    </w:docPart>
    <w:docPart>
      <w:docPartPr>
        <w:name w:val="C1CADE550BD84F479D91420129A884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E6426B-874F-411B-B42D-9D065B097A2C}"/>
      </w:docPartPr>
      <w:docPartBody>
        <w:p w:rsidR="00000000" w:rsidRDefault="00787AC7" w:rsidP="00787AC7">
          <w:pPr>
            <w:pStyle w:val="C1CADE550BD84F479D91420129A884C9"/>
          </w:pPr>
          <w:r w:rsidRPr="00CE673C">
            <w:t>Sales Tax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AC7"/>
    <w:rsid w:val="00787AC7"/>
    <w:rsid w:val="00F5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qFormat/>
    <w:pPr>
      <w:framePr w:hSpace="180" w:wrap="around" w:hAnchor="text" w:y="-825"/>
      <w:spacing w:after="0" w:line="264" w:lineRule="auto"/>
      <w:jc w:val="right"/>
      <w:outlineLvl w:val="1"/>
    </w:pPr>
    <w:rPr>
      <w:rFonts w:eastAsia="Times New Roman" w:cs="Times New Roman"/>
      <w:b/>
      <w:color w:val="A5A5A5" w:themeColor="accent3"/>
      <w:spacing w:val="4"/>
      <w:sz w:val="20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919EB542A0047A9A2C9D3DF35A4B5E3">
    <w:name w:val="7919EB542A0047A9A2C9D3DF35A4B5E3"/>
  </w:style>
  <w:style w:type="paragraph" w:customStyle="1" w:styleId="B77B47128D454587960D434AADAC9306">
    <w:name w:val="B77B47128D454587960D434AADAC9306"/>
  </w:style>
  <w:style w:type="character" w:customStyle="1" w:styleId="Heading2Char">
    <w:name w:val="Heading 2 Char"/>
    <w:basedOn w:val="DefaultParagraphFont"/>
    <w:link w:val="Heading2"/>
    <w:uiPriority w:val="9"/>
    <w:qFormat/>
    <w:rPr>
      <w:rFonts w:eastAsia="Times New Roman" w:cs="Times New Roman"/>
      <w:b/>
      <w:color w:val="A5A5A5" w:themeColor="accent3"/>
      <w:spacing w:val="4"/>
      <w:sz w:val="20"/>
      <w:szCs w:val="16"/>
    </w:rPr>
  </w:style>
  <w:style w:type="paragraph" w:customStyle="1" w:styleId="9CBDFEDEB7894C07B839E0C6C13C264E">
    <w:name w:val="9CBDFEDEB7894C07B839E0C6C13C264E"/>
  </w:style>
  <w:style w:type="paragraph" w:customStyle="1" w:styleId="6A2132540DE6410AB09AA60B55626191">
    <w:name w:val="6A2132540DE6410AB09AA60B55626191"/>
  </w:style>
  <w:style w:type="paragraph" w:customStyle="1" w:styleId="B9272E8DF36A440889174998FE7D70E2">
    <w:name w:val="B9272E8DF36A440889174998FE7D70E2"/>
  </w:style>
  <w:style w:type="paragraph" w:customStyle="1" w:styleId="6919323323BB4C59AFC19B7B3E6CD32D">
    <w:name w:val="6919323323BB4C59AFC19B7B3E6CD32D"/>
  </w:style>
  <w:style w:type="paragraph" w:customStyle="1" w:styleId="19BC2BA17EB24EA5A3BAE68C90080FCC">
    <w:name w:val="19BC2BA17EB24EA5A3BAE68C90080FCC"/>
  </w:style>
  <w:style w:type="paragraph" w:customStyle="1" w:styleId="A368BACA7A9B45089E338199609B85D4">
    <w:name w:val="A368BACA7A9B45089E338199609B85D4"/>
  </w:style>
  <w:style w:type="paragraph" w:customStyle="1" w:styleId="E84AB9E3761A4B478E96415897FAC1F2">
    <w:name w:val="E84AB9E3761A4B478E96415897FAC1F2"/>
  </w:style>
  <w:style w:type="paragraph" w:customStyle="1" w:styleId="D20DFCD820BC4422A1EA2384D8A0CB22">
    <w:name w:val="D20DFCD820BC4422A1EA2384D8A0CB22"/>
  </w:style>
  <w:style w:type="paragraph" w:customStyle="1" w:styleId="B618C46FE0E649EB9F50387A4001A6BC">
    <w:name w:val="B618C46FE0E649EB9F50387A4001A6BC"/>
  </w:style>
  <w:style w:type="paragraph" w:customStyle="1" w:styleId="C8A54D4BC8794446819A11C9CF5AB24E">
    <w:name w:val="C8A54D4BC8794446819A11C9CF5AB24E"/>
  </w:style>
  <w:style w:type="paragraph" w:customStyle="1" w:styleId="C7C3E219F8E941DBBB5EBF171CC890AD">
    <w:name w:val="C7C3E219F8E941DBBB5EBF171CC890AD"/>
  </w:style>
  <w:style w:type="paragraph" w:customStyle="1" w:styleId="121FD39B3AB24FAC93BC4DDD6A2EE1D1">
    <w:name w:val="121FD39B3AB24FAC93BC4DDD6A2EE1D1"/>
  </w:style>
  <w:style w:type="paragraph" w:customStyle="1" w:styleId="22B8E444596A4622906695A34B5B22EC">
    <w:name w:val="22B8E444596A4622906695A34B5B22EC"/>
  </w:style>
  <w:style w:type="paragraph" w:customStyle="1" w:styleId="9B111B196A2E427D81C5D32D8CF97EEC">
    <w:name w:val="9B111B196A2E427D81C5D32D8CF97EEC"/>
  </w:style>
  <w:style w:type="paragraph" w:customStyle="1" w:styleId="9E9805874DAF48DBA4E89B8070F0501F">
    <w:name w:val="9E9805874DAF48DBA4E89B8070F0501F"/>
  </w:style>
  <w:style w:type="paragraph" w:customStyle="1" w:styleId="65FA720107BF4D92A953B70C05656A8D">
    <w:name w:val="65FA720107BF4D92A953B70C05656A8D"/>
  </w:style>
  <w:style w:type="paragraph" w:customStyle="1" w:styleId="4E7A8396D8984D82846D9D07225905CA">
    <w:name w:val="4E7A8396D8984D82846D9D07225905CA"/>
  </w:style>
  <w:style w:type="paragraph" w:customStyle="1" w:styleId="07B277D7B689439982CB70DF1BFC1994">
    <w:name w:val="07B277D7B689439982CB70DF1BFC1994"/>
  </w:style>
  <w:style w:type="paragraph" w:customStyle="1" w:styleId="3B60659A2E8E47BFB4E468BB87AD1AF0">
    <w:name w:val="3B60659A2E8E47BFB4E468BB87AD1AF0"/>
  </w:style>
  <w:style w:type="paragraph" w:customStyle="1" w:styleId="6B00C37841E04CC8936B43FD8D3F8E5E">
    <w:name w:val="6B00C37841E04CC8936B43FD8D3F8E5E"/>
  </w:style>
  <w:style w:type="paragraph" w:customStyle="1" w:styleId="E192F0FAF62A44918496996E2510109D">
    <w:name w:val="E192F0FAF62A44918496996E2510109D"/>
  </w:style>
  <w:style w:type="paragraph" w:customStyle="1" w:styleId="FA1DFE837D8E485094BEB7397EECF05E">
    <w:name w:val="FA1DFE837D8E485094BEB7397EECF05E"/>
  </w:style>
  <w:style w:type="paragraph" w:customStyle="1" w:styleId="D341939D23F34DF1AF3A735520DD3726">
    <w:name w:val="D341939D23F34DF1AF3A735520DD3726"/>
  </w:style>
  <w:style w:type="paragraph" w:customStyle="1" w:styleId="FBE2A3D8C58B4A05992AD946EFF90D71">
    <w:name w:val="FBE2A3D8C58B4A05992AD946EFF90D71"/>
  </w:style>
  <w:style w:type="paragraph" w:customStyle="1" w:styleId="88B2C68D1DB64CAD9C2E92AEE3F6DEA4">
    <w:name w:val="88B2C68D1DB64CAD9C2E92AEE3F6DEA4"/>
  </w:style>
  <w:style w:type="paragraph" w:customStyle="1" w:styleId="AD6D92787B08482280398016E8632886">
    <w:name w:val="AD6D92787B08482280398016E8632886"/>
  </w:style>
  <w:style w:type="paragraph" w:customStyle="1" w:styleId="5DC807EFAFEF4C7AAEA63436072B6DC3">
    <w:name w:val="5DC807EFAFEF4C7AAEA63436072B6DC3"/>
  </w:style>
  <w:style w:type="paragraph" w:customStyle="1" w:styleId="978AC3BA080949ADB2E414BAAF00440F">
    <w:name w:val="978AC3BA080949ADB2E414BAAF00440F"/>
  </w:style>
  <w:style w:type="paragraph" w:customStyle="1" w:styleId="E69473B6E4E04F78B8A83695F0059C55">
    <w:name w:val="E69473B6E4E04F78B8A83695F0059C55"/>
  </w:style>
  <w:style w:type="paragraph" w:customStyle="1" w:styleId="7EE1B2B8B9D74D85B30233DAD12C21C1">
    <w:name w:val="7EE1B2B8B9D74D85B30233DAD12C21C1"/>
  </w:style>
  <w:style w:type="paragraph" w:customStyle="1" w:styleId="24B5053B35974010A817B631B37D77DA">
    <w:name w:val="24B5053B35974010A817B631B37D77DA"/>
  </w:style>
  <w:style w:type="paragraph" w:customStyle="1" w:styleId="53DE584223D84B9DB5C78FBC1174174B">
    <w:name w:val="53DE584223D84B9DB5C78FBC1174174B"/>
  </w:style>
  <w:style w:type="paragraph" w:customStyle="1" w:styleId="E8AEA63C8D3249D9AFC16D6E797B55FE">
    <w:name w:val="E8AEA63C8D3249D9AFC16D6E797B55FE"/>
    <w:rsid w:val="00787AC7"/>
  </w:style>
  <w:style w:type="paragraph" w:customStyle="1" w:styleId="A5451DA949084F508CFF17286109CC5D">
    <w:name w:val="A5451DA949084F508CFF17286109CC5D"/>
    <w:rsid w:val="00787AC7"/>
  </w:style>
  <w:style w:type="paragraph" w:customStyle="1" w:styleId="6640EE355BFD409391633251DD07A305">
    <w:name w:val="6640EE355BFD409391633251DD07A305"/>
    <w:rsid w:val="00787AC7"/>
  </w:style>
  <w:style w:type="paragraph" w:customStyle="1" w:styleId="45BA723D422D40AFA4B96C3D416814A4">
    <w:name w:val="45BA723D422D40AFA4B96C3D416814A4"/>
    <w:rsid w:val="00787AC7"/>
  </w:style>
  <w:style w:type="paragraph" w:customStyle="1" w:styleId="58277F37E8CF4AC686046DC17DE2A580">
    <w:name w:val="58277F37E8CF4AC686046DC17DE2A580"/>
    <w:rsid w:val="00787AC7"/>
  </w:style>
  <w:style w:type="paragraph" w:customStyle="1" w:styleId="065CCF52A0CB4C46BE462A76944DD2B2">
    <w:name w:val="065CCF52A0CB4C46BE462A76944DD2B2"/>
    <w:rsid w:val="00787AC7"/>
  </w:style>
  <w:style w:type="paragraph" w:customStyle="1" w:styleId="951D86A2D4F54741B967F79E0258E898">
    <w:name w:val="951D86A2D4F54741B967F79E0258E898"/>
    <w:rsid w:val="00787AC7"/>
  </w:style>
  <w:style w:type="paragraph" w:customStyle="1" w:styleId="D5BC72EA4DA841D994DA9AB3D762D879">
    <w:name w:val="D5BC72EA4DA841D994DA9AB3D762D879"/>
    <w:rsid w:val="00787AC7"/>
  </w:style>
  <w:style w:type="paragraph" w:customStyle="1" w:styleId="9C2A176FFB25408490C404967FAE471B">
    <w:name w:val="9C2A176FFB25408490C404967FAE471B"/>
    <w:rsid w:val="00787AC7"/>
  </w:style>
  <w:style w:type="paragraph" w:customStyle="1" w:styleId="D7498305E4404A9D9606148ACBDD85B4">
    <w:name w:val="D7498305E4404A9D9606148ACBDD85B4"/>
    <w:rsid w:val="00787AC7"/>
  </w:style>
  <w:style w:type="paragraph" w:customStyle="1" w:styleId="59A44CBD36724C22AADACFA36FDC83E1">
    <w:name w:val="59A44CBD36724C22AADACFA36FDC83E1"/>
    <w:rsid w:val="00787AC7"/>
  </w:style>
  <w:style w:type="paragraph" w:customStyle="1" w:styleId="0CB73E3CCE704F8E89E55B3FA87465B2">
    <w:name w:val="0CB73E3CCE704F8E89E55B3FA87465B2"/>
    <w:rsid w:val="00787AC7"/>
  </w:style>
  <w:style w:type="paragraph" w:customStyle="1" w:styleId="7CF798368D094ED0A5E4D8B906D1B9A9">
    <w:name w:val="7CF798368D094ED0A5E4D8B906D1B9A9"/>
    <w:rsid w:val="00787AC7"/>
  </w:style>
  <w:style w:type="paragraph" w:customStyle="1" w:styleId="EE6B8971B61A439D87928C4A69B7F1BA">
    <w:name w:val="EE6B8971B61A439D87928C4A69B7F1BA"/>
    <w:rsid w:val="00787AC7"/>
  </w:style>
  <w:style w:type="paragraph" w:customStyle="1" w:styleId="A53A7F6352D848B791492C80225BDBAF">
    <w:name w:val="A53A7F6352D848B791492C80225BDBAF"/>
    <w:rsid w:val="00787AC7"/>
  </w:style>
  <w:style w:type="paragraph" w:customStyle="1" w:styleId="02365A417E2F4E38868E5CE385F2DD92">
    <w:name w:val="02365A417E2F4E38868E5CE385F2DD92"/>
    <w:rsid w:val="00787AC7"/>
  </w:style>
  <w:style w:type="paragraph" w:customStyle="1" w:styleId="0700335C5DFD45BC8935753E8D396C94">
    <w:name w:val="0700335C5DFD45BC8935753E8D396C94"/>
    <w:rsid w:val="00787AC7"/>
  </w:style>
  <w:style w:type="paragraph" w:customStyle="1" w:styleId="C1CADE550BD84F479D91420129A884C9">
    <w:name w:val="C1CADE550BD84F479D91420129A884C9"/>
    <w:rsid w:val="00787AC7"/>
  </w:style>
  <w:style w:type="paragraph" w:customStyle="1" w:styleId="7879704DA9AE4621BB138A1BFE23EA0E">
    <w:name w:val="7879704DA9AE4621BB138A1BFE23EA0E"/>
    <w:rsid w:val="00787AC7"/>
  </w:style>
  <w:style w:type="paragraph" w:customStyle="1" w:styleId="CCF779ACEAB34433A21EEBAF7A8D9418">
    <w:name w:val="CCF779ACEAB34433A21EEBAF7A8D9418"/>
    <w:rsid w:val="00787A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06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436784"/>
      </a:accent3>
      <a:accent4>
        <a:srgbClr val="8C7B70"/>
      </a:accent4>
      <a:accent5>
        <a:srgbClr val="3C81BA"/>
      </a:accent5>
      <a:accent6>
        <a:srgbClr val="F1FAFD"/>
      </a:accent6>
      <a:hlink>
        <a:srgbClr val="00A3D6"/>
      </a:hlink>
      <a:folHlink>
        <a:srgbClr val="694F07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Sales receipt (Simple Blue design).dotx</Template>
  <TotalTime>21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Alex</dc:creator>
  <cp:lastModifiedBy>Muhammad Naveed Ahmed</cp:lastModifiedBy>
  <cp:revision>9</cp:revision>
  <cp:lastPrinted>2004-09-20T20:32:00Z</cp:lastPrinted>
  <dcterms:created xsi:type="dcterms:W3CDTF">2022-12-28T10:58:00Z</dcterms:created>
  <dcterms:modified xsi:type="dcterms:W3CDTF">2022-12-28T11:20:00Z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TC011503361033</vt:lpwstr>
  </property>
  <property fmtid="{D5CDD505-2E9C-101B-9397-08002B2CF9AE}" pid="3" name="ContentTypeId">
    <vt:lpwstr>0x010100AA3F7D94069FF64A86F7DFF56D60E3BE</vt:lpwstr>
  </property>
  <property fmtid="{D5CDD505-2E9C-101B-9397-08002B2CF9AE}" pid="4" name="InternalTags">
    <vt:lpwstr/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ScenarioTags">
    <vt:lpwstr/>
  </property>
  <property fmtid="{D5CDD505-2E9C-101B-9397-08002B2CF9AE}" pid="8" name="CampaignTags">
    <vt:lpwstr/>
  </property>
  <property fmtid="{D5CDD505-2E9C-101B-9397-08002B2CF9AE}" pid="9" name="LocMarketGroupTiers">
    <vt:lpwstr>,t:Tier 1,t:Tier 2,t:Tier 3,</vt:lpwstr>
  </property>
</Properties>
</file>