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Subtle2"/>
        <w:tblW w:w="0" w:type="auto"/>
        <w:tblLayout w:type="fixed"/>
        <w:tblLook w:val="0620" w:firstRow="1" w:lastRow="0" w:firstColumn="0" w:lastColumn="0" w:noHBand="1" w:noVBand="1"/>
        <w:tblDescription w:val="First table contains invoice header information, company name and contact information, invoice title, number and date, and recipient billing and shipping contact information; second table contains comment or special instructions, and third table contains salesperson name, purchase order number, requisitioner, shipped via, free on-board point, and terms"/>
      </w:tblPr>
      <w:tblGrid>
        <w:gridCol w:w="5032"/>
        <w:gridCol w:w="5048"/>
      </w:tblGrid>
      <w:tr w:rsidR="008049DB" w14:paraId="52632C9B" w14:textId="77777777" w:rsidTr="009075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90"/>
        </w:trPr>
        <w:tc>
          <w:tcPr>
            <w:tcW w:w="5032" w:type="dxa"/>
          </w:tcPr>
          <w:sdt>
            <w:sdtPr>
              <w:alias w:val="Enter company name:"/>
              <w:tag w:val="Enter company name:"/>
              <w:id w:val="-1907209145"/>
              <w:placeholder>
                <w:docPart w:val="7CB6C279AD9D4006B5C81DC40533F308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/>
            </w:sdtPr>
            <w:sdtContent>
              <w:p w14:paraId="45D4D640" w14:textId="77777777" w:rsidR="008049DB" w:rsidRDefault="006A3739">
                <w:pPr>
                  <w:pStyle w:val="Heading1"/>
                  <w:outlineLvl w:val="0"/>
                </w:pPr>
                <w:r>
                  <w:t>Company Name</w:t>
                </w:r>
              </w:p>
            </w:sdtContent>
          </w:sdt>
          <w:sdt>
            <w:sdtPr>
              <w:alias w:val="Enter company slogan:"/>
              <w:tag w:val="Enter company slogan:"/>
              <w:id w:val="95536943"/>
              <w:placeholder>
                <w:docPart w:val="446EC78CCB944981B0684DDAC5FF9F2E"/>
              </w:placeholder>
              <w:temporary/>
              <w:showingPlcHdr/>
              <w15:appearance w15:val="hidden"/>
            </w:sdtPr>
            <w:sdtContent>
              <w:p w14:paraId="112C1D09" w14:textId="77777777" w:rsidR="008049DB" w:rsidRDefault="006A3739">
                <w:pPr>
                  <w:pStyle w:val="Slogan"/>
                </w:pPr>
                <w:r>
                  <w:t>Your Company Slogan</w:t>
                </w:r>
              </w:p>
            </w:sdtContent>
          </w:sdt>
          <w:sdt>
            <w:sdtPr>
              <w:alias w:val="Enter company street address:"/>
              <w:tag w:val="Enter company street address:"/>
              <w:id w:val="95536970"/>
              <w:placeholder>
                <w:docPart w:val="C1A3799D0A034F1D9E571DFE2C8DFE27"/>
              </w:placeholder>
              <w:temporary/>
              <w:showingPlcHdr/>
              <w15:appearance w15:val="hidden"/>
            </w:sdtPr>
            <w:sdtContent>
              <w:p w14:paraId="64629631" w14:textId="77777777" w:rsidR="008049DB" w:rsidRDefault="006A3739">
                <w:r>
                  <w:t>Street Address</w:t>
                </w:r>
              </w:p>
            </w:sdtContent>
          </w:sdt>
          <w:sdt>
            <w:sdtPr>
              <w:alias w:val="Enter company City, ST ZIP Code:"/>
              <w:tag w:val="Enter company City, ST ZIP Code:"/>
              <w:id w:val="-1737237744"/>
              <w:placeholder>
                <w:docPart w:val="71392736183747139E6D61C7D56F487B"/>
              </w:placeholder>
              <w:temporary/>
              <w:showingPlcHdr/>
              <w15:appearance w15:val="hidden"/>
            </w:sdtPr>
            <w:sdtContent>
              <w:p w14:paraId="3528D149" w14:textId="77777777" w:rsidR="00616194" w:rsidRDefault="00616194">
                <w:r>
                  <w:t>City, ST ZIP Code</w:t>
                </w:r>
              </w:p>
            </w:sdtContent>
          </w:sdt>
          <w:p w14:paraId="79F19E2E" w14:textId="77777777" w:rsidR="008049DB" w:rsidRDefault="00000000">
            <w:sdt>
              <w:sdtPr>
                <w:alias w:val="Phone:"/>
                <w:tag w:val="Phone:"/>
                <w:id w:val="-480227063"/>
                <w:placeholder>
                  <w:docPart w:val="7583904F16DF49B5BCF9E22C6A342F48"/>
                </w:placeholder>
                <w:temporary/>
                <w:showingPlcHdr/>
                <w15:appearance w15:val="hidden"/>
              </w:sdtPr>
              <w:sdtContent>
                <w:r w:rsidR="00616194">
                  <w:t>Phone:</w:t>
                </w:r>
              </w:sdtContent>
            </w:sdt>
            <w:r w:rsidR="006A3739">
              <w:t xml:space="preserve"> </w:t>
            </w:r>
            <w:sdt>
              <w:sdtPr>
                <w:alias w:val="Enter phone:"/>
                <w:tag w:val="Enter phone:"/>
                <w:id w:val="95537024"/>
                <w:placeholder>
                  <w:docPart w:val="6E711E4AE26B440AAE675F905B6F1A9A"/>
                </w:placeholder>
                <w:temporary/>
                <w:showingPlcHdr/>
                <w15:appearance w15:val="hidden"/>
              </w:sdtPr>
              <w:sdtContent>
                <w:r w:rsidR="006A3739">
                  <w:t>Phone</w:t>
                </w:r>
              </w:sdtContent>
            </w:sdt>
            <w:r w:rsidR="006A3739">
              <w:t xml:space="preserve"> </w:t>
            </w:r>
            <w:sdt>
              <w:sdtPr>
                <w:alias w:val="Fax:"/>
                <w:tag w:val="Fax:"/>
                <w:id w:val="-1222436787"/>
                <w:placeholder>
                  <w:docPart w:val="5CCF9D1E2B9F4175AEADEF0CD4C0B570"/>
                </w:placeholder>
                <w:temporary/>
                <w:showingPlcHdr/>
                <w15:appearance w15:val="hidden"/>
              </w:sdtPr>
              <w:sdtContent>
                <w:r w:rsidR="00616194">
                  <w:t>Fax:</w:t>
                </w:r>
              </w:sdtContent>
            </w:sdt>
            <w:r w:rsidR="006A3739">
              <w:t xml:space="preserve"> </w:t>
            </w:r>
            <w:sdt>
              <w:sdtPr>
                <w:alias w:val="Enter fax:"/>
                <w:tag w:val="Enter fax:"/>
                <w:id w:val="95537051"/>
                <w:placeholder>
                  <w:docPart w:val="AAE8315C808C4D9F8559766E69EA5D9D"/>
                </w:placeholder>
                <w:temporary/>
                <w:showingPlcHdr/>
                <w15:appearance w15:val="hidden"/>
              </w:sdtPr>
              <w:sdtContent>
                <w:r w:rsidR="006A3739">
                  <w:t>Fax</w:t>
                </w:r>
              </w:sdtContent>
            </w:sdt>
          </w:p>
        </w:tc>
        <w:tc>
          <w:tcPr>
            <w:tcW w:w="5048" w:type="dxa"/>
          </w:tcPr>
          <w:p w14:paraId="454E418C" w14:textId="4F2AE711" w:rsidR="008049DB" w:rsidRPr="00B52B33" w:rsidRDefault="00CE49B1">
            <w:pPr>
              <w:pStyle w:val="Title"/>
              <w:rPr>
                <w:sz w:val="32"/>
                <w:szCs w:val="48"/>
              </w:rPr>
            </w:pPr>
            <w:r>
              <w:rPr>
                <w:sz w:val="32"/>
                <w:szCs w:val="48"/>
              </w:rPr>
              <w:t>Fund</w:t>
            </w:r>
            <w:r w:rsidR="00915A44">
              <w:rPr>
                <w:sz w:val="32"/>
                <w:szCs w:val="48"/>
              </w:rPr>
              <w:t xml:space="preserve"> </w:t>
            </w:r>
            <w:r w:rsidR="00B52B33" w:rsidRPr="00B52B33">
              <w:rPr>
                <w:sz w:val="32"/>
                <w:szCs w:val="48"/>
              </w:rPr>
              <w:t>request form</w:t>
            </w:r>
          </w:p>
          <w:p w14:paraId="663574FE" w14:textId="4203DF8D" w:rsidR="008049DB" w:rsidRDefault="00915A44">
            <w:pPr>
              <w:pStyle w:val="Heading2"/>
              <w:outlineLvl w:val="1"/>
            </w:pPr>
            <w:r>
              <w:t xml:space="preserve">OFFICE </w:t>
            </w:r>
            <w:r w:rsidR="00B52B33">
              <w:t>Memo#</w:t>
            </w:r>
            <w:r w:rsidR="00CE7F7E">
              <w:t xml:space="preserve"> </w:t>
            </w:r>
            <w:sdt>
              <w:sdtPr>
                <w:alias w:val="Enter invoice number:"/>
                <w:tag w:val="Enter invoice number:"/>
                <w:id w:val="95537078"/>
                <w:placeholder>
                  <w:docPart w:val="A3D38F626E7748819277F34AE1222E8C"/>
                </w:placeholder>
                <w:temporary/>
                <w:showingPlcHdr/>
                <w15:appearance w15:val="hidden"/>
              </w:sdtPr>
              <w:sdtContent>
                <w:r w:rsidR="006A3739">
                  <w:t>100</w:t>
                </w:r>
              </w:sdtContent>
            </w:sdt>
          </w:p>
          <w:p w14:paraId="2BD62C03" w14:textId="00063CED" w:rsidR="008049DB" w:rsidRDefault="00000000">
            <w:pPr>
              <w:pStyle w:val="Heading2"/>
              <w:outlineLvl w:val="1"/>
            </w:pPr>
            <w:sdt>
              <w:sdtPr>
                <w:alias w:val="Date:"/>
                <w:tag w:val="Date:"/>
                <w:id w:val="677780987"/>
                <w:placeholder>
                  <w:docPart w:val="1967937F4C7B46F284676AEB8E1F6829"/>
                </w:placeholder>
                <w:temporary/>
                <w:showingPlcHdr/>
                <w15:appearance w15:val="hidden"/>
              </w:sdtPr>
              <w:sdtContent>
                <w:r w:rsidR="00CE7F7E">
                  <w:t>Date:</w:t>
                </w:r>
              </w:sdtContent>
            </w:sdt>
            <w:r w:rsidR="006A3739">
              <w:t xml:space="preserve"> </w:t>
            </w:r>
            <w:sdt>
              <w:sdtPr>
                <w:alias w:val="Enter date:"/>
                <w:tag w:val="Enter date:"/>
                <w:id w:val="-86928495"/>
                <w:placeholder>
                  <w:docPart w:val="16FEFC60649B4178AAE9E6211BC787FC"/>
                </w:placeholder>
                <w:temporary/>
                <w:showingPlcHdr/>
                <w15:appearance w15:val="hidden"/>
              </w:sdtPr>
              <w:sdtContent>
                <w:r w:rsidR="006A3739">
                  <w:t>Date</w:t>
                </w:r>
              </w:sdtContent>
            </w:sdt>
          </w:p>
        </w:tc>
      </w:tr>
      <w:tr w:rsidR="008049DB" w14:paraId="0802EAE2" w14:textId="77777777" w:rsidTr="00907574">
        <w:trPr>
          <w:trHeight w:val="1440"/>
        </w:trPr>
        <w:tc>
          <w:tcPr>
            <w:tcW w:w="5032" w:type="dxa"/>
          </w:tcPr>
          <w:p w14:paraId="41B31505" w14:textId="0F172823" w:rsidR="008049DB" w:rsidRDefault="00CE49B1">
            <w:pPr>
              <w:pStyle w:val="Heading3"/>
              <w:outlineLvl w:val="2"/>
            </w:pPr>
            <w:r>
              <w:t>fund</w:t>
            </w:r>
            <w:r w:rsidR="00452805">
              <w:t xml:space="preserve"> requested by</w:t>
            </w:r>
          </w:p>
          <w:p w14:paraId="0E3A2B13" w14:textId="7AE7E713" w:rsidR="008049DB" w:rsidRDefault="00CE49B1">
            <w:r>
              <w:t>Person/D</w:t>
            </w:r>
            <w:r w:rsidR="00452805">
              <w:t>epartment Name</w:t>
            </w:r>
          </w:p>
          <w:sdt>
            <w:sdtPr>
              <w:alias w:val="Enter company name:"/>
              <w:tag w:val="Enter company name:"/>
              <w:id w:val="95537161"/>
              <w:placeholder>
                <w:docPart w:val="ED41524E07AE4FE489625DBFBD84A9BB"/>
              </w:placeholder>
              <w:temporary/>
              <w:showingPlcHdr/>
              <w15:appearance w15:val="hidden"/>
            </w:sdtPr>
            <w:sdtContent>
              <w:p w14:paraId="68932B9A" w14:textId="77777777" w:rsidR="008049DB" w:rsidRDefault="006A3739">
                <w:r>
                  <w:t>Company Name</w:t>
                </w:r>
              </w:p>
            </w:sdtContent>
          </w:sdt>
          <w:sdt>
            <w:sdtPr>
              <w:alias w:val="Enter street address:"/>
              <w:tag w:val="Enter street address:"/>
              <w:id w:val="95537188"/>
              <w:placeholder>
                <w:docPart w:val="2BBDE7128CAB487A95F219621144CBB4"/>
              </w:placeholder>
              <w:temporary/>
              <w:showingPlcHdr/>
              <w15:appearance w15:val="hidden"/>
            </w:sdtPr>
            <w:sdtContent>
              <w:p w14:paraId="70FC9985" w14:textId="77777777" w:rsidR="008049DB" w:rsidRDefault="006A3739">
                <w:r>
                  <w:t>Street Address</w:t>
                </w:r>
              </w:p>
            </w:sdtContent>
          </w:sdt>
          <w:sdt>
            <w:sdtPr>
              <w:alias w:val="Enter City, ST ZIP Code:"/>
              <w:tag w:val="Enter City, ST ZIP Code:"/>
              <w:id w:val="-563794007"/>
              <w:placeholder>
                <w:docPart w:val="46824C2C13D8411F82CD38ABE0AD4BCF"/>
              </w:placeholder>
              <w:temporary/>
              <w:showingPlcHdr/>
              <w15:appearance w15:val="hidden"/>
            </w:sdtPr>
            <w:sdtContent>
              <w:p w14:paraId="259A76B5" w14:textId="77777777" w:rsidR="00616194" w:rsidRDefault="00616194">
                <w:r>
                  <w:t>City, ST ZIP Code</w:t>
                </w:r>
              </w:p>
            </w:sdtContent>
          </w:sdt>
          <w:p w14:paraId="31C8CD1B" w14:textId="77777777" w:rsidR="008049DB" w:rsidRDefault="00000000">
            <w:sdt>
              <w:sdtPr>
                <w:alias w:val="Phone:"/>
                <w:tag w:val="Phone:"/>
                <w:id w:val="1061450442"/>
                <w:placeholder>
                  <w:docPart w:val="9324E53FFABC4784BCD0DE78D494057F"/>
                </w:placeholder>
                <w:temporary/>
                <w:showingPlcHdr/>
                <w15:appearance w15:val="hidden"/>
              </w:sdtPr>
              <w:sdtContent>
                <w:r w:rsidR="00616194">
                  <w:t>Phone:</w:t>
                </w:r>
              </w:sdtContent>
            </w:sdt>
            <w:r w:rsidR="006A3739">
              <w:t xml:space="preserve"> </w:t>
            </w:r>
            <w:sdt>
              <w:sdtPr>
                <w:alias w:val="Enter phone:"/>
                <w:tag w:val="Enter phone:"/>
                <w:id w:val="95537216"/>
                <w:placeholder>
                  <w:docPart w:val="FBECE506F0CA4EC18511F08CC163DD54"/>
                </w:placeholder>
                <w:temporary/>
                <w:showingPlcHdr/>
                <w15:appearance w15:val="hidden"/>
              </w:sdtPr>
              <w:sdtContent>
                <w:r w:rsidR="006A3739">
                  <w:t>Phone</w:t>
                </w:r>
              </w:sdtContent>
            </w:sdt>
          </w:p>
        </w:tc>
        <w:tc>
          <w:tcPr>
            <w:tcW w:w="5048" w:type="dxa"/>
          </w:tcPr>
          <w:p w14:paraId="7F7145FE" w14:textId="1842CC76" w:rsidR="008049DB" w:rsidRDefault="00B52B33">
            <w:pPr>
              <w:pStyle w:val="Heading3"/>
              <w:outlineLvl w:val="2"/>
            </w:pPr>
            <w:r>
              <w:t>FORWARDED BY:</w:t>
            </w:r>
          </w:p>
          <w:p w14:paraId="37972287" w14:textId="1E594C4B" w:rsidR="008049DB" w:rsidRDefault="00B52B33">
            <w:r>
              <w:t>Name</w:t>
            </w:r>
          </w:p>
          <w:p w14:paraId="73179200" w14:textId="644110B6" w:rsidR="008049DB" w:rsidRDefault="00B52B33">
            <w:r>
              <w:t>Department</w:t>
            </w:r>
          </w:p>
          <w:p w14:paraId="6A48FFB6" w14:textId="44F2EC97" w:rsidR="00616194" w:rsidRDefault="00B52B33">
            <w:r>
              <w:t>Company Name</w:t>
            </w:r>
            <w:r>
              <w:br/>
            </w:r>
            <w:sdt>
              <w:sdtPr>
                <w:alias w:val="Enter City, ST ZIP Code:"/>
                <w:tag w:val="Enter City, ST ZIP Code:"/>
                <w:id w:val="103093504"/>
                <w:placeholder>
                  <w:docPart w:val="912B5CE9A3614363B76F88CF2A472FE1"/>
                </w:placeholder>
                <w:temporary/>
                <w:showingPlcHdr/>
                <w15:appearance w15:val="hidden"/>
              </w:sdtPr>
              <w:sdtContent>
                <w:r w:rsidR="00616194">
                  <w:t>City, ST ZIP Code</w:t>
                </w:r>
              </w:sdtContent>
            </w:sdt>
          </w:p>
          <w:p w14:paraId="0D86D0BF" w14:textId="77777777" w:rsidR="008049DB" w:rsidRDefault="00000000">
            <w:sdt>
              <w:sdtPr>
                <w:alias w:val="Phone:"/>
                <w:tag w:val="Phone:"/>
                <w:id w:val="1224863797"/>
                <w:placeholder>
                  <w:docPart w:val="C372C223202445B98F88FF92E076EAB9"/>
                </w:placeholder>
                <w:temporary/>
                <w:showingPlcHdr/>
                <w15:appearance w15:val="hidden"/>
              </w:sdtPr>
              <w:sdtContent>
                <w:r w:rsidR="00616194">
                  <w:t>Phone:</w:t>
                </w:r>
              </w:sdtContent>
            </w:sdt>
            <w:r w:rsidR="006A3739">
              <w:t xml:space="preserve"> </w:t>
            </w:r>
            <w:sdt>
              <w:sdtPr>
                <w:alias w:val="Enter phone:"/>
                <w:tag w:val="Enter phone:"/>
                <w:id w:val="-898277949"/>
                <w:placeholder>
                  <w:docPart w:val="2158ECA964384DF08E96AFA4D71F726A"/>
                </w:placeholder>
                <w:temporary/>
                <w:showingPlcHdr/>
                <w15:appearance w15:val="hidden"/>
              </w:sdtPr>
              <w:sdtContent>
                <w:r w:rsidR="006A3739">
                  <w:t>Phone</w:t>
                </w:r>
              </w:sdtContent>
            </w:sdt>
          </w:p>
        </w:tc>
      </w:tr>
    </w:tbl>
    <w:p w14:paraId="703E8732" w14:textId="62119BB2" w:rsidR="00966901" w:rsidRDefault="00966901"/>
    <w:p w14:paraId="745D0BAB" w14:textId="790EE279" w:rsidR="00452805" w:rsidRDefault="00CE49B1" w:rsidP="00452805">
      <w:pPr>
        <w:pStyle w:val="Heading3"/>
      </w:pPr>
      <w:r>
        <w:t>FUnd</w:t>
      </w:r>
      <w:r w:rsidR="00452805">
        <w:t xml:space="preserve"> DETAILS</w:t>
      </w:r>
    </w:p>
    <w:tbl>
      <w:tblPr>
        <w:tblStyle w:val="TableGrid"/>
        <w:tblW w:w="10138" w:type="dxa"/>
        <w:tblLook w:val="04A0" w:firstRow="1" w:lastRow="0" w:firstColumn="1" w:lastColumn="0" w:noHBand="0" w:noVBand="1"/>
      </w:tblPr>
      <w:tblGrid>
        <w:gridCol w:w="2534"/>
        <w:gridCol w:w="2534"/>
        <w:gridCol w:w="2535"/>
        <w:gridCol w:w="2535"/>
      </w:tblGrid>
      <w:tr w:rsidR="00452805" w14:paraId="4DE1F50F" w14:textId="77777777" w:rsidTr="00452805">
        <w:trPr>
          <w:trHeight w:val="426"/>
        </w:trPr>
        <w:tc>
          <w:tcPr>
            <w:tcW w:w="2534" w:type="dxa"/>
            <w:vAlign w:val="center"/>
          </w:tcPr>
          <w:p w14:paraId="131EE915" w14:textId="25323161" w:rsidR="00452805" w:rsidRDefault="00CE49B1">
            <w:r>
              <w:t>Statement</w:t>
            </w:r>
          </w:p>
        </w:tc>
        <w:tc>
          <w:tcPr>
            <w:tcW w:w="2534" w:type="dxa"/>
            <w:vAlign w:val="center"/>
          </w:tcPr>
          <w:p w14:paraId="23E07C3C" w14:textId="7988EC82" w:rsidR="00452805" w:rsidRDefault="00A1413B">
            <w:r>
              <w:t>[Fund statement]</w:t>
            </w:r>
          </w:p>
        </w:tc>
        <w:tc>
          <w:tcPr>
            <w:tcW w:w="2535" w:type="dxa"/>
            <w:vAlign w:val="center"/>
          </w:tcPr>
          <w:p w14:paraId="760AC6B6" w14:textId="45A967F1" w:rsidR="00452805" w:rsidRDefault="00CE49B1">
            <w:r>
              <w:t>Total funding estimate</w:t>
            </w:r>
          </w:p>
        </w:tc>
        <w:tc>
          <w:tcPr>
            <w:tcW w:w="2535" w:type="dxa"/>
            <w:vAlign w:val="center"/>
          </w:tcPr>
          <w:p w14:paraId="167627CF" w14:textId="041C6E5C" w:rsidR="00452805" w:rsidRDefault="00CE49B1">
            <w:r>
              <w:t>$[Amount]</w:t>
            </w:r>
          </w:p>
        </w:tc>
      </w:tr>
      <w:tr w:rsidR="00452805" w14:paraId="123AB439" w14:textId="77777777" w:rsidTr="00452805">
        <w:trPr>
          <w:trHeight w:val="447"/>
        </w:trPr>
        <w:tc>
          <w:tcPr>
            <w:tcW w:w="2534" w:type="dxa"/>
            <w:vAlign w:val="center"/>
          </w:tcPr>
          <w:p w14:paraId="70831783" w14:textId="59092F8A" w:rsidR="00452805" w:rsidRDefault="00CE49B1">
            <w:r>
              <w:t>Motto</w:t>
            </w:r>
          </w:p>
        </w:tc>
        <w:tc>
          <w:tcPr>
            <w:tcW w:w="2534" w:type="dxa"/>
            <w:vAlign w:val="center"/>
          </w:tcPr>
          <w:p w14:paraId="7029FF56" w14:textId="730AF338" w:rsidR="00452805" w:rsidRDefault="00A1413B">
            <w:r>
              <w:t>[Motto writeup]</w:t>
            </w:r>
          </w:p>
        </w:tc>
        <w:tc>
          <w:tcPr>
            <w:tcW w:w="2535" w:type="dxa"/>
            <w:vAlign w:val="center"/>
          </w:tcPr>
          <w:p w14:paraId="16358519" w14:textId="2160175F" w:rsidR="00452805" w:rsidRDefault="00CE49B1">
            <w:r>
              <w:t>Funding account</w:t>
            </w:r>
          </w:p>
        </w:tc>
        <w:tc>
          <w:tcPr>
            <w:tcW w:w="2535" w:type="dxa"/>
            <w:vAlign w:val="center"/>
          </w:tcPr>
          <w:p w14:paraId="1E3FD77E" w14:textId="03970B0F" w:rsidR="00452805" w:rsidRDefault="00CE49B1">
            <w:r>
              <w:t>[XX-XXXX-######]</w:t>
            </w:r>
          </w:p>
        </w:tc>
      </w:tr>
      <w:tr w:rsidR="00452805" w14:paraId="6018E82B" w14:textId="77777777" w:rsidTr="00452805">
        <w:trPr>
          <w:trHeight w:val="426"/>
        </w:trPr>
        <w:tc>
          <w:tcPr>
            <w:tcW w:w="2534" w:type="dxa"/>
            <w:vAlign w:val="center"/>
          </w:tcPr>
          <w:p w14:paraId="3C58CE3A" w14:textId="152A6190" w:rsidR="00452805" w:rsidRDefault="00CE49B1">
            <w:r>
              <w:t>Organization</w:t>
            </w:r>
          </w:p>
        </w:tc>
        <w:tc>
          <w:tcPr>
            <w:tcW w:w="2534" w:type="dxa"/>
            <w:vAlign w:val="center"/>
          </w:tcPr>
          <w:p w14:paraId="35EC66D4" w14:textId="34EA2FF3" w:rsidR="00452805" w:rsidRDefault="00A1413B">
            <w:r>
              <w:t>[NAME]</w:t>
            </w:r>
          </w:p>
        </w:tc>
        <w:tc>
          <w:tcPr>
            <w:tcW w:w="2535" w:type="dxa"/>
            <w:vAlign w:val="center"/>
          </w:tcPr>
          <w:p w14:paraId="4931B219" w14:textId="3881B25A" w:rsidR="00452805" w:rsidRDefault="00CE49B1">
            <w:r>
              <w:t>Management</w:t>
            </w:r>
          </w:p>
        </w:tc>
        <w:tc>
          <w:tcPr>
            <w:tcW w:w="2535" w:type="dxa"/>
            <w:vAlign w:val="center"/>
          </w:tcPr>
          <w:p w14:paraId="128A562E" w14:textId="5FC332AB" w:rsidR="00452805" w:rsidRDefault="00A1413B">
            <w:r>
              <w:t>[XYZ]</w:t>
            </w:r>
          </w:p>
        </w:tc>
      </w:tr>
      <w:tr w:rsidR="00452805" w14:paraId="062BF396" w14:textId="77777777" w:rsidTr="00452805">
        <w:trPr>
          <w:trHeight w:val="447"/>
        </w:trPr>
        <w:tc>
          <w:tcPr>
            <w:tcW w:w="2534" w:type="dxa"/>
            <w:vAlign w:val="center"/>
          </w:tcPr>
          <w:p w14:paraId="36243910" w14:textId="79816598" w:rsidR="00452805" w:rsidRDefault="00CE49B1">
            <w:r>
              <w:t>Inspiration</w:t>
            </w:r>
          </w:p>
        </w:tc>
        <w:tc>
          <w:tcPr>
            <w:tcW w:w="2534" w:type="dxa"/>
            <w:vAlign w:val="center"/>
          </w:tcPr>
          <w:p w14:paraId="26ADF7E0" w14:textId="18271B0D" w:rsidR="00452805" w:rsidRDefault="00A1413B">
            <w:r>
              <w:t>[Quote]</w:t>
            </w:r>
          </w:p>
        </w:tc>
        <w:tc>
          <w:tcPr>
            <w:tcW w:w="2535" w:type="dxa"/>
            <w:vAlign w:val="center"/>
          </w:tcPr>
          <w:p w14:paraId="7B0B16C7" w14:textId="24F46817" w:rsidR="00452805" w:rsidRDefault="00452805">
            <w:r>
              <w:t>Approximately budget</w:t>
            </w:r>
          </w:p>
        </w:tc>
        <w:tc>
          <w:tcPr>
            <w:tcW w:w="2535" w:type="dxa"/>
            <w:vAlign w:val="center"/>
          </w:tcPr>
          <w:p w14:paraId="7375B84A" w14:textId="43DD695C" w:rsidR="00452805" w:rsidRDefault="00452805">
            <w:r>
              <w:t>$[Amount]</w:t>
            </w:r>
          </w:p>
        </w:tc>
      </w:tr>
    </w:tbl>
    <w:p w14:paraId="16A1895D" w14:textId="3FEBCE52" w:rsidR="00452805" w:rsidRDefault="00452805"/>
    <w:p w14:paraId="5456FB5A" w14:textId="27F58430" w:rsidR="00452805" w:rsidRDefault="00452805"/>
    <w:p w14:paraId="10DCECC6" w14:textId="77777777" w:rsidR="00452805" w:rsidRDefault="00452805"/>
    <w:tbl>
      <w:tblPr>
        <w:tblStyle w:val="GridTable1Light"/>
        <w:tblW w:w="10104" w:type="dxa"/>
        <w:tblBorders>
          <w:left w:val="none" w:sz="0" w:space="0" w:color="auto"/>
          <w:right w:val="none" w:sz="0" w:space="0" w:color="auto"/>
        </w:tblBorders>
        <w:tblLayout w:type="fixed"/>
        <w:tblLook w:val="0620" w:firstRow="1" w:lastRow="0" w:firstColumn="0" w:lastColumn="0" w:noHBand="1" w:noVBand="1"/>
        <w:tblDescription w:val="First table is the main invoice table to enter Quantity, Description, Unit Price, and Total, and second table for Subtotal, Sales Tax, Shipping &amp; Handling charges, and Total Due"/>
      </w:tblPr>
      <w:tblGrid>
        <w:gridCol w:w="10104"/>
      </w:tblGrid>
      <w:tr w:rsidR="00452805" w14:paraId="4F4E626C" w14:textId="77777777" w:rsidTr="00A141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9"/>
        </w:trPr>
        <w:tc>
          <w:tcPr>
            <w:tcW w:w="10104" w:type="dxa"/>
            <w:tcBorders>
              <w:top w:val="nil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96EEB87" w14:textId="1A65CA94" w:rsidR="00452805" w:rsidRDefault="00CE49B1">
            <w:pPr>
              <w:pStyle w:val="Heading4"/>
              <w:outlineLvl w:val="3"/>
            </w:pPr>
            <w:r>
              <w:t>detail statement</w:t>
            </w:r>
          </w:p>
        </w:tc>
      </w:tr>
      <w:tr w:rsidR="00452805" w14:paraId="26A05008" w14:textId="77777777" w:rsidTr="00A1413B">
        <w:trPr>
          <w:trHeight w:val="537"/>
        </w:trPr>
        <w:tc>
          <w:tcPr>
            <w:tcW w:w="10104" w:type="dxa"/>
            <w:vAlign w:val="top"/>
          </w:tcPr>
          <w:p w14:paraId="04DCD33C" w14:textId="77777777" w:rsidR="00452805" w:rsidRDefault="00452805" w:rsidP="00452805">
            <w:pPr>
              <w:pStyle w:val="Amount"/>
              <w:jc w:val="left"/>
            </w:pPr>
          </w:p>
        </w:tc>
      </w:tr>
      <w:tr w:rsidR="00A1413B" w14:paraId="27C8327D" w14:textId="77777777" w:rsidTr="00A1413B">
        <w:trPr>
          <w:trHeight w:val="535"/>
        </w:trPr>
        <w:tc>
          <w:tcPr>
            <w:tcW w:w="10104" w:type="dxa"/>
            <w:vAlign w:val="top"/>
          </w:tcPr>
          <w:p w14:paraId="098754AD" w14:textId="77777777" w:rsidR="00A1413B" w:rsidRDefault="00A1413B" w:rsidP="00452805">
            <w:pPr>
              <w:pStyle w:val="Amount"/>
              <w:jc w:val="left"/>
            </w:pPr>
          </w:p>
        </w:tc>
      </w:tr>
      <w:tr w:rsidR="00A1413B" w14:paraId="77B38660" w14:textId="77777777" w:rsidTr="00A1413B">
        <w:trPr>
          <w:trHeight w:val="535"/>
        </w:trPr>
        <w:tc>
          <w:tcPr>
            <w:tcW w:w="10104" w:type="dxa"/>
            <w:vAlign w:val="top"/>
          </w:tcPr>
          <w:p w14:paraId="46459D62" w14:textId="77777777" w:rsidR="00A1413B" w:rsidRDefault="00A1413B" w:rsidP="00452805">
            <w:pPr>
              <w:pStyle w:val="Amount"/>
              <w:jc w:val="left"/>
            </w:pPr>
          </w:p>
        </w:tc>
      </w:tr>
      <w:tr w:rsidR="00A1413B" w14:paraId="01F65C47" w14:textId="77777777" w:rsidTr="00A1413B">
        <w:trPr>
          <w:trHeight w:val="535"/>
        </w:trPr>
        <w:tc>
          <w:tcPr>
            <w:tcW w:w="10104" w:type="dxa"/>
            <w:vAlign w:val="top"/>
          </w:tcPr>
          <w:p w14:paraId="3D36FF8B" w14:textId="77777777" w:rsidR="00A1413B" w:rsidRDefault="00A1413B" w:rsidP="00452805">
            <w:pPr>
              <w:pStyle w:val="Amount"/>
              <w:jc w:val="left"/>
            </w:pPr>
          </w:p>
        </w:tc>
      </w:tr>
      <w:tr w:rsidR="00A1413B" w14:paraId="3C817031" w14:textId="77777777" w:rsidTr="00A1413B">
        <w:trPr>
          <w:trHeight w:val="535"/>
        </w:trPr>
        <w:tc>
          <w:tcPr>
            <w:tcW w:w="10104" w:type="dxa"/>
            <w:vAlign w:val="top"/>
          </w:tcPr>
          <w:p w14:paraId="549D959C" w14:textId="77777777" w:rsidR="00A1413B" w:rsidRDefault="00A1413B" w:rsidP="00452805">
            <w:pPr>
              <w:pStyle w:val="Amount"/>
              <w:jc w:val="left"/>
            </w:pPr>
          </w:p>
        </w:tc>
      </w:tr>
    </w:tbl>
    <w:tbl>
      <w:tblPr>
        <w:tblStyle w:val="PlainTable1"/>
        <w:tblW w:w="101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620" w:firstRow="1" w:lastRow="0" w:firstColumn="0" w:lastColumn="0" w:noHBand="1" w:noVBand="1"/>
        <w:tblDescription w:val="First table is the main invoice table to enter Quantity, Description, Unit Price, and Total, and second table for Subtotal, Sales Tax, Shipping &amp; Handling charges, and Total Due"/>
      </w:tblPr>
      <w:tblGrid>
        <w:gridCol w:w="1835"/>
        <w:gridCol w:w="6980"/>
        <w:gridCol w:w="1362"/>
      </w:tblGrid>
      <w:tr w:rsidR="008049DB" w14:paraId="17D71928" w14:textId="77777777" w:rsidTr="00FF7A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1"/>
        </w:trPr>
        <w:tc>
          <w:tcPr>
            <w:tcW w:w="1835" w:type="dxa"/>
          </w:tcPr>
          <w:p w14:paraId="4A297F96" w14:textId="77777777" w:rsidR="008049DB" w:rsidRDefault="008049DB">
            <w:pPr>
              <w:spacing w:line="264" w:lineRule="auto"/>
            </w:pPr>
          </w:p>
        </w:tc>
        <w:tc>
          <w:tcPr>
            <w:tcW w:w="6980" w:type="dxa"/>
            <w:tcBorders>
              <w:right w:val="single" w:sz="4" w:space="0" w:color="A6A6A6" w:themeColor="background1" w:themeShade="A6"/>
            </w:tcBorders>
          </w:tcPr>
          <w:p w14:paraId="35108977" w14:textId="42B62D3B" w:rsidR="008049DB" w:rsidRDefault="00452805">
            <w:pPr>
              <w:pStyle w:val="Heading2"/>
              <w:spacing w:line="264" w:lineRule="auto"/>
              <w:outlineLvl w:val="1"/>
            </w:pPr>
            <w:r>
              <w:t>Signature:</w:t>
            </w:r>
          </w:p>
        </w:tc>
        <w:tc>
          <w:tcPr>
            <w:tcW w:w="1362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16" w:type="dxa"/>
              <w:right w:w="216" w:type="dxa"/>
            </w:tcMar>
          </w:tcPr>
          <w:p w14:paraId="56766A41" w14:textId="77777777" w:rsidR="008049DB" w:rsidRDefault="008049DB">
            <w:pPr>
              <w:pStyle w:val="Amount"/>
              <w:spacing w:line="264" w:lineRule="auto"/>
            </w:pPr>
          </w:p>
        </w:tc>
      </w:tr>
    </w:tbl>
    <w:p w14:paraId="2296CB4E" w14:textId="02B335C2" w:rsidR="008049DB" w:rsidRDefault="00A93410">
      <w:pPr>
        <w:pStyle w:val="Instructions"/>
      </w:pPr>
      <w:r>
        <w:t xml:space="preserve"> </w:t>
      </w:r>
    </w:p>
    <w:p w14:paraId="0E022284" w14:textId="5BBDC1DD" w:rsidR="00837ECD" w:rsidRDefault="00CE49B1" w:rsidP="00837ECD">
      <w:pPr>
        <w:pStyle w:val="ThankYou"/>
      </w:pPr>
      <w:r>
        <w:t>for approval authority</w:t>
      </w:r>
    </w:p>
    <w:tbl>
      <w:tblPr>
        <w:tblStyle w:val="GridTable1Light"/>
        <w:tblW w:w="5000" w:type="pct"/>
        <w:tblLayout w:type="fixed"/>
        <w:tblLook w:val="06A0" w:firstRow="1" w:lastRow="0" w:firstColumn="1" w:lastColumn="0" w:noHBand="1" w:noVBand="1"/>
        <w:tblDescription w:val="First table contains invoice header information, company name and contact information, invoice title, number and date, and recipient billing and shipping contact information; second table contains comment or special instructions, and third table contains salesperson name, purchase order number, requisitioner, shipped via, free on-board point, and terms"/>
      </w:tblPr>
      <w:tblGrid>
        <w:gridCol w:w="1833"/>
        <w:gridCol w:w="2055"/>
        <w:gridCol w:w="1957"/>
        <w:gridCol w:w="1467"/>
        <w:gridCol w:w="1413"/>
        <w:gridCol w:w="1345"/>
      </w:tblGrid>
      <w:tr w:rsidR="00B52B33" w:rsidRPr="00966901" w14:paraId="20C06BE5" w14:textId="77777777" w:rsidTr="00DC2C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  <w:tcBorders>
              <w:bottom w:val="none" w:sz="0" w:space="0" w:color="auto"/>
            </w:tcBorders>
          </w:tcPr>
          <w:p w14:paraId="5EF10A66" w14:textId="4027F038" w:rsidR="00B52B33" w:rsidRPr="00966901" w:rsidRDefault="00B52B33" w:rsidP="00DC2C53">
            <w:pPr>
              <w:pStyle w:val="Heading4"/>
              <w:outlineLvl w:val="3"/>
            </w:pPr>
            <w:r>
              <w:t>REQUEST ID</w:t>
            </w:r>
          </w:p>
        </w:tc>
        <w:tc>
          <w:tcPr>
            <w:tcW w:w="2055" w:type="dxa"/>
            <w:tcBorders>
              <w:bottom w:val="none" w:sz="0" w:space="0" w:color="auto"/>
            </w:tcBorders>
          </w:tcPr>
          <w:p w14:paraId="6028D12F" w14:textId="290EB068" w:rsidR="00B52B33" w:rsidRPr="00966901" w:rsidRDefault="00B52B33" w:rsidP="00DC2C53">
            <w:pPr>
              <w:pStyle w:val="Heading4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DEPARTMENT</w:t>
            </w:r>
          </w:p>
        </w:tc>
        <w:tc>
          <w:tcPr>
            <w:tcW w:w="1957" w:type="dxa"/>
            <w:tcBorders>
              <w:bottom w:val="none" w:sz="0" w:space="0" w:color="auto"/>
            </w:tcBorders>
          </w:tcPr>
          <w:p w14:paraId="18EDD8A9" w14:textId="77777777" w:rsidR="00B52B33" w:rsidRPr="00966901" w:rsidRDefault="00000000" w:rsidP="00DC2C53">
            <w:pPr>
              <w:pStyle w:val="Heading4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Requisitioner:"/>
                <w:tag w:val="Requisitioner:"/>
                <w:id w:val="-363215838"/>
                <w:placeholder>
                  <w:docPart w:val="B1A8D925A53C4F3E94E9EAEF503DD39B"/>
                </w:placeholder>
                <w:temporary/>
                <w:showingPlcHdr/>
                <w15:appearance w15:val="hidden"/>
              </w:sdtPr>
              <w:sdtContent>
                <w:r w:rsidR="00B52B33" w:rsidRPr="00966901">
                  <w:t>REQUISITIONER</w:t>
                </w:r>
              </w:sdtContent>
            </w:sdt>
          </w:p>
        </w:tc>
        <w:tc>
          <w:tcPr>
            <w:tcW w:w="1467" w:type="dxa"/>
            <w:tcBorders>
              <w:bottom w:val="none" w:sz="0" w:space="0" w:color="auto"/>
            </w:tcBorders>
          </w:tcPr>
          <w:p w14:paraId="779D840A" w14:textId="3ACFC8C3" w:rsidR="00B52B33" w:rsidRPr="00966901" w:rsidRDefault="00B52B33" w:rsidP="00DC2C53">
            <w:pPr>
              <w:pStyle w:val="Heading4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RECEIVING DATE</w:t>
            </w:r>
          </w:p>
        </w:tc>
        <w:tc>
          <w:tcPr>
            <w:tcW w:w="1413" w:type="dxa"/>
            <w:tcBorders>
              <w:bottom w:val="none" w:sz="0" w:space="0" w:color="auto"/>
            </w:tcBorders>
          </w:tcPr>
          <w:p w14:paraId="70DF59C2" w14:textId="1F2F0DF1" w:rsidR="00B52B33" w:rsidRPr="00966901" w:rsidRDefault="00B52B33" w:rsidP="00DC2C53">
            <w:pPr>
              <w:pStyle w:val="Heading4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REQUEST PROCESSED</w:t>
            </w:r>
          </w:p>
        </w:tc>
        <w:tc>
          <w:tcPr>
            <w:tcW w:w="1345" w:type="dxa"/>
            <w:tcBorders>
              <w:bottom w:val="none" w:sz="0" w:space="0" w:color="auto"/>
            </w:tcBorders>
          </w:tcPr>
          <w:p w14:paraId="4383577F" w14:textId="5CB46D5B" w:rsidR="00B52B33" w:rsidRPr="00966901" w:rsidRDefault="00B52B33" w:rsidP="00DC2C53">
            <w:pPr>
              <w:pStyle w:val="Heading4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</w:t>
            </w:r>
          </w:p>
        </w:tc>
      </w:tr>
      <w:tr w:rsidR="00B52B33" w14:paraId="1D5B5144" w14:textId="77777777" w:rsidTr="00DC2C53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10F7F1FB" w14:textId="77777777" w:rsidR="00B52B33" w:rsidRDefault="00B52B33" w:rsidP="00DC2C53">
            <w:pPr>
              <w:spacing w:line="264" w:lineRule="auto"/>
            </w:pPr>
          </w:p>
        </w:tc>
        <w:tc>
          <w:tcPr>
            <w:tcW w:w="2055" w:type="dxa"/>
          </w:tcPr>
          <w:p w14:paraId="130AF018" w14:textId="77777777" w:rsidR="00B52B33" w:rsidRDefault="00B52B33" w:rsidP="00DC2C53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14:paraId="25A98E41" w14:textId="77777777" w:rsidR="00B52B33" w:rsidRDefault="00B52B33" w:rsidP="00DC2C53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7" w:type="dxa"/>
          </w:tcPr>
          <w:p w14:paraId="74C31CAA" w14:textId="77777777" w:rsidR="00B52B33" w:rsidRDefault="00B52B33" w:rsidP="00DC2C53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3" w:type="dxa"/>
          </w:tcPr>
          <w:p w14:paraId="7C2FA9C7" w14:textId="77777777" w:rsidR="00B52B33" w:rsidRDefault="00B52B33" w:rsidP="00DC2C53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5" w:type="dxa"/>
          </w:tcPr>
          <w:p w14:paraId="4B913998" w14:textId="269FA92C" w:rsidR="00B52B33" w:rsidRDefault="00B52B33" w:rsidP="00DC2C53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1B6DAB5" w14:textId="75EE2C05" w:rsidR="00B52B33" w:rsidRDefault="00B52B33" w:rsidP="00B52B33"/>
    <w:p w14:paraId="4D1BB62D" w14:textId="1A6FEC60" w:rsidR="00B52B33" w:rsidRPr="00B52B33" w:rsidRDefault="00B52B33" w:rsidP="00EB3E60">
      <w:pPr>
        <w:jc w:val="right"/>
        <w:rPr>
          <w:color w:val="C00000"/>
        </w:rPr>
      </w:pPr>
      <w:r w:rsidRPr="00B52B33">
        <w:rPr>
          <w:color w:val="C00000"/>
        </w:rPr>
        <w:t>wordexceltemplates.com</w:t>
      </w:r>
    </w:p>
    <w:sectPr w:rsidR="00B52B33" w:rsidRPr="00B52B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1008" w:left="108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73502" w14:textId="77777777" w:rsidR="00A33C6B" w:rsidRDefault="00A33C6B">
      <w:pPr>
        <w:spacing w:line="240" w:lineRule="auto"/>
      </w:pPr>
      <w:r>
        <w:separator/>
      </w:r>
    </w:p>
  </w:endnote>
  <w:endnote w:type="continuationSeparator" w:id="0">
    <w:p w14:paraId="7F8101B1" w14:textId="77777777" w:rsidR="00A33C6B" w:rsidRDefault="00A33C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DFBD9" w14:textId="77777777" w:rsidR="00BB4862" w:rsidRDefault="00BB48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40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8E1477" w14:textId="77777777" w:rsidR="008049DB" w:rsidRDefault="006A373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3A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B13C8" w14:textId="77777777" w:rsidR="00BB4862" w:rsidRDefault="00BB48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F4246" w14:textId="77777777" w:rsidR="00A33C6B" w:rsidRDefault="00A33C6B">
      <w:pPr>
        <w:spacing w:line="240" w:lineRule="auto"/>
      </w:pPr>
      <w:r>
        <w:separator/>
      </w:r>
    </w:p>
  </w:footnote>
  <w:footnote w:type="continuationSeparator" w:id="0">
    <w:p w14:paraId="299F41B6" w14:textId="77777777" w:rsidR="00A33C6B" w:rsidRDefault="00A33C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A776E" w14:textId="77777777" w:rsidR="00BB4862" w:rsidRDefault="00BB48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FDA41" w14:textId="77777777" w:rsidR="00BB4862" w:rsidRDefault="00BB48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FD89B" w14:textId="77777777" w:rsidR="00BB4862" w:rsidRDefault="00BB48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CBC12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AA8B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C259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6087E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3A70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C564A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C401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1BC83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903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B20C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2364DB"/>
    <w:multiLevelType w:val="hybridMultilevel"/>
    <w:tmpl w:val="3CB8AFEC"/>
    <w:lvl w:ilvl="0" w:tplc="CB2A80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178860">
    <w:abstractNumId w:val="9"/>
  </w:num>
  <w:num w:numId="2" w16cid:durableId="1720930125">
    <w:abstractNumId w:val="7"/>
  </w:num>
  <w:num w:numId="3" w16cid:durableId="76102410">
    <w:abstractNumId w:val="6"/>
  </w:num>
  <w:num w:numId="4" w16cid:durableId="327945993">
    <w:abstractNumId w:val="5"/>
  </w:num>
  <w:num w:numId="5" w16cid:durableId="568882913">
    <w:abstractNumId w:val="4"/>
  </w:num>
  <w:num w:numId="6" w16cid:durableId="487786083">
    <w:abstractNumId w:val="8"/>
  </w:num>
  <w:num w:numId="7" w16cid:durableId="2102026655">
    <w:abstractNumId w:val="3"/>
  </w:num>
  <w:num w:numId="8" w16cid:durableId="503324692">
    <w:abstractNumId w:val="2"/>
  </w:num>
  <w:num w:numId="9" w16cid:durableId="1042360146">
    <w:abstractNumId w:val="1"/>
  </w:num>
  <w:num w:numId="10" w16cid:durableId="1879660684">
    <w:abstractNumId w:val="0"/>
  </w:num>
  <w:num w:numId="11" w16cid:durableId="18080898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B33"/>
    <w:rsid w:val="00055AF8"/>
    <w:rsid w:val="002558FA"/>
    <w:rsid w:val="00323F56"/>
    <w:rsid w:val="003667F4"/>
    <w:rsid w:val="00452805"/>
    <w:rsid w:val="005B27DC"/>
    <w:rsid w:val="00616194"/>
    <w:rsid w:val="006A3739"/>
    <w:rsid w:val="007577D4"/>
    <w:rsid w:val="00793AFB"/>
    <w:rsid w:val="007D3668"/>
    <w:rsid w:val="008049DB"/>
    <w:rsid w:val="00837ECD"/>
    <w:rsid w:val="00907574"/>
    <w:rsid w:val="00915A44"/>
    <w:rsid w:val="00934F6F"/>
    <w:rsid w:val="00966901"/>
    <w:rsid w:val="00981A82"/>
    <w:rsid w:val="00A1413B"/>
    <w:rsid w:val="00A33C6B"/>
    <w:rsid w:val="00A93410"/>
    <w:rsid w:val="00B52B33"/>
    <w:rsid w:val="00B76A92"/>
    <w:rsid w:val="00BA00BA"/>
    <w:rsid w:val="00BB4862"/>
    <w:rsid w:val="00BF2506"/>
    <w:rsid w:val="00C3067E"/>
    <w:rsid w:val="00CE49B1"/>
    <w:rsid w:val="00CE7F7E"/>
    <w:rsid w:val="00CF07F2"/>
    <w:rsid w:val="00D934CD"/>
    <w:rsid w:val="00DA17CA"/>
    <w:rsid w:val="00E9657B"/>
    <w:rsid w:val="00EA3718"/>
    <w:rsid w:val="00EB3E60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3A73BF"/>
  <w15:chartTrackingRefBased/>
  <w15:docId w15:val="{1A15F471-51BD-4A14-9750-F17630A7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18"/>
        <w:szCs w:val="18"/>
        <w:lang w:val="en-US" w:eastAsia="ja-JP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67F4"/>
    <w:rPr>
      <w:spacing w:val="4"/>
    </w:rPr>
  </w:style>
  <w:style w:type="paragraph" w:styleId="Heading1">
    <w:name w:val="heading 1"/>
    <w:basedOn w:val="Normal"/>
    <w:link w:val="Heading1Char"/>
    <w:uiPriority w:val="1"/>
    <w:qFormat/>
    <w:pPr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link w:val="Heading2Char"/>
    <w:uiPriority w:val="1"/>
    <w:qFormat/>
    <w:pPr>
      <w:jc w:val="right"/>
      <w:outlineLvl w:val="1"/>
    </w:pPr>
    <w:rPr>
      <w:caps/>
    </w:rPr>
  </w:style>
  <w:style w:type="paragraph" w:styleId="Heading3">
    <w:name w:val="heading 3"/>
    <w:basedOn w:val="Normal"/>
    <w:link w:val="Heading3Char"/>
    <w:uiPriority w:val="1"/>
    <w:qFormat/>
    <w:pPr>
      <w:outlineLvl w:val="2"/>
    </w:pPr>
    <w:rPr>
      <w:b/>
      <w:caps/>
      <w:szCs w:val="16"/>
    </w:rPr>
  </w:style>
  <w:style w:type="paragraph" w:styleId="Heading4">
    <w:name w:val="heading 4"/>
    <w:basedOn w:val="Normal"/>
    <w:link w:val="Heading4Char"/>
    <w:uiPriority w:val="1"/>
    <w:unhideWhenUsed/>
    <w:qFormat/>
    <w:pPr>
      <w:keepNext/>
      <w:keepLines/>
      <w:jc w:val="center"/>
      <w:outlineLvl w:val="3"/>
    </w:pPr>
    <w:rPr>
      <w:rFonts w:asciiTheme="majorHAnsi" w:eastAsiaTheme="majorEastAsia" w:hAnsiTheme="majorHAnsi" w:cstheme="majorBidi"/>
      <w:b/>
      <w:iCs/>
      <w:caps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D934C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D934C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D934C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D934C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D934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D934CD"/>
    <w:rPr>
      <w:b/>
      <w:bCs/>
      <w:caps w:val="0"/>
      <w:smallCaps/>
      <w:color w:val="365F91" w:themeColor="accent1" w:themeShade="BF"/>
      <w:spacing w:val="0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hAnsiTheme="majorHAnsi" w:cs="Times New Roman"/>
      <w:b/>
      <w:sz w:val="24"/>
      <w:szCs w:val="18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Pr>
      <w:rFonts w:cs="Times New Roman"/>
      <w:caps/>
      <w:sz w:val="18"/>
      <w:szCs w:val="18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Pr>
      <w:rFonts w:cs="Times New Roman"/>
      <w:b/>
      <w:caps/>
      <w:sz w:val="18"/>
      <w:szCs w:val="16"/>
      <w:lang w:eastAsia="en-US"/>
    </w:rPr>
  </w:style>
  <w:style w:type="paragraph" w:customStyle="1" w:styleId="Amount">
    <w:name w:val="Amount"/>
    <w:basedOn w:val="Normal"/>
    <w:uiPriority w:val="6"/>
    <w:unhideWhenUsed/>
    <w:qFormat/>
    <w:pPr>
      <w:jc w:val="right"/>
    </w:pPr>
    <w:rPr>
      <w:szCs w:val="20"/>
    </w:rPr>
  </w:style>
  <w:style w:type="paragraph" w:customStyle="1" w:styleId="Instructions">
    <w:name w:val="Instructions"/>
    <w:basedOn w:val="Normal"/>
    <w:uiPriority w:val="8"/>
    <w:unhideWhenUsed/>
    <w:qFormat/>
    <w:pPr>
      <w:spacing w:before="240"/>
      <w:contextualSpacing/>
    </w:pPr>
  </w:style>
  <w:style w:type="paragraph" w:customStyle="1" w:styleId="Slogan">
    <w:name w:val="Slogan"/>
    <w:basedOn w:val="Normal"/>
    <w:uiPriority w:val="2"/>
    <w:qFormat/>
    <w:rsid w:val="00D934CD"/>
    <w:pPr>
      <w:spacing w:after="240"/>
    </w:pPr>
    <w:rPr>
      <w:i/>
      <w:color w:val="595959" w:themeColor="text1" w:themeTint="A6"/>
    </w:rPr>
  </w:style>
  <w:style w:type="paragraph" w:customStyle="1" w:styleId="ThankYou">
    <w:name w:val="Thank You"/>
    <w:basedOn w:val="Normal"/>
    <w:next w:val="Normal"/>
    <w:uiPriority w:val="9"/>
    <w:unhideWhenUsed/>
    <w:qFormat/>
    <w:pPr>
      <w:spacing w:before="600"/>
      <w:jc w:val="center"/>
    </w:pPr>
    <w:rPr>
      <w:b/>
      <w:caps/>
    </w:rPr>
  </w:style>
  <w:style w:type="paragraph" w:styleId="Title">
    <w:name w:val="Title"/>
    <w:basedOn w:val="Normal"/>
    <w:link w:val="TitleChar"/>
    <w:qFormat/>
    <w:rsid w:val="00D934CD"/>
    <w:pPr>
      <w:spacing w:after="400"/>
      <w:contextualSpacing/>
      <w:jc w:val="right"/>
    </w:pPr>
    <w:rPr>
      <w:rFonts w:asciiTheme="majorHAnsi" w:eastAsiaTheme="majorEastAsia" w:hAnsiTheme="majorHAnsi" w:cstheme="majorBidi"/>
      <w:b/>
      <w:caps/>
      <w:color w:val="595959" w:themeColor="text1" w:themeTint="A6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rsid w:val="003667F4"/>
    <w:rPr>
      <w:rFonts w:asciiTheme="majorHAnsi" w:eastAsiaTheme="majorEastAsia" w:hAnsiTheme="majorHAnsi" w:cstheme="majorBidi"/>
      <w:b/>
      <w:caps/>
      <w:color w:val="595959" w:themeColor="text1" w:themeTint="A6"/>
      <w:spacing w:val="4"/>
      <w:kern w:val="28"/>
      <w:sz w:val="40"/>
      <w:szCs w:val="56"/>
    </w:rPr>
  </w:style>
  <w:style w:type="table" w:styleId="TableGridLight">
    <w:name w:val="Grid Table Light"/>
    <w:basedOn w:val="TableNormal"/>
    <w:uiPriority w:val="4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sz w:val="18"/>
      <w:szCs w:val="18"/>
      <w:lang w:eastAsia="en-US"/>
    </w:rPr>
  </w:style>
  <w:style w:type="table" w:styleId="PlainTable1">
    <w:name w:val="Plain Table 1"/>
    <w:basedOn w:val="TableNormal"/>
    <w:uiPriority w:val="41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Quantity">
    <w:name w:val="Quantity"/>
    <w:basedOn w:val="Normal"/>
    <w:uiPriority w:val="5"/>
    <w:qFormat/>
    <w:pPr>
      <w:jc w:val="center"/>
    </w:p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b/>
      <w:iCs/>
      <w:caps/>
      <w:sz w:val="18"/>
      <w:szCs w:val="1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D934CD"/>
    <w:rPr>
      <w:rFonts w:asciiTheme="majorHAnsi" w:eastAsiaTheme="majorEastAsia" w:hAnsiTheme="majorHAnsi" w:cstheme="majorBidi"/>
      <w:color w:val="365F91" w:themeColor="accent1" w:themeShade="BF"/>
      <w:spacing w:val="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D934CD"/>
    <w:rPr>
      <w:rFonts w:asciiTheme="majorHAnsi" w:eastAsiaTheme="majorEastAsia" w:hAnsiTheme="majorHAnsi" w:cstheme="majorBidi"/>
      <w:color w:val="243F60" w:themeColor="accent1" w:themeShade="7F"/>
      <w:spacing w:val="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D934CD"/>
    <w:rPr>
      <w:rFonts w:asciiTheme="majorHAnsi" w:eastAsiaTheme="majorEastAsia" w:hAnsiTheme="majorHAnsi" w:cstheme="majorBidi"/>
      <w:i/>
      <w:iCs/>
      <w:color w:val="243F60" w:themeColor="accent1" w:themeShade="7F"/>
      <w:spacing w:val="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D934CD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D934CD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D934C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D934C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D934CD"/>
    <w:rPr>
      <w:i/>
      <w:iCs/>
      <w:color w:val="365F91" w:themeColor="accent1" w:themeShade="BF"/>
      <w:spacing w:val="4"/>
    </w:rPr>
  </w:style>
  <w:style w:type="paragraph" w:styleId="BlockText">
    <w:name w:val="Block Text"/>
    <w:basedOn w:val="Normal"/>
    <w:uiPriority w:val="99"/>
    <w:semiHidden/>
    <w:unhideWhenUsed/>
    <w:rsid w:val="00D934CD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934CD"/>
    <w:rPr>
      <w:color w:val="595959" w:themeColor="text1" w:themeTint="A6"/>
      <w:shd w:val="clear" w:color="auto" w:fill="E1DFDD"/>
    </w:rPr>
  </w:style>
  <w:style w:type="table" w:styleId="GridTable1Light">
    <w:name w:val="Grid Table 1 Light"/>
    <w:basedOn w:val="TableNormal"/>
    <w:uiPriority w:val="46"/>
    <w:rsid w:val="002558FA"/>
    <w:pPr>
      <w:spacing w:line="240" w:lineRule="auto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72" w:type="dxa"/>
        <w:left w:w="216" w:type="dxa"/>
        <w:bottom w:w="72" w:type="dxa"/>
        <w:right w:w="216" w:type="dxa"/>
      </w:tblCellMar>
    </w:tblPr>
    <w:tcPr>
      <w:vAlign w:val="center"/>
    </w:tcPr>
    <w:tblStylePr w:type="firstRow">
      <w:rPr>
        <w:b w:val="0"/>
        <w:bCs/>
        <w:i w:val="0"/>
      </w:rPr>
      <w:tblPr/>
      <w:tcPr>
        <w:tc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  <w:tl2br w:val="nil"/>
          <w:tr2bl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Subtle2">
    <w:name w:val="Table Subtle 2"/>
    <w:basedOn w:val="TableNormal"/>
    <w:uiPriority w:val="99"/>
    <w:rsid w:val="00907574"/>
    <w:tblPr/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008000" w:fill="auto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unhideWhenUsed/>
    <w:qFormat/>
    <w:rsid w:val="00B52B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Invoice%20(document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CB6C279AD9D4006B5C81DC40533F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0F6B2-AD13-49EC-AF0F-A21B0979C5E1}"/>
      </w:docPartPr>
      <w:docPartBody>
        <w:p w:rsidR="0018028F" w:rsidRDefault="00000000">
          <w:pPr>
            <w:pStyle w:val="7CB6C279AD9D4006B5C81DC40533F308"/>
          </w:pPr>
          <w:r>
            <w:t>Company Name</w:t>
          </w:r>
        </w:p>
      </w:docPartBody>
    </w:docPart>
    <w:docPart>
      <w:docPartPr>
        <w:name w:val="446EC78CCB944981B0684DDAC5FF9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2C0F51-E9BF-4948-AFE4-BF10C09AFCBF}"/>
      </w:docPartPr>
      <w:docPartBody>
        <w:p w:rsidR="0018028F" w:rsidRDefault="00000000">
          <w:pPr>
            <w:pStyle w:val="446EC78CCB944981B0684DDAC5FF9F2E"/>
          </w:pPr>
          <w:r>
            <w:t>Your Company Slogan</w:t>
          </w:r>
        </w:p>
      </w:docPartBody>
    </w:docPart>
    <w:docPart>
      <w:docPartPr>
        <w:name w:val="C1A3799D0A034F1D9E571DFE2C8DFE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EAD243-B642-42C0-92A6-4070B15B429B}"/>
      </w:docPartPr>
      <w:docPartBody>
        <w:p w:rsidR="0018028F" w:rsidRDefault="00000000">
          <w:pPr>
            <w:pStyle w:val="C1A3799D0A034F1D9E571DFE2C8DFE27"/>
          </w:pPr>
          <w:r>
            <w:t>Street Address</w:t>
          </w:r>
        </w:p>
      </w:docPartBody>
    </w:docPart>
    <w:docPart>
      <w:docPartPr>
        <w:name w:val="71392736183747139E6D61C7D56F48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BC5E37-1FEB-4CD8-9DC8-DB74666278C6}"/>
      </w:docPartPr>
      <w:docPartBody>
        <w:p w:rsidR="0018028F" w:rsidRDefault="00000000">
          <w:pPr>
            <w:pStyle w:val="71392736183747139E6D61C7D56F487B"/>
          </w:pPr>
          <w:r>
            <w:t>City, ST ZIP Code</w:t>
          </w:r>
        </w:p>
      </w:docPartBody>
    </w:docPart>
    <w:docPart>
      <w:docPartPr>
        <w:name w:val="7583904F16DF49B5BCF9E22C6A342F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DD484D-B562-49FC-B0EE-47FFB9A8883B}"/>
      </w:docPartPr>
      <w:docPartBody>
        <w:p w:rsidR="0018028F" w:rsidRDefault="00000000">
          <w:pPr>
            <w:pStyle w:val="7583904F16DF49B5BCF9E22C6A342F48"/>
          </w:pPr>
          <w:r>
            <w:t>Phone:</w:t>
          </w:r>
        </w:p>
      </w:docPartBody>
    </w:docPart>
    <w:docPart>
      <w:docPartPr>
        <w:name w:val="6E711E4AE26B440AAE675F905B6F1A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21C2E-7E35-4BFE-935C-95CEDF2B77C5}"/>
      </w:docPartPr>
      <w:docPartBody>
        <w:p w:rsidR="0018028F" w:rsidRDefault="00000000">
          <w:pPr>
            <w:pStyle w:val="6E711E4AE26B440AAE675F905B6F1A9A"/>
          </w:pPr>
          <w:r>
            <w:t>Phone</w:t>
          </w:r>
        </w:p>
      </w:docPartBody>
    </w:docPart>
    <w:docPart>
      <w:docPartPr>
        <w:name w:val="5CCF9D1E2B9F4175AEADEF0CD4C0B5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14F06E-AC4C-4259-BF04-E10D4464F8C5}"/>
      </w:docPartPr>
      <w:docPartBody>
        <w:p w:rsidR="0018028F" w:rsidRDefault="00000000">
          <w:pPr>
            <w:pStyle w:val="5CCF9D1E2B9F4175AEADEF0CD4C0B570"/>
          </w:pPr>
          <w:r>
            <w:t>Fax:</w:t>
          </w:r>
        </w:p>
      </w:docPartBody>
    </w:docPart>
    <w:docPart>
      <w:docPartPr>
        <w:name w:val="AAE8315C808C4D9F8559766E69EA5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4898F-6D4B-49E1-8BBC-4FB3BB41D715}"/>
      </w:docPartPr>
      <w:docPartBody>
        <w:p w:rsidR="0018028F" w:rsidRDefault="00000000">
          <w:pPr>
            <w:pStyle w:val="AAE8315C808C4D9F8559766E69EA5D9D"/>
          </w:pPr>
          <w:r>
            <w:t>Fax</w:t>
          </w:r>
        </w:p>
      </w:docPartBody>
    </w:docPart>
    <w:docPart>
      <w:docPartPr>
        <w:name w:val="A3D38F626E7748819277F34AE1222E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E8144-CDA3-4B11-A682-A770D1FB08D6}"/>
      </w:docPartPr>
      <w:docPartBody>
        <w:p w:rsidR="0018028F" w:rsidRDefault="00000000">
          <w:pPr>
            <w:pStyle w:val="A3D38F626E7748819277F34AE1222E8C"/>
          </w:pPr>
          <w:r>
            <w:t>100</w:t>
          </w:r>
        </w:p>
      </w:docPartBody>
    </w:docPart>
    <w:docPart>
      <w:docPartPr>
        <w:name w:val="1967937F4C7B46F284676AEB8E1F6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9C3E42-1A41-49D3-B4D4-017A8FCC419A}"/>
      </w:docPartPr>
      <w:docPartBody>
        <w:p w:rsidR="0018028F" w:rsidRDefault="00000000">
          <w:pPr>
            <w:pStyle w:val="1967937F4C7B46F284676AEB8E1F6829"/>
          </w:pPr>
          <w:r>
            <w:t>Date:</w:t>
          </w:r>
        </w:p>
      </w:docPartBody>
    </w:docPart>
    <w:docPart>
      <w:docPartPr>
        <w:name w:val="16FEFC60649B4178AAE9E6211BC787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CF0C45-504F-48EB-8FDC-7EB0324C5FE7}"/>
      </w:docPartPr>
      <w:docPartBody>
        <w:p w:rsidR="0018028F" w:rsidRDefault="00000000">
          <w:pPr>
            <w:pStyle w:val="16FEFC60649B4178AAE9E6211BC787FC"/>
          </w:pPr>
          <w:r>
            <w:t>Date</w:t>
          </w:r>
        </w:p>
      </w:docPartBody>
    </w:docPart>
    <w:docPart>
      <w:docPartPr>
        <w:name w:val="ED41524E07AE4FE489625DBFBD84A9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572185-09C6-4954-8F93-AC443590FCA7}"/>
      </w:docPartPr>
      <w:docPartBody>
        <w:p w:rsidR="0018028F" w:rsidRDefault="00000000">
          <w:pPr>
            <w:pStyle w:val="ED41524E07AE4FE489625DBFBD84A9BB"/>
          </w:pPr>
          <w:r>
            <w:t>Company Name</w:t>
          </w:r>
        </w:p>
      </w:docPartBody>
    </w:docPart>
    <w:docPart>
      <w:docPartPr>
        <w:name w:val="2BBDE7128CAB487A95F219621144CB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9EEF6-A652-4858-9A84-A490BCF56BFA}"/>
      </w:docPartPr>
      <w:docPartBody>
        <w:p w:rsidR="0018028F" w:rsidRDefault="00000000">
          <w:pPr>
            <w:pStyle w:val="2BBDE7128CAB487A95F219621144CBB4"/>
          </w:pPr>
          <w:r>
            <w:t>Street Address</w:t>
          </w:r>
        </w:p>
      </w:docPartBody>
    </w:docPart>
    <w:docPart>
      <w:docPartPr>
        <w:name w:val="46824C2C13D8411F82CD38ABE0AD4B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46D8F-C1F8-4791-8D36-4E195AF619F1}"/>
      </w:docPartPr>
      <w:docPartBody>
        <w:p w:rsidR="0018028F" w:rsidRDefault="00000000">
          <w:pPr>
            <w:pStyle w:val="46824C2C13D8411F82CD38ABE0AD4BCF"/>
          </w:pPr>
          <w:r>
            <w:t>City, ST ZIP Code</w:t>
          </w:r>
        </w:p>
      </w:docPartBody>
    </w:docPart>
    <w:docPart>
      <w:docPartPr>
        <w:name w:val="9324E53FFABC4784BCD0DE78D49405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F5FC2-4E56-49B5-B919-29FB6FFE2856}"/>
      </w:docPartPr>
      <w:docPartBody>
        <w:p w:rsidR="0018028F" w:rsidRDefault="00000000">
          <w:pPr>
            <w:pStyle w:val="9324E53FFABC4784BCD0DE78D494057F"/>
          </w:pPr>
          <w:r>
            <w:t>Phone:</w:t>
          </w:r>
        </w:p>
      </w:docPartBody>
    </w:docPart>
    <w:docPart>
      <w:docPartPr>
        <w:name w:val="FBECE506F0CA4EC18511F08CC163D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589D25-4984-4549-923A-FCFA1009939F}"/>
      </w:docPartPr>
      <w:docPartBody>
        <w:p w:rsidR="0018028F" w:rsidRDefault="00000000">
          <w:pPr>
            <w:pStyle w:val="FBECE506F0CA4EC18511F08CC163DD54"/>
          </w:pPr>
          <w:r>
            <w:t>Phone</w:t>
          </w:r>
        </w:p>
      </w:docPartBody>
    </w:docPart>
    <w:docPart>
      <w:docPartPr>
        <w:name w:val="912B5CE9A3614363B76F88CF2A472F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FEADC-C818-4220-B096-CBA1485FB565}"/>
      </w:docPartPr>
      <w:docPartBody>
        <w:p w:rsidR="0018028F" w:rsidRDefault="00000000">
          <w:pPr>
            <w:pStyle w:val="912B5CE9A3614363B76F88CF2A472FE1"/>
          </w:pPr>
          <w:r>
            <w:t>City, ST ZIP Code</w:t>
          </w:r>
        </w:p>
      </w:docPartBody>
    </w:docPart>
    <w:docPart>
      <w:docPartPr>
        <w:name w:val="C372C223202445B98F88FF92E076EA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15C7BB-4009-40B5-8FD5-E6C18884DC55}"/>
      </w:docPartPr>
      <w:docPartBody>
        <w:p w:rsidR="0018028F" w:rsidRDefault="00000000">
          <w:pPr>
            <w:pStyle w:val="C372C223202445B98F88FF92E076EAB9"/>
          </w:pPr>
          <w:r>
            <w:t>Phone:</w:t>
          </w:r>
        </w:p>
      </w:docPartBody>
    </w:docPart>
    <w:docPart>
      <w:docPartPr>
        <w:name w:val="2158ECA964384DF08E96AFA4D71F72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989BF-5236-410A-A11C-1D5A447DC574}"/>
      </w:docPartPr>
      <w:docPartBody>
        <w:p w:rsidR="0018028F" w:rsidRDefault="00000000">
          <w:pPr>
            <w:pStyle w:val="2158ECA964384DF08E96AFA4D71F726A"/>
          </w:pPr>
          <w:r>
            <w:t>Phone</w:t>
          </w:r>
        </w:p>
      </w:docPartBody>
    </w:docPart>
    <w:docPart>
      <w:docPartPr>
        <w:name w:val="B1A8D925A53C4F3E94E9EAEF503DD3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8DD0DB-0E85-46BB-9C22-935573A89B72}"/>
      </w:docPartPr>
      <w:docPartBody>
        <w:p w:rsidR="0018028F" w:rsidRDefault="00451C91" w:rsidP="00451C91">
          <w:pPr>
            <w:pStyle w:val="B1A8D925A53C4F3E94E9EAEF503DD39B"/>
          </w:pPr>
          <w:r w:rsidRPr="00966901">
            <w:t>REQUISITIONER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C91"/>
    <w:rsid w:val="0018028F"/>
    <w:rsid w:val="002A6CFE"/>
    <w:rsid w:val="00451C91"/>
    <w:rsid w:val="00582D3C"/>
    <w:rsid w:val="00F7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CB6C279AD9D4006B5C81DC40533F308">
    <w:name w:val="7CB6C279AD9D4006B5C81DC40533F308"/>
  </w:style>
  <w:style w:type="paragraph" w:customStyle="1" w:styleId="446EC78CCB944981B0684DDAC5FF9F2E">
    <w:name w:val="446EC78CCB944981B0684DDAC5FF9F2E"/>
  </w:style>
  <w:style w:type="paragraph" w:customStyle="1" w:styleId="C1A3799D0A034F1D9E571DFE2C8DFE27">
    <w:name w:val="C1A3799D0A034F1D9E571DFE2C8DFE27"/>
  </w:style>
  <w:style w:type="paragraph" w:customStyle="1" w:styleId="71392736183747139E6D61C7D56F487B">
    <w:name w:val="71392736183747139E6D61C7D56F487B"/>
  </w:style>
  <w:style w:type="paragraph" w:customStyle="1" w:styleId="7583904F16DF49B5BCF9E22C6A342F48">
    <w:name w:val="7583904F16DF49B5BCF9E22C6A342F48"/>
  </w:style>
  <w:style w:type="paragraph" w:customStyle="1" w:styleId="6E711E4AE26B440AAE675F905B6F1A9A">
    <w:name w:val="6E711E4AE26B440AAE675F905B6F1A9A"/>
  </w:style>
  <w:style w:type="paragraph" w:customStyle="1" w:styleId="5CCF9D1E2B9F4175AEADEF0CD4C0B570">
    <w:name w:val="5CCF9D1E2B9F4175AEADEF0CD4C0B570"/>
  </w:style>
  <w:style w:type="paragraph" w:customStyle="1" w:styleId="AAE8315C808C4D9F8559766E69EA5D9D">
    <w:name w:val="AAE8315C808C4D9F8559766E69EA5D9D"/>
  </w:style>
  <w:style w:type="paragraph" w:customStyle="1" w:styleId="A3D38F626E7748819277F34AE1222E8C">
    <w:name w:val="A3D38F626E7748819277F34AE1222E8C"/>
  </w:style>
  <w:style w:type="paragraph" w:customStyle="1" w:styleId="1967937F4C7B46F284676AEB8E1F6829">
    <w:name w:val="1967937F4C7B46F284676AEB8E1F6829"/>
  </w:style>
  <w:style w:type="paragraph" w:customStyle="1" w:styleId="16FEFC60649B4178AAE9E6211BC787FC">
    <w:name w:val="16FEFC60649B4178AAE9E6211BC787FC"/>
  </w:style>
  <w:style w:type="paragraph" w:customStyle="1" w:styleId="ED41524E07AE4FE489625DBFBD84A9BB">
    <w:name w:val="ED41524E07AE4FE489625DBFBD84A9BB"/>
  </w:style>
  <w:style w:type="paragraph" w:customStyle="1" w:styleId="2BBDE7128CAB487A95F219621144CBB4">
    <w:name w:val="2BBDE7128CAB487A95F219621144CBB4"/>
  </w:style>
  <w:style w:type="paragraph" w:customStyle="1" w:styleId="46824C2C13D8411F82CD38ABE0AD4BCF">
    <w:name w:val="46824C2C13D8411F82CD38ABE0AD4BCF"/>
  </w:style>
  <w:style w:type="paragraph" w:customStyle="1" w:styleId="9324E53FFABC4784BCD0DE78D494057F">
    <w:name w:val="9324E53FFABC4784BCD0DE78D494057F"/>
  </w:style>
  <w:style w:type="paragraph" w:customStyle="1" w:styleId="FBECE506F0CA4EC18511F08CC163DD54">
    <w:name w:val="FBECE506F0CA4EC18511F08CC163DD54"/>
  </w:style>
  <w:style w:type="paragraph" w:customStyle="1" w:styleId="912B5CE9A3614363B76F88CF2A472FE1">
    <w:name w:val="912B5CE9A3614363B76F88CF2A472FE1"/>
  </w:style>
  <w:style w:type="paragraph" w:customStyle="1" w:styleId="C372C223202445B98F88FF92E076EAB9">
    <w:name w:val="C372C223202445B98F88FF92E076EAB9"/>
  </w:style>
  <w:style w:type="paragraph" w:customStyle="1" w:styleId="2158ECA964384DF08E96AFA4D71F726A">
    <w:name w:val="2158ECA964384DF08E96AFA4D71F726A"/>
  </w:style>
  <w:style w:type="paragraph" w:customStyle="1" w:styleId="B1A8D925A53C4F3E94E9EAEF503DD39B">
    <w:name w:val="B1A8D925A53C4F3E94E9EAEF503DD39B"/>
    <w:rsid w:val="00451C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Invo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Invoice (document).dotx</Template>
  <TotalTime>7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5</cp:revision>
  <dcterms:created xsi:type="dcterms:W3CDTF">2022-12-15T13:23:00Z</dcterms:created>
  <dcterms:modified xsi:type="dcterms:W3CDTF">2022-12-15T13:30:00Z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