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Subtle2"/>
        <w:tblW w:w="0" w:type="auto"/>
        <w:tblLayout w:type="fixed"/>
        <w:tblLook w:val="0620" w:firstRow="1" w:lastRow="0" w:firstColumn="0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5032"/>
        <w:gridCol w:w="5048"/>
      </w:tblGrid>
      <w:tr w:rsidR="008049DB" w14:paraId="52632C9B" w14:textId="77777777" w:rsidTr="009075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90"/>
        </w:trPr>
        <w:tc>
          <w:tcPr>
            <w:tcW w:w="5032" w:type="dxa"/>
          </w:tcPr>
          <w:sdt>
            <w:sdtPr>
              <w:alias w:val="Enter company name:"/>
              <w:tag w:val="Enter company name:"/>
              <w:id w:val="-1907209145"/>
              <w:placeholder>
                <w:docPart w:val="7CB6C279AD9D4006B5C81DC40533F308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Content>
              <w:p w14:paraId="45D4D640" w14:textId="77777777" w:rsidR="008049DB" w:rsidRDefault="006A3739">
                <w:pPr>
                  <w:pStyle w:val="Heading1"/>
                  <w:outlineLvl w:val="0"/>
                </w:pPr>
                <w:r>
                  <w:t>Company Name</w:t>
                </w:r>
              </w:p>
            </w:sdtContent>
          </w:sdt>
          <w:sdt>
            <w:sdtPr>
              <w:alias w:val="Enter company slogan:"/>
              <w:tag w:val="Enter company slogan:"/>
              <w:id w:val="95536943"/>
              <w:placeholder>
                <w:docPart w:val="446EC78CCB944981B0684DDAC5FF9F2E"/>
              </w:placeholder>
              <w:temporary/>
              <w:showingPlcHdr/>
              <w15:appearance w15:val="hidden"/>
            </w:sdtPr>
            <w:sdtContent>
              <w:p w14:paraId="112C1D09" w14:textId="77777777" w:rsidR="008049DB" w:rsidRDefault="006A3739">
                <w:pPr>
                  <w:pStyle w:val="Slogan"/>
                </w:pPr>
                <w:r>
                  <w:t>Your Company Slogan</w:t>
                </w:r>
              </w:p>
            </w:sdtContent>
          </w:sdt>
          <w:sdt>
            <w:sdtPr>
              <w:alias w:val="Enter company street address:"/>
              <w:tag w:val="Enter company street address:"/>
              <w:id w:val="95536970"/>
              <w:placeholder>
                <w:docPart w:val="C1A3799D0A034F1D9E571DFE2C8DFE27"/>
              </w:placeholder>
              <w:temporary/>
              <w:showingPlcHdr/>
              <w15:appearance w15:val="hidden"/>
            </w:sdtPr>
            <w:sdtContent>
              <w:p w14:paraId="64629631" w14:textId="77777777" w:rsidR="008049DB" w:rsidRDefault="006A3739">
                <w:r>
                  <w:t>Street Address</w:t>
                </w:r>
              </w:p>
            </w:sdtContent>
          </w:sdt>
          <w:sdt>
            <w:sdtPr>
              <w:alias w:val="Enter company City, ST ZIP Code:"/>
              <w:tag w:val="Enter company City, ST ZIP Code:"/>
              <w:id w:val="-1737237744"/>
              <w:placeholder>
                <w:docPart w:val="71392736183747139E6D61C7D56F487B"/>
              </w:placeholder>
              <w:temporary/>
              <w:showingPlcHdr/>
              <w15:appearance w15:val="hidden"/>
            </w:sdtPr>
            <w:sdtContent>
              <w:p w14:paraId="3528D149" w14:textId="77777777" w:rsidR="00616194" w:rsidRDefault="00616194">
                <w:r>
                  <w:t>City, ST ZIP Code</w:t>
                </w:r>
              </w:p>
            </w:sdtContent>
          </w:sdt>
          <w:p w14:paraId="79F19E2E" w14:textId="77777777" w:rsidR="008049DB" w:rsidRDefault="00000000">
            <w:sdt>
              <w:sdtPr>
                <w:alias w:val="Phone:"/>
                <w:tag w:val="Phone:"/>
                <w:id w:val="-480227063"/>
                <w:placeholder>
                  <w:docPart w:val="7583904F16DF49B5BCF9E22C6A342F48"/>
                </w:placeholder>
                <w:temporary/>
                <w:showingPlcHdr/>
                <w15:appearance w15:val="hidden"/>
              </w:sdtPr>
              <w:sdtContent>
                <w:r w:rsidR="00616194">
                  <w:t>Phone:</w:t>
                </w:r>
              </w:sdtContent>
            </w:sdt>
            <w:r w:rsidR="006A3739">
              <w:t xml:space="preserve"> </w:t>
            </w:r>
            <w:sdt>
              <w:sdtPr>
                <w:alias w:val="Enter phone:"/>
                <w:tag w:val="Enter phone:"/>
                <w:id w:val="95537024"/>
                <w:placeholder>
                  <w:docPart w:val="6E711E4AE26B440AAE675F905B6F1A9A"/>
                </w:placeholder>
                <w:temporary/>
                <w:showingPlcHdr/>
                <w15:appearance w15:val="hidden"/>
              </w:sdtPr>
              <w:sdtContent>
                <w:r w:rsidR="006A3739">
                  <w:t>Phone</w:t>
                </w:r>
              </w:sdtContent>
            </w:sdt>
            <w:r w:rsidR="006A3739">
              <w:t xml:space="preserve"> </w:t>
            </w:r>
            <w:sdt>
              <w:sdtPr>
                <w:alias w:val="Fax:"/>
                <w:tag w:val="Fax:"/>
                <w:id w:val="-1222436787"/>
                <w:placeholder>
                  <w:docPart w:val="5CCF9D1E2B9F4175AEADEF0CD4C0B570"/>
                </w:placeholder>
                <w:temporary/>
                <w:showingPlcHdr/>
                <w15:appearance w15:val="hidden"/>
              </w:sdtPr>
              <w:sdtContent>
                <w:r w:rsidR="00616194">
                  <w:t>Fax:</w:t>
                </w:r>
              </w:sdtContent>
            </w:sdt>
            <w:r w:rsidR="006A3739">
              <w:t xml:space="preserve"> </w:t>
            </w:r>
            <w:sdt>
              <w:sdtPr>
                <w:alias w:val="Enter fax:"/>
                <w:tag w:val="Enter fax:"/>
                <w:id w:val="95537051"/>
                <w:placeholder>
                  <w:docPart w:val="AAE8315C808C4D9F8559766E69EA5D9D"/>
                </w:placeholder>
                <w:temporary/>
                <w:showingPlcHdr/>
                <w15:appearance w15:val="hidden"/>
              </w:sdtPr>
              <w:sdtContent>
                <w:r w:rsidR="006A3739">
                  <w:t>Fax</w:t>
                </w:r>
              </w:sdtContent>
            </w:sdt>
          </w:p>
        </w:tc>
        <w:tc>
          <w:tcPr>
            <w:tcW w:w="5048" w:type="dxa"/>
          </w:tcPr>
          <w:p w14:paraId="454E418C" w14:textId="00D9BF4D" w:rsidR="008049DB" w:rsidRPr="00B52B33" w:rsidRDefault="00915A44">
            <w:pPr>
              <w:pStyle w:val="Title"/>
              <w:rPr>
                <w:sz w:val="32"/>
                <w:szCs w:val="48"/>
              </w:rPr>
            </w:pPr>
            <w:r>
              <w:rPr>
                <w:sz w:val="32"/>
                <w:szCs w:val="48"/>
              </w:rPr>
              <w:t xml:space="preserve">BUDGET </w:t>
            </w:r>
            <w:r w:rsidR="00B52B33" w:rsidRPr="00B52B33">
              <w:rPr>
                <w:sz w:val="32"/>
                <w:szCs w:val="48"/>
              </w:rPr>
              <w:t>request form</w:t>
            </w:r>
          </w:p>
          <w:p w14:paraId="663574FE" w14:textId="4203DF8D" w:rsidR="008049DB" w:rsidRDefault="00915A44">
            <w:pPr>
              <w:pStyle w:val="Heading2"/>
              <w:outlineLvl w:val="1"/>
            </w:pPr>
            <w:r>
              <w:t xml:space="preserve">OFFICE </w:t>
            </w:r>
            <w:r w:rsidR="00B52B33">
              <w:t>Memo#</w:t>
            </w:r>
            <w:r w:rsidR="00CE7F7E">
              <w:t xml:space="preserve"> </w:t>
            </w:r>
            <w:sdt>
              <w:sdtPr>
                <w:alias w:val="Enter invoice number:"/>
                <w:tag w:val="Enter invoice number:"/>
                <w:id w:val="95537078"/>
                <w:placeholder>
                  <w:docPart w:val="A3D38F626E7748819277F34AE1222E8C"/>
                </w:placeholder>
                <w:temporary/>
                <w:showingPlcHdr/>
                <w15:appearance w15:val="hidden"/>
              </w:sdtPr>
              <w:sdtContent>
                <w:r w:rsidR="006A3739">
                  <w:t>100</w:t>
                </w:r>
              </w:sdtContent>
            </w:sdt>
          </w:p>
          <w:p w14:paraId="2BD62C03" w14:textId="00063CED" w:rsidR="008049DB" w:rsidRDefault="00000000">
            <w:pPr>
              <w:pStyle w:val="Heading2"/>
              <w:outlineLvl w:val="1"/>
            </w:pPr>
            <w:sdt>
              <w:sdtPr>
                <w:alias w:val="Date:"/>
                <w:tag w:val="Date:"/>
                <w:id w:val="677780987"/>
                <w:placeholder>
                  <w:docPart w:val="1967937F4C7B46F284676AEB8E1F6829"/>
                </w:placeholder>
                <w:temporary/>
                <w:showingPlcHdr/>
                <w15:appearance w15:val="hidden"/>
              </w:sdtPr>
              <w:sdtContent>
                <w:r w:rsidR="00CE7F7E">
                  <w:t>Date:</w:t>
                </w:r>
              </w:sdtContent>
            </w:sdt>
            <w:r w:rsidR="006A3739">
              <w:t xml:space="preserve"> </w:t>
            </w:r>
            <w:sdt>
              <w:sdtPr>
                <w:alias w:val="Enter date:"/>
                <w:tag w:val="Enter date:"/>
                <w:id w:val="-86928495"/>
                <w:placeholder>
                  <w:docPart w:val="16FEFC60649B4178AAE9E6211BC787FC"/>
                </w:placeholder>
                <w:temporary/>
                <w:showingPlcHdr/>
                <w15:appearance w15:val="hidden"/>
              </w:sdtPr>
              <w:sdtContent>
                <w:r w:rsidR="006A3739">
                  <w:t>Date</w:t>
                </w:r>
              </w:sdtContent>
            </w:sdt>
          </w:p>
        </w:tc>
      </w:tr>
      <w:tr w:rsidR="008049DB" w14:paraId="0802EAE2" w14:textId="77777777" w:rsidTr="00907574">
        <w:trPr>
          <w:trHeight w:val="1440"/>
        </w:trPr>
        <w:tc>
          <w:tcPr>
            <w:tcW w:w="5032" w:type="dxa"/>
          </w:tcPr>
          <w:p w14:paraId="41B31505" w14:textId="34A60640" w:rsidR="008049DB" w:rsidRDefault="00452805">
            <w:pPr>
              <w:pStyle w:val="Heading3"/>
              <w:outlineLvl w:val="2"/>
            </w:pPr>
            <w:r>
              <w:t>Budget requested by</w:t>
            </w:r>
          </w:p>
          <w:p w14:paraId="0E3A2B13" w14:textId="7290FBEA" w:rsidR="008049DB" w:rsidRDefault="00452805">
            <w:r>
              <w:t>Department Name</w:t>
            </w:r>
          </w:p>
          <w:sdt>
            <w:sdtPr>
              <w:alias w:val="Enter company name:"/>
              <w:tag w:val="Enter company name:"/>
              <w:id w:val="95537161"/>
              <w:placeholder>
                <w:docPart w:val="ED41524E07AE4FE489625DBFBD84A9BB"/>
              </w:placeholder>
              <w:temporary/>
              <w:showingPlcHdr/>
              <w15:appearance w15:val="hidden"/>
            </w:sdtPr>
            <w:sdtContent>
              <w:p w14:paraId="68932B9A" w14:textId="77777777" w:rsidR="008049DB" w:rsidRDefault="006A3739">
                <w:r>
                  <w:t>Company Name</w:t>
                </w:r>
              </w:p>
            </w:sdtContent>
          </w:sdt>
          <w:sdt>
            <w:sdtPr>
              <w:alias w:val="Enter street address:"/>
              <w:tag w:val="Enter street address:"/>
              <w:id w:val="95537188"/>
              <w:placeholder>
                <w:docPart w:val="2BBDE7128CAB487A95F219621144CBB4"/>
              </w:placeholder>
              <w:temporary/>
              <w:showingPlcHdr/>
              <w15:appearance w15:val="hidden"/>
            </w:sdtPr>
            <w:sdtContent>
              <w:p w14:paraId="70FC9985" w14:textId="77777777" w:rsidR="008049DB" w:rsidRDefault="006A3739">
                <w:r>
                  <w:t>Street Address</w:t>
                </w:r>
              </w:p>
            </w:sdtContent>
          </w:sdt>
          <w:sdt>
            <w:sdtPr>
              <w:alias w:val="Enter City, ST ZIP Code:"/>
              <w:tag w:val="Enter City, ST ZIP Code:"/>
              <w:id w:val="-563794007"/>
              <w:placeholder>
                <w:docPart w:val="46824C2C13D8411F82CD38ABE0AD4BCF"/>
              </w:placeholder>
              <w:temporary/>
              <w:showingPlcHdr/>
              <w15:appearance w15:val="hidden"/>
            </w:sdtPr>
            <w:sdtContent>
              <w:p w14:paraId="259A76B5" w14:textId="77777777" w:rsidR="00616194" w:rsidRDefault="00616194">
                <w:r>
                  <w:t>City, ST ZIP Code</w:t>
                </w:r>
              </w:p>
            </w:sdtContent>
          </w:sdt>
          <w:p w14:paraId="31C8CD1B" w14:textId="77777777" w:rsidR="008049DB" w:rsidRDefault="00000000">
            <w:sdt>
              <w:sdtPr>
                <w:alias w:val="Phone:"/>
                <w:tag w:val="Phone:"/>
                <w:id w:val="1061450442"/>
                <w:placeholder>
                  <w:docPart w:val="9324E53FFABC4784BCD0DE78D494057F"/>
                </w:placeholder>
                <w:temporary/>
                <w:showingPlcHdr/>
                <w15:appearance w15:val="hidden"/>
              </w:sdtPr>
              <w:sdtContent>
                <w:r w:rsidR="00616194">
                  <w:t>Phone:</w:t>
                </w:r>
              </w:sdtContent>
            </w:sdt>
            <w:r w:rsidR="006A3739">
              <w:t xml:space="preserve"> </w:t>
            </w:r>
            <w:sdt>
              <w:sdtPr>
                <w:alias w:val="Enter phone:"/>
                <w:tag w:val="Enter phone:"/>
                <w:id w:val="95537216"/>
                <w:placeholder>
                  <w:docPart w:val="FBECE506F0CA4EC18511F08CC163DD54"/>
                </w:placeholder>
                <w:temporary/>
                <w:showingPlcHdr/>
                <w15:appearance w15:val="hidden"/>
              </w:sdtPr>
              <w:sdtContent>
                <w:r w:rsidR="006A3739">
                  <w:t>Phone</w:t>
                </w:r>
              </w:sdtContent>
            </w:sdt>
          </w:p>
        </w:tc>
        <w:tc>
          <w:tcPr>
            <w:tcW w:w="5048" w:type="dxa"/>
          </w:tcPr>
          <w:p w14:paraId="7F7145FE" w14:textId="1842CC76" w:rsidR="008049DB" w:rsidRDefault="00B52B33">
            <w:pPr>
              <w:pStyle w:val="Heading3"/>
              <w:outlineLvl w:val="2"/>
            </w:pPr>
            <w:r>
              <w:t>FORWARDED BY:</w:t>
            </w:r>
          </w:p>
          <w:p w14:paraId="37972287" w14:textId="1E594C4B" w:rsidR="008049DB" w:rsidRDefault="00B52B33">
            <w:r>
              <w:t>Name</w:t>
            </w:r>
          </w:p>
          <w:p w14:paraId="73179200" w14:textId="644110B6" w:rsidR="008049DB" w:rsidRDefault="00B52B33">
            <w:r>
              <w:t>Department</w:t>
            </w:r>
          </w:p>
          <w:p w14:paraId="6A48FFB6" w14:textId="44F2EC97" w:rsidR="00616194" w:rsidRDefault="00B52B33">
            <w:r>
              <w:t>Company Name</w:t>
            </w:r>
            <w:r>
              <w:br/>
            </w:r>
            <w:sdt>
              <w:sdtPr>
                <w:alias w:val="Enter City, ST ZIP Code:"/>
                <w:tag w:val="Enter City, ST ZIP Code:"/>
                <w:id w:val="103093504"/>
                <w:placeholder>
                  <w:docPart w:val="912B5CE9A3614363B76F88CF2A472FE1"/>
                </w:placeholder>
                <w:temporary/>
                <w:showingPlcHdr/>
                <w15:appearance w15:val="hidden"/>
              </w:sdtPr>
              <w:sdtContent>
                <w:r w:rsidR="00616194">
                  <w:t>City, ST ZIP Code</w:t>
                </w:r>
              </w:sdtContent>
            </w:sdt>
          </w:p>
          <w:p w14:paraId="0D86D0BF" w14:textId="77777777" w:rsidR="008049DB" w:rsidRDefault="00000000">
            <w:sdt>
              <w:sdtPr>
                <w:alias w:val="Phone:"/>
                <w:tag w:val="Phone:"/>
                <w:id w:val="1224863797"/>
                <w:placeholder>
                  <w:docPart w:val="C372C223202445B98F88FF92E076EAB9"/>
                </w:placeholder>
                <w:temporary/>
                <w:showingPlcHdr/>
                <w15:appearance w15:val="hidden"/>
              </w:sdtPr>
              <w:sdtContent>
                <w:r w:rsidR="00616194">
                  <w:t>Phone:</w:t>
                </w:r>
              </w:sdtContent>
            </w:sdt>
            <w:r w:rsidR="006A3739">
              <w:t xml:space="preserve"> </w:t>
            </w:r>
            <w:sdt>
              <w:sdtPr>
                <w:alias w:val="Enter phone:"/>
                <w:tag w:val="Enter phone:"/>
                <w:id w:val="-898277949"/>
                <w:placeholder>
                  <w:docPart w:val="2158ECA964384DF08E96AFA4D71F726A"/>
                </w:placeholder>
                <w:temporary/>
                <w:showingPlcHdr/>
                <w15:appearance w15:val="hidden"/>
              </w:sdtPr>
              <w:sdtContent>
                <w:r w:rsidR="006A3739">
                  <w:t>Phone</w:t>
                </w:r>
              </w:sdtContent>
            </w:sdt>
          </w:p>
        </w:tc>
      </w:tr>
    </w:tbl>
    <w:p w14:paraId="703E8732" w14:textId="62119BB2" w:rsidR="00966901" w:rsidRDefault="00966901"/>
    <w:p w14:paraId="745D0BAB" w14:textId="25030619" w:rsidR="00452805" w:rsidRDefault="00452805" w:rsidP="00452805">
      <w:pPr>
        <w:pStyle w:val="Heading3"/>
      </w:pPr>
      <w:r>
        <w:t>PROJECT DETAILS</w:t>
      </w:r>
    </w:p>
    <w:tbl>
      <w:tblPr>
        <w:tblStyle w:val="TableGrid"/>
        <w:tblW w:w="10138" w:type="dxa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452805" w14:paraId="4DE1F50F" w14:textId="77777777" w:rsidTr="00452805">
        <w:trPr>
          <w:trHeight w:val="426"/>
        </w:trPr>
        <w:tc>
          <w:tcPr>
            <w:tcW w:w="2534" w:type="dxa"/>
            <w:vAlign w:val="center"/>
          </w:tcPr>
          <w:p w14:paraId="131EE915" w14:textId="154F7B80" w:rsidR="00452805" w:rsidRDefault="00452805">
            <w:r>
              <w:t>Project Name:</w:t>
            </w:r>
          </w:p>
        </w:tc>
        <w:tc>
          <w:tcPr>
            <w:tcW w:w="2534" w:type="dxa"/>
            <w:vAlign w:val="center"/>
          </w:tcPr>
          <w:p w14:paraId="23E07C3C" w14:textId="292A84B6" w:rsidR="00452805" w:rsidRDefault="00452805">
            <w:r>
              <w:t>[Enter name here]</w:t>
            </w:r>
          </w:p>
        </w:tc>
        <w:tc>
          <w:tcPr>
            <w:tcW w:w="2535" w:type="dxa"/>
            <w:vAlign w:val="center"/>
          </w:tcPr>
          <w:p w14:paraId="760AC6B6" w14:textId="110990F5" w:rsidR="00452805" w:rsidRDefault="00452805">
            <w:r>
              <w:t>Project approved date</w:t>
            </w:r>
          </w:p>
        </w:tc>
        <w:tc>
          <w:tcPr>
            <w:tcW w:w="2535" w:type="dxa"/>
            <w:vAlign w:val="center"/>
          </w:tcPr>
          <w:p w14:paraId="167627CF" w14:textId="266A074D" w:rsidR="00452805" w:rsidRDefault="00452805">
            <w:r>
              <w:t>[DATE]</w:t>
            </w:r>
          </w:p>
        </w:tc>
      </w:tr>
      <w:tr w:rsidR="00452805" w14:paraId="123AB439" w14:textId="77777777" w:rsidTr="00452805">
        <w:trPr>
          <w:trHeight w:val="447"/>
        </w:trPr>
        <w:tc>
          <w:tcPr>
            <w:tcW w:w="2534" w:type="dxa"/>
            <w:vAlign w:val="center"/>
          </w:tcPr>
          <w:p w14:paraId="70831783" w14:textId="03341B35" w:rsidR="00452805" w:rsidRDefault="00452805">
            <w:r>
              <w:t>Project Manager:</w:t>
            </w:r>
          </w:p>
        </w:tc>
        <w:tc>
          <w:tcPr>
            <w:tcW w:w="2534" w:type="dxa"/>
            <w:vAlign w:val="center"/>
          </w:tcPr>
          <w:p w14:paraId="7029FF56" w14:textId="2F7E77CB" w:rsidR="00452805" w:rsidRDefault="00452805">
            <w:r>
              <w:t>[Enter name]</w:t>
            </w:r>
          </w:p>
        </w:tc>
        <w:tc>
          <w:tcPr>
            <w:tcW w:w="2535" w:type="dxa"/>
            <w:vAlign w:val="center"/>
          </w:tcPr>
          <w:p w14:paraId="16358519" w14:textId="285CB9E5" w:rsidR="00452805" w:rsidRDefault="00452805">
            <w:r>
              <w:t>Projected approval syndication</w:t>
            </w:r>
          </w:p>
        </w:tc>
        <w:tc>
          <w:tcPr>
            <w:tcW w:w="2535" w:type="dxa"/>
            <w:vAlign w:val="center"/>
          </w:tcPr>
          <w:p w14:paraId="1E3FD77E" w14:textId="7CAB0F54" w:rsidR="00452805" w:rsidRDefault="00452805">
            <w:r>
              <w:t>[Board]</w:t>
            </w:r>
          </w:p>
        </w:tc>
      </w:tr>
      <w:tr w:rsidR="00452805" w14:paraId="6018E82B" w14:textId="77777777" w:rsidTr="00452805">
        <w:trPr>
          <w:trHeight w:val="426"/>
        </w:trPr>
        <w:tc>
          <w:tcPr>
            <w:tcW w:w="2534" w:type="dxa"/>
            <w:vAlign w:val="center"/>
          </w:tcPr>
          <w:p w14:paraId="3C58CE3A" w14:textId="210F4033" w:rsidR="00452805" w:rsidRDefault="00452805">
            <w:r>
              <w:t>Initiated by:</w:t>
            </w:r>
          </w:p>
        </w:tc>
        <w:tc>
          <w:tcPr>
            <w:tcW w:w="2534" w:type="dxa"/>
            <w:vAlign w:val="center"/>
          </w:tcPr>
          <w:p w14:paraId="35EC66D4" w14:textId="0CCBBB50" w:rsidR="00452805" w:rsidRDefault="00452805">
            <w:r>
              <w:t>Department or services</w:t>
            </w:r>
          </w:p>
        </w:tc>
        <w:tc>
          <w:tcPr>
            <w:tcW w:w="2535" w:type="dxa"/>
            <w:vAlign w:val="center"/>
          </w:tcPr>
          <w:p w14:paraId="4931B219" w14:textId="6387507F" w:rsidR="00452805" w:rsidRDefault="00452805">
            <w:r>
              <w:t>Expected completion date</w:t>
            </w:r>
          </w:p>
        </w:tc>
        <w:tc>
          <w:tcPr>
            <w:tcW w:w="2535" w:type="dxa"/>
            <w:vAlign w:val="center"/>
          </w:tcPr>
          <w:p w14:paraId="128A562E" w14:textId="2BAFBA14" w:rsidR="00452805" w:rsidRDefault="00452805">
            <w:r>
              <w:t>[DATE]</w:t>
            </w:r>
          </w:p>
        </w:tc>
      </w:tr>
      <w:tr w:rsidR="00452805" w14:paraId="062BF396" w14:textId="77777777" w:rsidTr="00452805">
        <w:trPr>
          <w:trHeight w:val="447"/>
        </w:trPr>
        <w:tc>
          <w:tcPr>
            <w:tcW w:w="2534" w:type="dxa"/>
            <w:vAlign w:val="center"/>
          </w:tcPr>
          <w:p w14:paraId="36243910" w14:textId="5C253BDA" w:rsidR="00452805" w:rsidRDefault="00452805">
            <w:r>
              <w:t>Project duration</w:t>
            </w:r>
          </w:p>
        </w:tc>
        <w:tc>
          <w:tcPr>
            <w:tcW w:w="2534" w:type="dxa"/>
            <w:vAlign w:val="center"/>
          </w:tcPr>
          <w:p w14:paraId="26ADF7E0" w14:textId="6AD7B01A" w:rsidR="00452805" w:rsidRDefault="00452805">
            <w:r>
              <w:t>[Duration]</w:t>
            </w:r>
          </w:p>
        </w:tc>
        <w:tc>
          <w:tcPr>
            <w:tcW w:w="2535" w:type="dxa"/>
            <w:vAlign w:val="center"/>
          </w:tcPr>
          <w:p w14:paraId="7B0B16C7" w14:textId="24F46817" w:rsidR="00452805" w:rsidRDefault="00452805">
            <w:r>
              <w:t>Approximately budget</w:t>
            </w:r>
          </w:p>
        </w:tc>
        <w:tc>
          <w:tcPr>
            <w:tcW w:w="2535" w:type="dxa"/>
            <w:vAlign w:val="center"/>
          </w:tcPr>
          <w:p w14:paraId="7375B84A" w14:textId="43DD695C" w:rsidR="00452805" w:rsidRDefault="00452805">
            <w:r>
              <w:t>$[Amount]</w:t>
            </w:r>
          </w:p>
        </w:tc>
      </w:tr>
    </w:tbl>
    <w:p w14:paraId="16A1895D" w14:textId="3FEBCE52" w:rsidR="00452805" w:rsidRDefault="00452805"/>
    <w:p w14:paraId="5456FB5A" w14:textId="27F58430" w:rsidR="00452805" w:rsidRDefault="00452805"/>
    <w:p w14:paraId="10DCECC6" w14:textId="77777777" w:rsidR="00452805" w:rsidRDefault="00452805"/>
    <w:tbl>
      <w:tblPr>
        <w:tblStyle w:val="GridTable1Light"/>
        <w:tblW w:w="10171" w:type="dxa"/>
        <w:tblLayout w:type="fixed"/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0171"/>
      </w:tblGrid>
      <w:tr w:rsidR="00452805" w14:paraId="4F4E626C" w14:textId="77777777" w:rsidTr="002B6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tcW w:w="10171" w:type="dxa"/>
          </w:tcPr>
          <w:p w14:paraId="196EEB87" w14:textId="0DB1D974" w:rsidR="00452805" w:rsidRDefault="00452805">
            <w:pPr>
              <w:pStyle w:val="Heading4"/>
              <w:outlineLvl w:val="3"/>
            </w:pPr>
            <w:r>
              <w:t>Project description and details</w:t>
            </w:r>
          </w:p>
        </w:tc>
      </w:tr>
      <w:tr w:rsidR="00452805" w14:paraId="26A05008" w14:textId="77777777" w:rsidTr="00452805">
        <w:trPr>
          <w:trHeight w:val="3564"/>
        </w:trPr>
        <w:tc>
          <w:tcPr>
            <w:tcW w:w="10171" w:type="dxa"/>
            <w:vAlign w:val="top"/>
          </w:tcPr>
          <w:p w14:paraId="04DCD33C" w14:textId="77777777" w:rsidR="00452805" w:rsidRDefault="00452805" w:rsidP="00452805">
            <w:pPr>
              <w:pStyle w:val="Amount"/>
              <w:jc w:val="left"/>
            </w:pPr>
          </w:p>
        </w:tc>
      </w:tr>
    </w:tbl>
    <w:tbl>
      <w:tblPr>
        <w:tblStyle w:val="PlainTable1"/>
        <w:tblW w:w="101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620" w:firstRow="1" w:lastRow="0" w:firstColumn="0" w:lastColumn="0" w:noHBand="1" w:noVBand="1"/>
        <w:tblDescription w:val="First table is the main invoice table to enter Quantity, Description, Unit Price, and Total, and second table for Subtotal, Sales Tax, Shipping &amp; Handling charges, and Total Due"/>
      </w:tblPr>
      <w:tblGrid>
        <w:gridCol w:w="1835"/>
        <w:gridCol w:w="6980"/>
        <w:gridCol w:w="1362"/>
      </w:tblGrid>
      <w:tr w:rsidR="008049DB" w14:paraId="17D71928" w14:textId="77777777" w:rsidTr="00FF7A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tcW w:w="1835" w:type="dxa"/>
          </w:tcPr>
          <w:p w14:paraId="4A297F96" w14:textId="77777777" w:rsidR="008049DB" w:rsidRDefault="008049DB">
            <w:pPr>
              <w:spacing w:line="264" w:lineRule="auto"/>
            </w:pPr>
          </w:p>
        </w:tc>
        <w:tc>
          <w:tcPr>
            <w:tcW w:w="6980" w:type="dxa"/>
            <w:tcBorders>
              <w:right w:val="single" w:sz="4" w:space="0" w:color="A6A6A6" w:themeColor="background1" w:themeShade="A6"/>
            </w:tcBorders>
          </w:tcPr>
          <w:p w14:paraId="35108977" w14:textId="42B62D3B" w:rsidR="008049DB" w:rsidRDefault="00452805">
            <w:pPr>
              <w:pStyle w:val="Heading2"/>
              <w:spacing w:line="264" w:lineRule="auto"/>
              <w:outlineLvl w:val="1"/>
            </w:pPr>
            <w:r>
              <w:t>Signature:</w:t>
            </w:r>
          </w:p>
        </w:tc>
        <w:tc>
          <w:tcPr>
            <w:tcW w:w="1362" w:type="dxa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left w:w="216" w:type="dxa"/>
              <w:right w:w="216" w:type="dxa"/>
            </w:tcMar>
          </w:tcPr>
          <w:p w14:paraId="56766A41" w14:textId="77777777" w:rsidR="008049DB" w:rsidRDefault="008049DB">
            <w:pPr>
              <w:pStyle w:val="Amount"/>
              <w:spacing w:line="264" w:lineRule="auto"/>
            </w:pPr>
          </w:p>
        </w:tc>
      </w:tr>
    </w:tbl>
    <w:p w14:paraId="2296CB4E" w14:textId="02B335C2" w:rsidR="008049DB" w:rsidRDefault="00A93410">
      <w:pPr>
        <w:pStyle w:val="Instructions"/>
      </w:pPr>
      <w:r>
        <w:t xml:space="preserve"> </w:t>
      </w:r>
    </w:p>
    <w:p w14:paraId="0E022284" w14:textId="54A0CD86" w:rsidR="00837ECD" w:rsidRDefault="00B52B33" w:rsidP="00837ECD">
      <w:pPr>
        <w:pStyle w:val="ThankYou"/>
      </w:pPr>
      <w:r>
        <w:t>FOR OFFICE USE ONLY</w:t>
      </w:r>
    </w:p>
    <w:tbl>
      <w:tblPr>
        <w:tblStyle w:val="GridTable1Light"/>
        <w:tblW w:w="5000" w:type="pct"/>
        <w:tblLayout w:type="fixed"/>
        <w:tblLook w:val="06A0" w:firstRow="1" w:lastRow="0" w:firstColumn="1" w:lastColumn="0" w:noHBand="1" w:noVBand="1"/>
        <w:tblDescription w:val="First table contains invoice header information, company name and contact information, invoice title, number and date, and recipient billing and shipping contact information; second table contains comment or special instructions, and third table contains salesperson name, purchase order number, requisitioner, shipped via, free on-board point, and terms"/>
      </w:tblPr>
      <w:tblGrid>
        <w:gridCol w:w="1833"/>
        <w:gridCol w:w="2055"/>
        <w:gridCol w:w="1957"/>
        <w:gridCol w:w="1467"/>
        <w:gridCol w:w="1413"/>
        <w:gridCol w:w="1345"/>
      </w:tblGrid>
      <w:tr w:rsidR="00B52B33" w:rsidRPr="00966901" w14:paraId="20C06BE5" w14:textId="77777777" w:rsidTr="00DC2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  <w:tcBorders>
              <w:bottom w:val="none" w:sz="0" w:space="0" w:color="auto"/>
            </w:tcBorders>
          </w:tcPr>
          <w:p w14:paraId="5EF10A66" w14:textId="4027F038" w:rsidR="00B52B33" w:rsidRPr="00966901" w:rsidRDefault="00B52B33" w:rsidP="00DC2C53">
            <w:pPr>
              <w:pStyle w:val="Heading4"/>
              <w:outlineLvl w:val="3"/>
            </w:pPr>
            <w:r>
              <w:t>REQUEST ID</w:t>
            </w:r>
          </w:p>
        </w:tc>
        <w:tc>
          <w:tcPr>
            <w:tcW w:w="2055" w:type="dxa"/>
            <w:tcBorders>
              <w:bottom w:val="none" w:sz="0" w:space="0" w:color="auto"/>
            </w:tcBorders>
          </w:tcPr>
          <w:p w14:paraId="6028D12F" w14:textId="290EB068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DEPARTMENT</w:t>
            </w:r>
          </w:p>
        </w:tc>
        <w:tc>
          <w:tcPr>
            <w:tcW w:w="1957" w:type="dxa"/>
            <w:tcBorders>
              <w:bottom w:val="none" w:sz="0" w:space="0" w:color="auto"/>
            </w:tcBorders>
          </w:tcPr>
          <w:p w14:paraId="18EDD8A9" w14:textId="77777777" w:rsidR="00B52B33" w:rsidRPr="00966901" w:rsidRDefault="00000000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alias w:val="Requisitioner:"/>
                <w:tag w:val="Requisitioner:"/>
                <w:id w:val="-363215838"/>
                <w:placeholder>
                  <w:docPart w:val="B1A8D925A53C4F3E94E9EAEF503DD39B"/>
                </w:placeholder>
                <w:temporary/>
                <w:showingPlcHdr/>
                <w15:appearance w15:val="hidden"/>
              </w:sdtPr>
              <w:sdtContent>
                <w:r w:rsidR="00B52B33" w:rsidRPr="00966901">
                  <w:t>REQUISITIONER</w:t>
                </w:r>
              </w:sdtContent>
            </w:sdt>
          </w:p>
        </w:tc>
        <w:tc>
          <w:tcPr>
            <w:tcW w:w="1467" w:type="dxa"/>
            <w:tcBorders>
              <w:bottom w:val="none" w:sz="0" w:space="0" w:color="auto"/>
            </w:tcBorders>
          </w:tcPr>
          <w:p w14:paraId="779D840A" w14:textId="3ACFC8C3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RECEIVING DATE</w:t>
            </w:r>
          </w:p>
        </w:tc>
        <w:tc>
          <w:tcPr>
            <w:tcW w:w="1413" w:type="dxa"/>
            <w:tcBorders>
              <w:bottom w:val="none" w:sz="0" w:space="0" w:color="auto"/>
            </w:tcBorders>
          </w:tcPr>
          <w:p w14:paraId="70DF59C2" w14:textId="1F2F0DF1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REQUEST PROCESSED</w:t>
            </w:r>
          </w:p>
        </w:tc>
        <w:tc>
          <w:tcPr>
            <w:tcW w:w="1345" w:type="dxa"/>
            <w:tcBorders>
              <w:bottom w:val="none" w:sz="0" w:space="0" w:color="auto"/>
            </w:tcBorders>
          </w:tcPr>
          <w:p w14:paraId="4383577F" w14:textId="5CB46D5B" w:rsidR="00B52B33" w:rsidRPr="00966901" w:rsidRDefault="00B52B33" w:rsidP="00DC2C53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</w:tr>
      <w:tr w:rsidR="00B52B33" w14:paraId="1D5B5144" w14:textId="77777777" w:rsidTr="00DC2C5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10F7F1FB" w14:textId="77777777" w:rsidR="00B52B33" w:rsidRDefault="00B52B33" w:rsidP="00DC2C53">
            <w:pPr>
              <w:spacing w:line="264" w:lineRule="auto"/>
            </w:pPr>
          </w:p>
        </w:tc>
        <w:tc>
          <w:tcPr>
            <w:tcW w:w="2055" w:type="dxa"/>
          </w:tcPr>
          <w:p w14:paraId="130AF018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14:paraId="25A98E41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7" w:type="dxa"/>
          </w:tcPr>
          <w:p w14:paraId="74C31CAA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3" w:type="dxa"/>
          </w:tcPr>
          <w:p w14:paraId="7C2FA9C7" w14:textId="77777777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5" w:type="dxa"/>
          </w:tcPr>
          <w:p w14:paraId="4B913998" w14:textId="269FA92C" w:rsidR="00B52B33" w:rsidRDefault="00B52B33" w:rsidP="00DC2C53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B6DAB5" w14:textId="75EE2C05" w:rsidR="00B52B33" w:rsidRDefault="00B52B33" w:rsidP="00B52B33"/>
    <w:p w14:paraId="4D1BB62D" w14:textId="1A6FEC60" w:rsidR="00B52B33" w:rsidRPr="00B52B33" w:rsidRDefault="00B52B33" w:rsidP="00B52B33">
      <w:pPr>
        <w:rPr>
          <w:color w:val="C00000"/>
        </w:rPr>
      </w:pPr>
      <w:r w:rsidRPr="00B52B33">
        <w:rPr>
          <w:color w:val="C00000"/>
        </w:rPr>
        <w:t>wordexceltemplates.com</w:t>
      </w:r>
    </w:p>
    <w:sectPr w:rsidR="00B52B33" w:rsidRPr="00B52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08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9168A" w14:textId="77777777" w:rsidR="00BA00BA" w:rsidRDefault="00BA00BA">
      <w:pPr>
        <w:spacing w:line="240" w:lineRule="auto"/>
      </w:pPr>
      <w:r>
        <w:separator/>
      </w:r>
    </w:p>
  </w:endnote>
  <w:endnote w:type="continuationSeparator" w:id="0">
    <w:p w14:paraId="05CA38F8" w14:textId="77777777" w:rsidR="00BA00BA" w:rsidRDefault="00BA00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FBD9" w14:textId="77777777" w:rsidR="00BB4862" w:rsidRDefault="00BB48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40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8E1477" w14:textId="77777777" w:rsidR="008049DB" w:rsidRDefault="006A373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B13C8" w14:textId="77777777" w:rsidR="00BB4862" w:rsidRDefault="00BB4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1C824" w14:textId="77777777" w:rsidR="00BA00BA" w:rsidRDefault="00BA00BA">
      <w:pPr>
        <w:spacing w:line="240" w:lineRule="auto"/>
      </w:pPr>
      <w:r>
        <w:separator/>
      </w:r>
    </w:p>
  </w:footnote>
  <w:footnote w:type="continuationSeparator" w:id="0">
    <w:p w14:paraId="34F67D13" w14:textId="77777777" w:rsidR="00BA00BA" w:rsidRDefault="00BA00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776E" w14:textId="77777777" w:rsidR="00BB4862" w:rsidRDefault="00BB48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DA41" w14:textId="77777777" w:rsidR="00BB4862" w:rsidRDefault="00BB48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D89B" w14:textId="77777777" w:rsidR="00BB4862" w:rsidRDefault="00BB48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CBC1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AA8B1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2C25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087E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3A7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564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C401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BC83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903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B20C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2364DB"/>
    <w:multiLevelType w:val="hybridMultilevel"/>
    <w:tmpl w:val="3CB8AFEC"/>
    <w:lvl w:ilvl="0" w:tplc="CB2A80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178860">
    <w:abstractNumId w:val="9"/>
  </w:num>
  <w:num w:numId="2" w16cid:durableId="1720930125">
    <w:abstractNumId w:val="7"/>
  </w:num>
  <w:num w:numId="3" w16cid:durableId="76102410">
    <w:abstractNumId w:val="6"/>
  </w:num>
  <w:num w:numId="4" w16cid:durableId="327945993">
    <w:abstractNumId w:val="5"/>
  </w:num>
  <w:num w:numId="5" w16cid:durableId="568882913">
    <w:abstractNumId w:val="4"/>
  </w:num>
  <w:num w:numId="6" w16cid:durableId="487786083">
    <w:abstractNumId w:val="8"/>
  </w:num>
  <w:num w:numId="7" w16cid:durableId="2102026655">
    <w:abstractNumId w:val="3"/>
  </w:num>
  <w:num w:numId="8" w16cid:durableId="503324692">
    <w:abstractNumId w:val="2"/>
  </w:num>
  <w:num w:numId="9" w16cid:durableId="1042360146">
    <w:abstractNumId w:val="1"/>
  </w:num>
  <w:num w:numId="10" w16cid:durableId="1879660684">
    <w:abstractNumId w:val="0"/>
  </w:num>
  <w:num w:numId="11" w16cid:durableId="1808089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B33"/>
    <w:rsid w:val="00055AF8"/>
    <w:rsid w:val="002558FA"/>
    <w:rsid w:val="00323F56"/>
    <w:rsid w:val="003667F4"/>
    <w:rsid w:val="00452805"/>
    <w:rsid w:val="005B27DC"/>
    <w:rsid w:val="00616194"/>
    <w:rsid w:val="006A3739"/>
    <w:rsid w:val="007577D4"/>
    <w:rsid w:val="00793AFB"/>
    <w:rsid w:val="007D3668"/>
    <w:rsid w:val="008049DB"/>
    <w:rsid w:val="00837ECD"/>
    <w:rsid w:val="00907574"/>
    <w:rsid w:val="00915A44"/>
    <w:rsid w:val="00934F6F"/>
    <w:rsid w:val="00966901"/>
    <w:rsid w:val="00981A82"/>
    <w:rsid w:val="00A93410"/>
    <w:rsid w:val="00B52B33"/>
    <w:rsid w:val="00B76A92"/>
    <w:rsid w:val="00BA00BA"/>
    <w:rsid w:val="00BB4862"/>
    <w:rsid w:val="00BF2506"/>
    <w:rsid w:val="00C3067E"/>
    <w:rsid w:val="00CE7F7E"/>
    <w:rsid w:val="00CF07F2"/>
    <w:rsid w:val="00D934CD"/>
    <w:rsid w:val="00E9657B"/>
    <w:rsid w:val="00EA3718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A73BF"/>
  <w15:chartTrackingRefBased/>
  <w15:docId w15:val="{1A15F471-51BD-4A14-9750-F17630A7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18"/>
        <w:szCs w:val="18"/>
        <w:lang w:val="en-US" w:eastAsia="ja-JP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7F4"/>
    <w:rPr>
      <w:spacing w:val="4"/>
    </w:rPr>
  </w:style>
  <w:style w:type="paragraph" w:styleId="Heading1">
    <w:name w:val="heading 1"/>
    <w:basedOn w:val="Normal"/>
    <w:link w:val="Heading1Char"/>
    <w:uiPriority w:val="1"/>
    <w:qFormat/>
    <w:pPr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link w:val="Heading2Char"/>
    <w:uiPriority w:val="1"/>
    <w:qFormat/>
    <w:pPr>
      <w:jc w:val="right"/>
      <w:outlineLvl w:val="1"/>
    </w:pPr>
    <w:rPr>
      <w:caps/>
    </w:rPr>
  </w:style>
  <w:style w:type="paragraph" w:styleId="Heading3">
    <w:name w:val="heading 3"/>
    <w:basedOn w:val="Normal"/>
    <w:link w:val="Heading3Char"/>
    <w:uiPriority w:val="1"/>
    <w:qFormat/>
    <w:pPr>
      <w:outlineLvl w:val="2"/>
    </w:pPr>
    <w:rPr>
      <w:b/>
      <w:caps/>
      <w:szCs w:val="16"/>
    </w:rPr>
  </w:style>
  <w:style w:type="paragraph" w:styleId="Heading4">
    <w:name w:val="heading 4"/>
    <w:basedOn w:val="Normal"/>
    <w:link w:val="Heading4Char"/>
    <w:uiPriority w:val="1"/>
    <w:unhideWhenUsed/>
    <w:qFormat/>
    <w:pPr>
      <w:keepNext/>
      <w:keepLines/>
      <w:jc w:val="center"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D934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D934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D934C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D93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D93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934CD"/>
    <w:rPr>
      <w:b/>
      <w:bCs/>
      <w:caps w:val="0"/>
      <w:smallCaps/>
      <w:color w:val="365F91" w:themeColor="accent1" w:themeShade="BF"/>
      <w:spacing w:val="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hAnsiTheme="majorHAnsi" w:cs="Times New Roman"/>
      <w:b/>
      <w:sz w:val="24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Pr>
      <w:rFonts w:cs="Times New Roman"/>
      <w:caps/>
      <w:sz w:val="18"/>
      <w:szCs w:val="18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Pr>
      <w:rFonts w:cs="Times New Roman"/>
      <w:b/>
      <w:caps/>
      <w:sz w:val="18"/>
      <w:szCs w:val="16"/>
      <w:lang w:eastAsia="en-US"/>
    </w:rPr>
  </w:style>
  <w:style w:type="paragraph" w:customStyle="1" w:styleId="Amount">
    <w:name w:val="Amount"/>
    <w:basedOn w:val="Normal"/>
    <w:uiPriority w:val="6"/>
    <w:unhideWhenUsed/>
    <w:qFormat/>
    <w:pPr>
      <w:jc w:val="right"/>
    </w:pPr>
    <w:rPr>
      <w:szCs w:val="20"/>
    </w:rPr>
  </w:style>
  <w:style w:type="paragraph" w:customStyle="1" w:styleId="Instructions">
    <w:name w:val="Instructions"/>
    <w:basedOn w:val="Normal"/>
    <w:uiPriority w:val="8"/>
    <w:unhideWhenUsed/>
    <w:qFormat/>
    <w:pPr>
      <w:spacing w:before="240"/>
      <w:contextualSpacing/>
    </w:pPr>
  </w:style>
  <w:style w:type="paragraph" w:customStyle="1" w:styleId="Slogan">
    <w:name w:val="Slogan"/>
    <w:basedOn w:val="Normal"/>
    <w:uiPriority w:val="2"/>
    <w:qFormat/>
    <w:rsid w:val="00D934CD"/>
    <w:pPr>
      <w:spacing w:after="240"/>
    </w:pPr>
    <w:rPr>
      <w:i/>
      <w:color w:val="595959" w:themeColor="text1" w:themeTint="A6"/>
    </w:rPr>
  </w:style>
  <w:style w:type="paragraph" w:customStyle="1" w:styleId="ThankYou">
    <w:name w:val="Thank You"/>
    <w:basedOn w:val="Normal"/>
    <w:next w:val="Normal"/>
    <w:uiPriority w:val="9"/>
    <w:unhideWhenUsed/>
    <w:qFormat/>
    <w:pPr>
      <w:spacing w:before="600"/>
      <w:jc w:val="center"/>
    </w:pPr>
    <w:rPr>
      <w:b/>
      <w:caps/>
    </w:rPr>
  </w:style>
  <w:style w:type="paragraph" w:styleId="Title">
    <w:name w:val="Title"/>
    <w:basedOn w:val="Normal"/>
    <w:link w:val="TitleChar"/>
    <w:qFormat/>
    <w:rsid w:val="00D934CD"/>
    <w:pPr>
      <w:spacing w:after="400"/>
      <w:contextualSpacing/>
      <w:jc w:val="right"/>
    </w:pPr>
    <w:rPr>
      <w:rFonts w:asciiTheme="majorHAnsi" w:eastAsiaTheme="majorEastAsia" w:hAnsiTheme="majorHAnsi" w:cstheme="majorBidi"/>
      <w:b/>
      <w:caps/>
      <w:color w:val="595959" w:themeColor="text1" w:themeTint="A6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rsid w:val="003667F4"/>
    <w:rPr>
      <w:rFonts w:asciiTheme="majorHAnsi" w:eastAsiaTheme="majorEastAsia" w:hAnsiTheme="majorHAnsi" w:cstheme="majorBidi"/>
      <w:b/>
      <w:caps/>
      <w:color w:val="595959" w:themeColor="text1" w:themeTint="A6"/>
      <w:spacing w:val="4"/>
      <w:kern w:val="28"/>
      <w:sz w:val="40"/>
      <w:szCs w:val="56"/>
    </w:r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18"/>
      <w:szCs w:val="18"/>
      <w:lang w:eastAsia="en-US"/>
    </w:rPr>
  </w:style>
  <w:style w:type="table" w:styleId="PlainTable1">
    <w:name w:val="Plain Table 1"/>
    <w:basedOn w:val="TableNormal"/>
    <w:uiPriority w:val="4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Quantity">
    <w:name w:val="Quantity"/>
    <w:basedOn w:val="Normal"/>
    <w:uiPriority w:val="5"/>
    <w:qFormat/>
    <w:pPr>
      <w:jc w:val="center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iCs/>
      <w:caps/>
      <w:sz w:val="18"/>
      <w:szCs w:val="1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D934CD"/>
    <w:rPr>
      <w:rFonts w:asciiTheme="majorHAnsi" w:eastAsiaTheme="majorEastAsia" w:hAnsiTheme="majorHAnsi" w:cstheme="majorBidi"/>
      <w:color w:val="365F91" w:themeColor="accent1" w:themeShade="BF"/>
      <w:spacing w:val="4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D934CD"/>
    <w:rPr>
      <w:rFonts w:asciiTheme="majorHAnsi" w:eastAsiaTheme="majorEastAsia" w:hAnsiTheme="majorHAnsi" w:cstheme="majorBidi"/>
      <w:color w:val="243F60" w:themeColor="accent1" w:themeShade="7F"/>
      <w:spacing w:val="4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D934CD"/>
    <w:rPr>
      <w:rFonts w:asciiTheme="majorHAnsi" w:eastAsiaTheme="majorEastAsia" w:hAnsiTheme="majorHAnsi" w:cstheme="majorBidi"/>
      <w:i/>
      <w:iCs/>
      <w:color w:val="243F60" w:themeColor="accent1" w:themeShade="7F"/>
      <w:spacing w:val="4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D934CD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D934CD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934C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934C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934CD"/>
    <w:rPr>
      <w:i/>
      <w:iCs/>
      <w:color w:val="365F91" w:themeColor="accent1" w:themeShade="BF"/>
      <w:spacing w:val="4"/>
    </w:rPr>
  </w:style>
  <w:style w:type="paragraph" w:styleId="BlockText">
    <w:name w:val="Block Text"/>
    <w:basedOn w:val="Normal"/>
    <w:uiPriority w:val="99"/>
    <w:semiHidden/>
    <w:unhideWhenUsed/>
    <w:rsid w:val="00D934CD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34CD"/>
    <w:rPr>
      <w:color w:val="595959" w:themeColor="text1" w:themeTint="A6"/>
      <w:shd w:val="clear" w:color="auto" w:fill="E1DFDD"/>
    </w:rPr>
  </w:style>
  <w:style w:type="table" w:styleId="GridTable1Light">
    <w:name w:val="Grid Table 1 Light"/>
    <w:basedOn w:val="TableNormal"/>
    <w:uiPriority w:val="46"/>
    <w:rsid w:val="002558FA"/>
    <w:pPr>
      <w:spacing w:line="240" w:lineRule="auto"/>
    </w:p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72" w:type="dxa"/>
        <w:left w:w="216" w:type="dxa"/>
        <w:bottom w:w="72" w:type="dxa"/>
        <w:right w:w="216" w:type="dxa"/>
      </w:tblCellMar>
    </w:tblPr>
    <w:tcPr>
      <w:vAlign w:val="center"/>
    </w:tcPr>
    <w:tblStylePr w:type="firstRow">
      <w:rPr>
        <w:b w:val="0"/>
        <w:bCs/>
        <w:i w:val="0"/>
      </w:rPr>
      <w:tblPr/>
      <w:tcPr>
        <w:tc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  <w:tl2br w:val="nil"/>
          <w:tr2bl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Subtle2">
    <w:name w:val="Table Subtle 2"/>
    <w:basedOn w:val="TableNormal"/>
    <w:uiPriority w:val="99"/>
    <w:rsid w:val="00907574"/>
    <w:tblPr/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008000" w:fill="auto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unhideWhenUsed/>
    <w:qFormat/>
    <w:rsid w:val="00B52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voice%20(documen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B6C279AD9D4006B5C81DC40533F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0F6B2-AD13-49EC-AF0F-A21B0979C5E1}"/>
      </w:docPartPr>
      <w:docPartBody>
        <w:p w:rsidR="0018028F" w:rsidRDefault="00000000">
          <w:pPr>
            <w:pStyle w:val="7CB6C279AD9D4006B5C81DC40533F308"/>
          </w:pPr>
          <w:r>
            <w:t>Company Name</w:t>
          </w:r>
        </w:p>
      </w:docPartBody>
    </w:docPart>
    <w:docPart>
      <w:docPartPr>
        <w:name w:val="446EC78CCB944981B0684DDAC5FF9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C0F51-E9BF-4948-AFE4-BF10C09AFCBF}"/>
      </w:docPartPr>
      <w:docPartBody>
        <w:p w:rsidR="0018028F" w:rsidRDefault="00000000">
          <w:pPr>
            <w:pStyle w:val="446EC78CCB944981B0684DDAC5FF9F2E"/>
          </w:pPr>
          <w:r>
            <w:t>Your Company Slogan</w:t>
          </w:r>
        </w:p>
      </w:docPartBody>
    </w:docPart>
    <w:docPart>
      <w:docPartPr>
        <w:name w:val="C1A3799D0A034F1D9E571DFE2C8DF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AD243-B642-42C0-92A6-4070B15B429B}"/>
      </w:docPartPr>
      <w:docPartBody>
        <w:p w:rsidR="0018028F" w:rsidRDefault="00000000">
          <w:pPr>
            <w:pStyle w:val="C1A3799D0A034F1D9E571DFE2C8DFE27"/>
          </w:pPr>
          <w:r>
            <w:t>Street Address</w:t>
          </w:r>
        </w:p>
      </w:docPartBody>
    </w:docPart>
    <w:docPart>
      <w:docPartPr>
        <w:name w:val="71392736183747139E6D61C7D56F4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C5E37-1FEB-4CD8-9DC8-DB74666278C6}"/>
      </w:docPartPr>
      <w:docPartBody>
        <w:p w:rsidR="0018028F" w:rsidRDefault="00000000">
          <w:pPr>
            <w:pStyle w:val="71392736183747139E6D61C7D56F487B"/>
          </w:pPr>
          <w:r>
            <w:t>City, ST ZIP Code</w:t>
          </w:r>
        </w:p>
      </w:docPartBody>
    </w:docPart>
    <w:docPart>
      <w:docPartPr>
        <w:name w:val="7583904F16DF49B5BCF9E22C6A342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D484D-B562-49FC-B0EE-47FFB9A8883B}"/>
      </w:docPartPr>
      <w:docPartBody>
        <w:p w:rsidR="0018028F" w:rsidRDefault="00000000">
          <w:pPr>
            <w:pStyle w:val="7583904F16DF49B5BCF9E22C6A342F48"/>
          </w:pPr>
          <w:r>
            <w:t>Phone:</w:t>
          </w:r>
        </w:p>
      </w:docPartBody>
    </w:docPart>
    <w:docPart>
      <w:docPartPr>
        <w:name w:val="6E711E4AE26B440AAE675F905B6F1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21C2E-7E35-4BFE-935C-95CEDF2B77C5}"/>
      </w:docPartPr>
      <w:docPartBody>
        <w:p w:rsidR="0018028F" w:rsidRDefault="00000000">
          <w:pPr>
            <w:pStyle w:val="6E711E4AE26B440AAE675F905B6F1A9A"/>
          </w:pPr>
          <w:r>
            <w:t>Phone</w:t>
          </w:r>
        </w:p>
      </w:docPartBody>
    </w:docPart>
    <w:docPart>
      <w:docPartPr>
        <w:name w:val="5CCF9D1E2B9F4175AEADEF0CD4C0B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4F06E-AC4C-4259-BF04-E10D4464F8C5}"/>
      </w:docPartPr>
      <w:docPartBody>
        <w:p w:rsidR="0018028F" w:rsidRDefault="00000000">
          <w:pPr>
            <w:pStyle w:val="5CCF9D1E2B9F4175AEADEF0CD4C0B570"/>
          </w:pPr>
          <w:r>
            <w:t>Fax:</w:t>
          </w:r>
        </w:p>
      </w:docPartBody>
    </w:docPart>
    <w:docPart>
      <w:docPartPr>
        <w:name w:val="AAE8315C808C4D9F8559766E69EA5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4898F-6D4B-49E1-8BBC-4FB3BB41D715}"/>
      </w:docPartPr>
      <w:docPartBody>
        <w:p w:rsidR="0018028F" w:rsidRDefault="00000000">
          <w:pPr>
            <w:pStyle w:val="AAE8315C808C4D9F8559766E69EA5D9D"/>
          </w:pPr>
          <w:r>
            <w:t>Fax</w:t>
          </w:r>
        </w:p>
      </w:docPartBody>
    </w:docPart>
    <w:docPart>
      <w:docPartPr>
        <w:name w:val="A3D38F626E7748819277F34AE1222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E8144-CDA3-4B11-A682-A770D1FB08D6}"/>
      </w:docPartPr>
      <w:docPartBody>
        <w:p w:rsidR="0018028F" w:rsidRDefault="00000000">
          <w:pPr>
            <w:pStyle w:val="A3D38F626E7748819277F34AE1222E8C"/>
          </w:pPr>
          <w:r>
            <w:t>100</w:t>
          </w:r>
        </w:p>
      </w:docPartBody>
    </w:docPart>
    <w:docPart>
      <w:docPartPr>
        <w:name w:val="1967937F4C7B46F284676AEB8E1F6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C3E42-1A41-49D3-B4D4-017A8FCC419A}"/>
      </w:docPartPr>
      <w:docPartBody>
        <w:p w:rsidR="0018028F" w:rsidRDefault="00000000">
          <w:pPr>
            <w:pStyle w:val="1967937F4C7B46F284676AEB8E1F6829"/>
          </w:pPr>
          <w:r>
            <w:t>Date:</w:t>
          </w:r>
        </w:p>
      </w:docPartBody>
    </w:docPart>
    <w:docPart>
      <w:docPartPr>
        <w:name w:val="16FEFC60649B4178AAE9E6211BC78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F0C45-504F-48EB-8FDC-7EB0324C5FE7}"/>
      </w:docPartPr>
      <w:docPartBody>
        <w:p w:rsidR="0018028F" w:rsidRDefault="00000000">
          <w:pPr>
            <w:pStyle w:val="16FEFC60649B4178AAE9E6211BC787FC"/>
          </w:pPr>
          <w:r>
            <w:t>Date</w:t>
          </w:r>
        </w:p>
      </w:docPartBody>
    </w:docPart>
    <w:docPart>
      <w:docPartPr>
        <w:name w:val="ED41524E07AE4FE489625DBFBD84A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72185-09C6-4954-8F93-AC443590FCA7}"/>
      </w:docPartPr>
      <w:docPartBody>
        <w:p w:rsidR="0018028F" w:rsidRDefault="00000000">
          <w:pPr>
            <w:pStyle w:val="ED41524E07AE4FE489625DBFBD84A9BB"/>
          </w:pPr>
          <w:r>
            <w:t>Company Name</w:t>
          </w:r>
        </w:p>
      </w:docPartBody>
    </w:docPart>
    <w:docPart>
      <w:docPartPr>
        <w:name w:val="2BBDE7128CAB487A95F219621144C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9EEF6-A652-4858-9A84-A490BCF56BFA}"/>
      </w:docPartPr>
      <w:docPartBody>
        <w:p w:rsidR="0018028F" w:rsidRDefault="00000000">
          <w:pPr>
            <w:pStyle w:val="2BBDE7128CAB487A95F219621144CBB4"/>
          </w:pPr>
          <w:r>
            <w:t>Street Address</w:t>
          </w:r>
        </w:p>
      </w:docPartBody>
    </w:docPart>
    <w:docPart>
      <w:docPartPr>
        <w:name w:val="46824C2C13D8411F82CD38ABE0AD4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46D8F-C1F8-4791-8D36-4E195AF619F1}"/>
      </w:docPartPr>
      <w:docPartBody>
        <w:p w:rsidR="0018028F" w:rsidRDefault="00000000">
          <w:pPr>
            <w:pStyle w:val="46824C2C13D8411F82CD38ABE0AD4BCF"/>
          </w:pPr>
          <w:r>
            <w:t>City, ST ZIP Code</w:t>
          </w:r>
        </w:p>
      </w:docPartBody>
    </w:docPart>
    <w:docPart>
      <w:docPartPr>
        <w:name w:val="9324E53FFABC4784BCD0DE78D4940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F5FC2-4E56-49B5-B919-29FB6FFE2856}"/>
      </w:docPartPr>
      <w:docPartBody>
        <w:p w:rsidR="0018028F" w:rsidRDefault="00000000">
          <w:pPr>
            <w:pStyle w:val="9324E53FFABC4784BCD0DE78D494057F"/>
          </w:pPr>
          <w:r>
            <w:t>Phone:</w:t>
          </w:r>
        </w:p>
      </w:docPartBody>
    </w:docPart>
    <w:docPart>
      <w:docPartPr>
        <w:name w:val="FBECE506F0CA4EC18511F08CC163D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589D25-4984-4549-923A-FCFA1009939F}"/>
      </w:docPartPr>
      <w:docPartBody>
        <w:p w:rsidR="0018028F" w:rsidRDefault="00000000">
          <w:pPr>
            <w:pStyle w:val="FBECE506F0CA4EC18511F08CC163DD54"/>
          </w:pPr>
          <w:r>
            <w:t>Phone</w:t>
          </w:r>
        </w:p>
      </w:docPartBody>
    </w:docPart>
    <w:docPart>
      <w:docPartPr>
        <w:name w:val="912B5CE9A3614363B76F88CF2A472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FEADC-C818-4220-B096-CBA1485FB565}"/>
      </w:docPartPr>
      <w:docPartBody>
        <w:p w:rsidR="0018028F" w:rsidRDefault="00000000">
          <w:pPr>
            <w:pStyle w:val="912B5CE9A3614363B76F88CF2A472FE1"/>
          </w:pPr>
          <w:r>
            <w:t>City, ST ZIP Code</w:t>
          </w:r>
        </w:p>
      </w:docPartBody>
    </w:docPart>
    <w:docPart>
      <w:docPartPr>
        <w:name w:val="C372C223202445B98F88FF92E076E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5C7BB-4009-40B5-8FD5-E6C18884DC55}"/>
      </w:docPartPr>
      <w:docPartBody>
        <w:p w:rsidR="0018028F" w:rsidRDefault="00000000">
          <w:pPr>
            <w:pStyle w:val="C372C223202445B98F88FF92E076EAB9"/>
          </w:pPr>
          <w:r>
            <w:t>Phone:</w:t>
          </w:r>
        </w:p>
      </w:docPartBody>
    </w:docPart>
    <w:docPart>
      <w:docPartPr>
        <w:name w:val="2158ECA964384DF08E96AFA4D71F7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989BF-5236-410A-A11C-1D5A447DC574}"/>
      </w:docPartPr>
      <w:docPartBody>
        <w:p w:rsidR="0018028F" w:rsidRDefault="00000000">
          <w:pPr>
            <w:pStyle w:val="2158ECA964384DF08E96AFA4D71F726A"/>
          </w:pPr>
          <w:r>
            <w:t>Phone</w:t>
          </w:r>
        </w:p>
      </w:docPartBody>
    </w:docPart>
    <w:docPart>
      <w:docPartPr>
        <w:name w:val="B1A8D925A53C4F3E94E9EAEF503DD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DD0DB-0E85-46BB-9C22-935573A89B72}"/>
      </w:docPartPr>
      <w:docPartBody>
        <w:p w:rsidR="0018028F" w:rsidRDefault="00451C91" w:rsidP="00451C91">
          <w:pPr>
            <w:pStyle w:val="B1A8D925A53C4F3E94E9EAEF503DD39B"/>
          </w:pPr>
          <w:r w:rsidRPr="00966901">
            <w:t>REQUISITIONER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91"/>
    <w:rsid w:val="0018028F"/>
    <w:rsid w:val="00451C91"/>
    <w:rsid w:val="00582D3C"/>
    <w:rsid w:val="00F7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B6C279AD9D4006B5C81DC40533F308">
    <w:name w:val="7CB6C279AD9D4006B5C81DC40533F308"/>
  </w:style>
  <w:style w:type="paragraph" w:customStyle="1" w:styleId="446EC78CCB944981B0684DDAC5FF9F2E">
    <w:name w:val="446EC78CCB944981B0684DDAC5FF9F2E"/>
  </w:style>
  <w:style w:type="paragraph" w:customStyle="1" w:styleId="C1A3799D0A034F1D9E571DFE2C8DFE27">
    <w:name w:val="C1A3799D0A034F1D9E571DFE2C8DFE27"/>
  </w:style>
  <w:style w:type="paragraph" w:customStyle="1" w:styleId="71392736183747139E6D61C7D56F487B">
    <w:name w:val="71392736183747139E6D61C7D56F487B"/>
  </w:style>
  <w:style w:type="paragraph" w:customStyle="1" w:styleId="7583904F16DF49B5BCF9E22C6A342F48">
    <w:name w:val="7583904F16DF49B5BCF9E22C6A342F48"/>
  </w:style>
  <w:style w:type="paragraph" w:customStyle="1" w:styleId="6E711E4AE26B440AAE675F905B6F1A9A">
    <w:name w:val="6E711E4AE26B440AAE675F905B6F1A9A"/>
  </w:style>
  <w:style w:type="paragraph" w:customStyle="1" w:styleId="5CCF9D1E2B9F4175AEADEF0CD4C0B570">
    <w:name w:val="5CCF9D1E2B9F4175AEADEF0CD4C0B570"/>
  </w:style>
  <w:style w:type="paragraph" w:customStyle="1" w:styleId="AAE8315C808C4D9F8559766E69EA5D9D">
    <w:name w:val="AAE8315C808C4D9F8559766E69EA5D9D"/>
  </w:style>
  <w:style w:type="paragraph" w:customStyle="1" w:styleId="A3D38F626E7748819277F34AE1222E8C">
    <w:name w:val="A3D38F626E7748819277F34AE1222E8C"/>
  </w:style>
  <w:style w:type="paragraph" w:customStyle="1" w:styleId="1967937F4C7B46F284676AEB8E1F6829">
    <w:name w:val="1967937F4C7B46F284676AEB8E1F6829"/>
  </w:style>
  <w:style w:type="paragraph" w:customStyle="1" w:styleId="16FEFC60649B4178AAE9E6211BC787FC">
    <w:name w:val="16FEFC60649B4178AAE9E6211BC787FC"/>
  </w:style>
  <w:style w:type="paragraph" w:customStyle="1" w:styleId="03F0CD5D0375415A99A97EAC1849D7A6">
    <w:name w:val="03F0CD5D0375415A99A97EAC1849D7A6"/>
  </w:style>
  <w:style w:type="paragraph" w:customStyle="1" w:styleId="ED41524E07AE4FE489625DBFBD84A9BB">
    <w:name w:val="ED41524E07AE4FE489625DBFBD84A9BB"/>
  </w:style>
  <w:style w:type="paragraph" w:customStyle="1" w:styleId="2BBDE7128CAB487A95F219621144CBB4">
    <w:name w:val="2BBDE7128CAB487A95F219621144CBB4"/>
  </w:style>
  <w:style w:type="paragraph" w:customStyle="1" w:styleId="46824C2C13D8411F82CD38ABE0AD4BCF">
    <w:name w:val="46824C2C13D8411F82CD38ABE0AD4BCF"/>
  </w:style>
  <w:style w:type="paragraph" w:customStyle="1" w:styleId="9324E53FFABC4784BCD0DE78D494057F">
    <w:name w:val="9324E53FFABC4784BCD0DE78D494057F"/>
  </w:style>
  <w:style w:type="paragraph" w:customStyle="1" w:styleId="FBECE506F0CA4EC18511F08CC163DD54">
    <w:name w:val="FBECE506F0CA4EC18511F08CC163DD54"/>
  </w:style>
  <w:style w:type="paragraph" w:customStyle="1" w:styleId="912B5CE9A3614363B76F88CF2A472FE1">
    <w:name w:val="912B5CE9A3614363B76F88CF2A472FE1"/>
  </w:style>
  <w:style w:type="paragraph" w:customStyle="1" w:styleId="C372C223202445B98F88FF92E076EAB9">
    <w:name w:val="C372C223202445B98F88FF92E076EAB9"/>
  </w:style>
  <w:style w:type="paragraph" w:customStyle="1" w:styleId="2158ECA964384DF08E96AFA4D71F726A">
    <w:name w:val="2158ECA964384DF08E96AFA4D71F726A"/>
  </w:style>
  <w:style w:type="paragraph" w:customStyle="1" w:styleId="0FF6BFE03D8247819F89CB43E5DE6D54">
    <w:name w:val="0FF6BFE03D8247819F89CB43E5DE6D54"/>
  </w:style>
  <w:style w:type="paragraph" w:customStyle="1" w:styleId="7FE2A3BF3E834DBDA16E840E9E707DD2">
    <w:name w:val="7FE2A3BF3E834DBDA16E840E9E707DD2"/>
  </w:style>
  <w:style w:type="paragraph" w:customStyle="1" w:styleId="CF7BD517B4754130BAF8BAB676F6A07E">
    <w:name w:val="CF7BD517B4754130BAF8BAB676F6A07E"/>
  </w:style>
  <w:style w:type="paragraph" w:customStyle="1" w:styleId="DB608DF0B1B04D8DA77C302C092470FC">
    <w:name w:val="DB608DF0B1B04D8DA77C302C092470FC"/>
  </w:style>
  <w:style w:type="paragraph" w:customStyle="1" w:styleId="B1A8D925A53C4F3E94E9EAEF503DD39B">
    <w:name w:val="B1A8D925A53C4F3E94E9EAEF503DD39B"/>
    <w:rsid w:val="00451C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Invo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Invoice (document).dotx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2022-12-15T13:02:00Z</dcterms:created>
  <dcterms:modified xsi:type="dcterms:W3CDTF">2022-12-15T13:08:00Z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