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6384D" w14:textId="72AB4CE2" w:rsidR="003D0B8F" w:rsidRPr="001D26D4" w:rsidRDefault="00FE60D5" w:rsidP="00FE60D5">
      <w:pPr>
        <w:spacing w:befor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181509DA" wp14:editId="3F71D9CD">
                <wp:simplePos x="0" y="0"/>
                <wp:positionH relativeFrom="column">
                  <wp:posOffset>-273050</wp:posOffset>
                </wp:positionH>
                <wp:positionV relativeFrom="paragraph">
                  <wp:posOffset>-232410</wp:posOffset>
                </wp:positionV>
                <wp:extent cx="10058400" cy="7772400"/>
                <wp:effectExtent l="19050" t="114300" r="133350" b="133350"/>
                <wp:wrapNone/>
                <wp:docPr id="1" name="Pictur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58400" cy="7772400"/>
                          <a:chOff x="0" y="100202"/>
                          <a:chExt cx="9961183" cy="7572074"/>
                        </a:xfrm>
                      </wpg:grpSpPr>
                      <wps:wsp>
                        <wps:cNvPr id="2" name="Freeform: Shape 2"/>
                        <wps:cNvSpPr/>
                        <wps:spPr>
                          <a:xfrm>
                            <a:off x="0" y="219073"/>
                            <a:ext cx="1246878" cy="7404180"/>
                          </a:xfrm>
                          <a:custGeom>
                            <a:avLst/>
                            <a:gdLst>
                              <a:gd name="connsiteX0" fmla="*/ 1219192 w 1246878"/>
                              <a:gd name="connsiteY0" fmla="*/ 0 h 7404180"/>
                              <a:gd name="connsiteX1" fmla="*/ 686558 w 1246878"/>
                              <a:gd name="connsiteY1" fmla="*/ 0 h 7404180"/>
                              <a:gd name="connsiteX2" fmla="*/ 566797 w 1246878"/>
                              <a:gd name="connsiteY2" fmla="*/ 5194902 h 7404180"/>
                              <a:gd name="connsiteX3" fmla="*/ 0 w 1246878"/>
                              <a:gd name="connsiteY3" fmla="*/ 5987378 h 7404180"/>
                              <a:gd name="connsiteX4" fmla="*/ 0 w 1246878"/>
                              <a:gd name="connsiteY4" fmla="*/ 7398085 h 7404180"/>
                              <a:gd name="connsiteX5" fmla="*/ 41529 w 1246878"/>
                              <a:gd name="connsiteY5" fmla="*/ 7404181 h 7404180"/>
                              <a:gd name="connsiteX6" fmla="*/ 1107306 w 1246878"/>
                              <a:gd name="connsiteY6" fmla="*/ 5330792 h 7404180"/>
                              <a:gd name="connsiteX7" fmla="*/ 1219192 w 1246878"/>
                              <a:gd name="connsiteY7" fmla="*/ 0 h 74041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246878" h="7404180">
                                <a:moveTo>
                                  <a:pt x="1219192" y="0"/>
                                </a:moveTo>
                                <a:lnTo>
                                  <a:pt x="686558" y="0"/>
                                </a:lnTo>
                                <a:cubicBezTo>
                                  <a:pt x="686558" y="0"/>
                                  <a:pt x="742437" y="4701257"/>
                                  <a:pt x="566797" y="5194902"/>
                                </a:cubicBezTo>
                                <a:cubicBezTo>
                                  <a:pt x="505203" y="5367876"/>
                                  <a:pt x="274699" y="5668991"/>
                                  <a:pt x="0" y="5987378"/>
                                </a:cubicBezTo>
                                <a:lnTo>
                                  <a:pt x="0" y="7398085"/>
                                </a:lnTo>
                                <a:lnTo>
                                  <a:pt x="41529" y="7404181"/>
                                </a:lnTo>
                                <a:cubicBezTo>
                                  <a:pt x="41529" y="7404181"/>
                                  <a:pt x="903218" y="6008078"/>
                                  <a:pt x="1107306" y="5330792"/>
                                </a:cubicBezTo>
                                <a:cubicBezTo>
                                  <a:pt x="1330317" y="4589625"/>
                                  <a:pt x="1219192" y="0"/>
                                  <a:pt x="121919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reeform: Shape 6"/>
                        <wps:cNvSpPr/>
                        <wps:spPr>
                          <a:xfrm>
                            <a:off x="530221" y="218946"/>
                            <a:ext cx="1420729" cy="7404180"/>
                          </a:xfrm>
                          <a:custGeom>
                            <a:avLst/>
                            <a:gdLst>
                              <a:gd name="connsiteX0" fmla="*/ 880359 w 1420729"/>
                              <a:gd name="connsiteY0" fmla="*/ 127 h 7404180"/>
                              <a:gd name="connsiteX1" fmla="*/ 800095 w 1420729"/>
                              <a:gd name="connsiteY1" fmla="*/ 5359493 h 7404180"/>
                              <a:gd name="connsiteX2" fmla="*/ 0 w 1420729"/>
                              <a:gd name="connsiteY2" fmla="*/ 7404181 h 7404180"/>
                              <a:gd name="connsiteX3" fmla="*/ 1240020 w 1420729"/>
                              <a:gd name="connsiteY3" fmla="*/ 7404181 h 7404180"/>
                              <a:gd name="connsiteX4" fmla="*/ 1402198 w 1420729"/>
                              <a:gd name="connsiteY4" fmla="*/ 5388322 h 7404180"/>
                              <a:gd name="connsiteX5" fmla="*/ 1413247 w 1420729"/>
                              <a:gd name="connsiteY5" fmla="*/ 0 h 74041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20729" h="7404180">
                                <a:moveTo>
                                  <a:pt x="880359" y="127"/>
                                </a:moveTo>
                                <a:cubicBezTo>
                                  <a:pt x="880359" y="127"/>
                                  <a:pt x="975862" y="4865593"/>
                                  <a:pt x="800095" y="5359493"/>
                                </a:cubicBezTo>
                                <a:cubicBezTo>
                                  <a:pt x="624328" y="5853394"/>
                                  <a:pt x="0" y="7404181"/>
                                  <a:pt x="0" y="7404181"/>
                                </a:cubicBezTo>
                                <a:lnTo>
                                  <a:pt x="1240020" y="7404181"/>
                                </a:lnTo>
                                <a:cubicBezTo>
                                  <a:pt x="1240020" y="7404181"/>
                                  <a:pt x="1376798" y="6193878"/>
                                  <a:pt x="1402198" y="5388322"/>
                                </a:cubicBezTo>
                                <a:cubicBezTo>
                                  <a:pt x="1435980" y="4313655"/>
                                  <a:pt x="1413247" y="0"/>
                                  <a:pt x="14132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Freeform: Shape 7"/>
                        <wps:cNvSpPr/>
                        <wps:spPr>
                          <a:xfrm>
                            <a:off x="2149433" y="176401"/>
                            <a:ext cx="1418101" cy="7378780"/>
                          </a:xfrm>
                          <a:custGeom>
                            <a:avLst/>
                            <a:gdLst>
                              <a:gd name="connsiteX0" fmla="*/ 23523 w 1418101"/>
                              <a:gd name="connsiteY0" fmla="*/ 0 h 7378780"/>
                              <a:gd name="connsiteX1" fmla="*/ 22253 w 1418101"/>
                              <a:gd name="connsiteY1" fmla="*/ 5401911 h 7378780"/>
                              <a:gd name="connsiteX2" fmla="*/ 225452 w 1418101"/>
                              <a:gd name="connsiteY2" fmla="*/ 7378781 h 7378780"/>
                              <a:gd name="connsiteX3" fmla="*/ 1418101 w 1418101"/>
                              <a:gd name="connsiteY3" fmla="*/ 7378781 h 7378780"/>
                              <a:gd name="connsiteX4" fmla="*/ 597051 w 1418101"/>
                              <a:gd name="connsiteY4" fmla="*/ 5125942 h 7378780"/>
                              <a:gd name="connsiteX5" fmla="*/ 555650 w 1418101"/>
                              <a:gd name="connsiteY5" fmla="*/ 0 h 73787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18101" h="7378780">
                                <a:moveTo>
                                  <a:pt x="23523" y="0"/>
                                </a:moveTo>
                                <a:cubicBezTo>
                                  <a:pt x="23523" y="0"/>
                                  <a:pt x="-28547" y="4552414"/>
                                  <a:pt x="22253" y="5401911"/>
                                </a:cubicBezTo>
                                <a:cubicBezTo>
                                  <a:pt x="73053" y="6251409"/>
                                  <a:pt x="225452" y="7378781"/>
                                  <a:pt x="225452" y="7378781"/>
                                </a:cubicBezTo>
                                <a:lnTo>
                                  <a:pt x="1418101" y="7378781"/>
                                </a:lnTo>
                                <a:cubicBezTo>
                                  <a:pt x="1418101" y="7378781"/>
                                  <a:pt x="705128" y="5692358"/>
                                  <a:pt x="597051" y="5125942"/>
                                </a:cubicBezTo>
                                <a:cubicBezTo>
                                  <a:pt x="488975" y="4559526"/>
                                  <a:pt x="555650" y="0"/>
                                  <a:pt x="5556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BD9CD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Freeform: Shape 8"/>
                        <wps:cNvSpPr/>
                        <wps:spPr>
                          <a:xfrm>
                            <a:off x="2866223" y="176401"/>
                            <a:ext cx="2542164" cy="7446852"/>
                          </a:xfrm>
                          <a:custGeom>
                            <a:avLst/>
                            <a:gdLst>
                              <a:gd name="connsiteX0" fmla="*/ 15516 w 2542164"/>
                              <a:gd name="connsiteY0" fmla="*/ 0 h 7446852"/>
                              <a:gd name="connsiteX1" fmla="*/ 85873 w 2542164"/>
                              <a:gd name="connsiteY1" fmla="*/ 5118703 h 7446852"/>
                              <a:gd name="connsiteX2" fmla="*/ 1251472 w 2542164"/>
                              <a:gd name="connsiteY2" fmla="*/ 7446852 h 7446852"/>
                              <a:gd name="connsiteX3" fmla="*/ 2542165 w 2542164"/>
                              <a:gd name="connsiteY3" fmla="*/ 7446852 h 7446852"/>
                              <a:gd name="connsiteX4" fmla="*/ 700804 w 2542164"/>
                              <a:gd name="connsiteY4" fmla="*/ 5155025 h 7446852"/>
                              <a:gd name="connsiteX5" fmla="*/ 547770 w 2542164"/>
                              <a:gd name="connsiteY5" fmla="*/ 0 h 74468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542164" h="7446852">
                                <a:moveTo>
                                  <a:pt x="15516" y="0"/>
                                </a:moveTo>
                                <a:cubicBezTo>
                                  <a:pt x="15516" y="0"/>
                                  <a:pt x="-49254" y="4392648"/>
                                  <a:pt x="85873" y="5118703"/>
                                </a:cubicBezTo>
                                <a:cubicBezTo>
                                  <a:pt x="221001" y="5844757"/>
                                  <a:pt x="1251472" y="7446852"/>
                                  <a:pt x="1251472" y="7446852"/>
                                </a:cubicBezTo>
                                <a:lnTo>
                                  <a:pt x="2542165" y="7446852"/>
                                </a:lnTo>
                                <a:cubicBezTo>
                                  <a:pt x="2542165" y="7446852"/>
                                  <a:pt x="943753" y="6106122"/>
                                  <a:pt x="700804" y="5155025"/>
                                </a:cubicBezTo>
                                <a:cubicBezTo>
                                  <a:pt x="457854" y="4203928"/>
                                  <a:pt x="547770" y="0"/>
                                  <a:pt x="54777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Freeform: Shape 9"/>
                        <wps:cNvSpPr/>
                        <wps:spPr>
                          <a:xfrm>
                            <a:off x="85724" y="100202"/>
                            <a:ext cx="9875459" cy="7572074"/>
                          </a:xfrm>
                          <a:custGeom>
                            <a:avLst/>
                            <a:gdLst>
                              <a:gd name="connsiteX0" fmla="*/ 0 w 9875458"/>
                              <a:gd name="connsiteY0" fmla="*/ 0 h 7572073"/>
                              <a:gd name="connsiteX1" fmla="*/ 9875458 w 9875458"/>
                              <a:gd name="connsiteY1" fmla="*/ 0 h 7572073"/>
                              <a:gd name="connsiteX2" fmla="*/ 9875458 w 9875458"/>
                              <a:gd name="connsiteY2" fmla="*/ 7572073 h 7572073"/>
                              <a:gd name="connsiteX3" fmla="*/ 0 w 9875458"/>
                              <a:gd name="connsiteY3" fmla="*/ 7572073 h 75720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875458" h="7572073">
                                <a:moveTo>
                                  <a:pt x="0" y="0"/>
                                </a:moveTo>
                                <a:lnTo>
                                  <a:pt x="9875458" y="0"/>
                                </a:lnTo>
                                <a:lnTo>
                                  <a:pt x="9875458" y="7572073"/>
                                </a:lnTo>
                                <a:lnTo>
                                  <a:pt x="0" y="757207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3759" cap="flat">
                            <a:solidFill>
                              <a:schemeClr val="accent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reeform: Shape 10"/>
                        <wps:cNvSpPr/>
                        <wps:spPr>
                          <a:xfrm>
                            <a:off x="1537960" y="2298939"/>
                            <a:ext cx="331340" cy="315339"/>
                          </a:xfrm>
                          <a:custGeom>
                            <a:avLst/>
                            <a:gdLst>
                              <a:gd name="connsiteX0" fmla="*/ 208660 w 331340"/>
                              <a:gd name="connsiteY0" fmla="*/ 115061 h 315339"/>
                              <a:gd name="connsiteX1" fmla="*/ 331341 w 331340"/>
                              <a:gd name="connsiteY1" fmla="*/ 120776 h 315339"/>
                              <a:gd name="connsiteX2" fmla="*/ 235076 w 331340"/>
                              <a:gd name="connsiteY2" fmla="*/ 196976 h 315339"/>
                              <a:gd name="connsiteX3" fmla="*/ 267460 w 331340"/>
                              <a:gd name="connsiteY3" fmla="*/ 315339 h 315339"/>
                              <a:gd name="connsiteX4" fmla="*/ 165226 w 331340"/>
                              <a:gd name="connsiteY4" fmla="*/ 247394 h 315339"/>
                              <a:gd name="connsiteX5" fmla="*/ 62738 w 331340"/>
                              <a:gd name="connsiteY5" fmla="*/ 314831 h 315339"/>
                              <a:gd name="connsiteX6" fmla="*/ 95757 w 331340"/>
                              <a:gd name="connsiteY6" fmla="*/ 196595 h 315339"/>
                              <a:gd name="connsiteX7" fmla="*/ 0 w 331340"/>
                              <a:gd name="connsiteY7" fmla="*/ 119887 h 315339"/>
                              <a:gd name="connsiteX8" fmla="*/ 122554 w 331340"/>
                              <a:gd name="connsiteY8" fmla="*/ 114807 h 315339"/>
                              <a:gd name="connsiteX9" fmla="*/ 165988 w 331340"/>
                              <a:gd name="connsiteY9" fmla="*/ 0 h 315339"/>
                              <a:gd name="connsiteX10" fmla="*/ 208660 w 331340"/>
                              <a:gd name="connsiteY10" fmla="*/ 115061 h 3153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340" h="315339">
                                <a:moveTo>
                                  <a:pt x="208660" y="115061"/>
                                </a:moveTo>
                                <a:lnTo>
                                  <a:pt x="331341" y="120776"/>
                                </a:lnTo>
                                <a:lnTo>
                                  <a:pt x="235076" y="196976"/>
                                </a:lnTo>
                                <a:lnTo>
                                  <a:pt x="267460" y="315339"/>
                                </a:lnTo>
                                <a:lnTo>
                                  <a:pt x="165226" y="247394"/>
                                </a:lnTo>
                                <a:lnTo>
                                  <a:pt x="62738" y="314831"/>
                                </a:lnTo>
                                <a:lnTo>
                                  <a:pt x="95757" y="196595"/>
                                </a:lnTo>
                                <a:lnTo>
                                  <a:pt x="0" y="119887"/>
                                </a:lnTo>
                                <a:lnTo>
                                  <a:pt x="122554" y="114807"/>
                                </a:lnTo>
                                <a:lnTo>
                                  <a:pt x="165988" y="0"/>
                                </a:lnTo>
                                <a:lnTo>
                                  <a:pt x="208660" y="1150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reeform: Shape 11"/>
                        <wps:cNvSpPr/>
                        <wps:spPr>
                          <a:xfrm>
                            <a:off x="814064" y="2298939"/>
                            <a:ext cx="331340" cy="315339"/>
                          </a:xfrm>
                          <a:custGeom>
                            <a:avLst/>
                            <a:gdLst>
                              <a:gd name="connsiteX0" fmla="*/ 208660 w 331340"/>
                              <a:gd name="connsiteY0" fmla="*/ 115061 h 315339"/>
                              <a:gd name="connsiteX1" fmla="*/ 331341 w 331340"/>
                              <a:gd name="connsiteY1" fmla="*/ 120776 h 315339"/>
                              <a:gd name="connsiteX2" fmla="*/ 235076 w 331340"/>
                              <a:gd name="connsiteY2" fmla="*/ 196976 h 315339"/>
                              <a:gd name="connsiteX3" fmla="*/ 267460 w 331340"/>
                              <a:gd name="connsiteY3" fmla="*/ 315339 h 315339"/>
                              <a:gd name="connsiteX4" fmla="*/ 165226 w 331340"/>
                              <a:gd name="connsiteY4" fmla="*/ 247394 h 315339"/>
                              <a:gd name="connsiteX5" fmla="*/ 62738 w 331340"/>
                              <a:gd name="connsiteY5" fmla="*/ 314831 h 315339"/>
                              <a:gd name="connsiteX6" fmla="*/ 95757 w 331340"/>
                              <a:gd name="connsiteY6" fmla="*/ 196595 h 315339"/>
                              <a:gd name="connsiteX7" fmla="*/ 0 w 331340"/>
                              <a:gd name="connsiteY7" fmla="*/ 119887 h 315339"/>
                              <a:gd name="connsiteX8" fmla="*/ 122554 w 331340"/>
                              <a:gd name="connsiteY8" fmla="*/ 114807 h 315339"/>
                              <a:gd name="connsiteX9" fmla="*/ 165988 w 331340"/>
                              <a:gd name="connsiteY9" fmla="*/ 0 h 315339"/>
                              <a:gd name="connsiteX10" fmla="*/ 208660 w 331340"/>
                              <a:gd name="connsiteY10" fmla="*/ 115061 h 3153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340" h="315339">
                                <a:moveTo>
                                  <a:pt x="208660" y="115061"/>
                                </a:moveTo>
                                <a:lnTo>
                                  <a:pt x="331341" y="120776"/>
                                </a:lnTo>
                                <a:lnTo>
                                  <a:pt x="235076" y="196976"/>
                                </a:lnTo>
                                <a:lnTo>
                                  <a:pt x="267460" y="315339"/>
                                </a:lnTo>
                                <a:lnTo>
                                  <a:pt x="165226" y="247394"/>
                                </a:lnTo>
                                <a:lnTo>
                                  <a:pt x="62738" y="314831"/>
                                </a:lnTo>
                                <a:lnTo>
                                  <a:pt x="95757" y="196595"/>
                                </a:lnTo>
                                <a:lnTo>
                                  <a:pt x="0" y="119887"/>
                                </a:lnTo>
                                <a:lnTo>
                                  <a:pt x="122554" y="114807"/>
                                </a:lnTo>
                                <a:lnTo>
                                  <a:pt x="165988" y="0"/>
                                </a:lnTo>
                                <a:lnTo>
                                  <a:pt x="208660" y="1150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Freeform: Shape 12"/>
                        <wps:cNvSpPr/>
                        <wps:spPr>
                          <a:xfrm>
                            <a:off x="2249155" y="2298939"/>
                            <a:ext cx="331340" cy="315339"/>
                          </a:xfrm>
                          <a:custGeom>
                            <a:avLst/>
                            <a:gdLst>
                              <a:gd name="connsiteX0" fmla="*/ 208660 w 331340"/>
                              <a:gd name="connsiteY0" fmla="*/ 115061 h 315339"/>
                              <a:gd name="connsiteX1" fmla="*/ 331341 w 331340"/>
                              <a:gd name="connsiteY1" fmla="*/ 120776 h 315339"/>
                              <a:gd name="connsiteX2" fmla="*/ 235075 w 331340"/>
                              <a:gd name="connsiteY2" fmla="*/ 196976 h 315339"/>
                              <a:gd name="connsiteX3" fmla="*/ 267460 w 331340"/>
                              <a:gd name="connsiteY3" fmla="*/ 315339 h 315339"/>
                              <a:gd name="connsiteX4" fmla="*/ 165226 w 331340"/>
                              <a:gd name="connsiteY4" fmla="*/ 247394 h 315339"/>
                              <a:gd name="connsiteX5" fmla="*/ 62737 w 331340"/>
                              <a:gd name="connsiteY5" fmla="*/ 314831 h 315339"/>
                              <a:gd name="connsiteX6" fmla="*/ 95757 w 331340"/>
                              <a:gd name="connsiteY6" fmla="*/ 196595 h 315339"/>
                              <a:gd name="connsiteX7" fmla="*/ 0 w 331340"/>
                              <a:gd name="connsiteY7" fmla="*/ 119887 h 315339"/>
                              <a:gd name="connsiteX8" fmla="*/ 122554 w 331340"/>
                              <a:gd name="connsiteY8" fmla="*/ 114807 h 315339"/>
                              <a:gd name="connsiteX9" fmla="*/ 165988 w 331340"/>
                              <a:gd name="connsiteY9" fmla="*/ 0 h 315339"/>
                              <a:gd name="connsiteX10" fmla="*/ 208660 w 331340"/>
                              <a:gd name="connsiteY10" fmla="*/ 115061 h 3153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340" h="315339">
                                <a:moveTo>
                                  <a:pt x="208660" y="115061"/>
                                </a:moveTo>
                                <a:lnTo>
                                  <a:pt x="331341" y="120776"/>
                                </a:lnTo>
                                <a:lnTo>
                                  <a:pt x="235075" y="196976"/>
                                </a:lnTo>
                                <a:lnTo>
                                  <a:pt x="267460" y="315339"/>
                                </a:lnTo>
                                <a:lnTo>
                                  <a:pt x="165226" y="247394"/>
                                </a:lnTo>
                                <a:lnTo>
                                  <a:pt x="62737" y="314831"/>
                                </a:lnTo>
                                <a:lnTo>
                                  <a:pt x="95757" y="196595"/>
                                </a:lnTo>
                                <a:lnTo>
                                  <a:pt x="0" y="119887"/>
                                </a:lnTo>
                                <a:lnTo>
                                  <a:pt x="122554" y="114807"/>
                                </a:lnTo>
                                <a:lnTo>
                                  <a:pt x="165988" y="0"/>
                                </a:lnTo>
                                <a:lnTo>
                                  <a:pt x="208660" y="1150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reeform: Shape 13"/>
                        <wps:cNvSpPr/>
                        <wps:spPr>
                          <a:xfrm>
                            <a:off x="2973051" y="2298939"/>
                            <a:ext cx="331340" cy="315339"/>
                          </a:xfrm>
                          <a:custGeom>
                            <a:avLst/>
                            <a:gdLst>
                              <a:gd name="connsiteX0" fmla="*/ 208660 w 331340"/>
                              <a:gd name="connsiteY0" fmla="*/ 115061 h 315339"/>
                              <a:gd name="connsiteX1" fmla="*/ 331341 w 331340"/>
                              <a:gd name="connsiteY1" fmla="*/ 120776 h 315339"/>
                              <a:gd name="connsiteX2" fmla="*/ 235075 w 331340"/>
                              <a:gd name="connsiteY2" fmla="*/ 196976 h 315339"/>
                              <a:gd name="connsiteX3" fmla="*/ 267460 w 331340"/>
                              <a:gd name="connsiteY3" fmla="*/ 315339 h 315339"/>
                              <a:gd name="connsiteX4" fmla="*/ 165226 w 331340"/>
                              <a:gd name="connsiteY4" fmla="*/ 247394 h 315339"/>
                              <a:gd name="connsiteX5" fmla="*/ 62737 w 331340"/>
                              <a:gd name="connsiteY5" fmla="*/ 314831 h 315339"/>
                              <a:gd name="connsiteX6" fmla="*/ 95757 w 331340"/>
                              <a:gd name="connsiteY6" fmla="*/ 196595 h 315339"/>
                              <a:gd name="connsiteX7" fmla="*/ 0 w 331340"/>
                              <a:gd name="connsiteY7" fmla="*/ 119887 h 315339"/>
                              <a:gd name="connsiteX8" fmla="*/ 122554 w 331340"/>
                              <a:gd name="connsiteY8" fmla="*/ 114807 h 315339"/>
                              <a:gd name="connsiteX9" fmla="*/ 165988 w 331340"/>
                              <a:gd name="connsiteY9" fmla="*/ 0 h 315339"/>
                              <a:gd name="connsiteX10" fmla="*/ 208660 w 331340"/>
                              <a:gd name="connsiteY10" fmla="*/ 115061 h 3153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340" h="315339">
                                <a:moveTo>
                                  <a:pt x="208660" y="115061"/>
                                </a:moveTo>
                                <a:lnTo>
                                  <a:pt x="331341" y="120776"/>
                                </a:lnTo>
                                <a:lnTo>
                                  <a:pt x="235075" y="196976"/>
                                </a:lnTo>
                                <a:lnTo>
                                  <a:pt x="267460" y="315339"/>
                                </a:lnTo>
                                <a:lnTo>
                                  <a:pt x="165226" y="247394"/>
                                </a:lnTo>
                                <a:lnTo>
                                  <a:pt x="62737" y="314831"/>
                                </a:lnTo>
                                <a:lnTo>
                                  <a:pt x="95757" y="196595"/>
                                </a:lnTo>
                                <a:lnTo>
                                  <a:pt x="0" y="119887"/>
                                </a:lnTo>
                                <a:lnTo>
                                  <a:pt x="122554" y="114807"/>
                                </a:lnTo>
                                <a:lnTo>
                                  <a:pt x="165988" y="0"/>
                                </a:lnTo>
                                <a:lnTo>
                                  <a:pt x="208660" y="1150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5FB088" id="Picture 3" o:spid="_x0000_s1026" alt="&quot;&quot;" style="position:absolute;margin-left:-21.5pt;margin-top:-18.3pt;width:11in;height:612pt;z-index:-251657216;mso-width-relative:margin;mso-height-relative:margin" coordorigin=",1002" coordsize="99611,7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">
                <v:shape id="Freeform: Shape 2" o:spid="_x0000_s1027" style="position:absolute;top:2190;width:12468;height:74042;visibility:visible;mso-wrap-style:square;v-text-anchor:middle" coordsize="1246878,740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" path="m1219192,l686558,v,,55879,4701257,-119761,5194902c505203,5367876,274699,5668991,,5987378l,7398085r41529,6096c41529,7404181,903218,6008078,1107306,5330792,1330317,4589625,1219192,,1219192,xe" fillcolor="#da5644 [3208]" stroked="f" strokeweight=".35244mm">
                  <v:stroke joinstyle="miter"/>
                  <v:path arrowok="t" o:connecttype="custom" o:connectlocs="1219192,0;686558,0;566797,5194902;0,5987378;0,7398085;41529,7404181;1107306,5330792;1219192,0" o:connectangles="0,0,0,0,0,0,0,0"/>
                </v:shape>
                <v:shape id="Freeform: Shape 6" o:spid="_x0000_s1028" style="position:absolute;left:5302;top:2189;width:14207;height:74042;visibility:visible;mso-wrap-style:square;v-text-anchor:middle" coordsize="1420729,740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" path="m880359,127v,,95503,4865466,-80264,5359366c624328,5853394,,7404181,,7404181r1240020,c1240020,7404181,1376798,6193878,1402198,5388322,1435980,4313655,1413247,,1413247,l880359,127xe" fillcolor="#f28d35 [3205]" stroked="f" strokeweight=".35244mm">
                  <v:stroke joinstyle="miter"/>
                  <v:path arrowok="t" o:connecttype="custom" o:connectlocs="880359,127;800095,5359493;0,7404181;1240020,7404181;1402198,5388322;1413247,0" o:connectangles="0,0,0,0,0,0"/>
                </v:shape>
                <v:shape id="Freeform: Shape 7" o:spid="_x0000_s1029" style="position:absolute;left:21494;top:1764;width:14181;height:73787;visibility:visible;mso-wrap-style:square;v-text-anchor:middle" coordsize="1418101,7378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" path="m23523,v,,-52070,4552414,-1270,5401911c73053,6251409,225452,7378781,225452,7378781r1192649,c1418101,7378781,705128,5692358,597051,5125942,488975,4559526,555650,,555650,l23523,xe" fillcolor="#dbd9cd" stroked="f" strokeweight=".35244mm">
                  <v:stroke joinstyle="miter"/>
                  <v:path arrowok="t" o:connecttype="custom" o:connectlocs="23523,0;22253,5401911;225452,7378781;1418101,7378781;597051,5125942;555650,0" o:connectangles="0,0,0,0,0,0"/>
                </v:shape>
                <v:shape id="Freeform: Shape 8" o:spid="_x0000_s1030" style="position:absolute;left:28662;top:1764;width:25421;height:74468;visibility:visible;mso-wrap-style:square;v-text-anchor:middle" coordsize="2542164,7446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" path="m15516,v,,-64770,4392648,70357,5118703c221001,5844757,1251472,7446852,1251472,7446852r1290693,c2542165,7446852,943753,6106122,700804,5155025,457854,4203928,547770,,547770,l15516,xe" fillcolor="#518ea6 [3206]" stroked="f" strokeweight=".35244mm">
                  <v:stroke joinstyle="miter"/>
                  <v:path arrowok="t" o:connecttype="custom" o:connectlocs="15516,0;85873,5118703;1251472,7446852;2542165,7446852;700804,5155025;547770,0" o:connectangles="0,0,0,0,0,0"/>
                </v:shape>
                <v:shape id="Freeform: Shape 9" o:spid="_x0000_s1031" style="position:absolute;left:857;top:1002;width:98754;height:75720;visibility:visible;mso-wrap-style:square;v-text-anchor:middle" coordsize="9875458,75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" path="m,l9875458,r,7572073l,7572073,,xe" filled="f" strokecolor="#518ea6 [3206]" strokeweight="7.04886mm">
                  <v:stroke joinstyle="miter"/>
                  <v:path arrowok="t" o:connecttype="custom" o:connectlocs="0,0;9875459,0;9875459,7572074;0,7572074" o:connectangles="0,0,0,0"/>
                </v:shape>
                <v:shape id="Freeform: Shape 10" o:spid="_x0000_s1032" style="position:absolute;left:15379;top:22989;width:3314;height:3153;visibility:visible;mso-wrap-style:square;v-text-anchor:middle" coordsize="331340,315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" path="m208660,115061r122681,5715l235076,196976r32384,118363l165226,247394,62738,314831,95757,196595,,119887r122554,-5080l165988,r42672,115061xe" stroked="f" strokeweight=".35244mm">
                  <v:stroke joinstyle="miter"/>
                  <v:path arrowok="t" o:connecttype="custom" o:connectlocs="208660,115061;331341,120776;235076,196976;267460,315339;165226,247394;62738,314831;95757,196595;0,119887;122554,114807;165988,0;208660,115061" o:connectangles="0,0,0,0,0,0,0,0,0,0,0"/>
                </v:shape>
                <v:shape id="Freeform: Shape 11" o:spid="_x0000_s1033" style="position:absolute;left:8140;top:22989;width:3314;height:3153;visibility:visible;mso-wrap-style:square;v-text-anchor:middle" coordsize="331340,315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" path="m208660,115061r122681,5715l235076,196976r32384,118363l165226,247394,62738,314831,95757,196595,,119887r122554,-5080l165988,r42672,115061xe" stroked="f" strokeweight=".35244mm">
                  <v:stroke joinstyle="miter"/>
                  <v:path arrowok="t" o:connecttype="custom" o:connectlocs="208660,115061;331341,120776;235076,196976;267460,315339;165226,247394;62738,314831;95757,196595;0,119887;122554,114807;165988,0;208660,115061" o:connectangles="0,0,0,0,0,0,0,0,0,0,0"/>
                </v:shape>
                <v:shape id="Freeform: Shape 12" o:spid="_x0000_s1034" style="position:absolute;left:22491;top:22989;width:3313;height:3153;visibility:visible;mso-wrap-style:square;v-text-anchor:middle" coordsize="331340,315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" path="m208660,115061r122681,5715l235075,196976r32385,118363l165226,247394,62737,314831,95757,196595,,119887r122554,-5080l165988,r42672,115061xe" stroked="f" strokeweight=".35244mm">
                  <v:stroke joinstyle="miter"/>
                  <v:path arrowok="t" o:connecttype="custom" o:connectlocs="208660,115061;331341,120776;235075,196976;267460,315339;165226,247394;62737,314831;95757,196595;0,119887;122554,114807;165988,0;208660,115061" o:connectangles="0,0,0,0,0,0,0,0,0,0,0"/>
                </v:shape>
                <v:shape id="Freeform: Shape 13" o:spid="_x0000_s1035" style="position:absolute;left:29730;top:22989;width:3313;height:3153;visibility:visible;mso-wrap-style:square;v-text-anchor:middle" coordsize="331340,315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" path="m208660,115061r122681,5715l235075,196976r32385,118363l165226,247394,62737,314831,95757,196595,,119887r122554,-5080l165988,r42672,115061xe" stroked="f" strokeweight=".35244mm">
                  <v:stroke joinstyle="miter"/>
                  <v:path arrowok="t" o:connecttype="custom" o:connectlocs="208660,115061;331341,120776;235075,196976;267460,315339;165226,247394;62737,314831;95757,196595;0,119887;122554,114807;165988,0;208660,115061" o:connectangles="0,0,0,0,0,0,0,0,0,0,0"/>
                </v:shape>
                <w10:anchorlock/>
              </v:group>
            </w:pict>
          </mc:Fallback>
        </mc:AlternateContent>
      </w:r>
    </w:p>
    <w:p w14:paraId="79FDC900" w14:textId="0A529B64" w:rsidR="003D0B8F" w:rsidRDefault="001A46E8" w:rsidP="00E5434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CCA09BF" wp14:editId="4E3FFD96">
                <wp:simplePos x="0" y="0"/>
                <wp:positionH relativeFrom="page">
                  <wp:posOffset>4364751</wp:posOffset>
                </wp:positionH>
                <wp:positionV relativeFrom="page">
                  <wp:posOffset>5089453</wp:posOffset>
                </wp:positionV>
                <wp:extent cx="5534526" cy="2268747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526" cy="22687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0F15A36" w14:textId="77777777" w:rsidR="001A46E8" w:rsidRPr="001A46E8" w:rsidRDefault="001A46E8" w:rsidP="001A46E8">
                            <w:pPr>
                              <w:tabs>
                                <w:tab w:val="left" w:leader="underscore" w:pos="2970"/>
                              </w:tabs>
                              <w:spacing w:after="240"/>
                              <w:ind w:right="-180"/>
                              <w:rPr>
                                <w:i/>
                                <w:outline/>
                                <w:color w:val="000000"/>
                                <w:sz w:val="38"/>
                                <w:szCs w:val="3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1A46E8">
                              <w:rPr>
                                <w:rStyle w:val="Heading1Char"/>
                                <w:sz w:val="38"/>
                                <w:szCs w:val="26"/>
                              </w:rPr>
                              <w:t xml:space="preserve">№ </w:t>
                            </w:r>
                            <w:r w:rsidRPr="001A46E8">
                              <w:rPr>
                                <w:rStyle w:val="Underline"/>
                              </w:rPr>
                              <w:t xml:space="preserve">    </w:t>
                            </w:r>
                            <w:sdt>
                              <w:sdtPr>
                                <w:rPr>
                                  <w:rStyle w:val="Underline"/>
                                </w:rPr>
                                <w:alias w:val="No."/>
                                <w:tag w:val="No."/>
                                <w:id w:val="260258882"/>
                                <w:placeholder>
                                  <w:docPart w:val="C8471F1EBB4D46E6956F2A442A8F8878"/>
                                </w:placeholder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<w:text/>
                              </w:sdtPr>
                              <w:sdtContent>
                                <w:r w:rsidRPr="001A46E8">
                                  <w:rPr>
                                    <w:rStyle w:val="Underline"/>
                                  </w:rPr>
                                  <w:t>{No]</w:t>
                                </w:r>
                              </w:sdtContent>
                            </w:sdt>
                            <w:r w:rsidRPr="001A46E8">
                              <w:rPr>
                                <w:rStyle w:val="Underline"/>
                              </w:rPr>
                              <w:t>   </w:t>
                            </w:r>
                            <w:r w:rsidRPr="001A46E8">
                              <w:rPr>
                                <w:i/>
                                <w:outline/>
                                <w:color w:val="000000"/>
                                <w:sz w:val="38"/>
                                <w:szCs w:val="3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1A46E8">
                              <w:rPr>
                                <w:rStyle w:val="CertificateText2Char"/>
                                <w:rFonts w:eastAsiaTheme="minorHAnsi"/>
                                <w:sz w:val="30"/>
                                <w:szCs w:val="30"/>
                              </w:rPr>
                              <w:t xml:space="preserve">For </w:t>
                            </w:r>
                            <w:r w:rsidRPr="001A46E8">
                              <w:rPr>
                                <w:rStyle w:val="Underline"/>
                              </w:rPr>
                              <w:t>        </w:t>
                            </w:r>
                            <w:sdt>
                              <w:sdtPr>
                                <w:rPr>
                                  <w:rStyle w:val="Underline"/>
                                </w:rPr>
                                <w:alias w:val="No."/>
                                <w:tag w:val="No."/>
                                <w:id w:val="260258883"/>
                                <w:placeholder>
                                  <w:docPart w:val="ED7FDD3504EA4BB2AF6BCB2BF5C66BB6"/>
                                </w:placeholder>
                                <w:showingPlcHdr/>
                                <w:dataBinding w:prefixMappings="xmlns:ns0='http://schemas.microsoft.com/office/2006/coverPageProps' " w:xpath="/ns0:CoverPageProperties[1]/ns0:CompanyFax[1]" w:storeItemID="{55AF091B-3C7A-41E3-B477-F2FDAA23CFDA}"/>
                                <w:text/>
                              </w:sdtPr>
                              <w:sdtContent>
                                <w:r w:rsidRPr="001A46E8">
                                  <w:rPr>
                                    <w:rStyle w:val="Underline"/>
                                  </w:rPr>
                                  <w:t>[Number]</w:t>
                                </w:r>
                              </w:sdtContent>
                            </w:sdt>
                            <w:r w:rsidRPr="001A46E8">
                              <w:rPr>
                                <w:rStyle w:val="Underline"/>
                              </w:rPr>
                              <w:t xml:space="preserve">         </w:t>
                            </w:r>
                            <w:r w:rsidRPr="001A46E8">
                              <w:rPr>
                                <w:rStyle w:val="CertificateText2Char"/>
                                <w:rFonts w:eastAsiaTheme="minorHAnsi"/>
                                <w:sz w:val="30"/>
                                <w:szCs w:val="30"/>
                              </w:rPr>
                              <w:t xml:space="preserve"> Shares</w:t>
                            </w:r>
                          </w:p>
                          <w:p w14:paraId="5E32AB0A" w14:textId="7CADC86D" w:rsidR="001A46E8" w:rsidRPr="001A46E8" w:rsidRDefault="001A46E8" w:rsidP="001A46E8">
                            <w:pPr>
                              <w:pStyle w:val="CertificateText2"/>
                              <w:rPr>
                                <w:sz w:val="30"/>
                                <w:szCs w:val="30"/>
                              </w:rPr>
                            </w:pPr>
                            <w:r w:rsidRPr="001A46E8">
                              <w:rPr>
                                <w:sz w:val="30"/>
                                <w:szCs w:val="30"/>
                              </w:rPr>
                              <w:t>Issued to</w:t>
                            </w:r>
                            <w:r w:rsidRPr="001A46E8">
                              <w:rPr>
                                <w:rStyle w:val="Underline"/>
                                <w:sz w:val="30"/>
                                <w:szCs w:val="30"/>
                              </w:rPr>
                              <w:t>   </w:t>
                            </w:r>
                            <w:sdt>
                              <w:sdtPr>
                                <w:rPr>
                                  <w:rStyle w:val="Underline"/>
                                  <w:sz w:val="30"/>
                                  <w:szCs w:val="30"/>
                                </w:rPr>
                                <w:alias w:val="Name"/>
                                <w:tag w:val="Name"/>
                                <w:id w:val="260258884"/>
                                <w:placeholder>
                                  <w:docPart w:val="848B99D293004B88BCB8FB595CC700B9"/>
                                </w:placeholder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        <w:text/>
                              </w:sdtPr>
                              <w:sdtContent>
                                <w:r w:rsidRPr="001A46E8">
                                  <w:rPr>
                                    <w:rStyle w:val="Underline"/>
                                    <w:sz w:val="30"/>
                                    <w:szCs w:val="30"/>
                                  </w:rPr>
                                  <w:t>[Shareholder Name]</w:t>
                                </w:r>
                              </w:sdtContent>
                            </w:sdt>
                            <w:r w:rsidRPr="001A46E8">
                              <w:rPr>
                                <w:rStyle w:val="Underline"/>
                                <w:sz w:val="30"/>
                                <w:szCs w:val="30"/>
                              </w:rPr>
                              <w:t xml:space="preserve">              </w:t>
                            </w:r>
                            <w:r w:rsidRPr="001A46E8">
                              <w:rPr>
                                <w:rStyle w:val="CertificateText2Char"/>
                                <w:sz w:val="30"/>
                                <w:szCs w:val="30"/>
                              </w:rPr>
                              <w:t>Dated</w:t>
                            </w:r>
                            <w:r w:rsidRPr="001A46E8">
                              <w:rPr>
                                <w:rStyle w:val="CertificateText2Char"/>
                                <w:sz w:val="30"/>
                                <w:szCs w:val="30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Underline"/>
                                  <w:sz w:val="30"/>
                                  <w:szCs w:val="30"/>
                                </w:rPr>
                                <w:alias w:val="Month"/>
                                <w:tag w:val="Month"/>
                                <w:id w:val="260258885"/>
                                <w:placeholder>
                                  <w:docPart w:val="C742992705B043969CB2BD1AC20CFAD9"/>
                                </w:placeholder>
                                <w:showingPlcHdr/>
                                <w:dataBinding w:prefixMappings="xmlns:ns0='http://schemas.microsoft.com/office/2006/coverPageProps' " w:xpath="/ns0:CoverPageProperties[1]/ns0:CompanyPhone[1]" w:storeItemID="{55AF091B-3C7A-41E3-B477-F2FDAA23CFDA}"/>
                                <w:text/>
                              </w:sdtPr>
                              <w:sdtContent>
                                <w:r w:rsidRPr="001A46E8">
                                  <w:rPr>
                                    <w:rStyle w:val="Underline"/>
                                    <w:sz w:val="30"/>
                                    <w:szCs w:val="30"/>
                                  </w:rPr>
                                  <w:t>[Month]</w:t>
                                </w:r>
                              </w:sdtContent>
                            </w:sdt>
                            <w:r w:rsidRPr="001A46E8">
                              <w:rPr>
                                <w:rStyle w:val="Underline"/>
                                <w:sz w:val="30"/>
                                <w:szCs w:val="30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Underline"/>
                                  <w:sz w:val="30"/>
                                  <w:szCs w:val="30"/>
                                </w:rPr>
                                <w:alias w:val="Date"/>
                                <w:tag w:val="Date"/>
                                <w:id w:val="260258886"/>
                                <w:placeholder>
                                  <w:docPart w:val="BB6B7C41FE984D91B6B002466DB280C5"/>
                                </w:placeholder>
                                <w:showingPlcHdr/>
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<w:text/>
                              </w:sdtPr>
                              <w:sdtContent>
                                <w:r w:rsidRPr="001A46E8">
                                  <w:rPr>
                                    <w:rStyle w:val="Underline"/>
                                    <w:sz w:val="30"/>
                                    <w:szCs w:val="30"/>
                                  </w:rPr>
                                  <w:t>[date]</w:t>
                                </w:r>
                              </w:sdtContent>
                            </w:sdt>
                            <w:r w:rsidRPr="001A46E8">
                              <w:rPr>
                                <w:rStyle w:val="Underline"/>
                                <w:sz w:val="30"/>
                                <w:szCs w:val="30"/>
                              </w:rPr>
                              <w:t>,</w:t>
                            </w:r>
                            <w:sdt>
                              <w:sdtPr>
                                <w:rPr>
                                  <w:rStyle w:val="Underline"/>
                                  <w:sz w:val="30"/>
                                  <w:szCs w:val="30"/>
                                </w:rPr>
                                <w:alias w:val="Year"/>
                                <w:tag w:val="Year"/>
                                <w:id w:val="260258887"/>
                                <w:placeholder>
                                  <w:docPart w:val="86665D75A15E49F2BB49CFC5552CAEF9"/>
                                </w:placeholder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          <w:text/>
                              </w:sdtPr>
                              <w:sdtContent>
                                <w:r w:rsidRPr="001A46E8">
                                  <w:rPr>
                                    <w:rStyle w:val="Underline"/>
                                    <w:sz w:val="30"/>
                                    <w:szCs w:val="30"/>
                                  </w:rPr>
                                  <w:t>[Year]</w:t>
                                </w:r>
                              </w:sdtContent>
                            </w:sdt>
                            <w:r w:rsidRPr="001A46E8">
                              <w:rPr>
                                <w:sz w:val="42"/>
                                <w:szCs w:val="42"/>
                              </w:rPr>
                              <w:t xml:space="preserve"> </w:t>
                            </w:r>
                            <w:r w:rsidRPr="001A46E8">
                              <w:rPr>
                                <w:sz w:val="30"/>
                                <w:szCs w:val="30"/>
                              </w:rPr>
                              <w:t xml:space="preserve">From whom </w:t>
                            </w:r>
                            <w:r w:rsidRPr="001A46E8">
                              <w:rPr>
                                <w:sz w:val="30"/>
                                <w:szCs w:val="30"/>
                              </w:rPr>
                              <w:t>transferred.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15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706"/>
                              <w:gridCol w:w="2832"/>
                              <w:gridCol w:w="2463"/>
                            </w:tblGrid>
                            <w:tr w:rsidR="001A46E8" w:rsidRPr="001A46E8" w14:paraId="454DFAF9" w14:textId="77777777" w:rsidTr="0065028B">
                              <w:trPr>
                                <w:trHeight w:hRule="exact" w:val="415"/>
                              </w:trPr>
                              <w:tc>
                                <w:tcPr>
                                  <w:tcW w:w="2706" w:type="dxa"/>
                                  <w:shd w:val="clear" w:color="auto" w:fill="auto"/>
                                  <w:vAlign w:val="center"/>
                                </w:tcPr>
                                <w:p w14:paraId="5D29C9F2" w14:textId="3883DD76" w:rsidR="001A46E8" w:rsidRPr="001A46E8" w:rsidRDefault="001A46E8" w:rsidP="001A46E8">
                                  <w:pPr>
                                    <w:spacing w:before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1A46E8">
                                    <w:rPr>
                                      <w:rStyle w:val="CertificateText2Char"/>
                                      <w:rFonts w:eastAsiaTheme="minorHAnsi"/>
                                      <w:sz w:val="30"/>
                                      <w:szCs w:val="30"/>
                                    </w:rPr>
                                    <w:t>Dated </w:t>
                                  </w:r>
                                  <w:r w:rsidRPr="001A46E8">
                                    <w:rPr>
                                      <w:rStyle w:val="CertificateText2Char"/>
                                      <w:rFonts w:eastAsiaTheme="minorHAnsi"/>
                                      <w:sz w:val="30"/>
                                      <w:szCs w:val="30"/>
                                    </w:rPr>
                                    <w:t xml:space="preserve">[DATE] </w:t>
                                  </w:r>
                                </w:p>
                              </w:tc>
                              <w:tc>
                                <w:tcPr>
                                  <w:tcW w:w="2832" w:type="dxa"/>
                                  <w:vAlign w:val="center"/>
                                </w:tcPr>
                                <w:p w14:paraId="2735230E" w14:textId="77777777" w:rsidR="001A46E8" w:rsidRPr="001A46E8" w:rsidRDefault="001A46E8" w:rsidP="006C4808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3" w:type="dxa"/>
                                  <w:vAlign w:val="center"/>
                                </w:tcPr>
                                <w:p w14:paraId="3C8E9745" w14:textId="77777777" w:rsidR="001A46E8" w:rsidRPr="001A46E8" w:rsidRDefault="001A46E8" w:rsidP="006C4808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1D9C139" w14:textId="77777777" w:rsidR="001A46E8" w:rsidRPr="001A46E8" w:rsidRDefault="001A46E8" w:rsidP="001A46E8">
                            <w:pPr>
                              <w:pStyle w:val="CertificateText3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CA09B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43.7pt;margin-top:400.75pt;width:435.8pt;height:178.6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" o:allowincell="f" filled="f" stroked="f">
                <v:textbox inset="14.4pt,14.4pt,14.4pt,14.4pt">
                  <w:txbxContent>
                    <w:p w14:paraId="40F15A36" w14:textId="77777777" w:rsidR="001A46E8" w:rsidRPr="001A46E8" w:rsidRDefault="001A46E8" w:rsidP="001A46E8">
                      <w:pPr>
                        <w:tabs>
                          <w:tab w:val="left" w:leader="underscore" w:pos="2970"/>
                        </w:tabs>
                        <w:spacing w:after="240"/>
                        <w:ind w:right="-180"/>
                        <w:rPr>
                          <w:i/>
                          <w:outline/>
                          <w:color w:val="000000"/>
                          <w:sz w:val="38"/>
                          <w:szCs w:val="3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1A46E8">
                        <w:rPr>
                          <w:rStyle w:val="Heading1Char"/>
                          <w:sz w:val="38"/>
                          <w:szCs w:val="26"/>
                        </w:rPr>
                        <w:t xml:space="preserve">№ </w:t>
                      </w:r>
                      <w:r w:rsidRPr="001A46E8">
                        <w:rPr>
                          <w:rStyle w:val="Underline"/>
                        </w:rPr>
                        <w:t xml:space="preserve">    </w:t>
                      </w:r>
                      <w:sdt>
                        <w:sdtPr>
                          <w:rPr>
                            <w:rStyle w:val="Underline"/>
                          </w:rPr>
                          <w:alias w:val="No."/>
                          <w:tag w:val="No."/>
                          <w:id w:val="260258882"/>
                          <w:placeholder>
                            <w:docPart w:val="C8471F1EBB4D46E6956F2A442A8F8878"/>
                          </w:placeholder>
                          <w:showingPlcHdr/>
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<w:text/>
                        </w:sdtPr>
                        <w:sdtContent>
                          <w:r w:rsidRPr="001A46E8">
                            <w:rPr>
                              <w:rStyle w:val="Underline"/>
                            </w:rPr>
                            <w:t>{No]</w:t>
                          </w:r>
                        </w:sdtContent>
                      </w:sdt>
                      <w:r w:rsidRPr="001A46E8">
                        <w:rPr>
                          <w:rStyle w:val="Underline"/>
                        </w:rPr>
                        <w:t>   </w:t>
                      </w:r>
                      <w:r w:rsidRPr="001A46E8">
                        <w:rPr>
                          <w:i/>
                          <w:outline/>
                          <w:color w:val="000000"/>
                          <w:sz w:val="38"/>
                          <w:szCs w:val="3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1A46E8">
                        <w:rPr>
                          <w:rStyle w:val="CertificateText2Char"/>
                          <w:rFonts w:eastAsiaTheme="minorHAnsi"/>
                          <w:sz w:val="30"/>
                          <w:szCs w:val="30"/>
                        </w:rPr>
                        <w:t xml:space="preserve">For </w:t>
                      </w:r>
                      <w:r w:rsidRPr="001A46E8">
                        <w:rPr>
                          <w:rStyle w:val="Underline"/>
                        </w:rPr>
                        <w:t>        </w:t>
                      </w:r>
                      <w:sdt>
                        <w:sdtPr>
                          <w:rPr>
                            <w:rStyle w:val="Underline"/>
                          </w:rPr>
                          <w:alias w:val="No."/>
                          <w:tag w:val="No."/>
                          <w:id w:val="260258883"/>
                          <w:placeholder>
                            <w:docPart w:val="ED7FDD3504EA4BB2AF6BCB2BF5C66BB6"/>
                          </w:placeholder>
                          <w:showingPlcHdr/>
                          <w:dataBinding w:prefixMappings="xmlns:ns0='http://schemas.microsoft.com/office/2006/coverPageProps' " w:xpath="/ns0:CoverPageProperties[1]/ns0:CompanyFax[1]" w:storeItemID="{55AF091B-3C7A-41E3-B477-F2FDAA23CFDA}"/>
                          <w:text/>
                        </w:sdtPr>
                        <w:sdtContent>
                          <w:r w:rsidRPr="001A46E8">
                            <w:rPr>
                              <w:rStyle w:val="Underline"/>
                            </w:rPr>
                            <w:t>[Number]</w:t>
                          </w:r>
                        </w:sdtContent>
                      </w:sdt>
                      <w:r w:rsidRPr="001A46E8">
                        <w:rPr>
                          <w:rStyle w:val="Underline"/>
                        </w:rPr>
                        <w:t xml:space="preserve">         </w:t>
                      </w:r>
                      <w:r w:rsidRPr="001A46E8">
                        <w:rPr>
                          <w:rStyle w:val="CertificateText2Char"/>
                          <w:rFonts w:eastAsiaTheme="minorHAnsi"/>
                          <w:sz w:val="30"/>
                          <w:szCs w:val="30"/>
                        </w:rPr>
                        <w:t xml:space="preserve"> Shares</w:t>
                      </w:r>
                    </w:p>
                    <w:p w14:paraId="5E32AB0A" w14:textId="7CADC86D" w:rsidR="001A46E8" w:rsidRPr="001A46E8" w:rsidRDefault="001A46E8" w:rsidP="001A46E8">
                      <w:pPr>
                        <w:pStyle w:val="CertificateText2"/>
                        <w:rPr>
                          <w:sz w:val="30"/>
                          <w:szCs w:val="30"/>
                        </w:rPr>
                      </w:pPr>
                      <w:r w:rsidRPr="001A46E8">
                        <w:rPr>
                          <w:sz w:val="30"/>
                          <w:szCs w:val="30"/>
                        </w:rPr>
                        <w:t>Issued to</w:t>
                      </w:r>
                      <w:r w:rsidRPr="001A46E8">
                        <w:rPr>
                          <w:rStyle w:val="Underline"/>
                          <w:sz w:val="30"/>
                          <w:szCs w:val="30"/>
                        </w:rPr>
                        <w:t>   </w:t>
                      </w:r>
                      <w:sdt>
                        <w:sdtPr>
                          <w:rPr>
                            <w:rStyle w:val="Underline"/>
                            <w:sz w:val="30"/>
                            <w:szCs w:val="30"/>
                          </w:rPr>
                          <w:alias w:val="Name"/>
                          <w:tag w:val="Name"/>
                          <w:id w:val="260258884"/>
                          <w:placeholder>
                            <w:docPart w:val="848B99D293004B88BCB8FB595CC700B9"/>
                          </w:placeholder>
                          <w:showingPlcHdr/>
  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  <w:text/>
                        </w:sdtPr>
                        <w:sdtContent>
                          <w:r w:rsidRPr="001A46E8">
                            <w:rPr>
                              <w:rStyle w:val="Underline"/>
                              <w:sz w:val="30"/>
                              <w:szCs w:val="30"/>
                            </w:rPr>
                            <w:t>[Shareholder Name]</w:t>
                          </w:r>
                        </w:sdtContent>
                      </w:sdt>
                      <w:r w:rsidRPr="001A46E8">
                        <w:rPr>
                          <w:rStyle w:val="Underline"/>
                          <w:sz w:val="30"/>
                          <w:szCs w:val="30"/>
                        </w:rPr>
                        <w:t xml:space="preserve">              </w:t>
                      </w:r>
                      <w:r w:rsidRPr="001A46E8">
                        <w:rPr>
                          <w:rStyle w:val="CertificateText2Char"/>
                          <w:sz w:val="30"/>
                          <w:szCs w:val="30"/>
                        </w:rPr>
                        <w:t>Dated</w:t>
                      </w:r>
                      <w:r w:rsidRPr="001A46E8">
                        <w:rPr>
                          <w:rStyle w:val="CertificateText2Char"/>
                          <w:sz w:val="30"/>
                          <w:szCs w:val="30"/>
                        </w:rPr>
                        <w:t xml:space="preserve"> </w:t>
                      </w:r>
                      <w:sdt>
                        <w:sdtPr>
                          <w:rPr>
                            <w:rStyle w:val="Underline"/>
                            <w:sz w:val="30"/>
                            <w:szCs w:val="30"/>
                          </w:rPr>
                          <w:alias w:val="Month"/>
                          <w:tag w:val="Month"/>
                          <w:id w:val="260258885"/>
                          <w:placeholder>
                            <w:docPart w:val="C742992705B043969CB2BD1AC20CFAD9"/>
                          </w:placeholder>
                          <w:showingPlcHdr/>
                          <w:dataBinding w:prefixMappings="xmlns:ns0='http://schemas.microsoft.com/office/2006/coverPageProps' " w:xpath="/ns0:CoverPageProperties[1]/ns0:CompanyPhone[1]" w:storeItemID="{55AF091B-3C7A-41E3-B477-F2FDAA23CFDA}"/>
                          <w:text/>
                        </w:sdtPr>
                        <w:sdtContent>
                          <w:r w:rsidRPr="001A46E8">
                            <w:rPr>
                              <w:rStyle w:val="Underline"/>
                              <w:sz w:val="30"/>
                              <w:szCs w:val="30"/>
                            </w:rPr>
                            <w:t>[Month]</w:t>
                          </w:r>
                        </w:sdtContent>
                      </w:sdt>
                      <w:r w:rsidRPr="001A46E8">
                        <w:rPr>
                          <w:rStyle w:val="Underline"/>
                          <w:sz w:val="30"/>
                          <w:szCs w:val="30"/>
                        </w:rPr>
                        <w:t xml:space="preserve"> </w:t>
                      </w:r>
                      <w:sdt>
                        <w:sdtPr>
                          <w:rPr>
                            <w:rStyle w:val="Underline"/>
                            <w:sz w:val="30"/>
                            <w:szCs w:val="30"/>
                          </w:rPr>
                          <w:alias w:val="Date"/>
                          <w:tag w:val="Date"/>
                          <w:id w:val="260258886"/>
                          <w:placeholder>
                            <w:docPart w:val="BB6B7C41FE984D91B6B002466DB280C5"/>
                          </w:placeholder>
                          <w:showingPlcHdr/>
                          <w:dataBinding w:prefixMappings="xmlns:ns0='http://schemas.microsoft.com/office/2006/coverPageProps' " w:xpath="/ns0:CoverPageProperties[1]/ns0:CompanyEmail[1]" w:storeItemID="{55AF091B-3C7A-41E3-B477-F2FDAA23CFDA}"/>
                          <w:text/>
                        </w:sdtPr>
                        <w:sdtContent>
                          <w:r w:rsidRPr="001A46E8">
                            <w:rPr>
                              <w:rStyle w:val="Underline"/>
                              <w:sz w:val="30"/>
                              <w:szCs w:val="30"/>
                            </w:rPr>
                            <w:t>[date]</w:t>
                          </w:r>
                        </w:sdtContent>
                      </w:sdt>
                      <w:r w:rsidRPr="001A46E8">
                        <w:rPr>
                          <w:rStyle w:val="Underline"/>
                          <w:sz w:val="30"/>
                          <w:szCs w:val="30"/>
                        </w:rPr>
                        <w:t>,</w:t>
                      </w:r>
                      <w:sdt>
                        <w:sdtPr>
                          <w:rPr>
                            <w:rStyle w:val="Underline"/>
                            <w:sz w:val="30"/>
                            <w:szCs w:val="30"/>
                          </w:rPr>
                          <w:alias w:val="Year"/>
                          <w:tag w:val="Year"/>
                          <w:id w:val="260258887"/>
                          <w:placeholder>
                            <w:docPart w:val="86665D75A15E49F2BB49CFC5552CAEF9"/>
                          </w:placeholder>
                          <w:showingPlcHdr/>
    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    <w:text/>
                        </w:sdtPr>
                        <w:sdtContent>
                          <w:r w:rsidRPr="001A46E8">
                            <w:rPr>
                              <w:rStyle w:val="Underline"/>
                              <w:sz w:val="30"/>
                              <w:szCs w:val="30"/>
                            </w:rPr>
                            <w:t>[Year]</w:t>
                          </w:r>
                        </w:sdtContent>
                      </w:sdt>
                      <w:r w:rsidRPr="001A46E8">
                        <w:rPr>
                          <w:sz w:val="42"/>
                          <w:szCs w:val="42"/>
                        </w:rPr>
                        <w:t xml:space="preserve"> </w:t>
                      </w:r>
                      <w:r w:rsidRPr="001A46E8">
                        <w:rPr>
                          <w:sz w:val="30"/>
                          <w:szCs w:val="30"/>
                        </w:rPr>
                        <w:t xml:space="preserve">From whom </w:t>
                      </w:r>
                      <w:r w:rsidRPr="001A46E8">
                        <w:rPr>
                          <w:sz w:val="30"/>
                          <w:szCs w:val="30"/>
                        </w:rPr>
                        <w:t>transferred.</w:t>
                      </w:r>
                    </w:p>
                    <w:tbl>
                      <w:tblPr>
                        <w:tblStyle w:val="TableGrid"/>
                        <w:tblW w:w="0" w:type="auto"/>
                        <w:tblInd w:w="15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706"/>
                        <w:gridCol w:w="2832"/>
                        <w:gridCol w:w="2463"/>
                      </w:tblGrid>
                      <w:tr w:rsidR="001A46E8" w:rsidRPr="001A46E8" w14:paraId="454DFAF9" w14:textId="77777777" w:rsidTr="0065028B">
                        <w:trPr>
                          <w:trHeight w:hRule="exact" w:val="415"/>
                        </w:trPr>
                        <w:tc>
                          <w:tcPr>
                            <w:tcW w:w="2706" w:type="dxa"/>
                            <w:shd w:val="clear" w:color="auto" w:fill="auto"/>
                            <w:vAlign w:val="center"/>
                          </w:tcPr>
                          <w:p w14:paraId="5D29C9F2" w14:textId="3883DD76" w:rsidR="001A46E8" w:rsidRPr="001A46E8" w:rsidRDefault="001A46E8" w:rsidP="001A46E8">
                            <w:pPr>
                              <w:spacing w:before="0"/>
                              <w:rPr>
                                <w:sz w:val="22"/>
                                <w:szCs w:val="22"/>
                              </w:rPr>
                            </w:pPr>
                            <w:r w:rsidRPr="001A46E8">
                              <w:rPr>
                                <w:rStyle w:val="CertificateText2Char"/>
                                <w:rFonts w:eastAsiaTheme="minorHAnsi"/>
                                <w:sz w:val="30"/>
                                <w:szCs w:val="30"/>
                              </w:rPr>
                              <w:t>Dated </w:t>
                            </w:r>
                            <w:r w:rsidRPr="001A46E8">
                              <w:rPr>
                                <w:rStyle w:val="CertificateText2Char"/>
                                <w:rFonts w:eastAsiaTheme="minorHAnsi"/>
                                <w:sz w:val="30"/>
                                <w:szCs w:val="30"/>
                              </w:rPr>
                              <w:t xml:space="preserve">[DATE] </w:t>
                            </w:r>
                          </w:p>
                        </w:tc>
                        <w:tc>
                          <w:tcPr>
                            <w:tcW w:w="2832" w:type="dxa"/>
                            <w:vAlign w:val="center"/>
                          </w:tcPr>
                          <w:p w14:paraId="2735230E" w14:textId="77777777" w:rsidR="001A46E8" w:rsidRPr="001A46E8" w:rsidRDefault="001A46E8" w:rsidP="006C480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463" w:type="dxa"/>
                            <w:vAlign w:val="center"/>
                          </w:tcPr>
                          <w:p w14:paraId="3C8E9745" w14:textId="77777777" w:rsidR="001A46E8" w:rsidRPr="001A46E8" w:rsidRDefault="001A46E8" w:rsidP="006C480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61D9C139" w14:textId="77777777" w:rsidR="001A46E8" w:rsidRPr="001A46E8" w:rsidRDefault="001A46E8" w:rsidP="001A46E8">
                      <w:pPr>
                        <w:pStyle w:val="CertificateText3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2AA970" wp14:editId="7DC5F576">
                <wp:simplePos x="0" y="0"/>
                <wp:positionH relativeFrom="page">
                  <wp:posOffset>3547241</wp:posOffset>
                </wp:positionH>
                <wp:positionV relativeFrom="page">
                  <wp:posOffset>441434</wp:posOffset>
                </wp:positionV>
                <wp:extent cx="6164318" cy="45720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4318" cy="457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935" w:type="pct"/>
                              <w:tblInd w:w="37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63"/>
                              <w:gridCol w:w="1372"/>
                              <w:gridCol w:w="1910"/>
                              <w:gridCol w:w="1841"/>
                              <w:gridCol w:w="1539"/>
                            </w:tblGrid>
                            <w:tr w:rsidR="001A46E8" w:rsidRPr="0058536A" w14:paraId="53D33EE2" w14:textId="77777777" w:rsidTr="00C31E20">
                              <w:trPr>
                                <w:cantSplit/>
                                <w:trHeight w:val="721"/>
                              </w:trPr>
                              <w:tc>
                                <w:tcPr>
                                  <w:tcW w:w="638" w:type="dxa"/>
                                  <w:vAlign w:val="bottom"/>
                                </w:tcPr>
                                <w:p w14:paraId="1F5F6114" w14:textId="77777777" w:rsidR="001A46E8" w:rsidRPr="001A46E8" w:rsidRDefault="001A46E8" w:rsidP="0058536A">
                                  <w:pPr>
                                    <w:pStyle w:val="Heading1"/>
                                    <w:rPr>
                                      <w:sz w:val="50"/>
                                      <w:szCs w:val="50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 w:rsidRPr="001A46E8">
                                    <w:rPr>
                                      <w:sz w:val="50"/>
                                      <w:szCs w:val="50"/>
                                    </w:rPr>
                                    <w:t>№</w:t>
                                  </w:r>
                                </w:p>
                              </w:tc>
                              <w:sdt>
                                <w:sdtPr>
                                  <w:alias w:val="No."/>
                                  <w:tag w:val="No."/>
                                  <w:id w:val="260258890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<w:text/>
                                </w:sdtPr>
                                <w:sdtContent>
                                  <w:tc>
                                    <w:tcPr>
                                      <w:tcW w:w="1459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bottom"/>
                                    </w:tcPr>
                                    <w:p w14:paraId="291C0061" w14:textId="77777777" w:rsidR="001A46E8" w:rsidRPr="0058536A" w:rsidRDefault="001A46E8" w:rsidP="0058536A">
                                      <w:pPr>
                                        <w:pStyle w:val="Numbers"/>
                                      </w:pPr>
                                      <w:r>
                                        <w:t>{No]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133" w:type="dxa"/>
                                  <w:vAlign w:val="bottom"/>
                                </w:tcPr>
                                <w:p w14:paraId="324740FC" w14:textId="77777777" w:rsidR="001A46E8" w:rsidRPr="0058536A" w:rsidRDefault="001A46E8" w:rsidP="0058536A"/>
                              </w:tc>
                              <w:tc>
                                <w:tcPr>
                                  <w:tcW w:w="1386" w:type="dxa"/>
                                  <w:vAlign w:val="bottom"/>
                                </w:tcPr>
                                <w:p w14:paraId="7294E2C7" w14:textId="77777777" w:rsidR="001A46E8" w:rsidRPr="001A46E8" w:rsidRDefault="001A46E8" w:rsidP="00C31E20">
                                  <w:pPr>
                                    <w:pStyle w:val="Heading1"/>
                                    <w:rPr>
                                      <w:sz w:val="50"/>
                                      <w:szCs w:val="50"/>
                                    </w:rPr>
                                  </w:pPr>
                                  <w:r w:rsidRPr="001A46E8">
                                    <w:rPr>
                                      <w:sz w:val="50"/>
                                      <w:szCs w:val="50"/>
                                    </w:rPr>
                                    <w:t>S</w:t>
                                  </w:r>
                                  <w:r w:rsidRPr="001A46E8">
                                    <w:rPr>
                                      <w:rStyle w:val="Heading1Char"/>
                                      <w:sz w:val="50"/>
                                      <w:szCs w:val="50"/>
                                    </w:rPr>
                                    <w:t>hares</w:t>
                                  </w:r>
                                </w:p>
                              </w:tc>
                              <w:sdt>
                                <w:sdtPr>
                                  <w:alias w:val="No."/>
                                  <w:tag w:val="No."/>
                                  <w:id w:val="260258891"/>
                                  <w:showingPlcHdr/>
                                  <w:dataBinding w:prefixMappings="xmlns:ns0='http://schemas.microsoft.com/office/2006/coverPageProps' " w:xpath="/ns0:CoverPageProperties[1]/ns0:CompanyFax[1]" w:storeItemID="{55AF091B-3C7A-41E3-B477-F2FDAA23CFDA}"/>
                                  <w:text/>
                                </w:sdtPr>
                                <w:sdtContent>
                                  <w:tc>
                                    <w:tcPr>
                                      <w:tcW w:w="1567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bottom"/>
                                    </w:tcPr>
                                    <w:p w14:paraId="54CCE753" w14:textId="77777777" w:rsidR="001A46E8" w:rsidRPr="0058536A" w:rsidRDefault="001A46E8" w:rsidP="0058536A">
                                      <w:pPr>
                                        <w:pStyle w:val="Numbers"/>
                                      </w:pPr>
                                      <w:r>
                                        <w:t>[Number]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sdt>
                            <w:sdtPr>
                              <w:alias w:val="Company"/>
                              <w:tag w:val="Company"/>
                              <w:id w:val="260258892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 w:multiLine="1"/>
                            </w:sdtPr>
                            <w:sdtContent>
                              <w:p w14:paraId="6A2034DF" w14:textId="77777777" w:rsidR="001A46E8" w:rsidRPr="008F0C18" w:rsidRDefault="001A46E8" w:rsidP="001A46E8">
                                <w:pPr>
                                  <w:pStyle w:val="CompanyName"/>
                                </w:pPr>
                                <w:r>
                                  <w:t>[Company Name]</w:t>
                                </w:r>
                              </w:p>
                            </w:sdtContent>
                          </w:sdt>
                          <w:p w14:paraId="709947DE" w14:textId="77777777" w:rsidR="001A46E8" w:rsidRDefault="001A46E8" w:rsidP="001A46E8">
                            <w:pPr>
                              <w:pStyle w:val="CertificationText1"/>
                              <w:tabs>
                                <w:tab w:val="left" w:leader="underscore" w:pos="9000"/>
                              </w:tabs>
                            </w:pPr>
                            <w:r w:rsidRPr="00C1619E">
                              <w:rPr>
                                <w:rStyle w:val="IntroTextChar"/>
                                <w:b/>
                              </w:rPr>
                              <w:t xml:space="preserve">This Certifies </w:t>
                            </w:r>
                            <w:r w:rsidRPr="00C1619E">
                              <w:rPr>
                                <w:rStyle w:val="IntroTextChar"/>
                              </w:rPr>
                              <w:t>that</w:t>
                            </w:r>
                            <w:r>
                              <w:rPr>
                                <w:rStyle w:val="IntroTextChar"/>
                              </w:rPr>
                              <w:t xml:space="preserve"> </w:t>
                            </w:r>
                            <w:r w:rsidRPr="00FB70F7">
                              <w:t> </w:t>
                            </w:r>
                            <w:r w:rsidRPr="00FB70F7">
                              <w:rPr>
                                <w:rStyle w:val="Underline"/>
                              </w:rPr>
                              <w:t>  </w:t>
                            </w:r>
                            <w:sdt>
                              <w:sdtPr>
                                <w:rPr>
                                  <w:rStyle w:val="Underline"/>
                                </w:rPr>
                                <w:alias w:val="Name"/>
                                <w:tag w:val="Name"/>
                                <w:id w:val="260258893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        <w:text/>
                              </w:sdtPr>
                              <w:sdtContent>
                                <w:r w:rsidRPr="00FB70F7">
                                  <w:rPr>
                                    <w:rStyle w:val="Underline"/>
                                  </w:rPr>
                                  <w:t>[Shareholder Name]</w:t>
                                </w:r>
                              </w:sdtContent>
                            </w:sdt>
                            <w:r>
                              <w:rPr>
                                <w:rStyle w:val="Underline"/>
                              </w:rPr>
                              <w:t>   </w:t>
                            </w:r>
                            <w:r>
                              <w:t xml:space="preserve"> </w:t>
                            </w:r>
                            <w:r w:rsidRPr="009E6BCD">
                              <w:t>is the registered</w:t>
                            </w:r>
                            <w:r>
                              <w:t xml:space="preserve"> </w:t>
                            </w:r>
                            <w:r w:rsidRPr="009E6BCD">
                              <w:t>holder of</w:t>
                            </w:r>
                            <w:r>
                              <w:t xml:space="preserve"> </w:t>
                            </w:r>
                            <w:r w:rsidRPr="00FB70F7">
                              <w:rPr>
                                <w:rStyle w:val="Underline"/>
                              </w:rPr>
                              <w:t>   </w:t>
                            </w:r>
                            <w:sdt>
                              <w:sdtPr>
                                <w:rPr>
                                  <w:rStyle w:val="Underline"/>
                                </w:rPr>
                                <w:alias w:val="No."/>
                                <w:tag w:val="No."/>
                                <w:id w:val="260258894"/>
                                <w:showingPlcHdr/>
                                <w:dataBinding w:prefixMappings="xmlns:ns0='http://schemas.microsoft.com/office/2006/coverPageProps' " w:xpath="/ns0:CoverPageProperties[1]/ns0:CompanyFax[1]" w:storeItemID="{55AF091B-3C7A-41E3-B477-F2FDAA23CFDA}"/>
                                <w:text/>
                              </w:sdtPr>
                              <w:sdtContent>
                                <w:r w:rsidRPr="00A37348">
                                  <w:rPr>
                                    <w:rStyle w:val="Underline"/>
                                  </w:rPr>
                                  <w:t>[Number]</w:t>
                                </w:r>
                              </w:sdtContent>
                            </w:sdt>
                            <w:r w:rsidRPr="00FB70F7">
                              <w:rPr>
                                <w:rStyle w:val="Underline"/>
                              </w:rPr>
                              <w:t>   </w:t>
                            </w:r>
                            <w:r w:rsidRPr="00FB70F7">
                              <w:t xml:space="preserve"> </w:t>
                            </w:r>
                            <w:r w:rsidRPr="009E6BCD">
                              <w:t>Shares of the Capital Stock transferable only on the books of the Corporation by the holder hereof in person or by Attorney upon surrender of this Certificate properly endorsed.</w:t>
                            </w:r>
                          </w:p>
                          <w:p w14:paraId="43670F54" w14:textId="77777777" w:rsidR="001A46E8" w:rsidRPr="009A4A51" w:rsidRDefault="001A46E8" w:rsidP="001A46E8">
                            <w:pPr>
                              <w:tabs>
                                <w:tab w:val="left" w:leader="underscore" w:pos="6030"/>
                                <w:tab w:val="left" w:leader="underscore" w:pos="9090"/>
                                <w:tab w:val="left" w:leader="underscore" w:pos="10980"/>
                              </w:tabs>
                              <w:spacing w:before="360"/>
                              <w:rPr>
                                <w:rFonts w:ascii="Monotype Corsiva" w:hAnsi="Monotype Corsiva"/>
                                <w:sz w:val="28"/>
                                <w:szCs w:val="28"/>
                              </w:rPr>
                            </w:pPr>
                            <w:r w:rsidRPr="009E6BCD">
                              <w:rPr>
                                <w:rStyle w:val="IntroTextChar"/>
                                <w:rFonts w:eastAsiaTheme="minorHAnsi"/>
                              </w:rPr>
                              <w:t>In Witness Whereof,</w:t>
                            </w:r>
                            <w:r>
                              <w:rPr>
                                <w:rFonts w:ascii="Monotype Corsiva" w:hAnsi="Monotype Corsiv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E6BCD">
                              <w:rPr>
                                <w:rStyle w:val="CertificationText1Char"/>
                                <w:rFonts w:eastAsiaTheme="minorHAnsi"/>
                              </w:rPr>
                              <w:t>the said Corporation has caused this Certificate to be signed by its duly authorized officers and its Corporate Seal is to be hereunto affixed</w:t>
                            </w:r>
                            <w:r>
                              <w:rPr>
                                <w:rStyle w:val="CertificationText1Char"/>
                                <w:rFonts w:eastAsiaTheme="minorHAnsi"/>
                              </w:rPr>
                              <w:t xml:space="preserve"> </w:t>
                            </w:r>
                            <w:r w:rsidRPr="009E6BCD">
                              <w:rPr>
                                <w:rStyle w:val="CertificationText1Char"/>
                                <w:rFonts w:eastAsiaTheme="minorHAnsi"/>
                              </w:rPr>
                              <w:t>this</w:t>
                            </w:r>
                            <w:r>
                              <w:rPr>
                                <w:rStyle w:val="CertificationText1Char"/>
                                <w:rFonts w:eastAsiaTheme="minorHAnsi"/>
                              </w:rPr>
                              <w:t xml:space="preserve"> </w:t>
                            </w:r>
                            <w:r w:rsidRPr="00FB70F7">
                              <w:rPr>
                                <w:rStyle w:val="Underline"/>
                              </w:rPr>
                              <w:t>   </w:t>
                            </w:r>
                            <w:sdt>
                              <w:sdtPr>
                                <w:rPr>
                                  <w:rStyle w:val="Underline"/>
                                </w:rPr>
                                <w:alias w:val="Date"/>
                                <w:tag w:val="Date"/>
                                <w:id w:val="260258895"/>
                                <w:showingPlcHdr/>
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<w:text/>
                              </w:sdtPr>
                              <w:sdtContent>
                                <w:r w:rsidRPr="00A37348">
                                  <w:rPr>
                                    <w:rStyle w:val="Underline"/>
                                  </w:rPr>
                                  <w:t>[date]</w:t>
                                </w:r>
                              </w:sdtContent>
                            </w:sdt>
                            <w:r>
                              <w:rPr>
                                <w:rStyle w:val="Underline"/>
                              </w:rPr>
                              <w:t>   </w:t>
                            </w:r>
                            <w:r w:rsidRPr="00A37348">
                              <w:rPr>
                                <w:rStyle w:val="CertificationText1Char"/>
                                <w:rFonts w:eastAsiaTheme="minorHAnsi"/>
                              </w:rPr>
                              <w:t xml:space="preserve"> </w:t>
                            </w:r>
                            <w:r w:rsidRPr="009E6BCD">
                              <w:rPr>
                                <w:rStyle w:val="CertificationText1Char"/>
                                <w:rFonts w:eastAsiaTheme="minorHAnsi"/>
                              </w:rPr>
                              <w:t>day of</w:t>
                            </w:r>
                            <w:r>
                              <w:rPr>
                                <w:rStyle w:val="CertificationText1Char"/>
                                <w:rFonts w:eastAsiaTheme="minorHAnsi"/>
                              </w:rPr>
                              <w:t xml:space="preserve"> </w:t>
                            </w:r>
                            <w:r>
                              <w:rPr>
                                <w:rStyle w:val="Underline"/>
                              </w:rPr>
                              <w:t>   </w:t>
                            </w:r>
                            <w:sdt>
                              <w:sdtPr>
                                <w:rPr>
                                  <w:rStyle w:val="Underline"/>
                                </w:rPr>
                                <w:alias w:val="Month"/>
                                <w:tag w:val="Month"/>
                                <w:id w:val="260258896"/>
                                <w:showingPlcHdr/>
                                <w:dataBinding w:prefixMappings="xmlns:ns0='http://schemas.microsoft.com/office/2006/coverPageProps' " w:xpath="/ns0:CoverPageProperties[1]/ns0:CompanyPhone[1]" w:storeItemID="{55AF091B-3C7A-41E3-B477-F2FDAA23CFDA}"/>
                                <w:text/>
                              </w:sdtPr>
                              <w:sdtContent>
                                <w:r w:rsidRPr="00A37348">
                                  <w:rPr>
                                    <w:rStyle w:val="Underline"/>
                                  </w:rPr>
                                  <w:t>[Month]</w:t>
                                </w:r>
                              </w:sdtContent>
                            </w:sdt>
                            <w:r>
                              <w:rPr>
                                <w:rStyle w:val="Underline"/>
                              </w:rPr>
                              <w:t> </w:t>
                            </w:r>
                            <w:proofErr w:type="gramStart"/>
                            <w:r>
                              <w:rPr>
                                <w:rStyle w:val="Underline"/>
                              </w:rPr>
                              <w:t>  </w:t>
                            </w:r>
                            <w:r w:rsidRPr="00A37348">
                              <w:rPr>
                                <w:rStyle w:val="CertificationText1Char"/>
                                <w:rFonts w:eastAsiaTheme="minorHAnsi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Style w:val="CertificationText1Char"/>
                                <w:rFonts w:eastAsiaTheme="minorHAnsi"/>
                              </w:rPr>
                              <w:t xml:space="preserve"> A.D. </w:t>
                            </w:r>
                            <w:r>
                              <w:rPr>
                                <w:rStyle w:val="Underline"/>
                              </w:rPr>
                              <w:t>   </w:t>
                            </w:r>
                            <w:sdt>
                              <w:sdtPr>
                                <w:rPr>
                                  <w:rStyle w:val="Underline"/>
                                </w:rPr>
                                <w:alias w:val="Year"/>
                                <w:tag w:val="Year"/>
                                <w:id w:val="260258897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          <w:text/>
                              </w:sdtPr>
                              <w:sdtContent>
                                <w:r w:rsidRPr="00A37348">
                                  <w:rPr>
                                    <w:rStyle w:val="Underline"/>
                                  </w:rPr>
                                  <w:t>[Year]</w:t>
                                </w:r>
                              </w:sdtContent>
                            </w:sdt>
                            <w:r>
                              <w:rPr>
                                <w:rStyle w:val="Underline"/>
                              </w:rPr>
                              <w:t>   </w:t>
                            </w:r>
                            <w:r w:rsidRPr="00A37348">
                              <w:rPr>
                                <w:rStyle w:val="CertificationText1Char"/>
                                <w:rFonts w:eastAsiaTheme="minorHAnsi"/>
                              </w:rPr>
                              <w:t>.</w:t>
                            </w:r>
                          </w:p>
                          <w:p w14:paraId="63C3D0C5" w14:textId="77777777" w:rsidR="001A46E8" w:rsidRPr="009E6BCD" w:rsidRDefault="001A46E8" w:rsidP="001A46E8">
                            <w:pPr>
                              <w:pStyle w:val="CertificationText1"/>
                              <w:tabs>
                                <w:tab w:val="left" w:leader="underscore" w:pos="900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AA970" id="Text Box 5" o:spid="_x0000_s1027" type="#_x0000_t202" style="position:absolute;margin-left:279.3pt;margin-top:34.75pt;width:485.4pt;height:5in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" filled="f" stroked="f">
                <v:textbox>
                  <w:txbxContent>
                    <w:tbl>
                      <w:tblPr>
                        <w:tblStyle w:val="TableGrid"/>
                        <w:tblW w:w="3935" w:type="pct"/>
                        <w:tblInd w:w="37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63"/>
                        <w:gridCol w:w="1372"/>
                        <w:gridCol w:w="1910"/>
                        <w:gridCol w:w="1841"/>
                        <w:gridCol w:w="1539"/>
                      </w:tblGrid>
                      <w:tr w:rsidR="001A46E8" w:rsidRPr="0058536A" w14:paraId="53D33EE2" w14:textId="77777777" w:rsidTr="00C31E20">
                        <w:trPr>
                          <w:cantSplit/>
                          <w:trHeight w:val="721"/>
                        </w:trPr>
                        <w:tc>
                          <w:tcPr>
                            <w:tcW w:w="638" w:type="dxa"/>
                            <w:vAlign w:val="bottom"/>
                          </w:tcPr>
                          <w:p w14:paraId="1F5F6114" w14:textId="77777777" w:rsidR="001A46E8" w:rsidRPr="001A46E8" w:rsidRDefault="001A46E8" w:rsidP="0058536A">
                            <w:pPr>
                              <w:pStyle w:val="Heading1"/>
                              <w:rPr>
                                <w:sz w:val="50"/>
                                <w:szCs w:val="50"/>
                              </w:rPr>
                            </w:pPr>
                            <w:r>
                              <w:t xml:space="preserve"> </w:t>
                            </w:r>
                            <w:r w:rsidRPr="001A46E8">
                              <w:rPr>
                                <w:sz w:val="50"/>
                                <w:szCs w:val="50"/>
                              </w:rPr>
                              <w:t>№</w:t>
                            </w:r>
                          </w:p>
                        </w:tc>
                        <w:sdt>
                          <w:sdtPr>
                            <w:alias w:val="No."/>
                            <w:tag w:val="No."/>
                            <w:id w:val="260258890"/>
                            <w:showingPlcHdr/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text/>
                          </w:sdtPr>
                          <w:sdtContent>
                            <w:tc>
                              <w:tcPr>
                                <w:tcW w:w="1459" w:type="dxa"/>
                                <w:tcBorders>
                                  <w:bottom w:val="single" w:sz="4" w:space="0" w:color="auto"/>
                                </w:tcBorders>
                                <w:vAlign w:val="bottom"/>
                              </w:tcPr>
                              <w:p w14:paraId="291C0061" w14:textId="77777777" w:rsidR="001A46E8" w:rsidRPr="0058536A" w:rsidRDefault="001A46E8" w:rsidP="0058536A">
                                <w:pPr>
                                  <w:pStyle w:val="Numbers"/>
                                </w:pPr>
                                <w:r>
                                  <w:t>{No]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133" w:type="dxa"/>
                            <w:vAlign w:val="bottom"/>
                          </w:tcPr>
                          <w:p w14:paraId="324740FC" w14:textId="77777777" w:rsidR="001A46E8" w:rsidRPr="0058536A" w:rsidRDefault="001A46E8" w:rsidP="0058536A"/>
                        </w:tc>
                        <w:tc>
                          <w:tcPr>
                            <w:tcW w:w="1386" w:type="dxa"/>
                            <w:vAlign w:val="bottom"/>
                          </w:tcPr>
                          <w:p w14:paraId="7294E2C7" w14:textId="77777777" w:rsidR="001A46E8" w:rsidRPr="001A46E8" w:rsidRDefault="001A46E8" w:rsidP="00C31E20">
                            <w:pPr>
                              <w:pStyle w:val="Heading1"/>
                              <w:rPr>
                                <w:sz w:val="50"/>
                                <w:szCs w:val="50"/>
                              </w:rPr>
                            </w:pPr>
                            <w:r w:rsidRPr="001A46E8">
                              <w:rPr>
                                <w:sz w:val="50"/>
                                <w:szCs w:val="50"/>
                              </w:rPr>
                              <w:t>S</w:t>
                            </w:r>
                            <w:r w:rsidRPr="001A46E8">
                              <w:rPr>
                                <w:rStyle w:val="Heading1Char"/>
                                <w:sz w:val="50"/>
                                <w:szCs w:val="50"/>
                              </w:rPr>
                              <w:t>hares</w:t>
                            </w:r>
                          </w:p>
                        </w:tc>
                        <w:sdt>
                          <w:sdtPr>
                            <w:alias w:val="No."/>
                            <w:tag w:val="No."/>
                            <w:id w:val="260258891"/>
                            <w:showingPlcHdr/>
                            <w:dataBinding w:prefixMappings="xmlns:ns0='http://schemas.microsoft.com/office/2006/coverPageProps' " w:xpath="/ns0:CoverPageProperties[1]/ns0:CompanyFax[1]" w:storeItemID="{55AF091B-3C7A-41E3-B477-F2FDAA23CFDA}"/>
                            <w:text/>
                          </w:sdtPr>
                          <w:sdtContent>
                            <w:tc>
                              <w:tcPr>
                                <w:tcW w:w="1567" w:type="dxa"/>
                                <w:tcBorders>
                                  <w:bottom w:val="single" w:sz="4" w:space="0" w:color="auto"/>
                                </w:tcBorders>
                                <w:vAlign w:val="bottom"/>
                              </w:tcPr>
                              <w:p w14:paraId="54CCE753" w14:textId="77777777" w:rsidR="001A46E8" w:rsidRPr="0058536A" w:rsidRDefault="001A46E8" w:rsidP="0058536A">
                                <w:pPr>
                                  <w:pStyle w:val="Numbers"/>
                                </w:pPr>
                                <w:r>
                                  <w:t>[Number]</w:t>
                                </w:r>
                              </w:p>
                            </w:tc>
                          </w:sdtContent>
                        </w:sdt>
                      </w:tr>
                    </w:tbl>
                    <w:sdt>
                      <w:sdtPr>
                        <w:alias w:val="Company"/>
                        <w:tag w:val="Company"/>
                        <w:id w:val="260258892"/>
                        <w:showingPlcHdr/>
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<w:text w:multiLine="1"/>
                      </w:sdtPr>
                      <w:sdtContent>
                        <w:p w14:paraId="6A2034DF" w14:textId="77777777" w:rsidR="001A46E8" w:rsidRPr="008F0C18" w:rsidRDefault="001A46E8" w:rsidP="001A46E8">
                          <w:pPr>
                            <w:pStyle w:val="CompanyName"/>
                          </w:pPr>
                          <w:r>
                            <w:t>[Company Name]</w:t>
                          </w:r>
                        </w:p>
                      </w:sdtContent>
                    </w:sdt>
                    <w:p w14:paraId="709947DE" w14:textId="77777777" w:rsidR="001A46E8" w:rsidRDefault="001A46E8" w:rsidP="001A46E8">
                      <w:pPr>
                        <w:pStyle w:val="CertificationText1"/>
                        <w:tabs>
                          <w:tab w:val="left" w:leader="underscore" w:pos="9000"/>
                        </w:tabs>
                      </w:pPr>
                      <w:r w:rsidRPr="00C1619E">
                        <w:rPr>
                          <w:rStyle w:val="IntroTextChar"/>
                          <w:b/>
                        </w:rPr>
                        <w:t xml:space="preserve">This Certifies </w:t>
                      </w:r>
                      <w:r w:rsidRPr="00C1619E">
                        <w:rPr>
                          <w:rStyle w:val="IntroTextChar"/>
                        </w:rPr>
                        <w:t>that</w:t>
                      </w:r>
                      <w:r>
                        <w:rPr>
                          <w:rStyle w:val="IntroTextChar"/>
                        </w:rPr>
                        <w:t xml:space="preserve"> </w:t>
                      </w:r>
                      <w:r w:rsidRPr="00FB70F7">
                        <w:t> </w:t>
                      </w:r>
                      <w:r w:rsidRPr="00FB70F7">
                        <w:rPr>
                          <w:rStyle w:val="Underline"/>
                        </w:rPr>
                        <w:t>  </w:t>
                      </w:r>
                      <w:sdt>
                        <w:sdtPr>
                          <w:rPr>
                            <w:rStyle w:val="Underline"/>
                          </w:rPr>
                          <w:alias w:val="Name"/>
                          <w:tag w:val="Name"/>
                          <w:id w:val="260258893"/>
                          <w:showingPlcHdr/>
  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  <w:text/>
                        </w:sdtPr>
                        <w:sdtContent>
                          <w:r w:rsidRPr="00FB70F7">
                            <w:rPr>
                              <w:rStyle w:val="Underline"/>
                            </w:rPr>
                            <w:t>[Shareholder Name]</w:t>
                          </w:r>
                        </w:sdtContent>
                      </w:sdt>
                      <w:r>
                        <w:rPr>
                          <w:rStyle w:val="Underline"/>
                        </w:rPr>
                        <w:t>   </w:t>
                      </w:r>
                      <w:r>
                        <w:t xml:space="preserve"> </w:t>
                      </w:r>
                      <w:r w:rsidRPr="009E6BCD">
                        <w:t>is the registered</w:t>
                      </w:r>
                      <w:r>
                        <w:t xml:space="preserve"> </w:t>
                      </w:r>
                      <w:r w:rsidRPr="009E6BCD">
                        <w:t>holder of</w:t>
                      </w:r>
                      <w:r>
                        <w:t xml:space="preserve"> </w:t>
                      </w:r>
                      <w:r w:rsidRPr="00FB70F7">
                        <w:rPr>
                          <w:rStyle w:val="Underline"/>
                        </w:rPr>
                        <w:t>   </w:t>
                      </w:r>
                      <w:sdt>
                        <w:sdtPr>
                          <w:rPr>
                            <w:rStyle w:val="Underline"/>
                          </w:rPr>
                          <w:alias w:val="No."/>
                          <w:tag w:val="No."/>
                          <w:id w:val="260258894"/>
                          <w:showingPlcHdr/>
                          <w:dataBinding w:prefixMappings="xmlns:ns0='http://schemas.microsoft.com/office/2006/coverPageProps' " w:xpath="/ns0:CoverPageProperties[1]/ns0:CompanyFax[1]" w:storeItemID="{55AF091B-3C7A-41E3-B477-F2FDAA23CFDA}"/>
                          <w:text/>
                        </w:sdtPr>
                        <w:sdtContent>
                          <w:r w:rsidRPr="00A37348">
                            <w:rPr>
                              <w:rStyle w:val="Underline"/>
                            </w:rPr>
                            <w:t>[Number]</w:t>
                          </w:r>
                        </w:sdtContent>
                      </w:sdt>
                      <w:r w:rsidRPr="00FB70F7">
                        <w:rPr>
                          <w:rStyle w:val="Underline"/>
                        </w:rPr>
                        <w:t>   </w:t>
                      </w:r>
                      <w:r w:rsidRPr="00FB70F7">
                        <w:t xml:space="preserve"> </w:t>
                      </w:r>
                      <w:r w:rsidRPr="009E6BCD">
                        <w:t>Shares of the Capital Stock transferable only on the books of the Corporation by the holder hereof in person or by Attorney upon surrender of this Certificate properly endorsed.</w:t>
                      </w:r>
                    </w:p>
                    <w:p w14:paraId="43670F54" w14:textId="77777777" w:rsidR="001A46E8" w:rsidRPr="009A4A51" w:rsidRDefault="001A46E8" w:rsidP="001A46E8">
                      <w:pPr>
                        <w:tabs>
                          <w:tab w:val="left" w:leader="underscore" w:pos="6030"/>
                          <w:tab w:val="left" w:leader="underscore" w:pos="9090"/>
                          <w:tab w:val="left" w:leader="underscore" w:pos="10980"/>
                        </w:tabs>
                        <w:spacing w:before="360"/>
                        <w:rPr>
                          <w:rFonts w:ascii="Monotype Corsiva" w:hAnsi="Monotype Corsiva"/>
                          <w:sz w:val="28"/>
                          <w:szCs w:val="28"/>
                        </w:rPr>
                      </w:pPr>
                      <w:r w:rsidRPr="009E6BCD">
                        <w:rPr>
                          <w:rStyle w:val="IntroTextChar"/>
                          <w:rFonts w:eastAsiaTheme="minorHAnsi"/>
                        </w:rPr>
                        <w:t>In Witness Whereof,</w:t>
                      </w:r>
                      <w:r>
                        <w:rPr>
                          <w:rFonts w:ascii="Monotype Corsiva" w:hAnsi="Monotype Corsiva"/>
                          <w:sz w:val="28"/>
                          <w:szCs w:val="28"/>
                        </w:rPr>
                        <w:t xml:space="preserve"> </w:t>
                      </w:r>
                      <w:r w:rsidRPr="009E6BCD">
                        <w:rPr>
                          <w:rStyle w:val="CertificationText1Char"/>
                          <w:rFonts w:eastAsiaTheme="minorHAnsi"/>
                        </w:rPr>
                        <w:t>the said Corporation has caused this Certificate to be signed by its duly authorized officers and its Corporate Seal is to be hereunto affixed</w:t>
                      </w:r>
                      <w:r>
                        <w:rPr>
                          <w:rStyle w:val="CertificationText1Char"/>
                          <w:rFonts w:eastAsiaTheme="minorHAnsi"/>
                        </w:rPr>
                        <w:t xml:space="preserve"> </w:t>
                      </w:r>
                      <w:r w:rsidRPr="009E6BCD">
                        <w:rPr>
                          <w:rStyle w:val="CertificationText1Char"/>
                          <w:rFonts w:eastAsiaTheme="minorHAnsi"/>
                        </w:rPr>
                        <w:t>this</w:t>
                      </w:r>
                      <w:r>
                        <w:rPr>
                          <w:rStyle w:val="CertificationText1Char"/>
                          <w:rFonts w:eastAsiaTheme="minorHAnsi"/>
                        </w:rPr>
                        <w:t xml:space="preserve"> </w:t>
                      </w:r>
                      <w:r w:rsidRPr="00FB70F7">
                        <w:rPr>
                          <w:rStyle w:val="Underline"/>
                        </w:rPr>
                        <w:t>   </w:t>
                      </w:r>
                      <w:sdt>
                        <w:sdtPr>
                          <w:rPr>
                            <w:rStyle w:val="Underline"/>
                          </w:rPr>
                          <w:alias w:val="Date"/>
                          <w:tag w:val="Date"/>
                          <w:id w:val="260258895"/>
                          <w:showingPlcHdr/>
                          <w:dataBinding w:prefixMappings="xmlns:ns0='http://schemas.microsoft.com/office/2006/coverPageProps' " w:xpath="/ns0:CoverPageProperties[1]/ns0:CompanyEmail[1]" w:storeItemID="{55AF091B-3C7A-41E3-B477-F2FDAA23CFDA}"/>
                          <w:text/>
                        </w:sdtPr>
                        <w:sdtContent>
                          <w:r w:rsidRPr="00A37348">
                            <w:rPr>
                              <w:rStyle w:val="Underline"/>
                            </w:rPr>
                            <w:t>[date]</w:t>
                          </w:r>
                        </w:sdtContent>
                      </w:sdt>
                      <w:r>
                        <w:rPr>
                          <w:rStyle w:val="Underline"/>
                        </w:rPr>
                        <w:t>   </w:t>
                      </w:r>
                      <w:r w:rsidRPr="00A37348">
                        <w:rPr>
                          <w:rStyle w:val="CertificationText1Char"/>
                          <w:rFonts w:eastAsiaTheme="minorHAnsi"/>
                        </w:rPr>
                        <w:t xml:space="preserve"> </w:t>
                      </w:r>
                      <w:r w:rsidRPr="009E6BCD">
                        <w:rPr>
                          <w:rStyle w:val="CertificationText1Char"/>
                          <w:rFonts w:eastAsiaTheme="minorHAnsi"/>
                        </w:rPr>
                        <w:t>day of</w:t>
                      </w:r>
                      <w:r>
                        <w:rPr>
                          <w:rStyle w:val="CertificationText1Char"/>
                          <w:rFonts w:eastAsiaTheme="minorHAnsi"/>
                        </w:rPr>
                        <w:t xml:space="preserve"> </w:t>
                      </w:r>
                      <w:r>
                        <w:rPr>
                          <w:rStyle w:val="Underline"/>
                        </w:rPr>
                        <w:t>   </w:t>
                      </w:r>
                      <w:sdt>
                        <w:sdtPr>
                          <w:rPr>
                            <w:rStyle w:val="Underline"/>
                          </w:rPr>
                          <w:alias w:val="Month"/>
                          <w:tag w:val="Month"/>
                          <w:id w:val="260258896"/>
                          <w:showingPlcHdr/>
                          <w:dataBinding w:prefixMappings="xmlns:ns0='http://schemas.microsoft.com/office/2006/coverPageProps' " w:xpath="/ns0:CoverPageProperties[1]/ns0:CompanyPhone[1]" w:storeItemID="{55AF091B-3C7A-41E3-B477-F2FDAA23CFDA}"/>
                          <w:text/>
                        </w:sdtPr>
                        <w:sdtContent>
                          <w:r w:rsidRPr="00A37348">
                            <w:rPr>
                              <w:rStyle w:val="Underline"/>
                            </w:rPr>
                            <w:t>[Month]</w:t>
                          </w:r>
                        </w:sdtContent>
                      </w:sdt>
                      <w:r>
                        <w:rPr>
                          <w:rStyle w:val="Underline"/>
                        </w:rPr>
                        <w:t> </w:t>
                      </w:r>
                      <w:proofErr w:type="gramStart"/>
                      <w:r>
                        <w:rPr>
                          <w:rStyle w:val="Underline"/>
                        </w:rPr>
                        <w:t>  </w:t>
                      </w:r>
                      <w:r w:rsidRPr="00A37348">
                        <w:rPr>
                          <w:rStyle w:val="CertificationText1Char"/>
                          <w:rFonts w:eastAsiaTheme="minorHAnsi"/>
                        </w:rPr>
                        <w:t>,</w:t>
                      </w:r>
                      <w:proofErr w:type="gramEnd"/>
                      <w:r>
                        <w:rPr>
                          <w:rStyle w:val="CertificationText1Char"/>
                          <w:rFonts w:eastAsiaTheme="minorHAnsi"/>
                        </w:rPr>
                        <w:t xml:space="preserve"> A.D. </w:t>
                      </w:r>
                      <w:r>
                        <w:rPr>
                          <w:rStyle w:val="Underline"/>
                        </w:rPr>
                        <w:t>   </w:t>
                      </w:r>
                      <w:sdt>
                        <w:sdtPr>
                          <w:rPr>
                            <w:rStyle w:val="Underline"/>
                          </w:rPr>
                          <w:alias w:val="Year"/>
                          <w:tag w:val="Year"/>
                          <w:id w:val="260258897"/>
                          <w:showingPlcHdr/>
    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    <w:text/>
                        </w:sdtPr>
                        <w:sdtContent>
                          <w:r w:rsidRPr="00A37348">
                            <w:rPr>
                              <w:rStyle w:val="Underline"/>
                            </w:rPr>
                            <w:t>[Year]</w:t>
                          </w:r>
                        </w:sdtContent>
                      </w:sdt>
                      <w:r>
                        <w:rPr>
                          <w:rStyle w:val="Underline"/>
                        </w:rPr>
                        <w:t>   </w:t>
                      </w:r>
                      <w:r w:rsidRPr="00A37348">
                        <w:rPr>
                          <w:rStyle w:val="CertificationText1Char"/>
                          <w:rFonts w:eastAsiaTheme="minorHAnsi"/>
                        </w:rPr>
                        <w:t>.</w:t>
                      </w:r>
                    </w:p>
                    <w:p w14:paraId="63C3D0C5" w14:textId="77777777" w:rsidR="001A46E8" w:rsidRPr="009E6BCD" w:rsidRDefault="001A46E8" w:rsidP="001A46E8">
                      <w:pPr>
                        <w:pStyle w:val="CertificationText1"/>
                        <w:tabs>
                          <w:tab w:val="left" w:leader="underscore" w:pos="9000"/>
                        </w:tabs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E1FF18B" w14:textId="33F55258" w:rsidR="001A46E8" w:rsidRDefault="001A46E8" w:rsidP="00E5434A"/>
    <w:p w14:paraId="6564CFC2" w14:textId="678344DA" w:rsidR="001A46E8" w:rsidRDefault="001A46E8" w:rsidP="00E5434A"/>
    <w:p w14:paraId="31F5574E" w14:textId="2C232BB2" w:rsidR="001A46E8" w:rsidRDefault="001A46E8" w:rsidP="00E5434A"/>
    <w:p w14:paraId="5C5015C4" w14:textId="075FF2B3" w:rsidR="001A46E8" w:rsidRDefault="001A46E8" w:rsidP="00E5434A"/>
    <w:p w14:paraId="06EE5F20" w14:textId="01C3F48B" w:rsidR="001A46E8" w:rsidRDefault="001A46E8" w:rsidP="00E5434A"/>
    <w:p w14:paraId="55892886" w14:textId="09E48715" w:rsidR="001A46E8" w:rsidRDefault="001A46E8" w:rsidP="00E5434A"/>
    <w:p w14:paraId="1F1EF86A" w14:textId="022CAE70" w:rsidR="001A46E8" w:rsidRDefault="001A46E8" w:rsidP="00E5434A"/>
    <w:p w14:paraId="072CAD72" w14:textId="5806AF14" w:rsidR="001A46E8" w:rsidRDefault="001A46E8" w:rsidP="00E5434A"/>
    <w:p w14:paraId="137779BC" w14:textId="6985E5EE" w:rsidR="001A46E8" w:rsidRDefault="001A46E8" w:rsidP="00E5434A"/>
    <w:p w14:paraId="50D2C3FC" w14:textId="40B5834C" w:rsidR="001A46E8" w:rsidRDefault="001A46E8" w:rsidP="00E5434A"/>
    <w:p w14:paraId="0E7AD1E7" w14:textId="18D355D9" w:rsidR="001A46E8" w:rsidRDefault="001A46E8" w:rsidP="00E5434A"/>
    <w:p w14:paraId="7E9131E1" w14:textId="233392F4" w:rsidR="001A46E8" w:rsidRDefault="001A46E8" w:rsidP="00E5434A"/>
    <w:p w14:paraId="0C996B31" w14:textId="74B1F464" w:rsidR="001A46E8" w:rsidRDefault="001A46E8" w:rsidP="00E5434A"/>
    <w:p w14:paraId="69F98601" w14:textId="2496C0F0" w:rsidR="001A46E8" w:rsidRDefault="001A46E8" w:rsidP="00E5434A"/>
    <w:p w14:paraId="4674723B" w14:textId="7C4F205D" w:rsidR="001A46E8" w:rsidRDefault="001A46E8" w:rsidP="00E5434A"/>
    <w:p w14:paraId="02999550" w14:textId="5901C58C" w:rsidR="001A46E8" w:rsidRDefault="001A46E8" w:rsidP="00E5434A"/>
    <w:p w14:paraId="34048180" w14:textId="2BE8DCB9" w:rsidR="001A46E8" w:rsidRDefault="001A46E8" w:rsidP="00E5434A"/>
    <w:p w14:paraId="1F687B27" w14:textId="064947C3" w:rsidR="001A46E8" w:rsidRDefault="001A46E8" w:rsidP="00E5434A"/>
    <w:p w14:paraId="4452A6FB" w14:textId="31DCCC4B" w:rsidR="001A46E8" w:rsidRDefault="001A46E8" w:rsidP="00E5434A"/>
    <w:p w14:paraId="7E961C4E" w14:textId="5FC8CBFA" w:rsidR="001A46E8" w:rsidRDefault="001A46E8" w:rsidP="00E5434A"/>
    <w:p w14:paraId="35462889" w14:textId="5F8DED21" w:rsidR="001A46E8" w:rsidRDefault="001A46E8" w:rsidP="00E5434A"/>
    <w:p w14:paraId="62CEF143" w14:textId="380A9538" w:rsidR="001A46E8" w:rsidRDefault="001A46E8" w:rsidP="00E5434A"/>
    <w:p w14:paraId="090B652E" w14:textId="15355567" w:rsidR="001A46E8" w:rsidRDefault="001A46E8" w:rsidP="00E5434A"/>
    <w:p w14:paraId="3A1A1308" w14:textId="1558DFBE" w:rsidR="001A46E8" w:rsidRDefault="001A46E8" w:rsidP="00E5434A"/>
    <w:p w14:paraId="0D8C3A98" w14:textId="57B08008" w:rsidR="001A46E8" w:rsidRDefault="001A46E8" w:rsidP="00E5434A"/>
    <w:p w14:paraId="292C9032" w14:textId="2DA4871C" w:rsidR="001A46E8" w:rsidRDefault="001A46E8" w:rsidP="00E5434A"/>
    <w:p w14:paraId="1BE018D0" w14:textId="7F249CA8" w:rsidR="001A46E8" w:rsidRDefault="001A46E8" w:rsidP="00E5434A"/>
    <w:p w14:paraId="3A9AC29B" w14:textId="5E288B99" w:rsidR="001A46E8" w:rsidRDefault="001A46E8" w:rsidP="00E5434A"/>
    <w:p w14:paraId="54805DDF" w14:textId="5B9E266D" w:rsidR="001A46E8" w:rsidRDefault="001A46E8" w:rsidP="00E5434A"/>
    <w:p w14:paraId="5D350B72" w14:textId="57050B2D" w:rsidR="001A46E8" w:rsidRDefault="001A46E8" w:rsidP="00E5434A"/>
    <w:p w14:paraId="778A935D" w14:textId="1A4444B5" w:rsidR="001A46E8" w:rsidRDefault="001A46E8" w:rsidP="00E5434A"/>
    <w:p w14:paraId="480C9936" w14:textId="5A9CB3A7" w:rsidR="001A46E8" w:rsidRDefault="001A46E8" w:rsidP="00E5434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36355B9F" wp14:editId="24BC95B4">
                <wp:simplePos x="0" y="0"/>
                <wp:positionH relativeFrom="page">
                  <wp:posOffset>394138</wp:posOffset>
                </wp:positionH>
                <wp:positionV relativeFrom="page">
                  <wp:posOffset>425669</wp:posOffset>
                </wp:positionV>
                <wp:extent cx="2955290" cy="703107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5290" cy="703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5768E90" w14:textId="77777777" w:rsidR="001A46E8" w:rsidRPr="006A3669" w:rsidRDefault="001A46E8" w:rsidP="001A46E8">
                            <w:pPr>
                              <w:pStyle w:val="ReverseSideText"/>
                            </w:pPr>
                            <w:r w:rsidRPr="00D83FD2">
                              <w:rPr>
                                <w:rStyle w:val="IntroTextChar"/>
                              </w:rPr>
                              <w:t>For Value Received</w:t>
                            </w:r>
                            <w:r w:rsidRPr="00804B97">
                              <w:t xml:space="preserve">, </w:t>
                            </w:r>
                            <w:r>
                              <w:tab/>
                            </w:r>
                            <w:r w:rsidRPr="006A3669">
                              <w:t xml:space="preserve">hereby sell, </w:t>
                            </w:r>
                            <w:proofErr w:type="gramStart"/>
                            <w:r w:rsidRPr="006A3669">
                              <w:t>assign</w:t>
                            </w:r>
                            <w:proofErr w:type="gramEnd"/>
                            <w:r w:rsidRPr="006A3669">
                              <w:t xml:space="preserve"> and transfer unto</w:t>
                            </w:r>
                          </w:p>
                          <w:p w14:paraId="5047E462" w14:textId="77777777" w:rsidR="001A46E8" w:rsidRPr="00804B97" w:rsidRDefault="001A46E8" w:rsidP="001A46E8">
                            <w:pPr>
                              <w:pStyle w:val="ReverseSideText"/>
                              <w:tabs>
                                <w:tab w:val="clear" w:pos="3870"/>
                                <w:tab w:val="left" w:leader="underscore" w:pos="7560"/>
                              </w:tabs>
                              <w:spacing w:before="140" w:after="140"/>
                            </w:pPr>
                            <w:r>
                              <w:tab/>
                            </w:r>
                          </w:p>
                          <w:p w14:paraId="711154AC" w14:textId="77777777" w:rsidR="001A46E8" w:rsidRDefault="001A46E8" w:rsidP="001A46E8">
                            <w:pPr>
                              <w:pStyle w:val="ReverseSideText"/>
                            </w:pPr>
                            <w:r>
                              <w:tab/>
                            </w:r>
                            <w:r w:rsidRPr="009914AD">
                              <w:t xml:space="preserve">Shares represented by the within Certificate, and do hereby irrevocably constitute and </w:t>
                            </w:r>
                            <w:proofErr w:type="gramStart"/>
                            <w:r w:rsidRPr="009914AD">
                              <w:t>appoint</w:t>
                            </w:r>
                            <w:proofErr w:type="gramEnd"/>
                          </w:p>
                          <w:p w14:paraId="40EA38DB" w14:textId="77777777" w:rsidR="001A46E8" w:rsidRPr="009914AD" w:rsidRDefault="001A46E8" w:rsidP="001A46E8">
                            <w:pPr>
                              <w:pStyle w:val="ReverseSideText"/>
                            </w:pPr>
                            <w:r>
                              <w:tab/>
                            </w:r>
                            <w:r w:rsidRPr="009914AD">
                              <w:t>Attorney to transfer the said Shares on the books of the within named Corporation with full power of substitution in the premises.</w:t>
                            </w:r>
                          </w:p>
                          <w:p w14:paraId="7493F276" w14:textId="77777777" w:rsidR="001A46E8" w:rsidRPr="009914AD" w:rsidRDefault="001A46E8" w:rsidP="001A46E8">
                            <w:pPr>
                              <w:tabs>
                                <w:tab w:val="left" w:leader="underscore" w:pos="5220"/>
                              </w:tabs>
                              <w:rPr>
                                <w:rFonts w:ascii="Monotype Corsiva" w:hAnsi="Monotype Corsiva"/>
                                <w:sz w:val="28"/>
                                <w:szCs w:val="28"/>
                              </w:rPr>
                            </w:pPr>
                            <w:r w:rsidRPr="00D83FD2">
                              <w:rPr>
                                <w:rStyle w:val="ReverseSideTextChar"/>
                                <w:rFonts w:eastAsiaTheme="minorHAnsi"/>
                              </w:rPr>
                              <w:t xml:space="preserve">Dated </w:t>
                            </w:r>
                            <w:r>
                              <w:rPr>
                                <w:rStyle w:val="ReverseSideTextChar"/>
                                <w:rFonts w:eastAsiaTheme="minorHAnsi"/>
                              </w:rPr>
                              <w:tab/>
                            </w:r>
                          </w:p>
                          <w:p w14:paraId="6AC98EF4" w14:textId="77777777" w:rsidR="001A46E8" w:rsidRPr="009914AD" w:rsidRDefault="001A46E8" w:rsidP="001A46E8">
                            <w:pPr>
                              <w:pStyle w:val="CertificateText2"/>
                            </w:pPr>
                            <w:r w:rsidRPr="009914AD">
                              <w:t>In presence of</w:t>
                            </w:r>
                          </w:p>
                          <w:p w14:paraId="517E0AAB" w14:textId="77777777" w:rsidR="001A46E8" w:rsidRPr="00FA3A6C" w:rsidRDefault="001A46E8" w:rsidP="001A46E8">
                            <w:pPr>
                              <w:tabs>
                                <w:tab w:val="left" w:leader="underscore" w:pos="3780"/>
                                <w:tab w:val="left" w:leader="underscore" w:pos="7632"/>
                              </w:tabs>
                              <w:spacing w:line="480" w:lineRule="auto"/>
                              <w:rPr>
                                <w:szCs w:val="32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ab/>
                            </w:r>
                            <w:r w:rsidRPr="00CD318E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   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ab/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55B9F" id="Text Box 3" o:spid="_x0000_s1028" type="#_x0000_t202" style="position:absolute;margin-left:31.05pt;margin-top:33.5pt;width:232.7pt;height:553.6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" o:allowincell="f" filled="f" fillcolor="aqua" stroked="f">
                <v:textbox style="layout-flow:vertical">
                  <w:txbxContent>
                    <w:p w14:paraId="25768E90" w14:textId="77777777" w:rsidR="001A46E8" w:rsidRPr="006A3669" w:rsidRDefault="001A46E8" w:rsidP="001A46E8">
                      <w:pPr>
                        <w:pStyle w:val="ReverseSideText"/>
                      </w:pPr>
                      <w:r w:rsidRPr="00D83FD2">
                        <w:rPr>
                          <w:rStyle w:val="IntroTextChar"/>
                        </w:rPr>
                        <w:t>For Value Received</w:t>
                      </w:r>
                      <w:r w:rsidRPr="00804B97">
                        <w:t xml:space="preserve">, </w:t>
                      </w:r>
                      <w:r>
                        <w:tab/>
                      </w:r>
                      <w:r w:rsidRPr="006A3669">
                        <w:t xml:space="preserve">hereby sell, </w:t>
                      </w:r>
                      <w:proofErr w:type="gramStart"/>
                      <w:r w:rsidRPr="006A3669">
                        <w:t>assign</w:t>
                      </w:r>
                      <w:proofErr w:type="gramEnd"/>
                      <w:r w:rsidRPr="006A3669">
                        <w:t xml:space="preserve"> and transfer unto</w:t>
                      </w:r>
                    </w:p>
                    <w:p w14:paraId="5047E462" w14:textId="77777777" w:rsidR="001A46E8" w:rsidRPr="00804B97" w:rsidRDefault="001A46E8" w:rsidP="001A46E8">
                      <w:pPr>
                        <w:pStyle w:val="ReverseSideText"/>
                        <w:tabs>
                          <w:tab w:val="clear" w:pos="3870"/>
                          <w:tab w:val="left" w:leader="underscore" w:pos="7560"/>
                        </w:tabs>
                        <w:spacing w:before="140" w:after="140"/>
                      </w:pPr>
                      <w:r>
                        <w:tab/>
                      </w:r>
                    </w:p>
                    <w:p w14:paraId="711154AC" w14:textId="77777777" w:rsidR="001A46E8" w:rsidRDefault="001A46E8" w:rsidP="001A46E8">
                      <w:pPr>
                        <w:pStyle w:val="ReverseSideText"/>
                      </w:pPr>
                      <w:r>
                        <w:tab/>
                      </w:r>
                      <w:r w:rsidRPr="009914AD">
                        <w:t xml:space="preserve">Shares represented by the within Certificate, and do hereby irrevocably constitute and </w:t>
                      </w:r>
                      <w:proofErr w:type="gramStart"/>
                      <w:r w:rsidRPr="009914AD">
                        <w:t>appoint</w:t>
                      </w:r>
                      <w:proofErr w:type="gramEnd"/>
                    </w:p>
                    <w:p w14:paraId="40EA38DB" w14:textId="77777777" w:rsidR="001A46E8" w:rsidRPr="009914AD" w:rsidRDefault="001A46E8" w:rsidP="001A46E8">
                      <w:pPr>
                        <w:pStyle w:val="ReverseSideText"/>
                      </w:pPr>
                      <w:r>
                        <w:tab/>
                      </w:r>
                      <w:r w:rsidRPr="009914AD">
                        <w:t>Attorney to transfer the said Shares on the books of the within named Corporation with full power of substitution in the premises.</w:t>
                      </w:r>
                    </w:p>
                    <w:p w14:paraId="7493F276" w14:textId="77777777" w:rsidR="001A46E8" w:rsidRPr="009914AD" w:rsidRDefault="001A46E8" w:rsidP="001A46E8">
                      <w:pPr>
                        <w:tabs>
                          <w:tab w:val="left" w:leader="underscore" w:pos="5220"/>
                        </w:tabs>
                        <w:rPr>
                          <w:rFonts w:ascii="Monotype Corsiva" w:hAnsi="Monotype Corsiva"/>
                          <w:sz w:val="28"/>
                          <w:szCs w:val="28"/>
                        </w:rPr>
                      </w:pPr>
                      <w:r w:rsidRPr="00D83FD2">
                        <w:rPr>
                          <w:rStyle w:val="ReverseSideTextChar"/>
                          <w:rFonts w:eastAsiaTheme="minorHAnsi"/>
                        </w:rPr>
                        <w:t xml:space="preserve">Dated </w:t>
                      </w:r>
                      <w:r>
                        <w:rPr>
                          <w:rStyle w:val="ReverseSideTextChar"/>
                          <w:rFonts w:eastAsiaTheme="minorHAnsi"/>
                        </w:rPr>
                        <w:tab/>
                      </w:r>
                    </w:p>
                    <w:p w14:paraId="6AC98EF4" w14:textId="77777777" w:rsidR="001A46E8" w:rsidRPr="009914AD" w:rsidRDefault="001A46E8" w:rsidP="001A46E8">
                      <w:pPr>
                        <w:pStyle w:val="CertificateText2"/>
                      </w:pPr>
                      <w:r w:rsidRPr="009914AD">
                        <w:t>In presence of</w:t>
                      </w:r>
                    </w:p>
                    <w:p w14:paraId="517E0AAB" w14:textId="77777777" w:rsidR="001A46E8" w:rsidRPr="00FA3A6C" w:rsidRDefault="001A46E8" w:rsidP="001A46E8">
                      <w:pPr>
                        <w:tabs>
                          <w:tab w:val="left" w:leader="underscore" w:pos="3780"/>
                          <w:tab w:val="left" w:leader="underscore" w:pos="7632"/>
                        </w:tabs>
                        <w:spacing w:line="480" w:lineRule="auto"/>
                        <w:rPr>
                          <w:szCs w:val="32"/>
                        </w:rPr>
                      </w:pPr>
                      <w:r>
                        <w:rPr>
                          <w:rFonts w:ascii="Monotype Corsiva" w:hAnsi="Monotype Corsiva"/>
                          <w:sz w:val="32"/>
                          <w:szCs w:val="32"/>
                        </w:rPr>
                        <w:tab/>
                      </w:r>
                      <w:r w:rsidRPr="00CD318E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   </w:t>
                      </w:r>
                      <w:r>
                        <w:rPr>
                          <w:rFonts w:ascii="Monotype Corsiva" w:hAnsi="Monotype Corsiva"/>
                          <w:sz w:val="32"/>
                          <w:szCs w:val="32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5898EF6" w14:textId="2ABE1E4A" w:rsidR="001A46E8" w:rsidRDefault="001A46E8" w:rsidP="00E5434A"/>
    <w:p w14:paraId="40A15B6D" w14:textId="093D342D" w:rsidR="001A46E8" w:rsidRDefault="001A46E8" w:rsidP="00E5434A"/>
    <w:p w14:paraId="0C075215" w14:textId="0FE497CB" w:rsidR="001A46E8" w:rsidRDefault="001A46E8" w:rsidP="00E5434A"/>
    <w:p w14:paraId="4FA00802" w14:textId="49601695" w:rsidR="001A46E8" w:rsidRDefault="001A46E8" w:rsidP="00E5434A"/>
    <w:p w14:paraId="064F3483" w14:textId="279E4C06" w:rsidR="001A46E8" w:rsidRDefault="001A46E8" w:rsidP="00E5434A"/>
    <w:p w14:paraId="7ED75220" w14:textId="77777777" w:rsidR="001A46E8" w:rsidRPr="00A02FF2" w:rsidRDefault="001A46E8" w:rsidP="00E5434A"/>
    <w:sectPr w:rsidR="001A46E8" w:rsidRPr="00A02FF2" w:rsidSect="001D26D4"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D0BA3" w14:textId="77777777" w:rsidR="00714213" w:rsidRDefault="00714213" w:rsidP="001D26D4">
      <w:r>
        <w:separator/>
      </w:r>
    </w:p>
  </w:endnote>
  <w:endnote w:type="continuationSeparator" w:id="0">
    <w:p w14:paraId="005142DE" w14:textId="77777777" w:rsidR="00714213" w:rsidRDefault="00714213" w:rsidP="001D26D4">
      <w:r>
        <w:continuationSeparator/>
      </w:r>
    </w:p>
  </w:endnote>
  <w:endnote w:type="continuationNotice" w:id="1">
    <w:p w14:paraId="467AE58F" w14:textId="77777777" w:rsidR="00714213" w:rsidRDefault="007142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B2FB5" w14:textId="77777777" w:rsidR="00714213" w:rsidRDefault="00714213" w:rsidP="001D26D4">
      <w:r>
        <w:separator/>
      </w:r>
    </w:p>
  </w:footnote>
  <w:footnote w:type="continuationSeparator" w:id="0">
    <w:p w14:paraId="7B6963B4" w14:textId="77777777" w:rsidR="00714213" w:rsidRDefault="00714213" w:rsidP="001D26D4">
      <w:r>
        <w:continuationSeparator/>
      </w:r>
    </w:p>
  </w:footnote>
  <w:footnote w:type="continuationNotice" w:id="1">
    <w:p w14:paraId="77BCD13D" w14:textId="77777777" w:rsidR="00714213" w:rsidRDefault="0071421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1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6E8"/>
    <w:rsid w:val="000C2671"/>
    <w:rsid w:val="000E1561"/>
    <w:rsid w:val="001314FA"/>
    <w:rsid w:val="001828B5"/>
    <w:rsid w:val="001A46E8"/>
    <w:rsid w:val="001B2278"/>
    <w:rsid w:val="001D26D4"/>
    <w:rsid w:val="001E3AAD"/>
    <w:rsid w:val="001E755D"/>
    <w:rsid w:val="00283F5C"/>
    <w:rsid w:val="002929C9"/>
    <w:rsid w:val="00320A2E"/>
    <w:rsid w:val="003D0B8F"/>
    <w:rsid w:val="003F1F1C"/>
    <w:rsid w:val="00401A83"/>
    <w:rsid w:val="0051462D"/>
    <w:rsid w:val="0055003B"/>
    <w:rsid w:val="00557217"/>
    <w:rsid w:val="005616FB"/>
    <w:rsid w:val="00571585"/>
    <w:rsid w:val="005733A4"/>
    <w:rsid w:val="005C7DA9"/>
    <w:rsid w:val="00600126"/>
    <w:rsid w:val="00621E0E"/>
    <w:rsid w:val="006224C8"/>
    <w:rsid w:val="00714213"/>
    <w:rsid w:val="007C2B59"/>
    <w:rsid w:val="007D610F"/>
    <w:rsid w:val="00831375"/>
    <w:rsid w:val="008620FD"/>
    <w:rsid w:val="008D3301"/>
    <w:rsid w:val="008D527D"/>
    <w:rsid w:val="009274EF"/>
    <w:rsid w:val="00942404"/>
    <w:rsid w:val="009454BF"/>
    <w:rsid w:val="00967998"/>
    <w:rsid w:val="00967BFA"/>
    <w:rsid w:val="009A58E2"/>
    <w:rsid w:val="009B63FE"/>
    <w:rsid w:val="009F465B"/>
    <w:rsid w:val="00A02FF2"/>
    <w:rsid w:val="00A17D65"/>
    <w:rsid w:val="00A4188E"/>
    <w:rsid w:val="00AA08C1"/>
    <w:rsid w:val="00AE2C4D"/>
    <w:rsid w:val="00B548CD"/>
    <w:rsid w:val="00B854F6"/>
    <w:rsid w:val="00B94BC9"/>
    <w:rsid w:val="00C72177"/>
    <w:rsid w:val="00CA25FE"/>
    <w:rsid w:val="00CB42DA"/>
    <w:rsid w:val="00CE1C46"/>
    <w:rsid w:val="00D77355"/>
    <w:rsid w:val="00DB2542"/>
    <w:rsid w:val="00E16C16"/>
    <w:rsid w:val="00E405EE"/>
    <w:rsid w:val="00E5434A"/>
    <w:rsid w:val="00E567F8"/>
    <w:rsid w:val="00E57B28"/>
    <w:rsid w:val="00E76D49"/>
    <w:rsid w:val="00E81AB7"/>
    <w:rsid w:val="00EA6673"/>
    <w:rsid w:val="00ED0448"/>
    <w:rsid w:val="00ED63C7"/>
    <w:rsid w:val="00EE0D44"/>
    <w:rsid w:val="00EF2A9C"/>
    <w:rsid w:val="00F43B97"/>
    <w:rsid w:val="00FE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A0B6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0D5"/>
    <w:pPr>
      <w:spacing w:before="60"/>
    </w:pPr>
    <w:rPr>
      <w:spacing w:val="1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60D5"/>
    <w:pPr>
      <w:spacing w:before="0"/>
      <w:outlineLvl w:val="0"/>
    </w:pPr>
    <w:rPr>
      <w:color w:val="518EA6" w:themeColor="accent3"/>
      <w:sz w:val="100"/>
      <w:szCs w:val="1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D0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E60D5"/>
    <w:pPr>
      <w:spacing w:before="0" w:line="360" w:lineRule="auto"/>
    </w:pPr>
    <w:rPr>
      <w:rFonts w:asciiTheme="majorHAnsi" w:hAnsiTheme="majorHAnsi"/>
      <w:color w:val="000000" w:themeColor="text1"/>
      <w:kern w:val="44"/>
      <w:sz w:val="40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E60D5"/>
    <w:rPr>
      <w:rFonts w:asciiTheme="majorHAnsi" w:hAnsiTheme="majorHAnsi"/>
      <w:color w:val="000000" w:themeColor="text1"/>
      <w:spacing w:val="10"/>
      <w:kern w:val="44"/>
      <w:sz w:val="40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60D5"/>
    <w:pPr>
      <w:spacing w:before="0"/>
    </w:pPr>
    <w:rPr>
      <w:rFonts w:asciiTheme="majorHAnsi" w:hAnsiTheme="majorHAnsi"/>
      <w:color w:val="000000" w:themeColor="tex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FE60D5"/>
    <w:rPr>
      <w:rFonts w:asciiTheme="majorHAnsi" w:hAnsiTheme="majorHAnsi"/>
      <w:color w:val="000000" w:themeColor="text1"/>
      <w:spacing w:val="10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E5434A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E60D5"/>
    <w:rPr>
      <w:color w:val="518EA6" w:themeColor="accent3"/>
      <w:spacing w:val="10"/>
      <w:sz w:val="100"/>
      <w:szCs w:val="100"/>
    </w:rPr>
  </w:style>
  <w:style w:type="paragraph" w:styleId="NoSpacing">
    <w:name w:val="No Spacing"/>
    <w:uiPriority w:val="1"/>
    <w:semiHidden/>
    <w:rsid w:val="00557217"/>
  </w:style>
  <w:style w:type="paragraph" w:styleId="Header">
    <w:name w:val="header"/>
    <w:basedOn w:val="Normal"/>
    <w:link w:val="HeaderChar"/>
    <w:uiPriority w:val="99"/>
    <w:semiHidden/>
    <w:rsid w:val="001D26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08C1"/>
    <w:rPr>
      <w:spacing w:val="10"/>
    </w:rPr>
  </w:style>
  <w:style w:type="paragraph" w:styleId="Footer">
    <w:name w:val="footer"/>
    <w:basedOn w:val="Normal"/>
    <w:link w:val="FooterChar"/>
    <w:uiPriority w:val="99"/>
    <w:semiHidden/>
    <w:rsid w:val="001D26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08C1"/>
    <w:rPr>
      <w:spacing w:val="10"/>
    </w:rPr>
  </w:style>
  <w:style w:type="character" w:customStyle="1" w:styleId="Underline">
    <w:name w:val="Underline"/>
    <w:basedOn w:val="DefaultParagraphFont"/>
    <w:uiPriority w:val="1"/>
    <w:qFormat/>
    <w:rsid w:val="001A46E8"/>
    <w:rPr>
      <w:u w:val="single"/>
    </w:rPr>
  </w:style>
  <w:style w:type="paragraph" w:customStyle="1" w:styleId="CertificationText1">
    <w:name w:val="Certification Text 1"/>
    <w:basedOn w:val="Normal"/>
    <w:link w:val="CertificationText1Char"/>
    <w:qFormat/>
    <w:rsid w:val="001A46E8"/>
    <w:pPr>
      <w:spacing w:before="0" w:after="480"/>
    </w:pPr>
    <w:rPr>
      <w:rFonts w:eastAsia="Times New Roman" w:cs="Times New Roman"/>
      <w:spacing w:val="0"/>
      <w:sz w:val="28"/>
      <w:szCs w:val="28"/>
    </w:rPr>
  </w:style>
  <w:style w:type="character" w:customStyle="1" w:styleId="CertificationText1Char">
    <w:name w:val="Certification Text 1 Char"/>
    <w:basedOn w:val="DefaultParagraphFont"/>
    <w:link w:val="CertificationText1"/>
    <w:rsid w:val="001A46E8"/>
    <w:rPr>
      <w:rFonts w:eastAsia="Times New Roman" w:cs="Times New Roman"/>
      <w:sz w:val="28"/>
      <w:szCs w:val="28"/>
    </w:rPr>
  </w:style>
  <w:style w:type="paragraph" w:customStyle="1" w:styleId="IntroText">
    <w:name w:val="Intro Text"/>
    <w:basedOn w:val="CertificationText1"/>
    <w:link w:val="IntroTextChar"/>
    <w:qFormat/>
    <w:rsid w:val="001A46E8"/>
    <w:pPr>
      <w:tabs>
        <w:tab w:val="left" w:leader="underscore" w:pos="9000"/>
      </w:tabs>
    </w:pPr>
    <w:rPr>
      <w:rFonts w:asciiTheme="majorHAnsi" w:hAnsiTheme="majorHAnsi"/>
      <w:i/>
      <w:outline/>
      <w:color w:val="000000"/>
      <w:sz w:val="3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IntroTextChar">
    <w:name w:val="Intro Text Char"/>
    <w:basedOn w:val="CertificationText1Char"/>
    <w:link w:val="IntroText"/>
    <w:rsid w:val="001A46E8"/>
    <w:rPr>
      <w:rFonts w:asciiTheme="majorHAnsi" w:eastAsia="Times New Roman" w:hAnsiTheme="majorHAnsi" w:cs="Times New Roman"/>
      <w:i/>
      <w:outline/>
      <w:color w:val="000000"/>
      <w:sz w:val="36"/>
      <w:szCs w:val="2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CertificateText2">
    <w:name w:val="Certificate Text 2"/>
    <w:basedOn w:val="Normal"/>
    <w:link w:val="CertificateText2Char"/>
    <w:qFormat/>
    <w:rsid w:val="001A46E8"/>
    <w:pPr>
      <w:tabs>
        <w:tab w:val="left" w:leader="underscore" w:pos="2790"/>
      </w:tabs>
      <w:spacing w:before="0" w:after="120"/>
    </w:pPr>
    <w:rPr>
      <w:rFonts w:eastAsia="Times New Roman" w:cs="Times New Roman"/>
      <w:spacing w:val="0"/>
      <w:sz w:val="28"/>
      <w:szCs w:val="28"/>
    </w:rPr>
  </w:style>
  <w:style w:type="character" w:customStyle="1" w:styleId="CertificateText2Char">
    <w:name w:val="Certificate Text 2 Char"/>
    <w:basedOn w:val="DefaultParagraphFont"/>
    <w:link w:val="CertificateText2"/>
    <w:rsid w:val="001A46E8"/>
    <w:rPr>
      <w:rFonts w:eastAsia="Times New Roman" w:cs="Times New Roman"/>
      <w:sz w:val="28"/>
      <w:szCs w:val="28"/>
    </w:rPr>
  </w:style>
  <w:style w:type="paragraph" w:customStyle="1" w:styleId="TableText">
    <w:name w:val="Table Text"/>
    <w:basedOn w:val="Normal"/>
    <w:qFormat/>
    <w:rsid w:val="001A46E8"/>
    <w:pPr>
      <w:tabs>
        <w:tab w:val="left" w:leader="underscore" w:pos="2790"/>
      </w:tabs>
      <w:spacing w:before="0" w:after="240"/>
      <w:jc w:val="center"/>
    </w:pPr>
    <w:rPr>
      <w:rFonts w:eastAsia="Times New Roman" w:cs="Times New Roman"/>
      <w:i/>
      <w:spacing w:val="0"/>
      <w:sz w:val="14"/>
      <w:szCs w:val="20"/>
    </w:rPr>
  </w:style>
  <w:style w:type="paragraph" w:customStyle="1" w:styleId="CertificateText3">
    <w:name w:val="Certificate Text 3"/>
    <w:basedOn w:val="Normal"/>
    <w:link w:val="CertificateText3Char"/>
    <w:qFormat/>
    <w:rsid w:val="001A46E8"/>
    <w:pPr>
      <w:tabs>
        <w:tab w:val="left" w:leader="underscore" w:pos="2970"/>
      </w:tabs>
      <w:spacing w:before="240"/>
      <w:ind w:right="-187"/>
    </w:pPr>
    <w:rPr>
      <w:rFonts w:eastAsia="Times New Roman" w:cs="Times New Roman"/>
      <w:spacing w:val="0"/>
    </w:rPr>
  </w:style>
  <w:style w:type="character" w:customStyle="1" w:styleId="CertificateText3Char">
    <w:name w:val="Certificate Text 3 Char"/>
    <w:basedOn w:val="DefaultParagraphFont"/>
    <w:link w:val="CertificateText3"/>
    <w:rsid w:val="001A46E8"/>
    <w:rPr>
      <w:rFonts w:eastAsia="Times New Roman" w:cs="Times New Roman"/>
    </w:rPr>
  </w:style>
  <w:style w:type="paragraph" w:customStyle="1" w:styleId="CompanyName">
    <w:name w:val="Company Name"/>
    <w:basedOn w:val="Normal"/>
    <w:qFormat/>
    <w:rsid w:val="001A46E8"/>
    <w:pPr>
      <w:spacing w:before="400" w:after="720"/>
      <w:jc w:val="center"/>
    </w:pPr>
    <w:rPr>
      <w:rFonts w:asciiTheme="majorHAnsi" w:eastAsia="Times New Roman" w:hAnsiTheme="majorHAnsi" w:cs="Times New Roman"/>
      <w:spacing w:val="0"/>
      <w:sz w:val="48"/>
    </w:rPr>
  </w:style>
  <w:style w:type="paragraph" w:customStyle="1" w:styleId="Numbers">
    <w:name w:val="Numbers"/>
    <w:basedOn w:val="Normal"/>
    <w:qFormat/>
    <w:rsid w:val="001A46E8"/>
    <w:pPr>
      <w:spacing w:before="0" w:after="60"/>
    </w:pPr>
    <w:rPr>
      <w:rFonts w:eastAsia="Times New Roman" w:cs="Times New Roman"/>
      <w:spacing w:val="0"/>
    </w:rPr>
  </w:style>
  <w:style w:type="paragraph" w:customStyle="1" w:styleId="ReverseSideText">
    <w:name w:val="Reverse Side Text"/>
    <w:basedOn w:val="Normal"/>
    <w:link w:val="ReverseSideTextChar"/>
    <w:qFormat/>
    <w:rsid w:val="001A46E8"/>
    <w:pPr>
      <w:tabs>
        <w:tab w:val="left" w:leader="underscore" w:pos="3870"/>
      </w:tabs>
      <w:spacing w:before="0"/>
    </w:pPr>
    <w:rPr>
      <w:rFonts w:eastAsia="Times New Roman" w:cs="Times New Roman"/>
      <w:spacing w:val="0"/>
      <w:sz w:val="28"/>
      <w:szCs w:val="28"/>
    </w:rPr>
  </w:style>
  <w:style w:type="character" w:customStyle="1" w:styleId="ReverseSideTextChar">
    <w:name w:val="Reverse Side Text Char"/>
    <w:basedOn w:val="DefaultParagraphFont"/>
    <w:link w:val="ReverseSideText"/>
    <w:rsid w:val="001A46E8"/>
    <w:rPr>
      <w:rFonts w:eastAsia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ertificate%20of%20particip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8471F1EBB4D46E6956F2A442A8F88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29C76-8A98-4230-AE65-84197F24A5FE}"/>
      </w:docPartPr>
      <w:docPartBody>
        <w:p w:rsidR="00000000" w:rsidRDefault="00CA4652" w:rsidP="00CA4652">
          <w:pPr>
            <w:pStyle w:val="C8471F1EBB4D46E6956F2A442A8F8878"/>
          </w:pPr>
          <w:r>
            <w:t>{No]</w:t>
          </w:r>
        </w:p>
      </w:docPartBody>
    </w:docPart>
    <w:docPart>
      <w:docPartPr>
        <w:name w:val="ED7FDD3504EA4BB2AF6BCB2BF5C66B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F6E964-3CE4-42A3-9370-65DA693D85AD}"/>
      </w:docPartPr>
      <w:docPartBody>
        <w:p w:rsidR="00000000" w:rsidRDefault="00CA4652" w:rsidP="00CA4652">
          <w:pPr>
            <w:pStyle w:val="ED7FDD3504EA4BB2AF6BCB2BF5C66BB6"/>
          </w:pPr>
          <w:r>
            <w:t>[Number]</w:t>
          </w:r>
        </w:p>
      </w:docPartBody>
    </w:docPart>
    <w:docPart>
      <w:docPartPr>
        <w:name w:val="848B99D293004B88BCB8FB595CC70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686512-58F1-4D00-ABE9-913C532A186D}"/>
      </w:docPartPr>
      <w:docPartBody>
        <w:p w:rsidR="00000000" w:rsidRDefault="00CA4652" w:rsidP="00CA4652">
          <w:pPr>
            <w:pStyle w:val="848B99D293004B88BCB8FB595CC700B9"/>
          </w:pPr>
          <w:r w:rsidRPr="0058536A">
            <w:rPr>
              <w:rStyle w:val="Underline"/>
            </w:rPr>
            <w:t>[Shareholder Name]</w:t>
          </w:r>
        </w:p>
      </w:docPartBody>
    </w:docPart>
    <w:docPart>
      <w:docPartPr>
        <w:name w:val="C742992705B043969CB2BD1AC20CF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462A7-E49D-4996-9D8B-A83687AC8860}"/>
      </w:docPartPr>
      <w:docPartBody>
        <w:p w:rsidR="00000000" w:rsidRDefault="00CA4652" w:rsidP="00CA4652">
          <w:pPr>
            <w:pStyle w:val="C742992705B043969CB2BD1AC20CFAD9"/>
          </w:pPr>
          <w:r>
            <w:rPr>
              <w:rStyle w:val="CertificationText1Char"/>
              <w:rFonts w:eastAsiaTheme="minorEastAsia"/>
            </w:rPr>
            <w:t>[Month]</w:t>
          </w:r>
        </w:p>
      </w:docPartBody>
    </w:docPart>
    <w:docPart>
      <w:docPartPr>
        <w:name w:val="BB6B7C41FE984D91B6B002466DB280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BEF7D-6309-444E-B913-2190826501FE}"/>
      </w:docPartPr>
      <w:docPartBody>
        <w:p w:rsidR="00000000" w:rsidRDefault="00CA4652" w:rsidP="00CA4652">
          <w:pPr>
            <w:pStyle w:val="BB6B7C41FE984D91B6B002466DB280C5"/>
          </w:pPr>
          <w:r>
            <w:rPr>
              <w:rStyle w:val="CertificationText1Char"/>
              <w:rFonts w:eastAsiaTheme="minorEastAsia"/>
            </w:rPr>
            <w:t>[date]</w:t>
          </w:r>
        </w:p>
      </w:docPartBody>
    </w:docPart>
    <w:docPart>
      <w:docPartPr>
        <w:name w:val="86665D75A15E49F2BB49CFC5552CAE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3EC769-7F8E-4F4B-9026-C3A86083CD18}"/>
      </w:docPartPr>
      <w:docPartBody>
        <w:p w:rsidR="00000000" w:rsidRDefault="00CA4652" w:rsidP="00CA4652">
          <w:pPr>
            <w:pStyle w:val="86665D75A15E49F2BB49CFC5552CAEF9"/>
          </w:pPr>
          <w:r>
            <w:rPr>
              <w:rStyle w:val="CertificationText1Char"/>
              <w:rFonts w:eastAsiaTheme="minorEastAsia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652"/>
    <w:rsid w:val="00965D2C"/>
    <w:rsid w:val="00CA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65B954E91394840B47CBE475C403F68">
    <w:name w:val="265B954E91394840B47CBE475C403F68"/>
  </w:style>
  <w:style w:type="paragraph" w:customStyle="1" w:styleId="FE8E43ABA2F54E56AD2A619EA0524F88">
    <w:name w:val="FE8E43ABA2F54E56AD2A619EA0524F88"/>
  </w:style>
  <w:style w:type="paragraph" w:customStyle="1" w:styleId="12B090C632384F8493ECD1EE4D46C000">
    <w:name w:val="12B090C632384F8493ECD1EE4D46C000"/>
  </w:style>
  <w:style w:type="paragraph" w:customStyle="1" w:styleId="BC7C9154AC68464B88959741FAB10F07">
    <w:name w:val="BC7C9154AC68464B88959741FAB10F07"/>
  </w:style>
  <w:style w:type="paragraph" w:customStyle="1" w:styleId="CEC269491376487E9768BCC5B5E30C18">
    <w:name w:val="CEC269491376487E9768BCC5B5E30C18"/>
  </w:style>
  <w:style w:type="paragraph" w:customStyle="1" w:styleId="FDD6BCD0A96242B6B3AA744EC94B6080">
    <w:name w:val="FDD6BCD0A96242B6B3AA744EC94B6080"/>
    <w:rsid w:val="00CA4652"/>
  </w:style>
  <w:style w:type="paragraph" w:customStyle="1" w:styleId="17A2FB4A6BE0406FA82D2B0B2AB4668A">
    <w:name w:val="17A2FB4A6BE0406FA82D2B0B2AB4668A"/>
    <w:rsid w:val="00CA4652"/>
  </w:style>
  <w:style w:type="character" w:customStyle="1" w:styleId="Underline">
    <w:name w:val="Underline"/>
    <w:basedOn w:val="DefaultParagraphFont"/>
    <w:uiPriority w:val="1"/>
    <w:qFormat/>
    <w:rsid w:val="00CA4652"/>
    <w:rPr>
      <w:u w:val="single"/>
    </w:rPr>
  </w:style>
  <w:style w:type="paragraph" w:customStyle="1" w:styleId="6E3191181DD94AE5804810AD9C285AC9">
    <w:name w:val="6E3191181DD94AE5804810AD9C285AC9"/>
    <w:rsid w:val="00CA4652"/>
  </w:style>
  <w:style w:type="paragraph" w:customStyle="1" w:styleId="CertificationText1">
    <w:name w:val="Certification Text 1"/>
    <w:basedOn w:val="Normal"/>
    <w:link w:val="CertificationText1Char"/>
    <w:rsid w:val="00CA4652"/>
    <w:pPr>
      <w:spacing w:after="480" w:line="240" w:lineRule="auto"/>
    </w:pPr>
    <w:rPr>
      <w:rFonts w:ascii="Monotype Corsiva" w:eastAsia="Times New Roman" w:hAnsi="Monotype Corsiva" w:cs="Times New Roman"/>
      <w:sz w:val="28"/>
      <w:szCs w:val="28"/>
    </w:rPr>
  </w:style>
  <w:style w:type="character" w:customStyle="1" w:styleId="CertificationText1Char">
    <w:name w:val="Certification Text 1 Char"/>
    <w:basedOn w:val="DefaultParagraphFont"/>
    <w:link w:val="CertificationText1"/>
    <w:rsid w:val="00CA4652"/>
    <w:rPr>
      <w:rFonts w:ascii="Monotype Corsiva" w:eastAsia="Times New Roman" w:hAnsi="Monotype Corsiva" w:cs="Times New Roman"/>
      <w:sz w:val="28"/>
      <w:szCs w:val="28"/>
    </w:rPr>
  </w:style>
  <w:style w:type="paragraph" w:customStyle="1" w:styleId="0EAEDD7AF46B4B76832205D857D7D2F1">
    <w:name w:val="0EAEDD7AF46B4B76832205D857D7D2F1"/>
    <w:rsid w:val="00CA4652"/>
  </w:style>
  <w:style w:type="paragraph" w:customStyle="1" w:styleId="90CAA4FF9BD6478BA3F32805860D7019">
    <w:name w:val="90CAA4FF9BD6478BA3F32805860D7019"/>
    <w:rsid w:val="00CA4652"/>
  </w:style>
  <w:style w:type="paragraph" w:customStyle="1" w:styleId="11CF1D7E55C44BD991AC341148C3668D">
    <w:name w:val="11CF1D7E55C44BD991AC341148C3668D"/>
    <w:rsid w:val="00CA4652"/>
  </w:style>
  <w:style w:type="paragraph" w:customStyle="1" w:styleId="B7B40F9A962C4A7399D5A10CB49926EF">
    <w:name w:val="B7B40F9A962C4A7399D5A10CB49926EF"/>
    <w:rsid w:val="00CA4652"/>
  </w:style>
  <w:style w:type="paragraph" w:customStyle="1" w:styleId="A4CAEEC1F0A34DB48ED5238F90DFE778">
    <w:name w:val="A4CAEEC1F0A34DB48ED5238F90DFE778"/>
    <w:rsid w:val="00CA4652"/>
  </w:style>
  <w:style w:type="paragraph" w:customStyle="1" w:styleId="C8471F1EBB4D46E6956F2A442A8F8878">
    <w:name w:val="C8471F1EBB4D46E6956F2A442A8F8878"/>
    <w:rsid w:val="00CA4652"/>
  </w:style>
  <w:style w:type="paragraph" w:customStyle="1" w:styleId="ED7FDD3504EA4BB2AF6BCB2BF5C66BB6">
    <w:name w:val="ED7FDD3504EA4BB2AF6BCB2BF5C66BB6"/>
    <w:rsid w:val="00CA4652"/>
  </w:style>
  <w:style w:type="paragraph" w:customStyle="1" w:styleId="848B99D293004B88BCB8FB595CC700B9">
    <w:name w:val="848B99D293004B88BCB8FB595CC700B9"/>
    <w:rsid w:val="00CA4652"/>
  </w:style>
  <w:style w:type="paragraph" w:customStyle="1" w:styleId="C742992705B043969CB2BD1AC20CFAD9">
    <w:name w:val="C742992705B043969CB2BD1AC20CFAD9"/>
    <w:rsid w:val="00CA4652"/>
  </w:style>
  <w:style w:type="paragraph" w:customStyle="1" w:styleId="BB6B7C41FE984D91B6B002466DB280C5">
    <w:name w:val="BB6B7C41FE984D91B6B002466DB280C5"/>
    <w:rsid w:val="00CA4652"/>
  </w:style>
  <w:style w:type="paragraph" w:customStyle="1" w:styleId="86665D75A15E49F2BB49CFC5552CAEF9">
    <w:name w:val="86665D75A15E49F2BB49CFC5552CAEF9"/>
    <w:rsid w:val="00CA4652"/>
  </w:style>
  <w:style w:type="paragraph" w:customStyle="1" w:styleId="BDFE630B89CB44DD81DA062898C49427">
    <w:name w:val="BDFE630B89CB44DD81DA062898C49427"/>
    <w:rsid w:val="00CA4652"/>
  </w:style>
  <w:style w:type="paragraph" w:customStyle="1" w:styleId="1A9E4D01267A4F5AAD711EFC16909C03">
    <w:name w:val="1A9E4D01267A4F5AAD711EFC16909C03"/>
    <w:rsid w:val="00CA46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0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D94436"/>
      </a:accent1>
      <a:accent2>
        <a:srgbClr val="F28D35"/>
      </a:accent2>
      <a:accent3>
        <a:srgbClr val="518EA6"/>
      </a:accent3>
      <a:accent4>
        <a:srgbClr val="DBD9CD"/>
      </a:accent4>
      <a:accent5>
        <a:srgbClr val="DA5644"/>
      </a:accent5>
      <a:accent6>
        <a:srgbClr val="EAC3B0"/>
      </a:accent6>
      <a:hlink>
        <a:srgbClr val="E17E6A"/>
      </a:hlink>
      <a:folHlink>
        <a:srgbClr val="583F5E"/>
      </a:folHlink>
    </a:clrScheme>
    <a:fontScheme name="Custom 91">
      <a:majorFont>
        <a:latin typeface="Century Gothic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_ip_UnifiedCompliancePolicyProperties xmlns="http://schemas.microsoft.com/sharepoint/v3" xsi:nil="true"/>
    <TaxCatchAll xmlns="230e9df3-be65-4c73-a93b-d1236ebd677e"/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8" ma:contentTypeDescription="Create a new document." ma:contentTypeScope="" ma:versionID="27a416adda3cf0f491a4f548a2367a54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2ef98d826045059a9b3c156985e150db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  <xsd:element ref="ns1:_ip_UnifiedCompliancePolicyProperties" minOccurs="0"/>
                <xsd:element ref="ns1:_ip_UnifiedCompliancePolicyUIAction" minOccurs="0"/>
                <xsd:element ref="ns2:Image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22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5618C6-56FD-41A3-A9E9-803E8277629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2.xml><?xml version="1.0" encoding="utf-8"?>
<ds:datastoreItem xmlns:ds="http://schemas.openxmlformats.org/officeDocument/2006/customXml" ds:itemID="{2A0B1906-5552-49C2-8210-7C2CC9A9F3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BFD614-2D3E-4C9E-A96A-5DDFE4632D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Certificate of participation.dotx</Template>
  <TotalTime>0</TotalTime>
  <Pages>2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2021-06-02T12:54:00Z</dcterms:created>
  <dcterms:modified xsi:type="dcterms:W3CDTF">2021-06-02T13:09:00Z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