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60EBB" w14:textId="77777777" w:rsidR="007413EB" w:rsidRDefault="007413EB" w:rsidP="007027D1">
      <w:pPr>
        <w:pStyle w:val="GraphicsAnchor"/>
      </w:pPr>
      <w:r>
        <w:drawing>
          <wp:anchor distT="0" distB="0" distL="114300" distR="114300" simplePos="0" relativeHeight="251764736" behindDoc="1" locked="1" layoutInCell="1" allowOverlap="1" wp14:anchorId="4DE02EE0" wp14:editId="2C732FE7">
            <wp:simplePos x="0" y="0"/>
            <wp:positionH relativeFrom="column">
              <wp:posOffset>685800</wp:posOffset>
            </wp:positionH>
            <wp:positionV relativeFrom="paragraph">
              <wp:posOffset>914400</wp:posOffset>
            </wp:positionV>
            <wp:extent cx="4572000" cy="6400800"/>
            <wp:effectExtent l="0" t="0" r="0" b="0"/>
            <wp:wrapNone/>
            <wp:docPr id="81" name="Picture 8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B01C24" w14:textId="77777777" w:rsidR="007413EB" w:rsidRDefault="007413EB" w:rsidP="007413EB"/>
    <w:tbl>
      <w:tblPr>
        <w:tblW w:w="8450" w:type="dxa"/>
        <w:tblLook w:val="0600" w:firstRow="0" w:lastRow="0" w:firstColumn="0" w:lastColumn="0" w:noHBand="1" w:noVBand="1"/>
      </w:tblPr>
      <w:tblGrid>
        <w:gridCol w:w="1980"/>
        <w:gridCol w:w="5400"/>
        <w:gridCol w:w="1070"/>
      </w:tblGrid>
      <w:tr w:rsidR="007413EB" w14:paraId="5F99AC8C" w14:textId="77777777" w:rsidTr="00444D74">
        <w:trPr>
          <w:trHeight w:val="675"/>
        </w:trPr>
        <w:tc>
          <w:tcPr>
            <w:tcW w:w="1980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16343C77" w14:textId="77777777" w:rsidR="007413EB" w:rsidRDefault="007413EB" w:rsidP="007413EB"/>
        </w:tc>
        <w:tc>
          <w:tcPr>
            <w:tcW w:w="5400" w:type="dxa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6D005B39" w14:textId="77777777" w:rsidR="007413EB" w:rsidRDefault="007413EB" w:rsidP="007413EB"/>
        </w:tc>
        <w:tc>
          <w:tcPr>
            <w:tcW w:w="1070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14:paraId="41B88A2D" w14:textId="77777777" w:rsidR="007413EB" w:rsidRDefault="007413EB" w:rsidP="007413EB"/>
        </w:tc>
      </w:tr>
      <w:tr w:rsidR="007C46AB" w14:paraId="2E6582BB" w14:textId="77777777" w:rsidTr="00444D74">
        <w:trPr>
          <w:trHeight w:val="2790"/>
        </w:trPr>
        <w:tc>
          <w:tcPr>
            <w:tcW w:w="1980" w:type="dxa"/>
            <w:tcBorders>
              <w:top w:val="single" w:sz="2" w:space="0" w:color="7F7F7F" w:themeColor="text1" w:themeTint="80"/>
            </w:tcBorders>
          </w:tcPr>
          <w:p w14:paraId="257D6CA6" w14:textId="77777777" w:rsidR="007C46AB" w:rsidRDefault="007C46AB" w:rsidP="007413EB"/>
        </w:tc>
        <w:tc>
          <w:tcPr>
            <w:tcW w:w="5400" w:type="dxa"/>
            <w:vAlign w:val="center"/>
          </w:tcPr>
          <w:p w14:paraId="57BDE476" w14:textId="77777777" w:rsidR="007C46AB" w:rsidRPr="00EB71AF" w:rsidRDefault="007C46AB" w:rsidP="007C46AB">
            <w:pPr>
              <w:spacing w:before="720"/>
              <w:jc w:val="center"/>
              <w:rPr>
                <w:noProof/>
              </w:rPr>
            </w:pPr>
            <w:r w:rsidRPr="00EB71AF">
              <w:rPr>
                <w:noProof/>
              </w:rPr>
              <mc:AlternateContent>
                <mc:Choice Requires="wpg">
                  <w:drawing>
                    <wp:inline distT="0" distB="0" distL="0" distR="0" wp14:anchorId="5A01734E" wp14:editId="04B14EA2">
                      <wp:extent cx="1828800" cy="692785"/>
                      <wp:effectExtent l="0" t="0" r="0" b="0"/>
                      <wp:docPr id="73" name="Graphic 45" descr="pumpki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8800" cy="692785"/>
                                <a:chOff x="-68" y="0"/>
                                <a:chExt cx="2755006" cy="1044862"/>
                              </a:xfrm>
                            </wpg:grpSpPr>
                            <wps:wsp>
                              <wps:cNvPr id="74" name="Freeform: Shape 74"/>
                              <wps:cNvSpPr/>
                              <wps:spPr>
                                <a:xfrm>
                                  <a:off x="620276" y="809284"/>
                                  <a:ext cx="491986" cy="221081"/>
                                </a:xfrm>
                                <a:custGeom>
                                  <a:avLst/>
                                  <a:gdLst>
                                    <a:gd name="connsiteX0" fmla="*/ 420927 w 491986"/>
                                    <a:gd name="connsiteY0" fmla="*/ 81675 h 221081"/>
                                    <a:gd name="connsiteX1" fmla="*/ 471331 w 491986"/>
                                    <a:gd name="connsiteY1" fmla="*/ 66753 h 221081"/>
                                    <a:gd name="connsiteX2" fmla="*/ 482476 w 491986"/>
                                    <a:gd name="connsiteY2" fmla="*/ 58446 h 221081"/>
                                    <a:gd name="connsiteX3" fmla="*/ 488348 w 491986"/>
                                    <a:gd name="connsiteY3" fmla="*/ 53472 h 221081"/>
                                    <a:gd name="connsiteX4" fmla="*/ 489990 w 491986"/>
                                    <a:gd name="connsiteY4" fmla="*/ 47801 h 221081"/>
                                    <a:gd name="connsiteX5" fmla="*/ 478297 w 491986"/>
                                    <a:gd name="connsiteY5" fmla="*/ 51681 h 221081"/>
                                    <a:gd name="connsiteX6" fmla="*/ 465758 w 491986"/>
                                    <a:gd name="connsiteY6" fmla="*/ 57998 h 221081"/>
                                    <a:gd name="connsiteX7" fmla="*/ 452373 w 491986"/>
                                    <a:gd name="connsiteY7" fmla="*/ 64465 h 221081"/>
                                    <a:gd name="connsiteX8" fmla="*/ 423514 w 491986"/>
                                    <a:gd name="connsiteY8" fmla="*/ 72772 h 221081"/>
                                    <a:gd name="connsiteX9" fmla="*/ 406050 w 491986"/>
                                    <a:gd name="connsiteY9" fmla="*/ 74662 h 221081"/>
                                    <a:gd name="connsiteX10" fmla="*/ 302555 w 491986"/>
                                    <a:gd name="connsiteY10" fmla="*/ 69986 h 221081"/>
                                    <a:gd name="connsiteX11" fmla="*/ 284095 w 491986"/>
                                    <a:gd name="connsiteY11" fmla="*/ 71180 h 221081"/>
                                    <a:gd name="connsiteX12" fmla="*/ 238070 w 491986"/>
                                    <a:gd name="connsiteY12" fmla="*/ 72971 h 221081"/>
                                    <a:gd name="connsiteX13" fmla="*/ 207519 w 491986"/>
                                    <a:gd name="connsiteY13" fmla="*/ 64465 h 221081"/>
                                    <a:gd name="connsiteX14" fmla="*/ 157315 w 491986"/>
                                    <a:gd name="connsiteY14" fmla="*/ 13877 h 221081"/>
                                    <a:gd name="connsiteX15" fmla="*/ 75614 w 491986"/>
                                    <a:gd name="connsiteY15" fmla="*/ 397 h 221081"/>
                                    <a:gd name="connsiteX16" fmla="*/ 74320 w 491986"/>
                                    <a:gd name="connsiteY16" fmla="*/ 3830 h 221081"/>
                                    <a:gd name="connsiteX17" fmla="*/ 130943 w 491986"/>
                                    <a:gd name="connsiteY17" fmla="*/ 54566 h 221081"/>
                                    <a:gd name="connsiteX18" fmla="*/ 204434 w 491986"/>
                                    <a:gd name="connsiteY18" fmla="*/ 68245 h 221081"/>
                                    <a:gd name="connsiteX19" fmla="*/ 236279 w 491986"/>
                                    <a:gd name="connsiteY19" fmla="*/ 79536 h 221081"/>
                                    <a:gd name="connsiteX20" fmla="*/ 242001 w 491986"/>
                                    <a:gd name="connsiteY20" fmla="*/ 80631 h 221081"/>
                                    <a:gd name="connsiteX21" fmla="*/ 212147 w 491986"/>
                                    <a:gd name="connsiteY21" fmla="*/ 92718 h 221081"/>
                                    <a:gd name="connsiteX22" fmla="*/ 168908 w 491986"/>
                                    <a:gd name="connsiteY22" fmla="*/ 114654 h 221081"/>
                                    <a:gd name="connsiteX23" fmla="*/ 144030 w 491986"/>
                                    <a:gd name="connsiteY23" fmla="*/ 125548 h 221081"/>
                                    <a:gd name="connsiteX24" fmla="*/ 68449 w 491986"/>
                                    <a:gd name="connsiteY24" fmla="*/ 121121 h 221081"/>
                                    <a:gd name="connsiteX25" fmla="*/ 1227 w 491986"/>
                                    <a:gd name="connsiteY25" fmla="*/ 156835 h 221081"/>
                                    <a:gd name="connsiteX26" fmla="*/ 2023 w 491986"/>
                                    <a:gd name="connsiteY26" fmla="*/ 160566 h 221081"/>
                                    <a:gd name="connsiteX27" fmla="*/ 78002 w 491986"/>
                                    <a:gd name="connsiteY27" fmla="*/ 165092 h 221081"/>
                                    <a:gd name="connsiteX28" fmla="*/ 145174 w 491986"/>
                                    <a:gd name="connsiteY28" fmla="*/ 129477 h 221081"/>
                                    <a:gd name="connsiteX29" fmla="*/ 156220 w 491986"/>
                                    <a:gd name="connsiteY29" fmla="*/ 126095 h 221081"/>
                                    <a:gd name="connsiteX30" fmla="*/ 201250 w 491986"/>
                                    <a:gd name="connsiteY30" fmla="*/ 105303 h 221081"/>
                                    <a:gd name="connsiteX31" fmla="*/ 310715 w 491986"/>
                                    <a:gd name="connsiteY31" fmla="*/ 76552 h 221081"/>
                                    <a:gd name="connsiteX32" fmla="*/ 380375 w 491986"/>
                                    <a:gd name="connsiteY32" fmla="*/ 81825 h 221081"/>
                                    <a:gd name="connsiteX33" fmla="*/ 335046 w 491986"/>
                                    <a:gd name="connsiteY33" fmla="*/ 97145 h 221081"/>
                                    <a:gd name="connsiteX34" fmla="*/ 305192 w 491986"/>
                                    <a:gd name="connsiteY34" fmla="*/ 118235 h 221081"/>
                                    <a:gd name="connsiteX35" fmla="*/ 276682 w 491986"/>
                                    <a:gd name="connsiteY35" fmla="*/ 139525 h 221081"/>
                                    <a:gd name="connsiteX36" fmla="*/ 261754 w 491986"/>
                                    <a:gd name="connsiteY36" fmla="*/ 155940 h 221081"/>
                                    <a:gd name="connsiteX37" fmla="*/ 240110 w 491986"/>
                                    <a:gd name="connsiteY37" fmla="*/ 218365 h 221081"/>
                                    <a:gd name="connsiteX38" fmla="*/ 243245 w 491986"/>
                                    <a:gd name="connsiteY38" fmla="*/ 220554 h 221081"/>
                                    <a:gd name="connsiteX39" fmla="*/ 294146 w 491986"/>
                                    <a:gd name="connsiteY39" fmla="*/ 178373 h 221081"/>
                                    <a:gd name="connsiteX40" fmla="*/ 315691 w 491986"/>
                                    <a:gd name="connsiteY40" fmla="*/ 116694 h 221081"/>
                                    <a:gd name="connsiteX41" fmla="*/ 371120 w 491986"/>
                                    <a:gd name="connsiteY41" fmla="*/ 88788 h 221081"/>
                                    <a:gd name="connsiteX42" fmla="*/ 420927 w 491986"/>
                                    <a:gd name="connsiteY42" fmla="*/ 81675 h 2210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1986" h="221081">
                                      <a:moveTo>
                                        <a:pt x="420927" y="81675"/>
                                      </a:moveTo>
                                      <a:cubicBezTo>
                                        <a:pt x="437994" y="78940"/>
                                        <a:pt x="456254" y="75507"/>
                                        <a:pt x="471331" y="66753"/>
                                      </a:cubicBezTo>
                                      <a:cubicBezTo>
                                        <a:pt x="475311" y="64360"/>
                                        <a:pt x="479048" y="61580"/>
                                        <a:pt x="482476" y="58446"/>
                                      </a:cubicBezTo>
                                      <a:cubicBezTo>
                                        <a:pt x="484417" y="56655"/>
                                        <a:pt x="486457" y="55014"/>
                                        <a:pt x="488348" y="53472"/>
                                      </a:cubicBezTo>
                                      <a:cubicBezTo>
                                        <a:pt x="490238" y="51930"/>
                                        <a:pt x="494468" y="48498"/>
                                        <a:pt x="489990" y="47801"/>
                                      </a:cubicBezTo>
                                      <a:cubicBezTo>
                                        <a:pt x="485511" y="47105"/>
                                        <a:pt x="482128" y="50388"/>
                                        <a:pt x="478297" y="51681"/>
                                      </a:cubicBezTo>
                                      <a:cubicBezTo>
                                        <a:pt x="473918" y="53362"/>
                                        <a:pt x="469719" y="55481"/>
                                        <a:pt x="465758" y="57998"/>
                                      </a:cubicBezTo>
                                      <a:cubicBezTo>
                                        <a:pt x="461429" y="60421"/>
                                        <a:pt x="456961" y="62580"/>
                                        <a:pt x="452373" y="64465"/>
                                      </a:cubicBezTo>
                                      <a:cubicBezTo>
                                        <a:pt x="443119" y="68364"/>
                                        <a:pt x="433431" y="71155"/>
                                        <a:pt x="423514" y="72772"/>
                                      </a:cubicBezTo>
                                      <a:cubicBezTo>
                                        <a:pt x="417743" y="73801"/>
                                        <a:pt x="411906" y="74433"/>
                                        <a:pt x="406050" y="74662"/>
                                      </a:cubicBezTo>
                                      <a:cubicBezTo>
                                        <a:pt x="371568" y="76353"/>
                                        <a:pt x="337037" y="69688"/>
                                        <a:pt x="302555" y="69986"/>
                                      </a:cubicBezTo>
                                      <a:cubicBezTo>
                                        <a:pt x="296385" y="70061"/>
                                        <a:pt x="290225" y="70459"/>
                                        <a:pt x="284095" y="71180"/>
                                      </a:cubicBezTo>
                                      <a:cubicBezTo>
                                        <a:pt x="268621" y="71926"/>
                                        <a:pt x="253744" y="76154"/>
                                        <a:pt x="238070" y="72971"/>
                                      </a:cubicBezTo>
                                      <a:cubicBezTo>
                                        <a:pt x="227731" y="70732"/>
                                        <a:pt x="217531" y="67892"/>
                                        <a:pt x="207519" y="64465"/>
                                      </a:cubicBezTo>
                                      <a:cubicBezTo>
                                        <a:pt x="192528" y="45956"/>
                                        <a:pt x="175710" y="29009"/>
                                        <a:pt x="157315" y="13877"/>
                                      </a:cubicBezTo>
                                      <a:cubicBezTo>
                                        <a:pt x="134227" y="-3681"/>
                                        <a:pt x="75614" y="397"/>
                                        <a:pt x="75614" y="397"/>
                                      </a:cubicBezTo>
                                      <a:cubicBezTo>
                                        <a:pt x="73176" y="397"/>
                                        <a:pt x="72628" y="2138"/>
                                        <a:pt x="74320" y="3830"/>
                                      </a:cubicBezTo>
                                      <a:cubicBezTo>
                                        <a:pt x="74320" y="3830"/>
                                        <a:pt x="114126" y="43623"/>
                                        <a:pt x="130943" y="54566"/>
                                      </a:cubicBezTo>
                                      <a:cubicBezTo>
                                        <a:pt x="154180" y="69489"/>
                                        <a:pt x="196125" y="68593"/>
                                        <a:pt x="204434" y="68245"/>
                                      </a:cubicBezTo>
                                      <a:cubicBezTo>
                                        <a:pt x="214669" y="73010"/>
                                        <a:pt x="225332" y="76791"/>
                                        <a:pt x="236279" y="79536"/>
                                      </a:cubicBezTo>
                                      <a:cubicBezTo>
                                        <a:pt x="238170" y="79984"/>
                                        <a:pt x="240110" y="80332"/>
                                        <a:pt x="242001" y="80631"/>
                                      </a:cubicBezTo>
                                      <a:cubicBezTo>
                                        <a:pt x="231801" y="84018"/>
                                        <a:pt x="221830" y="88057"/>
                                        <a:pt x="212147" y="92718"/>
                                      </a:cubicBezTo>
                                      <a:cubicBezTo>
                                        <a:pt x="197568" y="99682"/>
                                        <a:pt x="183387" y="107640"/>
                                        <a:pt x="168908" y="114654"/>
                                      </a:cubicBezTo>
                                      <a:cubicBezTo>
                                        <a:pt x="160842" y="118783"/>
                                        <a:pt x="152533" y="122424"/>
                                        <a:pt x="144030" y="125548"/>
                                      </a:cubicBezTo>
                                      <a:cubicBezTo>
                                        <a:pt x="139651" y="124553"/>
                                        <a:pt x="96860" y="114953"/>
                                        <a:pt x="68449" y="121121"/>
                                      </a:cubicBezTo>
                                      <a:cubicBezTo>
                                        <a:pt x="38595" y="127637"/>
                                        <a:pt x="1227" y="156835"/>
                                        <a:pt x="1227" y="156835"/>
                                      </a:cubicBezTo>
                                      <a:cubicBezTo>
                                        <a:pt x="-713" y="158327"/>
                                        <a:pt x="-315" y="160019"/>
                                        <a:pt x="2023" y="160566"/>
                                      </a:cubicBezTo>
                                      <a:cubicBezTo>
                                        <a:pt x="2023" y="160566"/>
                                        <a:pt x="48048" y="171608"/>
                                        <a:pt x="78002" y="165092"/>
                                      </a:cubicBezTo>
                                      <a:cubicBezTo>
                                        <a:pt x="107956" y="158576"/>
                                        <a:pt x="143681" y="130621"/>
                                        <a:pt x="145174" y="129477"/>
                                      </a:cubicBezTo>
                                      <a:cubicBezTo>
                                        <a:pt x="148955" y="128433"/>
                                        <a:pt x="152637" y="127289"/>
                                        <a:pt x="156220" y="126095"/>
                                      </a:cubicBezTo>
                                      <a:cubicBezTo>
                                        <a:pt x="171794" y="120449"/>
                                        <a:pt x="186855" y="113495"/>
                                        <a:pt x="201250" y="105303"/>
                                      </a:cubicBezTo>
                                      <a:cubicBezTo>
                                        <a:pt x="235831" y="86948"/>
                                        <a:pt x="271208" y="76104"/>
                                        <a:pt x="310715" y="76552"/>
                                      </a:cubicBezTo>
                                      <a:cubicBezTo>
                                        <a:pt x="333852" y="76850"/>
                                        <a:pt x="356989" y="80332"/>
                                        <a:pt x="380375" y="81825"/>
                                      </a:cubicBezTo>
                                      <a:cubicBezTo>
                                        <a:pt x="364304" y="83446"/>
                                        <a:pt x="348804" y="88684"/>
                                        <a:pt x="335046" y="97145"/>
                                      </a:cubicBezTo>
                                      <a:cubicBezTo>
                                        <a:pt x="324647" y="103413"/>
                                        <a:pt x="315542" y="111719"/>
                                        <a:pt x="305192" y="118235"/>
                                      </a:cubicBezTo>
                                      <a:cubicBezTo>
                                        <a:pt x="295112" y="124523"/>
                                        <a:pt x="285573" y="131646"/>
                                        <a:pt x="276682" y="139525"/>
                                      </a:cubicBezTo>
                                      <a:cubicBezTo>
                                        <a:pt x="271089" y="144400"/>
                                        <a:pt x="266078" y="149911"/>
                                        <a:pt x="261754" y="155940"/>
                                      </a:cubicBezTo>
                                      <a:cubicBezTo>
                                        <a:pt x="246429" y="178025"/>
                                        <a:pt x="240110" y="218365"/>
                                        <a:pt x="240110" y="218365"/>
                                      </a:cubicBezTo>
                                      <a:cubicBezTo>
                                        <a:pt x="239712" y="220803"/>
                                        <a:pt x="241155" y="221748"/>
                                        <a:pt x="243245" y="220554"/>
                                      </a:cubicBezTo>
                                      <a:cubicBezTo>
                                        <a:pt x="243245" y="220554"/>
                                        <a:pt x="278821" y="200657"/>
                                        <a:pt x="294146" y="178373"/>
                                      </a:cubicBezTo>
                                      <a:cubicBezTo>
                                        <a:pt x="308277" y="158029"/>
                                        <a:pt x="314746" y="122165"/>
                                        <a:pt x="315691" y="116694"/>
                                      </a:cubicBezTo>
                                      <a:cubicBezTo>
                                        <a:pt x="332409" y="104159"/>
                                        <a:pt x="350123" y="92569"/>
                                        <a:pt x="371120" y="88788"/>
                                      </a:cubicBezTo>
                                      <a:cubicBezTo>
                                        <a:pt x="387490" y="85456"/>
                                        <a:pt x="404308" y="84312"/>
                                        <a:pt x="420927" y="816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Freeform: Shape 75"/>
                              <wps:cNvSpPr/>
                              <wps:spPr>
                                <a:xfrm>
                                  <a:off x="-68" y="665181"/>
                                  <a:ext cx="492021" cy="220825"/>
                                </a:xfrm>
                                <a:custGeom>
                                  <a:avLst/>
                                  <a:gdLst>
                                    <a:gd name="connsiteX0" fmla="*/ 471356 w 492021"/>
                                    <a:gd name="connsiteY0" fmla="*/ 67202 h 220825"/>
                                    <a:gd name="connsiteX1" fmla="*/ 482451 w 492021"/>
                                    <a:gd name="connsiteY1" fmla="*/ 58945 h 220825"/>
                                    <a:gd name="connsiteX2" fmla="*/ 488373 w 492021"/>
                                    <a:gd name="connsiteY2" fmla="*/ 53722 h 220825"/>
                                    <a:gd name="connsiteX3" fmla="*/ 490015 w 492021"/>
                                    <a:gd name="connsiteY3" fmla="*/ 48002 h 220825"/>
                                    <a:gd name="connsiteX4" fmla="*/ 478272 w 492021"/>
                                    <a:gd name="connsiteY4" fmla="*/ 51931 h 220825"/>
                                    <a:gd name="connsiteX5" fmla="*/ 465783 w 492021"/>
                                    <a:gd name="connsiteY5" fmla="*/ 58199 h 220825"/>
                                    <a:gd name="connsiteX6" fmla="*/ 452349 w 492021"/>
                                    <a:gd name="connsiteY6" fmla="*/ 64715 h 220825"/>
                                    <a:gd name="connsiteX7" fmla="*/ 423539 w 492021"/>
                                    <a:gd name="connsiteY7" fmla="*/ 73022 h 220825"/>
                                    <a:gd name="connsiteX8" fmla="*/ 406025 w 492021"/>
                                    <a:gd name="connsiteY8" fmla="*/ 74912 h 220825"/>
                                    <a:gd name="connsiteX9" fmla="*/ 302530 w 492021"/>
                                    <a:gd name="connsiteY9" fmla="*/ 69938 h 220825"/>
                                    <a:gd name="connsiteX10" fmla="*/ 284071 w 492021"/>
                                    <a:gd name="connsiteY10" fmla="*/ 71132 h 220825"/>
                                    <a:gd name="connsiteX11" fmla="*/ 238045 w 492021"/>
                                    <a:gd name="connsiteY11" fmla="*/ 72972 h 220825"/>
                                    <a:gd name="connsiteX12" fmla="*/ 207495 w 492021"/>
                                    <a:gd name="connsiteY12" fmla="*/ 64466 h 220825"/>
                                    <a:gd name="connsiteX13" fmla="*/ 157340 w 492021"/>
                                    <a:gd name="connsiteY13" fmla="*/ 13829 h 220825"/>
                                    <a:gd name="connsiteX14" fmla="*/ 75639 w 492021"/>
                                    <a:gd name="connsiteY14" fmla="*/ 399 h 220825"/>
                                    <a:gd name="connsiteX15" fmla="*/ 74345 w 492021"/>
                                    <a:gd name="connsiteY15" fmla="*/ 3831 h 220825"/>
                                    <a:gd name="connsiteX16" fmla="*/ 130968 w 492021"/>
                                    <a:gd name="connsiteY16" fmla="*/ 54568 h 220825"/>
                                    <a:gd name="connsiteX17" fmla="*/ 204410 w 492021"/>
                                    <a:gd name="connsiteY17" fmla="*/ 68247 h 220825"/>
                                    <a:gd name="connsiteX18" fmla="*/ 236254 w 492021"/>
                                    <a:gd name="connsiteY18" fmla="*/ 79488 h 220825"/>
                                    <a:gd name="connsiteX19" fmla="*/ 241976 w 492021"/>
                                    <a:gd name="connsiteY19" fmla="*/ 80583 h 220825"/>
                                    <a:gd name="connsiteX20" fmla="*/ 212122 w 492021"/>
                                    <a:gd name="connsiteY20" fmla="*/ 92720 h 220825"/>
                                    <a:gd name="connsiteX21" fmla="*/ 168883 w 492021"/>
                                    <a:gd name="connsiteY21" fmla="*/ 114656 h 220825"/>
                                    <a:gd name="connsiteX22" fmla="*/ 144005 w 492021"/>
                                    <a:gd name="connsiteY22" fmla="*/ 125549 h 220825"/>
                                    <a:gd name="connsiteX23" fmla="*/ 68424 w 492021"/>
                                    <a:gd name="connsiteY23" fmla="*/ 121122 h 220825"/>
                                    <a:gd name="connsiteX24" fmla="*/ 1202 w 492021"/>
                                    <a:gd name="connsiteY24" fmla="*/ 156787 h 220825"/>
                                    <a:gd name="connsiteX25" fmla="*/ 2048 w 492021"/>
                                    <a:gd name="connsiteY25" fmla="*/ 160567 h 220825"/>
                                    <a:gd name="connsiteX26" fmla="*/ 78027 w 492021"/>
                                    <a:gd name="connsiteY26" fmla="*/ 165094 h 220825"/>
                                    <a:gd name="connsiteX27" fmla="*/ 145149 w 492021"/>
                                    <a:gd name="connsiteY27" fmla="*/ 129429 h 220825"/>
                                    <a:gd name="connsiteX28" fmla="*/ 156195 w 492021"/>
                                    <a:gd name="connsiteY28" fmla="*/ 126096 h 220825"/>
                                    <a:gd name="connsiteX29" fmla="*/ 201225 w 492021"/>
                                    <a:gd name="connsiteY29" fmla="*/ 105304 h 220825"/>
                                    <a:gd name="connsiteX30" fmla="*/ 310690 w 492021"/>
                                    <a:gd name="connsiteY30" fmla="*/ 76554 h 220825"/>
                                    <a:gd name="connsiteX31" fmla="*/ 380350 w 492021"/>
                                    <a:gd name="connsiteY31" fmla="*/ 81528 h 220825"/>
                                    <a:gd name="connsiteX32" fmla="*/ 335022 w 492021"/>
                                    <a:gd name="connsiteY32" fmla="*/ 96898 h 220825"/>
                                    <a:gd name="connsiteX33" fmla="*/ 305167 w 492021"/>
                                    <a:gd name="connsiteY33" fmla="*/ 117988 h 220825"/>
                                    <a:gd name="connsiteX34" fmla="*/ 276657 w 492021"/>
                                    <a:gd name="connsiteY34" fmla="*/ 139228 h 220825"/>
                                    <a:gd name="connsiteX35" fmla="*/ 261730 w 492021"/>
                                    <a:gd name="connsiteY35" fmla="*/ 155693 h 220825"/>
                                    <a:gd name="connsiteX36" fmla="*/ 240085 w 492021"/>
                                    <a:gd name="connsiteY36" fmla="*/ 218118 h 220825"/>
                                    <a:gd name="connsiteX37" fmla="*/ 243270 w 492021"/>
                                    <a:gd name="connsiteY37" fmla="*/ 220307 h 220825"/>
                                    <a:gd name="connsiteX38" fmla="*/ 294171 w 492021"/>
                                    <a:gd name="connsiteY38" fmla="*/ 178126 h 220825"/>
                                    <a:gd name="connsiteX39" fmla="*/ 315666 w 492021"/>
                                    <a:gd name="connsiteY39" fmla="*/ 116446 h 220825"/>
                                    <a:gd name="connsiteX40" fmla="*/ 371095 w 492021"/>
                                    <a:gd name="connsiteY40" fmla="*/ 88541 h 220825"/>
                                    <a:gd name="connsiteX41" fmla="*/ 420852 w 492021"/>
                                    <a:gd name="connsiteY41" fmla="*/ 81776 h 220825"/>
                                    <a:gd name="connsiteX42" fmla="*/ 471356 w 492021"/>
                                    <a:gd name="connsiteY42" fmla="*/ 67202 h 2208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2021" h="220825">
                                      <a:moveTo>
                                        <a:pt x="471356" y="67202"/>
                                      </a:moveTo>
                                      <a:cubicBezTo>
                                        <a:pt x="475341" y="64854"/>
                                        <a:pt x="479063" y="62089"/>
                                        <a:pt x="482451" y="58945"/>
                                      </a:cubicBezTo>
                                      <a:cubicBezTo>
                                        <a:pt x="484392" y="57154"/>
                                        <a:pt x="486432" y="55513"/>
                                        <a:pt x="488373" y="53722"/>
                                      </a:cubicBezTo>
                                      <a:cubicBezTo>
                                        <a:pt x="490313" y="51931"/>
                                        <a:pt x="494493" y="48748"/>
                                        <a:pt x="490015" y="48002"/>
                                      </a:cubicBezTo>
                                      <a:cubicBezTo>
                                        <a:pt x="485536" y="47256"/>
                                        <a:pt x="482103" y="50588"/>
                                        <a:pt x="478272" y="51931"/>
                                      </a:cubicBezTo>
                                      <a:cubicBezTo>
                                        <a:pt x="473908" y="53598"/>
                                        <a:pt x="469724" y="55697"/>
                                        <a:pt x="465783" y="58199"/>
                                      </a:cubicBezTo>
                                      <a:cubicBezTo>
                                        <a:pt x="461449" y="60661"/>
                                        <a:pt x="456961" y="62835"/>
                                        <a:pt x="452349" y="64715"/>
                                      </a:cubicBezTo>
                                      <a:cubicBezTo>
                                        <a:pt x="443103" y="68600"/>
                                        <a:pt x="433434" y="71390"/>
                                        <a:pt x="423539" y="73022"/>
                                      </a:cubicBezTo>
                                      <a:cubicBezTo>
                                        <a:pt x="417744" y="74002"/>
                                        <a:pt x="411896" y="74634"/>
                                        <a:pt x="406025" y="74912"/>
                                      </a:cubicBezTo>
                                      <a:cubicBezTo>
                                        <a:pt x="371543" y="76554"/>
                                        <a:pt x="337062" y="69938"/>
                                        <a:pt x="302530" y="69938"/>
                                      </a:cubicBezTo>
                                      <a:cubicBezTo>
                                        <a:pt x="296360" y="69938"/>
                                        <a:pt x="290191" y="70435"/>
                                        <a:pt x="284071" y="71132"/>
                                      </a:cubicBezTo>
                                      <a:cubicBezTo>
                                        <a:pt x="268596" y="71878"/>
                                        <a:pt x="253719" y="75857"/>
                                        <a:pt x="238045" y="72972"/>
                                      </a:cubicBezTo>
                                      <a:cubicBezTo>
                                        <a:pt x="227705" y="70734"/>
                                        <a:pt x="217505" y="67894"/>
                                        <a:pt x="207495" y="64466"/>
                                      </a:cubicBezTo>
                                      <a:cubicBezTo>
                                        <a:pt x="192534" y="45933"/>
                                        <a:pt x="175729" y="28966"/>
                                        <a:pt x="157340" y="13829"/>
                                      </a:cubicBezTo>
                                      <a:cubicBezTo>
                                        <a:pt x="134203" y="-3680"/>
                                        <a:pt x="75639" y="399"/>
                                        <a:pt x="75639" y="399"/>
                                      </a:cubicBezTo>
                                      <a:cubicBezTo>
                                        <a:pt x="73201" y="399"/>
                                        <a:pt x="72603" y="2090"/>
                                        <a:pt x="74345" y="3831"/>
                                      </a:cubicBezTo>
                                      <a:cubicBezTo>
                                        <a:pt x="74345" y="3831"/>
                                        <a:pt x="114151" y="43625"/>
                                        <a:pt x="130968" y="54568"/>
                                      </a:cubicBezTo>
                                      <a:cubicBezTo>
                                        <a:pt x="154205" y="69490"/>
                                        <a:pt x="196100" y="68595"/>
                                        <a:pt x="204410" y="68247"/>
                                      </a:cubicBezTo>
                                      <a:cubicBezTo>
                                        <a:pt x="214648" y="72987"/>
                                        <a:pt x="225310" y="76748"/>
                                        <a:pt x="236254" y="79488"/>
                                      </a:cubicBezTo>
                                      <a:cubicBezTo>
                                        <a:pt x="238137" y="79966"/>
                                        <a:pt x="240049" y="80334"/>
                                        <a:pt x="241976" y="80583"/>
                                      </a:cubicBezTo>
                                      <a:cubicBezTo>
                                        <a:pt x="231776" y="83990"/>
                                        <a:pt x="221805" y="88044"/>
                                        <a:pt x="212122" y="92720"/>
                                      </a:cubicBezTo>
                                      <a:cubicBezTo>
                                        <a:pt x="197593" y="99683"/>
                                        <a:pt x="183362" y="107642"/>
                                        <a:pt x="168883" y="114656"/>
                                      </a:cubicBezTo>
                                      <a:cubicBezTo>
                                        <a:pt x="160817" y="118784"/>
                                        <a:pt x="152509" y="122420"/>
                                        <a:pt x="144005" y="125549"/>
                                      </a:cubicBezTo>
                                      <a:cubicBezTo>
                                        <a:pt x="139676" y="124554"/>
                                        <a:pt x="96885" y="114904"/>
                                        <a:pt x="68424" y="121122"/>
                                      </a:cubicBezTo>
                                      <a:cubicBezTo>
                                        <a:pt x="38570" y="127638"/>
                                        <a:pt x="1202" y="156787"/>
                                        <a:pt x="1202" y="156787"/>
                                      </a:cubicBezTo>
                                      <a:cubicBezTo>
                                        <a:pt x="-689" y="158279"/>
                                        <a:pt x="-340" y="160020"/>
                                        <a:pt x="2048" y="160567"/>
                                      </a:cubicBezTo>
                                      <a:cubicBezTo>
                                        <a:pt x="2048" y="160567"/>
                                        <a:pt x="48024" y="171610"/>
                                        <a:pt x="78027" y="165094"/>
                                      </a:cubicBezTo>
                                      <a:cubicBezTo>
                                        <a:pt x="108030" y="158578"/>
                                        <a:pt x="143656" y="130623"/>
                                        <a:pt x="145149" y="129429"/>
                                      </a:cubicBezTo>
                                      <a:cubicBezTo>
                                        <a:pt x="148931" y="128434"/>
                                        <a:pt x="152662" y="127290"/>
                                        <a:pt x="156195" y="126096"/>
                                      </a:cubicBezTo>
                                      <a:cubicBezTo>
                                        <a:pt x="171754" y="120421"/>
                                        <a:pt x="186815" y="113467"/>
                                        <a:pt x="201225" y="105304"/>
                                      </a:cubicBezTo>
                                      <a:cubicBezTo>
                                        <a:pt x="235806" y="86950"/>
                                        <a:pt x="271233" y="76106"/>
                                        <a:pt x="310690" y="76554"/>
                                      </a:cubicBezTo>
                                      <a:cubicBezTo>
                                        <a:pt x="333778" y="76554"/>
                                        <a:pt x="356964" y="80334"/>
                                        <a:pt x="380350" y="81528"/>
                                      </a:cubicBezTo>
                                      <a:cubicBezTo>
                                        <a:pt x="364287" y="83224"/>
                                        <a:pt x="348803" y="88477"/>
                                        <a:pt x="335022" y="96898"/>
                                      </a:cubicBezTo>
                                      <a:cubicBezTo>
                                        <a:pt x="324672" y="103165"/>
                                        <a:pt x="315567" y="111472"/>
                                        <a:pt x="305167" y="117988"/>
                                      </a:cubicBezTo>
                                      <a:cubicBezTo>
                                        <a:pt x="295086" y="124256"/>
                                        <a:pt x="285549" y="131364"/>
                                        <a:pt x="276657" y="139228"/>
                                      </a:cubicBezTo>
                                      <a:cubicBezTo>
                                        <a:pt x="271062" y="144123"/>
                                        <a:pt x="266053" y="149649"/>
                                        <a:pt x="261730" y="155693"/>
                                      </a:cubicBezTo>
                                      <a:cubicBezTo>
                                        <a:pt x="246454" y="177778"/>
                                        <a:pt x="240085" y="218118"/>
                                        <a:pt x="240085" y="218118"/>
                                      </a:cubicBezTo>
                                      <a:cubicBezTo>
                                        <a:pt x="239737" y="220506"/>
                                        <a:pt x="241130" y="221501"/>
                                        <a:pt x="243270" y="220307"/>
                                      </a:cubicBezTo>
                                      <a:cubicBezTo>
                                        <a:pt x="243270" y="220307"/>
                                        <a:pt x="278846" y="200410"/>
                                        <a:pt x="294171" y="178126"/>
                                      </a:cubicBezTo>
                                      <a:cubicBezTo>
                                        <a:pt x="308252" y="157782"/>
                                        <a:pt x="314771" y="121868"/>
                                        <a:pt x="315666" y="116446"/>
                                      </a:cubicBezTo>
                                      <a:cubicBezTo>
                                        <a:pt x="332384" y="103862"/>
                                        <a:pt x="350148" y="92272"/>
                                        <a:pt x="371095" y="88541"/>
                                      </a:cubicBezTo>
                                      <a:cubicBezTo>
                                        <a:pt x="387664" y="85557"/>
                                        <a:pt x="404532" y="84413"/>
                                        <a:pt x="420852" y="81776"/>
                                      </a:cubicBezTo>
                                      <a:cubicBezTo>
                                        <a:pt x="437173" y="79140"/>
                                        <a:pt x="456279" y="76205"/>
                                        <a:pt x="471356" y="672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Freeform: Shape 77"/>
                              <wps:cNvSpPr/>
                              <wps:spPr>
                                <a:xfrm>
                                  <a:off x="23511" y="284278"/>
                                  <a:ext cx="1197983" cy="592120"/>
                                </a:xfrm>
                                <a:custGeom>
                                  <a:avLst/>
                                  <a:gdLst>
                                    <a:gd name="connsiteX0" fmla="*/ 636056 w 1197983"/>
                                    <a:gd name="connsiteY0" fmla="*/ 475512 h 592120"/>
                                    <a:gd name="connsiteX1" fmla="*/ 769753 w 1197983"/>
                                    <a:gd name="connsiteY1" fmla="*/ 482675 h 592120"/>
                                    <a:gd name="connsiteX2" fmla="*/ 870610 w 1197983"/>
                                    <a:gd name="connsiteY2" fmla="*/ 523563 h 592120"/>
                                    <a:gd name="connsiteX3" fmla="*/ 981121 w 1197983"/>
                                    <a:gd name="connsiteY3" fmla="*/ 549428 h 592120"/>
                                    <a:gd name="connsiteX4" fmla="*/ 1010975 w 1197983"/>
                                    <a:gd name="connsiteY4" fmla="*/ 545797 h 592120"/>
                                    <a:gd name="connsiteX5" fmla="*/ 1027643 w 1197983"/>
                                    <a:gd name="connsiteY5" fmla="*/ 542365 h 592120"/>
                                    <a:gd name="connsiteX6" fmla="*/ 1036799 w 1197983"/>
                                    <a:gd name="connsiteY6" fmla="*/ 533461 h 592120"/>
                                    <a:gd name="connsiteX7" fmla="*/ 1010676 w 1197983"/>
                                    <a:gd name="connsiteY7" fmla="*/ 528487 h 592120"/>
                                    <a:gd name="connsiteX8" fmla="*/ 980474 w 1197983"/>
                                    <a:gd name="connsiteY8" fmla="*/ 526846 h 592120"/>
                                    <a:gd name="connsiteX9" fmla="*/ 948381 w 1197983"/>
                                    <a:gd name="connsiteY9" fmla="*/ 524657 h 592120"/>
                                    <a:gd name="connsiteX10" fmla="*/ 885538 w 1197983"/>
                                    <a:gd name="connsiteY10" fmla="*/ 509287 h 592120"/>
                                    <a:gd name="connsiteX11" fmla="*/ 850708 w 1197983"/>
                                    <a:gd name="connsiteY11" fmla="*/ 494116 h 592120"/>
                                    <a:gd name="connsiteX12" fmla="*/ 686510 w 1197983"/>
                                    <a:gd name="connsiteY12" fmla="*/ 388962 h 592120"/>
                                    <a:gd name="connsiteX13" fmla="*/ 772539 w 1197983"/>
                                    <a:gd name="connsiteY13" fmla="*/ 385331 h 592120"/>
                                    <a:gd name="connsiteX14" fmla="*/ 843742 w 1197983"/>
                                    <a:gd name="connsiteY14" fmla="*/ 447159 h 592120"/>
                                    <a:gd name="connsiteX15" fmla="*/ 937683 w 1197983"/>
                                    <a:gd name="connsiteY15" fmla="*/ 463524 h 592120"/>
                                    <a:gd name="connsiteX16" fmla="*/ 940071 w 1197983"/>
                                    <a:gd name="connsiteY16" fmla="*/ 458550 h 592120"/>
                                    <a:gd name="connsiteX17" fmla="*/ 868222 w 1197983"/>
                                    <a:gd name="connsiteY17" fmla="*/ 395876 h 592120"/>
                                    <a:gd name="connsiteX18" fmla="*/ 837671 w 1197983"/>
                                    <a:gd name="connsiteY18" fmla="*/ 385927 h 592120"/>
                                    <a:gd name="connsiteX19" fmla="*/ 786720 w 1197983"/>
                                    <a:gd name="connsiteY19" fmla="*/ 379759 h 592120"/>
                                    <a:gd name="connsiteX20" fmla="*/ 734326 w 1197983"/>
                                    <a:gd name="connsiteY20" fmla="*/ 374785 h 592120"/>
                                    <a:gd name="connsiteX21" fmla="*/ 690142 w 1197983"/>
                                    <a:gd name="connsiteY21" fmla="*/ 379759 h 592120"/>
                                    <a:gd name="connsiteX22" fmla="*/ 677603 w 1197983"/>
                                    <a:gd name="connsiteY22" fmla="*/ 383639 h 592120"/>
                                    <a:gd name="connsiteX23" fmla="*/ 675165 w 1197983"/>
                                    <a:gd name="connsiteY23" fmla="*/ 382197 h 592120"/>
                                    <a:gd name="connsiteX24" fmla="*/ 749801 w 1197983"/>
                                    <a:gd name="connsiteY24" fmla="*/ 331709 h 592120"/>
                                    <a:gd name="connsiteX25" fmla="*/ 907431 w 1197983"/>
                                    <a:gd name="connsiteY25" fmla="*/ 289329 h 592120"/>
                                    <a:gd name="connsiteX26" fmla="*/ 978832 w 1197983"/>
                                    <a:gd name="connsiteY26" fmla="*/ 283012 h 592120"/>
                                    <a:gd name="connsiteX27" fmla="*/ 995102 w 1197983"/>
                                    <a:gd name="connsiteY27" fmla="*/ 279281 h 592120"/>
                                    <a:gd name="connsiteX28" fmla="*/ 1104568 w 1197983"/>
                                    <a:gd name="connsiteY28" fmla="*/ 275799 h 592120"/>
                                    <a:gd name="connsiteX29" fmla="*/ 1196469 w 1197983"/>
                                    <a:gd name="connsiteY29" fmla="*/ 215711 h 592120"/>
                                    <a:gd name="connsiteX30" fmla="*/ 1194777 w 1197983"/>
                                    <a:gd name="connsiteY30" fmla="*/ 210389 h 592120"/>
                                    <a:gd name="connsiteX31" fmla="*/ 1085312 w 1197983"/>
                                    <a:gd name="connsiteY31" fmla="*/ 213871 h 592120"/>
                                    <a:gd name="connsiteX32" fmla="*/ 993809 w 1197983"/>
                                    <a:gd name="connsiteY32" fmla="*/ 273561 h 592120"/>
                                    <a:gd name="connsiteX33" fmla="*/ 954849 w 1197983"/>
                                    <a:gd name="connsiteY33" fmla="*/ 277739 h 592120"/>
                                    <a:gd name="connsiteX34" fmla="*/ 885189 w 1197983"/>
                                    <a:gd name="connsiteY34" fmla="*/ 281221 h 592120"/>
                                    <a:gd name="connsiteX35" fmla="*/ 839164 w 1197983"/>
                                    <a:gd name="connsiteY35" fmla="*/ 287439 h 592120"/>
                                    <a:gd name="connsiteX36" fmla="*/ 845533 w 1197983"/>
                                    <a:gd name="connsiteY36" fmla="*/ 281967 h 592120"/>
                                    <a:gd name="connsiteX37" fmla="*/ 877377 w 1197983"/>
                                    <a:gd name="connsiteY37" fmla="*/ 245059 h 592120"/>
                                    <a:gd name="connsiteX38" fmla="*/ 959526 w 1197983"/>
                                    <a:gd name="connsiteY38" fmla="*/ 175421 h 592120"/>
                                    <a:gd name="connsiteX39" fmla="*/ 994356 w 1197983"/>
                                    <a:gd name="connsiteY39" fmla="*/ 71311 h 592120"/>
                                    <a:gd name="connsiteX40" fmla="*/ 990226 w 1197983"/>
                                    <a:gd name="connsiteY40" fmla="*/ 67929 h 592120"/>
                                    <a:gd name="connsiteX41" fmla="*/ 897579 w 1197983"/>
                                    <a:gd name="connsiteY41" fmla="*/ 143337 h 592120"/>
                                    <a:gd name="connsiteX42" fmla="*/ 871008 w 1197983"/>
                                    <a:gd name="connsiteY42" fmla="*/ 242821 h 592120"/>
                                    <a:gd name="connsiteX43" fmla="*/ 838865 w 1197983"/>
                                    <a:gd name="connsiteY43" fmla="*/ 275352 h 592120"/>
                                    <a:gd name="connsiteX44" fmla="*/ 779904 w 1197983"/>
                                    <a:gd name="connsiteY44" fmla="*/ 306042 h 592120"/>
                                    <a:gd name="connsiteX45" fmla="*/ 755921 w 1197983"/>
                                    <a:gd name="connsiteY45" fmla="*/ 317781 h 592120"/>
                                    <a:gd name="connsiteX46" fmla="*/ 665910 w 1197983"/>
                                    <a:gd name="connsiteY46" fmla="*/ 376626 h 592120"/>
                                    <a:gd name="connsiteX47" fmla="*/ 662477 w 1197983"/>
                                    <a:gd name="connsiteY47" fmla="*/ 374686 h 592120"/>
                                    <a:gd name="connsiteX48" fmla="*/ 626602 w 1197983"/>
                                    <a:gd name="connsiteY48" fmla="*/ 357177 h 592120"/>
                                    <a:gd name="connsiteX49" fmla="*/ 538533 w 1197983"/>
                                    <a:gd name="connsiteY49" fmla="*/ 311265 h 592120"/>
                                    <a:gd name="connsiteX50" fmla="*/ 490467 w 1197983"/>
                                    <a:gd name="connsiteY50" fmla="*/ 262618 h 592120"/>
                                    <a:gd name="connsiteX51" fmla="*/ 450662 w 1197983"/>
                                    <a:gd name="connsiteY51" fmla="*/ 114089 h 592120"/>
                                    <a:gd name="connsiteX52" fmla="*/ 311541 w 1197983"/>
                                    <a:gd name="connsiteY52" fmla="*/ 877 h 592120"/>
                                    <a:gd name="connsiteX53" fmla="*/ 305421 w 1197983"/>
                                    <a:gd name="connsiteY53" fmla="*/ 5851 h 592120"/>
                                    <a:gd name="connsiteX54" fmla="*/ 357069 w 1197983"/>
                                    <a:gd name="connsiteY54" fmla="*/ 161493 h 592120"/>
                                    <a:gd name="connsiteX55" fmla="*/ 479919 w 1197983"/>
                                    <a:gd name="connsiteY55" fmla="*/ 265951 h 592120"/>
                                    <a:gd name="connsiteX56" fmla="*/ 527487 w 1197983"/>
                                    <a:gd name="connsiteY56" fmla="*/ 321114 h 592120"/>
                                    <a:gd name="connsiteX57" fmla="*/ 537040 w 1197983"/>
                                    <a:gd name="connsiteY57" fmla="*/ 329321 h 592120"/>
                                    <a:gd name="connsiteX58" fmla="*/ 468276 w 1197983"/>
                                    <a:gd name="connsiteY58" fmla="*/ 320069 h 592120"/>
                                    <a:gd name="connsiteX59" fmla="*/ 363786 w 1197983"/>
                                    <a:gd name="connsiteY59" fmla="*/ 314847 h 592120"/>
                                    <a:gd name="connsiteX60" fmla="*/ 305571 w 1197983"/>
                                    <a:gd name="connsiteY60" fmla="*/ 308579 h 592120"/>
                                    <a:gd name="connsiteX61" fmla="*/ 168888 w 1197983"/>
                                    <a:gd name="connsiteY61" fmla="*/ 219293 h 592120"/>
                                    <a:gd name="connsiteX62" fmla="*/ 4690 w 1197983"/>
                                    <a:gd name="connsiteY62" fmla="*/ 214319 h 592120"/>
                                    <a:gd name="connsiteX63" fmla="*/ 2202 w 1197983"/>
                                    <a:gd name="connsiteY63" fmla="*/ 222228 h 592120"/>
                                    <a:gd name="connsiteX64" fmla="*/ 139581 w 1197983"/>
                                    <a:gd name="connsiteY64" fmla="*/ 312061 h 592120"/>
                                    <a:gd name="connsiteX65" fmla="*/ 303481 w 1197983"/>
                                    <a:gd name="connsiteY65" fmla="*/ 317035 h 592120"/>
                                    <a:gd name="connsiteX66" fmla="*/ 327762 w 1197983"/>
                                    <a:gd name="connsiteY66" fmla="*/ 322557 h 592120"/>
                                    <a:gd name="connsiteX67" fmla="*/ 434391 w 1197983"/>
                                    <a:gd name="connsiteY67" fmla="*/ 331858 h 592120"/>
                                    <a:gd name="connsiteX68" fmla="*/ 651182 w 1197983"/>
                                    <a:gd name="connsiteY68" fmla="*/ 384833 h 592120"/>
                                    <a:gd name="connsiteX69" fmla="*/ 629090 w 1197983"/>
                                    <a:gd name="connsiteY69" fmla="*/ 397269 h 592120"/>
                                    <a:gd name="connsiteX70" fmla="*/ 605804 w 1197983"/>
                                    <a:gd name="connsiteY70" fmla="*/ 407217 h 592120"/>
                                    <a:gd name="connsiteX71" fmla="*/ 563759 w 1197983"/>
                                    <a:gd name="connsiteY71" fmla="*/ 417513 h 592120"/>
                                    <a:gd name="connsiteX72" fmla="*/ 542314 w 1197983"/>
                                    <a:gd name="connsiteY72" fmla="*/ 418956 h 592120"/>
                                    <a:gd name="connsiteX73" fmla="*/ 522113 w 1197983"/>
                                    <a:gd name="connsiteY73" fmla="*/ 420050 h 592120"/>
                                    <a:gd name="connsiteX74" fmla="*/ 504648 w 1197983"/>
                                    <a:gd name="connsiteY74" fmla="*/ 423532 h 592120"/>
                                    <a:gd name="connsiteX75" fmla="*/ 510768 w 1197983"/>
                                    <a:gd name="connsiteY75" fmla="*/ 429501 h 592120"/>
                                    <a:gd name="connsiteX76" fmla="*/ 521914 w 1197983"/>
                                    <a:gd name="connsiteY76" fmla="*/ 431839 h 592120"/>
                                    <a:gd name="connsiteX77" fmla="*/ 541817 w 1197983"/>
                                    <a:gd name="connsiteY77" fmla="*/ 434227 h 592120"/>
                                    <a:gd name="connsiteX78" fmla="*/ 615755 w 1197983"/>
                                    <a:gd name="connsiteY78" fmla="*/ 416966 h 592120"/>
                                    <a:gd name="connsiteX79" fmla="*/ 669642 w 1197983"/>
                                    <a:gd name="connsiteY79" fmla="*/ 394781 h 592120"/>
                                    <a:gd name="connsiteX80" fmla="*/ 670090 w 1197983"/>
                                    <a:gd name="connsiteY80" fmla="*/ 394781 h 592120"/>
                                    <a:gd name="connsiteX81" fmla="*/ 794482 w 1197983"/>
                                    <a:gd name="connsiteY81" fmla="*/ 478994 h 592120"/>
                                    <a:gd name="connsiteX82" fmla="*/ 693177 w 1197983"/>
                                    <a:gd name="connsiteY82" fmla="*/ 459097 h 592120"/>
                                    <a:gd name="connsiteX83" fmla="*/ 614860 w 1197983"/>
                                    <a:gd name="connsiteY83" fmla="*/ 466658 h 592120"/>
                                    <a:gd name="connsiteX84" fmla="*/ 538682 w 1197983"/>
                                    <a:gd name="connsiteY84" fmla="*/ 475960 h 592120"/>
                                    <a:gd name="connsiteX85" fmla="*/ 492955 w 1197983"/>
                                    <a:gd name="connsiteY85" fmla="*/ 490882 h 592120"/>
                                    <a:gd name="connsiteX86" fmla="*/ 385530 w 1197983"/>
                                    <a:gd name="connsiteY86" fmla="*/ 584596 h 592120"/>
                                    <a:gd name="connsiteX87" fmla="*/ 389112 w 1197983"/>
                                    <a:gd name="connsiteY87" fmla="*/ 592107 h 592120"/>
                                    <a:gd name="connsiteX88" fmla="*/ 529576 w 1197983"/>
                                    <a:gd name="connsiteY88" fmla="*/ 567634 h 592120"/>
                                    <a:gd name="connsiteX89" fmla="*/ 636056 w 1197983"/>
                                    <a:gd name="connsiteY89" fmla="*/ 475512 h 5921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</a:cxnLst>
                                  <a:rect l="l" t="t" r="r" b="b"/>
                                  <a:pathLst>
                                    <a:path w="1197983" h="592120">
                                      <a:moveTo>
                                        <a:pt x="636056" y="475512"/>
                                      </a:moveTo>
                                      <a:cubicBezTo>
                                        <a:pt x="680837" y="469941"/>
                                        <a:pt x="726415" y="467255"/>
                                        <a:pt x="769753" y="482675"/>
                                      </a:cubicBezTo>
                                      <a:cubicBezTo>
                                        <a:pt x="803936" y="494812"/>
                                        <a:pt x="836676" y="510729"/>
                                        <a:pt x="870610" y="523563"/>
                                      </a:cubicBezTo>
                                      <a:cubicBezTo>
                                        <a:pt x="905440" y="536694"/>
                                        <a:pt x="943405" y="549876"/>
                                        <a:pt x="981121" y="549428"/>
                                      </a:cubicBezTo>
                                      <a:cubicBezTo>
                                        <a:pt x="991171" y="549274"/>
                                        <a:pt x="1001178" y="548060"/>
                                        <a:pt x="1010975" y="545797"/>
                                      </a:cubicBezTo>
                                      <a:cubicBezTo>
                                        <a:pt x="1016498" y="544554"/>
                                        <a:pt x="1022120" y="543658"/>
                                        <a:pt x="1027643" y="542365"/>
                                      </a:cubicBezTo>
                                      <a:cubicBezTo>
                                        <a:pt x="1031922" y="541320"/>
                                        <a:pt x="1044511" y="539430"/>
                                        <a:pt x="1036799" y="533461"/>
                                      </a:cubicBezTo>
                                      <a:cubicBezTo>
                                        <a:pt x="1029086" y="527492"/>
                                        <a:pt x="1019234" y="529830"/>
                                        <a:pt x="1010676" y="528487"/>
                                      </a:cubicBezTo>
                                      <a:cubicBezTo>
                                        <a:pt x="1000695" y="526895"/>
                                        <a:pt x="990569" y="526343"/>
                                        <a:pt x="980474" y="526846"/>
                                      </a:cubicBezTo>
                                      <a:cubicBezTo>
                                        <a:pt x="969741" y="526786"/>
                                        <a:pt x="959024" y="526055"/>
                                        <a:pt x="948381" y="524657"/>
                                      </a:cubicBezTo>
                                      <a:cubicBezTo>
                                        <a:pt x="926900" y="522011"/>
                                        <a:pt x="905809" y="516852"/>
                                        <a:pt x="885538" y="509287"/>
                                      </a:cubicBezTo>
                                      <a:cubicBezTo>
                                        <a:pt x="873616" y="504974"/>
                                        <a:pt x="861983" y="499906"/>
                                        <a:pt x="850708" y="494116"/>
                                      </a:cubicBezTo>
                                      <a:cubicBezTo>
                                        <a:pt x="792890" y="464619"/>
                                        <a:pt x="741989" y="423035"/>
                                        <a:pt x="686510" y="388962"/>
                                      </a:cubicBezTo>
                                      <a:cubicBezTo>
                                        <a:pt x="714473" y="379958"/>
                                        <a:pt x="743780" y="381699"/>
                                        <a:pt x="772539" y="385331"/>
                                      </a:cubicBezTo>
                                      <a:cubicBezTo>
                                        <a:pt x="777515" y="391499"/>
                                        <a:pt x="811449" y="431789"/>
                                        <a:pt x="843742" y="447159"/>
                                      </a:cubicBezTo>
                                      <a:cubicBezTo>
                                        <a:pt x="878572" y="463823"/>
                                        <a:pt x="937683" y="463524"/>
                                        <a:pt x="937683" y="463524"/>
                                      </a:cubicBezTo>
                                      <a:cubicBezTo>
                                        <a:pt x="941216" y="463524"/>
                                        <a:pt x="942310" y="461236"/>
                                        <a:pt x="940071" y="458550"/>
                                      </a:cubicBezTo>
                                      <a:cubicBezTo>
                                        <a:pt x="940071" y="458550"/>
                                        <a:pt x="903201" y="412539"/>
                                        <a:pt x="868222" y="395876"/>
                                      </a:cubicBezTo>
                                      <a:cubicBezTo>
                                        <a:pt x="858455" y="391394"/>
                                        <a:pt x="848205" y="388056"/>
                                        <a:pt x="837671" y="385927"/>
                                      </a:cubicBezTo>
                                      <a:cubicBezTo>
                                        <a:pt x="820888" y="382455"/>
                                        <a:pt x="803847" y="380396"/>
                                        <a:pt x="786720" y="379759"/>
                                      </a:cubicBezTo>
                                      <a:cubicBezTo>
                                        <a:pt x="769156" y="378964"/>
                                        <a:pt x="751890" y="375084"/>
                                        <a:pt x="734326" y="374785"/>
                                      </a:cubicBezTo>
                                      <a:cubicBezTo>
                                        <a:pt x="719439" y="374422"/>
                                        <a:pt x="704576" y="376094"/>
                                        <a:pt x="690142" y="379759"/>
                                      </a:cubicBezTo>
                                      <a:cubicBezTo>
                                        <a:pt x="685928" y="380854"/>
                                        <a:pt x="681748" y="382147"/>
                                        <a:pt x="677603" y="383639"/>
                                      </a:cubicBezTo>
                                      <a:lnTo>
                                        <a:pt x="675165" y="382197"/>
                                      </a:lnTo>
                                      <a:cubicBezTo>
                                        <a:pt x="700044" y="365235"/>
                                        <a:pt x="723977" y="346831"/>
                                        <a:pt x="749801" y="331709"/>
                                      </a:cubicBezTo>
                                      <a:cubicBezTo>
                                        <a:pt x="798861" y="302859"/>
                                        <a:pt x="850956" y="291070"/>
                                        <a:pt x="907431" y="289329"/>
                                      </a:cubicBezTo>
                                      <a:cubicBezTo>
                                        <a:pt x="931364" y="289200"/>
                                        <a:pt x="955247" y="287086"/>
                                        <a:pt x="978832" y="283012"/>
                                      </a:cubicBezTo>
                                      <a:cubicBezTo>
                                        <a:pt x="984156" y="281918"/>
                                        <a:pt x="989629" y="280674"/>
                                        <a:pt x="995102" y="279281"/>
                                      </a:cubicBezTo>
                                      <a:cubicBezTo>
                                        <a:pt x="997789" y="279679"/>
                                        <a:pt x="1063369" y="288832"/>
                                        <a:pt x="1104568" y="275799"/>
                                      </a:cubicBezTo>
                                      <a:cubicBezTo>
                                        <a:pt x="1146811" y="262469"/>
                                        <a:pt x="1196469" y="215711"/>
                                        <a:pt x="1196469" y="215711"/>
                                      </a:cubicBezTo>
                                      <a:cubicBezTo>
                                        <a:pt x="1199006" y="213274"/>
                                        <a:pt x="1198260" y="210737"/>
                                        <a:pt x="1194777" y="210389"/>
                                      </a:cubicBezTo>
                                      <a:cubicBezTo>
                                        <a:pt x="1194777" y="210389"/>
                                        <a:pt x="1127257" y="200441"/>
                                        <a:pt x="1085312" y="213871"/>
                                      </a:cubicBezTo>
                                      <a:cubicBezTo>
                                        <a:pt x="1045208" y="226456"/>
                                        <a:pt x="998536" y="269184"/>
                                        <a:pt x="993809" y="273561"/>
                                      </a:cubicBezTo>
                                      <a:cubicBezTo>
                                        <a:pt x="980917" y="275710"/>
                                        <a:pt x="967905" y="277108"/>
                                        <a:pt x="954849" y="277739"/>
                                      </a:cubicBezTo>
                                      <a:cubicBezTo>
                                        <a:pt x="931563" y="279132"/>
                                        <a:pt x="908177" y="279580"/>
                                        <a:pt x="885189" y="281221"/>
                                      </a:cubicBezTo>
                                      <a:cubicBezTo>
                                        <a:pt x="869735" y="282335"/>
                                        <a:pt x="854360" y="284415"/>
                                        <a:pt x="839164" y="287439"/>
                                      </a:cubicBezTo>
                                      <a:cubicBezTo>
                                        <a:pt x="841353" y="285698"/>
                                        <a:pt x="843493" y="283907"/>
                                        <a:pt x="845533" y="281967"/>
                                      </a:cubicBezTo>
                                      <a:cubicBezTo>
                                        <a:pt x="857271" y="270676"/>
                                        <a:pt x="867929" y="258320"/>
                                        <a:pt x="877377" y="245059"/>
                                      </a:cubicBezTo>
                                      <a:cubicBezTo>
                                        <a:pt x="888025" y="239488"/>
                                        <a:pt x="941066" y="210240"/>
                                        <a:pt x="959526" y="175421"/>
                                      </a:cubicBezTo>
                                      <a:cubicBezTo>
                                        <a:pt x="972911" y="149903"/>
                                        <a:pt x="994356" y="71311"/>
                                        <a:pt x="994356" y="71311"/>
                                      </a:cubicBezTo>
                                      <a:cubicBezTo>
                                        <a:pt x="995252" y="67929"/>
                                        <a:pt x="993411" y="66337"/>
                                        <a:pt x="990226" y="67929"/>
                                      </a:cubicBezTo>
                                      <a:cubicBezTo>
                                        <a:pt x="990226" y="67929"/>
                                        <a:pt x="913949" y="104788"/>
                                        <a:pt x="897579" y="143337"/>
                                      </a:cubicBezTo>
                                      <a:cubicBezTo>
                                        <a:pt x="880413" y="183678"/>
                                        <a:pt x="871158" y="241577"/>
                                        <a:pt x="871008" y="242821"/>
                                      </a:cubicBezTo>
                                      <a:cubicBezTo>
                                        <a:pt x="860943" y="254286"/>
                                        <a:pt x="850210" y="265150"/>
                                        <a:pt x="838865" y="275352"/>
                                      </a:cubicBezTo>
                                      <a:cubicBezTo>
                                        <a:pt x="821301" y="290274"/>
                                        <a:pt x="799856" y="295895"/>
                                        <a:pt x="779904" y="306042"/>
                                      </a:cubicBezTo>
                                      <a:cubicBezTo>
                                        <a:pt x="771793" y="309574"/>
                                        <a:pt x="763782" y="313454"/>
                                        <a:pt x="755921" y="317781"/>
                                      </a:cubicBezTo>
                                      <a:cubicBezTo>
                                        <a:pt x="724624" y="335141"/>
                                        <a:pt x="696212" y="357177"/>
                                        <a:pt x="665910" y="376626"/>
                                      </a:cubicBezTo>
                                      <a:lnTo>
                                        <a:pt x="662477" y="374686"/>
                                      </a:lnTo>
                                      <a:cubicBezTo>
                                        <a:pt x="650819" y="368254"/>
                                        <a:pt x="638848" y="362410"/>
                                        <a:pt x="626602" y="357177"/>
                                      </a:cubicBezTo>
                                      <a:cubicBezTo>
                                        <a:pt x="596748" y="341956"/>
                                        <a:pt x="564754" y="333500"/>
                                        <a:pt x="538533" y="311265"/>
                                      </a:cubicBezTo>
                                      <a:cubicBezTo>
                                        <a:pt x="521575" y="296004"/>
                                        <a:pt x="505524" y="279759"/>
                                        <a:pt x="490467" y="262618"/>
                                      </a:cubicBezTo>
                                      <a:cubicBezTo>
                                        <a:pt x="490467" y="260976"/>
                                        <a:pt x="476336" y="174476"/>
                                        <a:pt x="450662" y="114089"/>
                                      </a:cubicBezTo>
                                      <a:cubicBezTo>
                                        <a:pt x="425982" y="55991"/>
                                        <a:pt x="311541" y="877"/>
                                        <a:pt x="311541" y="877"/>
                                      </a:cubicBezTo>
                                      <a:cubicBezTo>
                                        <a:pt x="306566" y="-1411"/>
                                        <a:pt x="304078" y="877"/>
                                        <a:pt x="305421" y="5851"/>
                                      </a:cubicBezTo>
                                      <a:cubicBezTo>
                                        <a:pt x="305421" y="5851"/>
                                        <a:pt x="337067" y="123341"/>
                                        <a:pt x="357069" y="161493"/>
                                      </a:cubicBezTo>
                                      <a:cubicBezTo>
                                        <a:pt x="384684" y="214169"/>
                                        <a:pt x="464046" y="257494"/>
                                        <a:pt x="479919" y="265951"/>
                                      </a:cubicBezTo>
                                      <a:cubicBezTo>
                                        <a:pt x="494010" y="285788"/>
                                        <a:pt x="509937" y="304257"/>
                                        <a:pt x="527487" y="321114"/>
                                      </a:cubicBezTo>
                                      <a:cubicBezTo>
                                        <a:pt x="530571" y="324049"/>
                                        <a:pt x="533806" y="326735"/>
                                        <a:pt x="537040" y="329321"/>
                                      </a:cubicBezTo>
                                      <a:cubicBezTo>
                                        <a:pt x="514341" y="324765"/>
                                        <a:pt x="491373" y="321676"/>
                                        <a:pt x="468276" y="320069"/>
                                      </a:cubicBezTo>
                                      <a:cubicBezTo>
                                        <a:pt x="433446" y="317533"/>
                                        <a:pt x="398616" y="316936"/>
                                        <a:pt x="363786" y="314847"/>
                                      </a:cubicBezTo>
                                      <a:cubicBezTo>
                                        <a:pt x="344274" y="313911"/>
                                        <a:pt x="324835" y="311817"/>
                                        <a:pt x="305571" y="308579"/>
                                      </a:cubicBezTo>
                                      <a:cubicBezTo>
                                        <a:pt x="298605" y="301964"/>
                                        <a:pt x="228796" y="238244"/>
                                        <a:pt x="168888" y="219293"/>
                                      </a:cubicBezTo>
                                      <a:cubicBezTo>
                                        <a:pt x="105747" y="199396"/>
                                        <a:pt x="4690" y="214319"/>
                                        <a:pt x="4690" y="214319"/>
                                      </a:cubicBezTo>
                                      <a:cubicBezTo>
                                        <a:pt x="-285" y="215065"/>
                                        <a:pt x="-1629" y="218646"/>
                                        <a:pt x="2202" y="222228"/>
                                      </a:cubicBezTo>
                                      <a:cubicBezTo>
                                        <a:pt x="2202" y="222228"/>
                                        <a:pt x="76440" y="292164"/>
                                        <a:pt x="139581" y="312061"/>
                                      </a:cubicBezTo>
                                      <a:cubicBezTo>
                                        <a:pt x="201429" y="331560"/>
                                        <a:pt x="299450" y="317831"/>
                                        <a:pt x="303481" y="317035"/>
                                      </a:cubicBezTo>
                                      <a:cubicBezTo>
                                        <a:pt x="311691" y="319174"/>
                                        <a:pt x="319851" y="320965"/>
                                        <a:pt x="327762" y="322557"/>
                                      </a:cubicBezTo>
                                      <a:cubicBezTo>
                                        <a:pt x="362293" y="329620"/>
                                        <a:pt x="399263" y="330764"/>
                                        <a:pt x="434391" y="331858"/>
                                      </a:cubicBezTo>
                                      <a:cubicBezTo>
                                        <a:pt x="511614" y="334296"/>
                                        <a:pt x="583364" y="349318"/>
                                        <a:pt x="651182" y="384833"/>
                                      </a:cubicBezTo>
                                      <a:cubicBezTo>
                                        <a:pt x="643918" y="389210"/>
                                        <a:pt x="636604" y="393438"/>
                                        <a:pt x="629090" y="397269"/>
                                      </a:cubicBezTo>
                                      <a:cubicBezTo>
                                        <a:pt x="621557" y="401094"/>
                                        <a:pt x="613775" y="404416"/>
                                        <a:pt x="605804" y="407217"/>
                                      </a:cubicBezTo>
                                      <a:cubicBezTo>
                                        <a:pt x="592245" y="412300"/>
                                        <a:pt x="578134" y="415758"/>
                                        <a:pt x="563759" y="417513"/>
                                      </a:cubicBezTo>
                                      <a:cubicBezTo>
                                        <a:pt x="556649" y="418444"/>
                                        <a:pt x="549484" y="418921"/>
                                        <a:pt x="542314" y="418956"/>
                                      </a:cubicBezTo>
                                      <a:cubicBezTo>
                                        <a:pt x="535562" y="418623"/>
                                        <a:pt x="528790" y="418986"/>
                                        <a:pt x="522113" y="420050"/>
                                      </a:cubicBezTo>
                                      <a:cubicBezTo>
                                        <a:pt x="516391" y="421145"/>
                                        <a:pt x="509574" y="419752"/>
                                        <a:pt x="504648" y="423532"/>
                                      </a:cubicBezTo>
                                      <a:cubicBezTo>
                                        <a:pt x="499722" y="427312"/>
                                        <a:pt x="507882" y="428855"/>
                                        <a:pt x="510768" y="429501"/>
                                      </a:cubicBezTo>
                                      <a:cubicBezTo>
                                        <a:pt x="514450" y="430397"/>
                                        <a:pt x="518182" y="430993"/>
                                        <a:pt x="521914" y="431839"/>
                                      </a:cubicBezTo>
                                      <a:cubicBezTo>
                                        <a:pt x="528447" y="433331"/>
                                        <a:pt x="535119" y="434132"/>
                                        <a:pt x="541817" y="434227"/>
                                      </a:cubicBezTo>
                                      <a:cubicBezTo>
                                        <a:pt x="567043" y="434525"/>
                                        <a:pt x="592419" y="425771"/>
                                        <a:pt x="615755" y="416966"/>
                                      </a:cubicBezTo>
                                      <a:cubicBezTo>
                                        <a:pt x="633917" y="410102"/>
                                        <a:pt x="651580" y="402044"/>
                                        <a:pt x="669642" y="394781"/>
                                      </a:cubicBezTo>
                                      <a:lnTo>
                                        <a:pt x="670090" y="394781"/>
                                      </a:lnTo>
                                      <a:cubicBezTo>
                                        <a:pt x="713080" y="420050"/>
                                        <a:pt x="752686" y="451437"/>
                                        <a:pt x="794482" y="478994"/>
                                      </a:cubicBezTo>
                                      <a:cubicBezTo>
                                        <a:pt x="762633" y="464853"/>
                                        <a:pt x="728012" y="458053"/>
                                        <a:pt x="693177" y="459097"/>
                                      </a:cubicBezTo>
                                      <a:cubicBezTo>
                                        <a:pt x="667005" y="459694"/>
                                        <a:pt x="641082" y="465464"/>
                                        <a:pt x="614860" y="466658"/>
                                      </a:cubicBezTo>
                                      <a:cubicBezTo>
                                        <a:pt x="589250" y="467608"/>
                                        <a:pt x="563769" y="470722"/>
                                        <a:pt x="538682" y="475960"/>
                                      </a:cubicBezTo>
                                      <a:cubicBezTo>
                                        <a:pt x="522914" y="479148"/>
                                        <a:pt x="507569" y="484157"/>
                                        <a:pt x="492955" y="490882"/>
                                      </a:cubicBezTo>
                                      <a:cubicBezTo>
                                        <a:pt x="440661" y="515753"/>
                                        <a:pt x="385530" y="584596"/>
                                        <a:pt x="385530" y="584596"/>
                                      </a:cubicBezTo>
                                      <a:cubicBezTo>
                                        <a:pt x="382246" y="588674"/>
                                        <a:pt x="383838" y="592057"/>
                                        <a:pt x="389112" y="592107"/>
                                      </a:cubicBezTo>
                                      <a:cubicBezTo>
                                        <a:pt x="389112" y="592107"/>
                                        <a:pt x="477232" y="592554"/>
                                        <a:pt x="529576" y="567634"/>
                                      </a:cubicBezTo>
                                      <a:cubicBezTo>
                                        <a:pt x="577890" y="545001"/>
                                        <a:pt x="628443" y="484764"/>
                                        <a:pt x="636056" y="4755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Freeform: Shape 78"/>
                              <wps:cNvSpPr/>
                              <wps:spPr>
                                <a:xfrm>
                                  <a:off x="1025196" y="284584"/>
                                  <a:ext cx="1706092" cy="740741"/>
                                </a:xfrm>
                                <a:custGeom>
                                  <a:avLst/>
                                  <a:gdLst>
                                    <a:gd name="connsiteX0" fmla="*/ 1213208 w 1706092"/>
                                    <a:gd name="connsiteY0" fmla="*/ 490925 h 740741"/>
                                    <a:gd name="connsiteX1" fmla="*/ 1167482 w 1706092"/>
                                    <a:gd name="connsiteY1" fmla="*/ 476003 h 740741"/>
                                    <a:gd name="connsiteX2" fmla="*/ 1091155 w 1706092"/>
                                    <a:gd name="connsiteY2" fmla="*/ 466751 h 740741"/>
                                    <a:gd name="connsiteX3" fmla="*/ 1012837 w 1706092"/>
                                    <a:gd name="connsiteY3" fmla="*/ 459190 h 740741"/>
                                    <a:gd name="connsiteX4" fmla="*/ 911532 w 1706092"/>
                                    <a:gd name="connsiteY4" fmla="*/ 479087 h 740741"/>
                                    <a:gd name="connsiteX5" fmla="*/ 1035924 w 1706092"/>
                                    <a:gd name="connsiteY5" fmla="*/ 394874 h 740741"/>
                                    <a:gd name="connsiteX6" fmla="*/ 1036372 w 1706092"/>
                                    <a:gd name="connsiteY6" fmla="*/ 394874 h 740741"/>
                                    <a:gd name="connsiteX7" fmla="*/ 1090259 w 1706092"/>
                                    <a:gd name="connsiteY7" fmla="*/ 417059 h 740741"/>
                                    <a:gd name="connsiteX8" fmla="*/ 1164198 w 1706092"/>
                                    <a:gd name="connsiteY8" fmla="*/ 434319 h 740741"/>
                                    <a:gd name="connsiteX9" fmla="*/ 1184101 w 1706092"/>
                                    <a:gd name="connsiteY9" fmla="*/ 431931 h 740741"/>
                                    <a:gd name="connsiteX10" fmla="*/ 1195246 w 1706092"/>
                                    <a:gd name="connsiteY10" fmla="*/ 429594 h 740741"/>
                                    <a:gd name="connsiteX11" fmla="*/ 1201366 w 1706092"/>
                                    <a:gd name="connsiteY11" fmla="*/ 423625 h 740741"/>
                                    <a:gd name="connsiteX12" fmla="*/ 1183902 w 1706092"/>
                                    <a:gd name="connsiteY12" fmla="*/ 420143 h 740741"/>
                                    <a:gd name="connsiteX13" fmla="*/ 1163700 w 1706092"/>
                                    <a:gd name="connsiteY13" fmla="*/ 419048 h 740741"/>
                                    <a:gd name="connsiteX14" fmla="*/ 1142255 w 1706092"/>
                                    <a:gd name="connsiteY14" fmla="*/ 417606 h 740741"/>
                                    <a:gd name="connsiteX15" fmla="*/ 1100210 w 1706092"/>
                                    <a:gd name="connsiteY15" fmla="*/ 407309 h 740741"/>
                                    <a:gd name="connsiteX16" fmla="*/ 1076924 w 1706092"/>
                                    <a:gd name="connsiteY16" fmla="*/ 397361 h 740741"/>
                                    <a:gd name="connsiteX17" fmla="*/ 1054832 w 1706092"/>
                                    <a:gd name="connsiteY17" fmla="*/ 384926 h 740741"/>
                                    <a:gd name="connsiteX18" fmla="*/ 1271623 w 1706092"/>
                                    <a:gd name="connsiteY18" fmla="*/ 331951 h 740741"/>
                                    <a:gd name="connsiteX19" fmla="*/ 1378252 w 1706092"/>
                                    <a:gd name="connsiteY19" fmla="*/ 322649 h 740741"/>
                                    <a:gd name="connsiteX20" fmla="*/ 1402533 w 1706092"/>
                                    <a:gd name="connsiteY20" fmla="*/ 317128 h 740741"/>
                                    <a:gd name="connsiteX21" fmla="*/ 1566433 w 1706092"/>
                                    <a:gd name="connsiteY21" fmla="*/ 312154 h 740741"/>
                                    <a:gd name="connsiteX22" fmla="*/ 1703812 w 1706092"/>
                                    <a:gd name="connsiteY22" fmla="*/ 222320 h 740741"/>
                                    <a:gd name="connsiteX23" fmla="*/ 1701324 w 1706092"/>
                                    <a:gd name="connsiteY23" fmla="*/ 214411 h 740741"/>
                                    <a:gd name="connsiteX24" fmla="*/ 1537126 w 1706092"/>
                                    <a:gd name="connsiteY24" fmla="*/ 219385 h 740741"/>
                                    <a:gd name="connsiteX25" fmla="*/ 1400344 w 1706092"/>
                                    <a:gd name="connsiteY25" fmla="*/ 308622 h 740741"/>
                                    <a:gd name="connsiteX26" fmla="*/ 1342129 w 1706092"/>
                                    <a:gd name="connsiteY26" fmla="*/ 314889 h 740741"/>
                                    <a:gd name="connsiteX27" fmla="*/ 1237639 w 1706092"/>
                                    <a:gd name="connsiteY27" fmla="*/ 320112 h 740741"/>
                                    <a:gd name="connsiteX28" fmla="*/ 1168875 w 1706092"/>
                                    <a:gd name="connsiteY28" fmla="*/ 329364 h 740741"/>
                                    <a:gd name="connsiteX29" fmla="*/ 1178428 w 1706092"/>
                                    <a:gd name="connsiteY29" fmla="*/ 321157 h 740741"/>
                                    <a:gd name="connsiteX30" fmla="*/ 1225996 w 1706092"/>
                                    <a:gd name="connsiteY30" fmla="*/ 265993 h 740741"/>
                                    <a:gd name="connsiteX31" fmla="*/ 1348846 w 1706092"/>
                                    <a:gd name="connsiteY31" fmla="*/ 161536 h 740741"/>
                                    <a:gd name="connsiteX32" fmla="*/ 1400494 w 1706092"/>
                                    <a:gd name="connsiteY32" fmla="*/ 5894 h 740741"/>
                                    <a:gd name="connsiteX33" fmla="*/ 1394373 w 1706092"/>
                                    <a:gd name="connsiteY33" fmla="*/ 920 h 740741"/>
                                    <a:gd name="connsiteX34" fmla="*/ 1255850 w 1706092"/>
                                    <a:gd name="connsiteY34" fmla="*/ 113635 h 740741"/>
                                    <a:gd name="connsiteX35" fmla="*/ 1216045 w 1706092"/>
                                    <a:gd name="connsiteY35" fmla="*/ 262163 h 740741"/>
                                    <a:gd name="connsiteX36" fmla="*/ 1167979 w 1706092"/>
                                    <a:gd name="connsiteY36" fmla="*/ 310810 h 740741"/>
                                    <a:gd name="connsiteX37" fmla="*/ 1079909 w 1706092"/>
                                    <a:gd name="connsiteY37" fmla="*/ 356722 h 740741"/>
                                    <a:gd name="connsiteX38" fmla="*/ 1044035 w 1706092"/>
                                    <a:gd name="connsiteY38" fmla="*/ 374231 h 740741"/>
                                    <a:gd name="connsiteX39" fmla="*/ 1040601 w 1706092"/>
                                    <a:gd name="connsiteY39" fmla="*/ 376171 h 740741"/>
                                    <a:gd name="connsiteX40" fmla="*/ 950591 w 1706092"/>
                                    <a:gd name="connsiteY40" fmla="*/ 317327 h 740741"/>
                                    <a:gd name="connsiteX41" fmla="*/ 926608 w 1706092"/>
                                    <a:gd name="connsiteY41" fmla="*/ 305588 h 740741"/>
                                    <a:gd name="connsiteX42" fmla="*/ 867646 w 1706092"/>
                                    <a:gd name="connsiteY42" fmla="*/ 274897 h 740741"/>
                                    <a:gd name="connsiteX43" fmla="*/ 835503 w 1706092"/>
                                    <a:gd name="connsiteY43" fmla="*/ 242366 h 740741"/>
                                    <a:gd name="connsiteX44" fmla="*/ 808933 w 1706092"/>
                                    <a:gd name="connsiteY44" fmla="*/ 142883 h 740741"/>
                                    <a:gd name="connsiteX45" fmla="*/ 716534 w 1706092"/>
                                    <a:gd name="connsiteY45" fmla="*/ 67275 h 740741"/>
                                    <a:gd name="connsiteX46" fmla="*/ 712405 w 1706092"/>
                                    <a:gd name="connsiteY46" fmla="*/ 70658 h 740741"/>
                                    <a:gd name="connsiteX47" fmla="*/ 746986 w 1706092"/>
                                    <a:gd name="connsiteY47" fmla="*/ 174767 h 740741"/>
                                    <a:gd name="connsiteX48" fmla="*/ 829134 w 1706092"/>
                                    <a:gd name="connsiteY48" fmla="*/ 244405 h 740741"/>
                                    <a:gd name="connsiteX49" fmla="*/ 860979 w 1706092"/>
                                    <a:gd name="connsiteY49" fmla="*/ 281314 h 740741"/>
                                    <a:gd name="connsiteX50" fmla="*/ 867348 w 1706092"/>
                                    <a:gd name="connsiteY50" fmla="*/ 286785 h 740741"/>
                                    <a:gd name="connsiteX51" fmla="*/ 821323 w 1706092"/>
                                    <a:gd name="connsiteY51" fmla="*/ 280568 h 740741"/>
                                    <a:gd name="connsiteX52" fmla="*/ 751663 w 1706092"/>
                                    <a:gd name="connsiteY52" fmla="*/ 277086 h 740741"/>
                                    <a:gd name="connsiteX53" fmla="*/ 712703 w 1706092"/>
                                    <a:gd name="connsiteY53" fmla="*/ 272907 h 740741"/>
                                    <a:gd name="connsiteX54" fmla="*/ 621200 w 1706092"/>
                                    <a:gd name="connsiteY54" fmla="*/ 213217 h 740741"/>
                                    <a:gd name="connsiteX55" fmla="*/ 511486 w 1706092"/>
                                    <a:gd name="connsiteY55" fmla="*/ 209735 h 740741"/>
                                    <a:gd name="connsiteX56" fmla="*/ 509794 w 1706092"/>
                                    <a:gd name="connsiteY56" fmla="*/ 215058 h 740741"/>
                                    <a:gd name="connsiteX57" fmla="*/ 601695 w 1706092"/>
                                    <a:gd name="connsiteY57" fmla="*/ 275146 h 740741"/>
                                    <a:gd name="connsiteX58" fmla="*/ 711161 w 1706092"/>
                                    <a:gd name="connsiteY58" fmla="*/ 278628 h 740741"/>
                                    <a:gd name="connsiteX59" fmla="*/ 727431 w 1706092"/>
                                    <a:gd name="connsiteY59" fmla="*/ 282358 h 740741"/>
                                    <a:gd name="connsiteX60" fmla="*/ 798733 w 1706092"/>
                                    <a:gd name="connsiteY60" fmla="*/ 288576 h 740741"/>
                                    <a:gd name="connsiteX61" fmla="*/ 956363 w 1706092"/>
                                    <a:gd name="connsiteY61" fmla="*/ 330956 h 740741"/>
                                    <a:gd name="connsiteX62" fmla="*/ 1030998 w 1706092"/>
                                    <a:gd name="connsiteY62" fmla="*/ 381444 h 740741"/>
                                    <a:gd name="connsiteX63" fmla="*/ 1028560 w 1706092"/>
                                    <a:gd name="connsiteY63" fmla="*/ 382886 h 740741"/>
                                    <a:gd name="connsiteX64" fmla="*/ 1016022 w 1706092"/>
                                    <a:gd name="connsiteY64" fmla="*/ 379006 h 740741"/>
                                    <a:gd name="connsiteX65" fmla="*/ 971837 w 1706092"/>
                                    <a:gd name="connsiteY65" fmla="*/ 374032 h 740741"/>
                                    <a:gd name="connsiteX66" fmla="*/ 919443 w 1706092"/>
                                    <a:gd name="connsiteY66" fmla="*/ 379006 h 740741"/>
                                    <a:gd name="connsiteX67" fmla="*/ 868492 w 1706092"/>
                                    <a:gd name="connsiteY67" fmla="*/ 385174 h 740741"/>
                                    <a:gd name="connsiteX68" fmla="*/ 837941 w 1706092"/>
                                    <a:gd name="connsiteY68" fmla="*/ 395123 h 740741"/>
                                    <a:gd name="connsiteX69" fmla="*/ 766092 w 1706092"/>
                                    <a:gd name="connsiteY69" fmla="*/ 457797 h 740741"/>
                                    <a:gd name="connsiteX70" fmla="*/ 768481 w 1706092"/>
                                    <a:gd name="connsiteY70" fmla="*/ 462771 h 740741"/>
                                    <a:gd name="connsiteX71" fmla="*/ 862422 w 1706092"/>
                                    <a:gd name="connsiteY71" fmla="*/ 446406 h 740741"/>
                                    <a:gd name="connsiteX72" fmla="*/ 933624 w 1706092"/>
                                    <a:gd name="connsiteY72" fmla="*/ 384577 h 740741"/>
                                    <a:gd name="connsiteX73" fmla="*/ 1019654 w 1706092"/>
                                    <a:gd name="connsiteY73" fmla="*/ 388209 h 740741"/>
                                    <a:gd name="connsiteX74" fmla="*/ 855705 w 1706092"/>
                                    <a:gd name="connsiteY74" fmla="*/ 493362 h 740741"/>
                                    <a:gd name="connsiteX75" fmla="*/ 820875 w 1706092"/>
                                    <a:gd name="connsiteY75" fmla="*/ 508534 h 740741"/>
                                    <a:gd name="connsiteX76" fmla="*/ 757783 w 1706092"/>
                                    <a:gd name="connsiteY76" fmla="*/ 524103 h 740741"/>
                                    <a:gd name="connsiteX77" fmla="*/ 725690 w 1706092"/>
                                    <a:gd name="connsiteY77" fmla="*/ 526291 h 740741"/>
                                    <a:gd name="connsiteX78" fmla="*/ 695487 w 1706092"/>
                                    <a:gd name="connsiteY78" fmla="*/ 527933 h 740741"/>
                                    <a:gd name="connsiteX79" fmla="*/ 675236 w 1706092"/>
                                    <a:gd name="connsiteY79" fmla="*/ 530171 h 740741"/>
                                    <a:gd name="connsiteX80" fmla="*/ 661852 w 1706092"/>
                                    <a:gd name="connsiteY80" fmla="*/ 522461 h 740741"/>
                                    <a:gd name="connsiteX81" fmla="*/ 625977 w 1706092"/>
                                    <a:gd name="connsiteY81" fmla="*/ 504952 h 740741"/>
                                    <a:gd name="connsiteX82" fmla="*/ 537857 w 1706092"/>
                                    <a:gd name="connsiteY82" fmla="*/ 459041 h 740741"/>
                                    <a:gd name="connsiteX83" fmla="*/ 489792 w 1706092"/>
                                    <a:gd name="connsiteY83" fmla="*/ 410393 h 740741"/>
                                    <a:gd name="connsiteX84" fmla="*/ 449987 w 1706092"/>
                                    <a:gd name="connsiteY84" fmla="*/ 261865 h 740741"/>
                                    <a:gd name="connsiteX85" fmla="*/ 311463 w 1706092"/>
                                    <a:gd name="connsiteY85" fmla="*/ 149150 h 740741"/>
                                    <a:gd name="connsiteX86" fmla="*/ 305343 w 1706092"/>
                                    <a:gd name="connsiteY86" fmla="*/ 154124 h 740741"/>
                                    <a:gd name="connsiteX87" fmla="*/ 356991 w 1706092"/>
                                    <a:gd name="connsiteY87" fmla="*/ 309766 h 740741"/>
                                    <a:gd name="connsiteX88" fmla="*/ 479841 w 1706092"/>
                                    <a:gd name="connsiteY88" fmla="*/ 414223 h 740741"/>
                                    <a:gd name="connsiteX89" fmla="*/ 527408 w 1706092"/>
                                    <a:gd name="connsiteY89" fmla="*/ 469387 h 740741"/>
                                    <a:gd name="connsiteX90" fmla="*/ 536962 w 1706092"/>
                                    <a:gd name="connsiteY90" fmla="*/ 477594 h 740741"/>
                                    <a:gd name="connsiteX91" fmla="*/ 468148 w 1706092"/>
                                    <a:gd name="connsiteY91" fmla="*/ 468293 h 740741"/>
                                    <a:gd name="connsiteX92" fmla="*/ 363658 w 1706092"/>
                                    <a:gd name="connsiteY92" fmla="*/ 463318 h 740741"/>
                                    <a:gd name="connsiteX93" fmla="*/ 305741 w 1706092"/>
                                    <a:gd name="connsiteY93" fmla="*/ 456802 h 740741"/>
                                    <a:gd name="connsiteX94" fmla="*/ 168959 w 1706092"/>
                                    <a:gd name="connsiteY94" fmla="*/ 367566 h 740741"/>
                                    <a:gd name="connsiteX95" fmla="*/ 4761 w 1706092"/>
                                    <a:gd name="connsiteY95" fmla="*/ 362592 h 740741"/>
                                    <a:gd name="connsiteX96" fmla="*/ 2273 w 1706092"/>
                                    <a:gd name="connsiteY96" fmla="*/ 370500 h 740741"/>
                                    <a:gd name="connsiteX97" fmla="*/ 139652 w 1706092"/>
                                    <a:gd name="connsiteY97" fmla="*/ 460334 h 740741"/>
                                    <a:gd name="connsiteX98" fmla="*/ 303552 w 1706092"/>
                                    <a:gd name="connsiteY98" fmla="*/ 465557 h 740741"/>
                                    <a:gd name="connsiteX99" fmla="*/ 327833 w 1706092"/>
                                    <a:gd name="connsiteY99" fmla="*/ 471078 h 740741"/>
                                    <a:gd name="connsiteX100" fmla="*/ 434413 w 1706092"/>
                                    <a:gd name="connsiteY100" fmla="*/ 480380 h 740741"/>
                                    <a:gd name="connsiteX101" fmla="*/ 670111 w 1706092"/>
                                    <a:gd name="connsiteY101" fmla="*/ 543751 h 740741"/>
                                    <a:gd name="connsiteX102" fmla="*/ 794504 w 1706092"/>
                                    <a:gd name="connsiteY102" fmla="*/ 627963 h 740741"/>
                                    <a:gd name="connsiteX103" fmla="*/ 693198 w 1706092"/>
                                    <a:gd name="connsiteY103" fmla="*/ 608067 h 740741"/>
                                    <a:gd name="connsiteX104" fmla="*/ 614881 w 1706092"/>
                                    <a:gd name="connsiteY104" fmla="*/ 615627 h 740741"/>
                                    <a:gd name="connsiteX105" fmla="*/ 538852 w 1706092"/>
                                    <a:gd name="connsiteY105" fmla="*/ 624830 h 740741"/>
                                    <a:gd name="connsiteX106" fmla="*/ 493176 w 1706092"/>
                                    <a:gd name="connsiteY106" fmla="*/ 639503 h 740741"/>
                                    <a:gd name="connsiteX107" fmla="*/ 385750 w 1706092"/>
                                    <a:gd name="connsiteY107" fmla="*/ 733217 h 740741"/>
                                    <a:gd name="connsiteX108" fmla="*/ 389283 w 1706092"/>
                                    <a:gd name="connsiteY108" fmla="*/ 740728 h 740741"/>
                                    <a:gd name="connsiteX109" fmla="*/ 529747 w 1706092"/>
                                    <a:gd name="connsiteY109" fmla="*/ 716255 h 740741"/>
                                    <a:gd name="connsiteX110" fmla="*/ 636177 w 1706092"/>
                                    <a:gd name="connsiteY110" fmla="*/ 623785 h 740741"/>
                                    <a:gd name="connsiteX111" fmla="*/ 769874 w 1706092"/>
                                    <a:gd name="connsiteY111" fmla="*/ 630948 h 740741"/>
                                    <a:gd name="connsiteX112" fmla="*/ 870781 w 1706092"/>
                                    <a:gd name="connsiteY112" fmla="*/ 671836 h 740741"/>
                                    <a:gd name="connsiteX113" fmla="*/ 981241 w 1706092"/>
                                    <a:gd name="connsiteY113" fmla="*/ 697701 h 740741"/>
                                    <a:gd name="connsiteX114" fmla="*/ 1011096 w 1706092"/>
                                    <a:gd name="connsiteY114" fmla="*/ 694070 h 740741"/>
                                    <a:gd name="connsiteX115" fmla="*/ 1027714 w 1706092"/>
                                    <a:gd name="connsiteY115" fmla="*/ 690638 h 740741"/>
                                    <a:gd name="connsiteX116" fmla="*/ 1036870 w 1706092"/>
                                    <a:gd name="connsiteY116" fmla="*/ 681734 h 740741"/>
                                    <a:gd name="connsiteX117" fmla="*/ 1010797 w 1706092"/>
                                    <a:gd name="connsiteY117" fmla="*/ 676511 h 740741"/>
                                    <a:gd name="connsiteX118" fmla="*/ 980595 w 1706092"/>
                                    <a:gd name="connsiteY118" fmla="*/ 674870 h 740741"/>
                                    <a:gd name="connsiteX119" fmla="*/ 948501 w 1706092"/>
                                    <a:gd name="connsiteY119" fmla="*/ 672681 h 740741"/>
                                    <a:gd name="connsiteX120" fmla="*/ 885658 w 1706092"/>
                                    <a:gd name="connsiteY120" fmla="*/ 657311 h 740741"/>
                                    <a:gd name="connsiteX121" fmla="*/ 850829 w 1706092"/>
                                    <a:gd name="connsiteY121" fmla="*/ 642140 h 740741"/>
                                    <a:gd name="connsiteX122" fmla="*/ 702453 w 1706092"/>
                                    <a:gd name="connsiteY122" fmla="*/ 546884 h 740741"/>
                                    <a:gd name="connsiteX123" fmla="*/ 725192 w 1706092"/>
                                    <a:gd name="connsiteY123" fmla="*/ 549123 h 740741"/>
                                    <a:gd name="connsiteX124" fmla="*/ 835702 w 1706092"/>
                                    <a:gd name="connsiteY124" fmla="*/ 523257 h 740741"/>
                                    <a:gd name="connsiteX125" fmla="*/ 936560 w 1706092"/>
                                    <a:gd name="connsiteY125" fmla="*/ 482370 h 740741"/>
                                    <a:gd name="connsiteX126" fmla="*/ 1070257 w 1706092"/>
                                    <a:gd name="connsiteY126" fmla="*/ 475207 h 740741"/>
                                    <a:gd name="connsiteX127" fmla="*/ 1176687 w 1706092"/>
                                    <a:gd name="connsiteY127" fmla="*/ 567676 h 740741"/>
                                    <a:gd name="connsiteX128" fmla="*/ 1317151 w 1706092"/>
                                    <a:gd name="connsiteY128" fmla="*/ 592149 h 740741"/>
                                    <a:gd name="connsiteX129" fmla="*/ 1320733 w 1706092"/>
                                    <a:gd name="connsiteY129" fmla="*/ 584638 h 740741"/>
                                    <a:gd name="connsiteX130" fmla="*/ 1213208 w 1706092"/>
                                    <a:gd name="connsiteY130" fmla="*/ 490925 h 7407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  <a:cxn ang="0">
                                      <a:pos x="connsiteX87" y="connsiteY87"/>
                                    </a:cxn>
                                    <a:cxn ang="0">
                                      <a:pos x="connsiteX88" y="connsiteY88"/>
                                    </a:cxn>
                                    <a:cxn ang="0">
                                      <a:pos x="connsiteX89" y="connsiteY89"/>
                                    </a:cxn>
                                    <a:cxn ang="0">
                                      <a:pos x="connsiteX90" y="connsiteY90"/>
                                    </a:cxn>
                                    <a:cxn ang="0">
                                      <a:pos x="connsiteX91" y="connsiteY91"/>
                                    </a:cxn>
                                    <a:cxn ang="0">
                                      <a:pos x="connsiteX92" y="connsiteY92"/>
                                    </a:cxn>
                                    <a:cxn ang="0">
                                      <a:pos x="connsiteX93" y="connsiteY93"/>
                                    </a:cxn>
                                    <a:cxn ang="0">
                                      <a:pos x="connsiteX94" y="connsiteY94"/>
                                    </a:cxn>
                                    <a:cxn ang="0">
                                      <a:pos x="connsiteX95" y="connsiteY95"/>
                                    </a:cxn>
                                    <a:cxn ang="0">
                                      <a:pos x="connsiteX96" y="connsiteY96"/>
                                    </a:cxn>
                                    <a:cxn ang="0">
                                      <a:pos x="connsiteX97" y="connsiteY97"/>
                                    </a:cxn>
                                    <a:cxn ang="0">
                                      <a:pos x="connsiteX98" y="connsiteY98"/>
                                    </a:cxn>
                                    <a:cxn ang="0">
                                      <a:pos x="connsiteX99" y="connsiteY99"/>
                                    </a:cxn>
                                    <a:cxn ang="0">
                                      <a:pos x="connsiteX100" y="connsiteY100"/>
                                    </a:cxn>
                                    <a:cxn ang="0">
                                      <a:pos x="connsiteX101" y="connsiteY101"/>
                                    </a:cxn>
                                    <a:cxn ang="0">
                                      <a:pos x="connsiteX102" y="connsiteY102"/>
                                    </a:cxn>
                                    <a:cxn ang="0">
                                      <a:pos x="connsiteX103" y="connsiteY103"/>
                                    </a:cxn>
                                    <a:cxn ang="0">
                                      <a:pos x="connsiteX104" y="connsiteY104"/>
                                    </a:cxn>
                                    <a:cxn ang="0">
                                      <a:pos x="connsiteX105" y="connsiteY105"/>
                                    </a:cxn>
                                    <a:cxn ang="0">
                                      <a:pos x="connsiteX106" y="connsiteY106"/>
                                    </a:cxn>
                                    <a:cxn ang="0">
                                      <a:pos x="connsiteX107" y="connsiteY107"/>
                                    </a:cxn>
                                    <a:cxn ang="0">
                                      <a:pos x="connsiteX108" y="connsiteY108"/>
                                    </a:cxn>
                                    <a:cxn ang="0">
                                      <a:pos x="connsiteX109" y="connsiteY109"/>
                                    </a:cxn>
                                    <a:cxn ang="0">
                                      <a:pos x="connsiteX110" y="connsiteY110"/>
                                    </a:cxn>
                                    <a:cxn ang="0">
                                      <a:pos x="connsiteX111" y="connsiteY111"/>
                                    </a:cxn>
                                    <a:cxn ang="0">
                                      <a:pos x="connsiteX112" y="connsiteY112"/>
                                    </a:cxn>
                                    <a:cxn ang="0">
                                      <a:pos x="connsiteX113" y="connsiteY113"/>
                                    </a:cxn>
                                    <a:cxn ang="0">
                                      <a:pos x="connsiteX114" y="connsiteY114"/>
                                    </a:cxn>
                                    <a:cxn ang="0">
                                      <a:pos x="connsiteX115" y="connsiteY115"/>
                                    </a:cxn>
                                    <a:cxn ang="0">
                                      <a:pos x="connsiteX116" y="connsiteY116"/>
                                    </a:cxn>
                                    <a:cxn ang="0">
                                      <a:pos x="connsiteX117" y="connsiteY117"/>
                                    </a:cxn>
                                    <a:cxn ang="0">
                                      <a:pos x="connsiteX118" y="connsiteY118"/>
                                    </a:cxn>
                                    <a:cxn ang="0">
                                      <a:pos x="connsiteX119" y="connsiteY119"/>
                                    </a:cxn>
                                    <a:cxn ang="0">
                                      <a:pos x="connsiteX120" y="connsiteY120"/>
                                    </a:cxn>
                                    <a:cxn ang="0">
                                      <a:pos x="connsiteX121" y="connsiteY121"/>
                                    </a:cxn>
                                    <a:cxn ang="0">
                                      <a:pos x="connsiteX122" y="connsiteY122"/>
                                    </a:cxn>
                                    <a:cxn ang="0">
                                      <a:pos x="connsiteX123" y="connsiteY123"/>
                                    </a:cxn>
                                    <a:cxn ang="0">
                                      <a:pos x="connsiteX124" y="connsiteY124"/>
                                    </a:cxn>
                                    <a:cxn ang="0">
                                      <a:pos x="connsiteX125" y="connsiteY125"/>
                                    </a:cxn>
                                    <a:cxn ang="0">
                                      <a:pos x="connsiteX126" y="connsiteY126"/>
                                    </a:cxn>
                                    <a:cxn ang="0">
                                      <a:pos x="connsiteX127" y="connsiteY127"/>
                                    </a:cxn>
                                    <a:cxn ang="0">
                                      <a:pos x="connsiteX128" y="connsiteY128"/>
                                    </a:cxn>
                                    <a:cxn ang="0">
                                      <a:pos x="connsiteX129" y="connsiteY129"/>
                                    </a:cxn>
                                    <a:cxn ang="0">
                                      <a:pos x="connsiteX130" y="connsiteY130"/>
                                    </a:cxn>
                                  </a:cxnLst>
                                  <a:rect l="l" t="t" r="r" b="b"/>
                                  <a:pathLst>
                                    <a:path w="1706092" h="740741">
                                      <a:moveTo>
                                        <a:pt x="1213208" y="490925"/>
                                      </a:moveTo>
                                      <a:cubicBezTo>
                                        <a:pt x="1198595" y="484200"/>
                                        <a:pt x="1183250" y="479191"/>
                                        <a:pt x="1167482" y="476003"/>
                                      </a:cubicBezTo>
                                      <a:cubicBezTo>
                                        <a:pt x="1142344" y="470775"/>
                                        <a:pt x="1116814" y="467676"/>
                                        <a:pt x="1091155" y="466751"/>
                                      </a:cubicBezTo>
                                      <a:cubicBezTo>
                                        <a:pt x="1064933" y="465557"/>
                                        <a:pt x="1039009" y="459787"/>
                                        <a:pt x="1012837" y="459190"/>
                                      </a:cubicBezTo>
                                      <a:cubicBezTo>
                                        <a:pt x="978002" y="458145"/>
                                        <a:pt x="943381" y="464945"/>
                                        <a:pt x="911532" y="479087"/>
                                      </a:cubicBezTo>
                                      <a:cubicBezTo>
                                        <a:pt x="953328" y="451530"/>
                                        <a:pt x="992934" y="420143"/>
                                        <a:pt x="1035924" y="394874"/>
                                      </a:cubicBezTo>
                                      <a:lnTo>
                                        <a:pt x="1036372" y="394874"/>
                                      </a:lnTo>
                                      <a:cubicBezTo>
                                        <a:pt x="1054434" y="402037"/>
                                        <a:pt x="1072098" y="410194"/>
                                        <a:pt x="1090259" y="417059"/>
                                      </a:cubicBezTo>
                                      <a:cubicBezTo>
                                        <a:pt x="1113595" y="425863"/>
                                        <a:pt x="1138971" y="434617"/>
                                        <a:pt x="1164198" y="434319"/>
                                      </a:cubicBezTo>
                                      <a:cubicBezTo>
                                        <a:pt x="1170895" y="434225"/>
                                        <a:pt x="1177567" y="433424"/>
                                        <a:pt x="1184101" y="431931"/>
                                      </a:cubicBezTo>
                                      <a:cubicBezTo>
                                        <a:pt x="1187832" y="431086"/>
                                        <a:pt x="1191564" y="430489"/>
                                        <a:pt x="1195246" y="429594"/>
                                      </a:cubicBezTo>
                                      <a:cubicBezTo>
                                        <a:pt x="1198132" y="428947"/>
                                        <a:pt x="1206541" y="427654"/>
                                        <a:pt x="1201366" y="423625"/>
                                      </a:cubicBezTo>
                                      <a:cubicBezTo>
                                        <a:pt x="1196191" y="419596"/>
                                        <a:pt x="1189624" y="421237"/>
                                        <a:pt x="1183902" y="420143"/>
                                      </a:cubicBezTo>
                                      <a:cubicBezTo>
                                        <a:pt x="1177224" y="419078"/>
                                        <a:pt x="1170452" y="418715"/>
                                        <a:pt x="1163700" y="419048"/>
                                      </a:cubicBezTo>
                                      <a:cubicBezTo>
                                        <a:pt x="1156530" y="419014"/>
                                        <a:pt x="1149365" y="418536"/>
                                        <a:pt x="1142255" y="417606"/>
                                      </a:cubicBezTo>
                                      <a:cubicBezTo>
                                        <a:pt x="1127880" y="415850"/>
                                        <a:pt x="1113769" y="412393"/>
                                        <a:pt x="1100210" y="407309"/>
                                      </a:cubicBezTo>
                                      <a:cubicBezTo>
                                        <a:pt x="1092239" y="404509"/>
                                        <a:pt x="1084457" y="401186"/>
                                        <a:pt x="1076924" y="397361"/>
                                      </a:cubicBezTo>
                                      <a:cubicBezTo>
                                        <a:pt x="1069411" y="393531"/>
                                        <a:pt x="1061997" y="389303"/>
                                        <a:pt x="1054832" y="384926"/>
                                      </a:cubicBezTo>
                                      <a:cubicBezTo>
                                        <a:pt x="1122651" y="349410"/>
                                        <a:pt x="1194152" y="334388"/>
                                        <a:pt x="1271623" y="331951"/>
                                      </a:cubicBezTo>
                                      <a:cubicBezTo>
                                        <a:pt x="1306751" y="330856"/>
                                        <a:pt x="1343721" y="329712"/>
                                        <a:pt x="1378252" y="322649"/>
                                      </a:cubicBezTo>
                                      <a:cubicBezTo>
                                        <a:pt x="1386164" y="321057"/>
                                        <a:pt x="1394324" y="319267"/>
                                        <a:pt x="1402533" y="317128"/>
                                      </a:cubicBezTo>
                                      <a:cubicBezTo>
                                        <a:pt x="1406564" y="317675"/>
                                        <a:pt x="1504585" y="331404"/>
                                        <a:pt x="1566433" y="312154"/>
                                      </a:cubicBezTo>
                                      <a:cubicBezTo>
                                        <a:pt x="1629575" y="292257"/>
                                        <a:pt x="1703812" y="222320"/>
                                        <a:pt x="1703812" y="222320"/>
                                      </a:cubicBezTo>
                                      <a:cubicBezTo>
                                        <a:pt x="1707643" y="218739"/>
                                        <a:pt x="1706499" y="215157"/>
                                        <a:pt x="1701324" y="214411"/>
                                      </a:cubicBezTo>
                                      <a:cubicBezTo>
                                        <a:pt x="1701324" y="214411"/>
                                        <a:pt x="1600367" y="199489"/>
                                        <a:pt x="1537126" y="219385"/>
                                      </a:cubicBezTo>
                                      <a:cubicBezTo>
                                        <a:pt x="1477418" y="238237"/>
                                        <a:pt x="1407410" y="302056"/>
                                        <a:pt x="1400344" y="308622"/>
                                      </a:cubicBezTo>
                                      <a:cubicBezTo>
                                        <a:pt x="1381078" y="311860"/>
                                        <a:pt x="1361638" y="313954"/>
                                        <a:pt x="1342129" y="314889"/>
                                      </a:cubicBezTo>
                                      <a:cubicBezTo>
                                        <a:pt x="1307299" y="316978"/>
                                        <a:pt x="1272469" y="317575"/>
                                        <a:pt x="1237639" y="320112"/>
                                      </a:cubicBezTo>
                                      <a:cubicBezTo>
                                        <a:pt x="1214542" y="321719"/>
                                        <a:pt x="1191574" y="324808"/>
                                        <a:pt x="1168875" y="329364"/>
                                      </a:cubicBezTo>
                                      <a:cubicBezTo>
                                        <a:pt x="1172109" y="326778"/>
                                        <a:pt x="1175343" y="324092"/>
                                        <a:pt x="1178428" y="321157"/>
                                      </a:cubicBezTo>
                                      <a:cubicBezTo>
                                        <a:pt x="1195977" y="304299"/>
                                        <a:pt x="1211905" y="285830"/>
                                        <a:pt x="1225996" y="265993"/>
                                      </a:cubicBezTo>
                                      <a:cubicBezTo>
                                        <a:pt x="1241868" y="257686"/>
                                        <a:pt x="1321231" y="214361"/>
                                        <a:pt x="1348846" y="161536"/>
                                      </a:cubicBezTo>
                                      <a:cubicBezTo>
                                        <a:pt x="1368749" y="123384"/>
                                        <a:pt x="1400494" y="5894"/>
                                        <a:pt x="1400494" y="5894"/>
                                      </a:cubicBezTo>
                                      <a:cubicBezTo>
                                        <a:pt x="1401837" y="920"/>
                                        <a:pt x="1399100" y="-1468"/>
                                        <a:pt x="1394373" y="920"/>
                                      </a:cubicBezTo>
                                      <a:cubicBezTo>
                                        <a:pt x="1394373" y="920"/>
                                        <a:pt x="1280281" y="56034"/>
                                        <a:pt x="1255850" y="113635"/>
                                      </a:cubicBezTo>
                                      <a:cubicBezTo>
                                        <a:pt x="1230225" y="174021"/>
                                        <a:pt x="1216343" y="260522"/>
                                        <a:pt x="1216045" y="262163"/>
                                      </a:cubicBezTo>
                                      <a:cubicBezTo>
                                        <a:pt x="1200988" y="279304"/>
                                        <a:pt x="1184936" y="295550"/>
                                        <a:pt x="1167979" y="310810"/>
                                      </a:cubicBezTo>
                                      <a:cubicBezTo>
                                        <a:pt x="1141757" y="333045"/>
                                        <a:pt x="1109664" y="341501"/>
                                        <a:pt x="1079909" y="356722"/>
                                      </a:cubicBezTo>
                                      <a:cubicBezTo>
                                        <a:pt x="1067664" y="361955"/>
                                        <a:pt x="1055693" y="367800"/>
                                        <a:pt x="1044035" y="374231"/>
                                      </a:cubicBezTo>
                                      <a:lnTo>
                                        <a:pt x="1040601" y="376171"/>
                                      </a:lnTo>
                                      <a:cubicBezTo>
                                        <a:pt x="1010499" y="356722"/>
                                        <a:pt x="981888" y="334687"/>
                                        <a:pt x="950591" y="317327"/>
                                      </a:cubicBezTo>
                                      <a:cubicBezTo>
                                        <a:pt x="942730" y="312999"/>
                                        <a:pt x="934719" y="309119"/>
                                        <a:pt x="926608" y="305588"/>
                                      </a:cubicBezTo>
                                      <a:cubicBezTo>
                                        <a:pt x="906705" y="295639"/>
                                        <a:pt x="885210" y="289770"/>
                                        <a:pt x="867646" y="274897"/>
                                      </a:cubicBezTo>
                                      <a:cubicBezTo>
                                        <a:pt x="856302" y="264695"/>
                                        <a:pt x="845569" y="253831"/>
                                        <a:pt x="835503" y="242366"/>
                                      </a:cubicBezTo>
                                      <a:cubicBezTo>
                                        <a:pt x="835503" y="241272"/>
                                        <a:pt x="826099" y="183372"/>
                                        <a:pt x="808933" y="142883"/>
                                      </a:cubicBezTo>
                                      <a:cubicBezTo>
                                        <a:pt x="792613" y="104134"/>
                                        <a:pt x="716534" y="67275"/>
                                        <a:pt x="716534" y="67275"/>
                                      </a:cubicBezTo>
                                      <a:cubicBezTo>
                                        <a:pt x="713350" y="65733"/>
                                        <a:pt x="711559" y="67275"/>
                                        <a:pt x="712405" y="70658"/>
                                      </a:cubicBezTo>
                                      <a:cubicBezTo>
                                        <a:pt x="712405" y="70658"/>
                                        <a:pt x="733601" y="149250"/>
                                        <a:pt x="746986" y="174767"/>
                                      </a:cubicBezTo>
                                      <a:cubicBezTo>
                                        <a:pt x="765446" y="209984"/>
                                        <a:pt x="818487" y="238984"/>
                                        <a:pt x="829134" y="244405"/>
                                      </a:cubicBezTo>
                                      <a:cubicBezTo>
                                        <a:pt x="838583" y="257667"/>
                                        <a:pt x="849241" y="270022"/>
                                        <a:pt x="860979" y="281314"/>
                                      </a:cubicBezTo>
                                      <a:cubicBezTo>
                                        <a:pt x="863019" y="283254"/>
                                        <a:pt x="865158" y="285044"/>
                                        <a:pt x="867348" y="286785"/>
                                      </a:cubicBezTo>
                                      <a:cubicBezTo>
                                        <a:pt x="852152" y="283761"/>
                                        <a:pt x="836777" y="281682"/>
                                        <a:pt x="821323" y="280568"/>
                                      </a:cubicBezTo>
                                      <a:cubicBezTo>
                                        <a:pt x="798136" y="278926"/>
                                        <a:pt x="774750" y="278478"/>
                                        <a:pt x="751663" y="277086"/>
                                      </a:cubicBezTo>
                                      <a:cubicBezTo>
                                        <a:pt x="738607" y="276454"/>
                                        <a:pt x="725595" y="275056"/>
                                        <a:pt x="712703" y="272907"/>
                                      </a:cubicBezTo>
                                      <a:cubicBezTo>
                                        <a:pt x="707976" y="268530"/>
                                        <a:pt x="661304" y="225802"/>
                                        <a:pt x="621200" y="213217"/>
                                      </a:cubicBezTo>
                                      <a:cubicBezTo>
                                        <a:pt x="579006" y="199887"/>
                                        <a:pt x="511486" y="209735"/>
                                        <a:pt x="511486" y="209735"/>
                                      </a:cubicBezTo>
                                      <a:cubicBezTo>
                                        <a:pt x="508003" y="210233"/>
                                        <a:pt x="507257" y="212620"/>
                                        <a:pt x="509794" y="215058"/>
                                      </a:cubicBezTo>
                                      <a:cubicBezTo>
                                        <a:pt x="509794" y="215058"/>
                                        <a:pt x="559551" y="261815"/>
                                        <a:pt x="601695" y="275146"/>
                                      </a:cubicBezTo>
                                      <a:cubicBezTo>
                                        <a:pt x="643043" y="288178"/>
                                        <a:pt x="708623" y="279026"/>
                                        <a:pt x="711161" y="278628"/>
                                      </a:cubicBezTo>
                                      <a:cubicBezTo>
                                        <a:pt x="716634" y="280020"/>
                                        <a:pt x="722107" y="281264"/>
                                        <a:pt x="727431" y="282358"/>
                                      </a:cubicBezTo>
                                      <a:cubicBezTo>
                                        <a:pt x="750986" y="286397"/>
                                        <a:pt x="774835" y="288477"/>
                                        <a:pt x="798733" y="288576"/>
                                      </a:cubicBezTo>
                                      <a:cubicBezTo>
                                        <a:pt x="855207" y="290317"/>
                                        <a:pt x="907303" y="302106"/>
                                        <a:pt x="956363" y="330956"/>
                                      </a:cubicBezTo>
                                      <a:cubicBezTo>
                                        <a:pt x="982137" y="345878"/>
                                        <a:pt x="1006120" y="364482"/>
                                        <a:pt x="1030998" y="381444"/>
                                      </a:cubicBezTo>
                                      <a:lnTo>
                                        <a:pt x="1028560" y="382886"/>
                                      </a:lnTo>
                                      <a:cubicBezTo>
                                        <a:pt x="1024416" y="381394"/>
                                        <a:pt x="1020236" y="380101"/>
                                        <a:pt x="1016022" y="379006"/>
                                      </a:cubicBezTo>
                                      <a:cubicBezTo>
                                        <a:pt x="1001587" y="375340"/>
                                        <a:pt x="986725" y="373669"/>
                                        <a:pt x="971837" y="374032"/>
                                      </a:cubicBezTo>
                                      <a:cubicBezTo>
                                        <a:pt x="954373" y="374430"/>
                                        <a:pt x="937007" y="378310"/>
                                        <a:pt x="919443" y="379006"/>
                                      </a:cubicBezTo>
                                      <a:cubicBezTo>
                                        <a:pt x="902317" y="379643"/>
                                        <a:pt x="885275" y="381702"/>
                                        <a:pt x="868492" y="385174"/>
                                      </a:cubicBezTo>
                                      <a:cubicBezTo>
                                        <a:pt x="857959" y="387303"/>
                                        <a:pt x="847709" y="390641"/>
                                        <a:pt x="837941" y="395123"/>
                                      </a:cubicBezTo>
                                      <a:cubicBezTo>
                                        <a:pt x="803111" y="411786"/>
                                        <a:pt x="766092" y="457797"/>
                                        <a:pt x="766092" y="457797"/>
                                      </a:cubicBezTo>
                                      <a:cubicBezTo>
                                        <a:pt x="763853" y="460533"/>
                                        <a:pt x="764948" y="462771"/>
                                        <a:pt x="768481" y="462771"/>
                                      </a:cubicBezTo>
                                      <a:cubicBezTo>
                                        <a:pt x="768481" y="462771"/>
                                        <a:pt x="827443" y="463070"/>
                                        <a:pt x="862422" y="446406"/>
                                      </a:cubicBezTo>
                                      <a:cubicBezTo>
                                        <a:pt x="894714" y="431036"/>
                                        <a:pt x="928549" y="390745"/>
                                        <a:pt x="933624" y="384577"/>
                                      </a:cubicBezTo>
                                      <a:cubicBezTo>
                                        <a:pt x="962384" y="380946"/>
                                        <a:pt x="991690" y="379205"/>
                                        <a:pt x="1019654" y="388209"/>
                                      </a:cubicBezTo>
                                      <a:cubicBezTo>
                                        <a:pt x="964424" y="422282"/>
                                        <a:pt x="913522" y="463866"/>
                                        <a:pt x="855705" y="493362"/>
                                      </a:cubicBezTo>
                                      <a:cubicBezTo>
                                        <a:pt x="844430" y="499152"/>
                                        <a:pt x="832797" y="504221"/>
                                        <a:pt x="820875" y="508534"/>
                                      </a:cubicBezTo>
                                      <a:cubicBezTo>
                                        <a:pt x="800529" y="516189"/>
                                        <a:pt x="779353" y="521412"/>
                                        <a:pt x="757783" y="524103"/>
                                      </a:cubicBezTo>
                                      <a:cubicBezTo>
                                        <a:pt x="747140" y="525501"/>
                                        <a:pt x="736422" y="526232"/>
                                        <a:pt x="725690" y="526291"/>
                                      </a:cubicBezTo>
                                      <a:cubicBezTo>
                                        <a:pt x="715594" y="525789"/>
                                        <a:pt x="705468" y="526341"/>
                                        <a:pt x="695487" y="527933"/>
                                      </a:cubicBezTo>
                                      <a:cubicBezTo>
                                        <a:pt x="688700" y="528306"/>
                                        <a:pt x="681938" y="529052"/>
                                        <a:pt x="675236" y="530171"/>
                                      </a:cubicBezTo>
                                      <a:cubicBezTo>
                                        <a:pt x="670808" y="527535"/>
                                        <a:pt x="666330" y="525197"/>
                                        <a:pt x="661852" y="522461"/>
                                      </a:cubicBezTo>
                                      <a:cubicBezTo>
                                        <a:pt x="650109" y="515995"/>
                                        <a:pt x="638152" y="510160"/>
                                        <a:pt x="625977" y="504952"/>
                                      </a:cubicBezTo>
                                      <a:cubicBezTo>
                                        <a:pt x="596123" y="489731"/>
                                        <a:pt x="564079" y="481275"/>
                                        <a:pt x="537857" y="459041"/>
                                      </a:cubicBezTo>
                                      <a:cubicBezTo>
                                        <a:pt x="520910" y="443765"/>
                                        <a:pt x="504863" y="427524"/>
                                        <a:pt x="489792" y="410393"/>
                                      </a:cubicBezTo>
                                      <a:cubicBezTo>
                                        <a:pt x="489543" y="408752"/>
                                        <a:pt x="475711" y="322251"/>
                                        <a:pt x="449987" y="261865"/>
                                      </a:cubicBezTo>
                                      <a:cubicBezTo>
                                        <a:pt x="425506" y="204264"/>
                                        <a:pt x="311463" y="149150"/>
                                        <a:pt x="311463" y="149150"/>
                                      </a:cubicBezTo>
                                      <a:cubicBezTo>
                                        <a:pt x="306736" y="146862"/>
                                        <a:pt x="303950" y="149150"/>
                                        <a:pt x="305343" y="154124"/>
                                      </a:cubicBezTo>
                                      <a:cubicBezTo>
                                        <a:pt x="305343" y="154124"/>
                                        <a:pt x="336939" y="271614"/>
                                        <a:pt x="356991" y="309766"/>
                                      </a:cubicBezTo>
                                      <a:cubicBezTo>
                                        <a:pt x="384556" y="362442"/>
                                        <a:pt x="463918" y="405767"/>
                                        <a:pt x="479841" y="414223"/>
                                      </a:cubicBezTo>
                                      <a:cubicBezTo>
                                        <a:pt x="493902" y="434085"/>
                                        <a:pt x="509829" y="452554"/>
                                        <a:pt x="527408" y="469387"/>
                                      </a:cubicBezTo>
                                      <a:cubicBezTo>
                                        <a:pt x="530493" y="472322"/>
                                        <a:pt x="533678" y="475008"/>
                                        <a:pt x="536962" y="477594"/>
                                      </a:cubicBezTo>
                                      <a:cubicBezTo>
                                        <a:pt x="514243" y="473053"/>
                                        <a:pt x="491260" y="469944"/>
                                        <a:pt x="468148" y="468293"/>
                                      </a:cubicBezTo>
                                      <a:cubicBezTo>
                                        <a:pt x="433318" y="465806"/>
                                        <a:pt x="398488" y="465209"/>
                                        <a:pt x="363658" y="463318"/>
                                      </a:cubicBezTo>
                                      <a:cubicBezTo>
                                        <a:pt x="344243" y="462289"/>
                                        <a:pt x="324903" y="460110"/>
                                        <a:pt x="305741" y="456802"/>
                                      </a:cubicBezTo>
                                      <a:cubicBezTo>
                                        <a:pt x="298676" y="450236"/>
                                        <a:pt x="228867" y="386418"/>
                                        <a:pt x="168959" y="367566"/>
                                      </a:cubicBezTo>
                                      <a:cubicBezTo>
                                        <a:pt x="105818" y="347669"/>
                                        <a:pt x="4761" y="362592"/>
                                        <a:pt x="4761" y="362592"/>
                                      </a:cubicBezTo>
                                      <a:cubicBezTo>
                                        <a:pt x="-463" y="363338"/>
                                        <a:pt x="-1558" y="366919"/>
                                        <a:pt x="2273" y="370500"/>
                                      </a:cubicBezTo>
                                      <a:cubicBezTo>
                                        <a:pt x="2273" y="370500"/>
                                        <a:pt x="76511" y="440437"/>
                                        <a:pt x="139652" y="460334"/>
                                      </a:cubicBezTo>
                                      <a:cubicBezTo>
                                        <a:pt x="201500" y="479833"/>
                                        <a:pt x="299472" y="466104"/>
                                        <a:pt x="303552" y="465557"/>
                                      </a:cubicBezTo>
                                      <a:cubicBezTo>
                                        <a:pt x="311712" y="467696"/>
                                        <a:pt x="319872" y="469486"/>
                                        <a:pt x="327833" y="471078"/>
                                      </a:cubicBezTo>
                                      <a:cubicBezTo>
                                        <a:pt x="362315" y="478141"/>
                                        <a:pt x="399284" y="479286"/>
                                        <a:pt x="434413" y="480380"/>
                                      </a:cubicBezTo>
                                      <a:cubicBezTo>
                                        <a:pt x="518999" y="483066"/>
                                        <a:pt x="596720" y="500675"/>
                                        <a:pt x="670111" y="543751"/>
                                      </a:cubicBezTo>
                                      <a:cubicBezTo>
                                        <a:pt x="713052" y="569020"/>
                                        <a:pt x="752708" y="600406"/>
                                        <a:pt x="794504" y="627963"/>
                                      </a:cubicBezTo>
                                      <a:cubicBezTo>
                                        <a:pt x="762659" y="613802"/>
                                        <a:pt x="728033" y="607002"/>
                                        <a:pt x="693198" y="608067"/>
                                      </a:cubicBezTo>
                                      <a:cubicBezTo>
                                        <a:pt x="667076" y="608664"/>
                                        <a:pt x="641153" y="614434"/>
                                        <a:pt x="614881" y="615627"/>
                                      </a:cubicBezTo>
                                      <a:cubicBezTo>
                                        <a:pt x="589326" y="616563"/>
                                        <a:pt x="563895" y="619637"/>
                                        <a:pt x="538852" y="624830"/>
                                      </a:cubicBezTo>
                                      <a:cubicBezTo>
                                        <a:pt x="523109" y="627939"/>
                                        <a:pt x="507784" y="632863"/>
                                        <a:pt x="493176" y="639503"/>
                                      </a:cubicBezTo>
                                      <a:cubicBezTo>
                                        <a:pt x="440831" y="664374"/>
                                        <a:pt x="385750" y="733217"/>
                                        <a:pt x="385750" y="733217"/>
                                      </a:cubicBezTo>
                                      <a:cubicBezTo>
                                        <a:pt x="382466" y="737296"/>
                                        <a:pt x="384059" y="740678"/>
                                        <a:pt x="389283" y="740728"/>
                                      </a:cubicBezTo>
                                      <a:cubicBezTo>
                                        <a:pt x="389283" y="740728"/>
                                        <a:pt x="477452" y="741175"/>
                                        <a:pt x="529747" y="716255"/>
                                      </a:cubicBezTo>
                                      <a:cubicBezTo>
                                        <a:pt x="578011" y="693224"/>
                                        <a:pt x="628614" y="633037"/>
                                        <a:pt x="636177" y="623785"/>
                                      </a:cubicBezTo>
                                      <a:cubicBezTo>
                                        <a:pt x="680958" y="618214"/>
                                        <a:pt x="726585" y="615528"/>
                                        <a:pt x="769874" y="630948"/>
                                      </a:cubicBezTo>
                                      <a:cubicBezTo>
                                        <a:pt x="804057" y="643085"/>
                                        <a:pt x="836847" y="659002"/>
                                        <a:pt x="870781" y="671836"/>
                                      </a:cubicBezTo>
                                      <a:cubicBezTo>
                                        <a:pt x="905611" y="684967"/>
                                        <a:pt x="943575" y="698149"/>
                                        <a:pt x="981241" y="697701"/>
                                      </a:cubicBezTo>
                                      <a:cubicBezTo>
                                        <a:pt x="991292" y="697547"/>
                                        <a:pt x="1001299" y="696328"/>
                                        <a:pt x="1011096" y="694070"/>
                                      </a:cubicBezTo>
                                      <a:cubicBezTo>
                                        <a:pt x="1016619" y="692827"/>
                                        <a:pt x="1022241" y="691931"/>
                                        <a:pt x="1027714" y="690638"/>
                                      </a:cubicBezTo>
                                      <a:cubicBezTo>
                                        <a:pt x="1032043" y="689593"/>
                                        <a:pt x="1044582" y="687703"/>
                                        <a:pt x="1036870" y="681734"/>
                                      </a:cubicBezTo>
                                      <a:cubicBezTo>
                                        <a:pt x="1029157" y="675765"/>
                                        <a:pt x="1019355" y="678103"/>
                                        <a:pt x="1010797" y="676511"/>
                                      </a:cubicBezTo>
                                      <a:cubicBezTo>
                                        <a:pt x="1000816" y="674920"/>
                                        <a:pt x="990690" y="674372"/>
                                        <a:pt x="980595" y="674870"/>
                                      </a:cubicBezTo>
                                      <a:cubicBezTo>
                                        <a:pt x="969862" y="674815"/>
                                        <a:pt x="959144" y="674084"/>
                                        <a:pt x="948501" y="672681"/>
                                      </a:cubicBezTo>
                                      <a:cubicBezTo>
                                        <a:pt x="927021" y="670035"/>
                                        <a:pt x="905929" y="664877"/>
                                        <a:pt x="885658" y="657311"/>
                                      </a:cubicBezTo>
                                      <a:cubicBezTo>
                                        <a:pt x="873732" y="653013"/>
                                        <a:pt x="862098" y="647950"/>
                                        <a:pt x="850829" y="642140"/>
                                      </a:cubicBezTo>
                                      <a:cubicBezTo>
                                        <a:pt x="798484" y="615478"/>
                                        <a:pt x="751762" y="578868"/>
                                        <a:pt x="702453" y="546884"/>
                                      </a:cubicBezTo>
                                      <a:cubicBezTo>
                                        <a:pt x="709957" y="548252"/>
                                        <a:pt x="717564" y="548999"/>
                                        <a:pt x="725192" y="549123"/>
                                      </a:cubicBezTo>
                                      <a:cubicBezTo>
                                        <a:pt x="762908" y="549571"/>
                                        <a:pt x="800873" y="536389"/>
                                        <a:pt x="835702" y="523257"/>
                                      </a:cubicBezTo>
                                      <a:cubicBezTo>
                                        <a:pt x="869637" y="510424"/>
                                        <a:pt x="902377" y="494507"/>
                                        <a:pt x="936560" y="482370"/>
                                      </a:cubicBezTo>
                                      <a:cubicBezTo>
                                        <a:pt x="979898" y="466950"/>
                                        <a:pt x="1025475" y="469636"/>
                                        <a:pt x="1070257" y="475207"/>
                                      </a:cubicBezTo>
                                      <a:cubicBezTo>
                                        <a:pt x="1077869" y="484459"/>
                                        <a:pt x="1128422" y="544845"/>
                                        <a:pt x="1176687" y="567676"/>
                                      </a:cubicBezTo>
                                      <a:cubicBezTo>
                                        <a:pt x="1229031" y="592547"/>
                                        <a:pt x="1317151" y="592149"/>
                                        <a:pt x="1317151" y="592149"/>
                                      </a:cubicBezTo>
                                      <a:cubicBezTo>
                                        <a:pt x="1322425" y="592149"/>
                                        <a:pt x="1324017" y="588717"/>
                                        <a:pt x="1320733" y="584638"/>
                                      </a:cubicBezTo>
                                      <a:cubicBezTo>
                                        <a:pt x="1320634" y="584638"/>
                                        <a:pt x="1265304" y="515895"/>
                                        <a:pt x="1213208" y="4909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Freeform: Shape 79"/>
                              <wps:cNvSpPr/>
                              <wps:spPr>
                                <a:xfrm>
                                  <a:off x="2263090" y="665429"/>
                                  <a:ext cx="491848" cy="221140"/>
                                </a:xfrm>
                                <a:custGeom>
                                  <a:avLst/>
                                  <a:gdLst>
                                    <a:gd name="connsiteX0" fmla="*/ 490648 w 491848"/>
                                    <a:gd name="connsiteY0" fmla="*/ 156787 h 221140"/>
                                    <a:gd name="connsiteX1" fmla="*/ 423426 w 491848"/>
                                    <a:gd name="connsiteY1" fmla="*/ 121122 h 221140"/>
                                    <a:gd name="connsiteX2" fmla="*/ 347845 w 491848"/>
                                    <a:gd name="connsiteY2" fmla="*/ 125549 h 221140"/>
                                    <a:gd name="connsiteX3" fmla="*/ 322967 w 491848"/>
                                    <a:gd name="connsiteY3" fmla="*/ 114656 h 221140"/>
                                    <a:gd name="connsiteX4" fmla="*/ 279728 w 491848"/>
                                    <a:gd name="connsiteY4" fmla="*/ 92720 h 221140"/>
                                    <a:gd name="connsiteX5" fmla="*/ 249874 w 491848"/>
                                    <a:gd name="connsiteY5" fmla="*/ 80583 h 221140"/>
                                    <a:gd name="connsiteX6" fmla="*/ 255596 w 491848"/>
                                    <a:gd name="connsiteY6" fmla="*/ 79488 h 221140"/>
                                    <a:gd name="connsiteX7" fmla="*/ 287440 w 491848"/>
                                    <a:gd name="connsiteY7" fmla="*/ 68247 h 221140"/>
                                    <a:gd name="connsiteX8" fmla="*/ 360882 w 491848"/>
                                    <a:gd name="connsiteY8" fmla="*/ 54568 h 221140"/>
                                    <a:gd name="connsiteX9" fmla="*/ 417505 w 491848"/>
                                    <a:gd name="connsiteY9" fmla="*/ 3831 h 221140"/>
                                    <a:gd name="connsiteX10" fmla="*/ 416211 w 491848"/>
                                    <a:gd name="connsiteY10" fmla="*/ 399 h 221140"/>
                                    <a:gd name="connsiteX11" fmla="*/ 334510 w 491848"/>
                                    <a:gd name="connsiteY11" fmla="*/ 13829 h 221140"/>
                                    <a:gd name="connsiteX12" fmla="*/ 284356 w 491848"/>
                                    <a:gd name="connsiteY12" fmla="*/ 64466 h 221140"/>
                                    <a:gd name="connsiteX13" fmla="*/ 253805 w 491848"/>
                                    <a:gd name="connsiteY13" fmla="*/ 72972 h 221140"/>
                                    <a:gd name="connsiteX14" fmla="*/ 207780 w 491848"/>
                                    <a:gd name="connsiteY14" fmla="*/ 71132 h 221140"/>
                                    <a:gd name="connsiteX15" fmla="*/ 189320 w 491848"/>
                                    <a:gd name="connsiteY15" fmla="*/ 69938 h 221140"/>
                                    <a:gd name="connsiteX16" fmla="*/ 85825 w 491848"/>
                                    <a:gd name="connsiteY16" fmla="*/ 74912 h 221140"/>
                                    <a:gd name="connsiteX17" fmla="*/ 68311 w 491848"/>
                                    <a:gd name="connsiteY17" fmla="*/ 73022 h 221140"/>
                                    <a:gd name="connsiteX18" fmla="*/ 39501 w 491848"/>
                                    <a:gd name="connsiteY18" fmla="*/ 64715 h 221140"/>
                                    <a:gd name="connsiteX19" fmla="*/ 26067 w 491848"/>
                                    <a:gd name="connsiteY19" fmla="*/ 58199 h 221140"/>
                                    <a:gd name="connsiteX20" fmla="*/ 13578 w 491848"/>
                                    <a:gd name="connsiteY20" fmla="*/ 51931 h 221140"/>
                                    <a:gd name="connsiteX21" fmla="*/ 1835 w 491848"/>
                                    <a:gd name="connsiteY21" fmla="*/ 48002 h 221140"/>
                                    <a:gd name="connsiteX22" fmla="*/ 3477 w 491848"/>
                                    <a:gd name="connsiteY22" fmla="*/ 53722 h 221140"/>
                                    <a:gd name="connsiteX23" fmla="*/ 9399 w 491848"/>
                                    <a:gd name="connsiteY23" fmla="*/ 58945 h 221140"/>
                                    <a:gd name="connsiteX24" fmla="*/ 20494 w 491848"/>
                                    <a:gd name="connsiteY24" fmla="*/ 67202 h 221140"/>
                                    <a:gd name="connsiteX25" fmla="*/ 70948 w 491848"/>
                                    <a:gd name="connsiteY25" fmla="*/ 82125 h 221140"/>
                                    <a:gd name="connsiteX26" fmla="*/ 120954 w 491848"/>
                                    <a:gd name="connsiteY26" fmla="*/ 88890 h 221140"/>
                                    <a:gd name="connsiteX27" fmla="*/ 176383 w 491848"/>
                                    <a:gd name="connsiteY27" fmla="*/ 116795 h 221140"/>
                                    <a:gd name="connsiteX28" fmla="*/ 197878 w 491848"/>
                                    <a:gd name="connsiteY28" fmla="*/ 178474 h 221140"/>
                                    <a:gd name="connsiteX29" fmla="*/ 248779 w 491848"/>
                                    <a:gd name="connsiteY29" fmla="*/ 220655 h 221140"/>
                                    <a:gd name="connsiteX30" fmla="*/ 251964 w 491848"/>
                                    <a:gd name="connsiteY30" fmla="*/ 218467 h 221140"/>
                                    <a:gd name="connsiteX31" fmla="*/ 230319 w 491848"/>
                                    <a:gd name="connsiteY31" fmla="*/ 156041 h 221140"/>
                                    <a:gd name="connsiteX32" fmla="*/ 215392 w 491848"/>
                                    <a:gd name="connsiteY32" fmla="*/ 139576 h 221140"/>
                                    <a:gd name="connsiteX33" fmla="*/ 186633 w 491848"/>
                                    <a:gd name="connsiteY33" fmla="*/ 118237 h 221140"/>
                                    <a:gd name="connsiteX34" fmla="*/ 156779 w 491848"/>
                                    <a:gd name="connsiteY34" fmla="*/ 97147 h 221140"/>
                                    <a:gd name="connsiteX35" fmla="*/ 111450 w 491848"/>
                                    <a:gd name="connsiteY35" fmla="*/ 81776 h 221140"/>
                                    <a:gd name="connsiteX36" fmla="*/ 180861 w 491848"/>
                                    <a:gd name="connsiteY36" fmla="*/ 76802 h 221140"/>
                                    <a:gd name="connsiteX37" fmla="*/ 290326 w 491848"/>
                                    <a:gd name="connsiteY37" fmla="*/ 105553 h 221140"/>
                                    <a:gd name="connsiteX38" fmla="*/ 335356 w 491848"/>
                                    <a:gd name="connsiteY38" fmla="*/ 126345 h 221140"/>
                                    <a:gd name="connsiteX39" fmla="*/ 346402 w 491848"/>
                                    <a:gd name="connsiteY39" fmla="*/ 129678 h 221140"/>
                                    <a:gd name="connsiteX40" fmla="*/ 413524 w 491848"/>
                                    <a:gd name="connsiteY40" fmla="*/ 165342 h 221140"/>
                                    <a:gd name="connsiteX41" fmla="*/ 489503 w 491848"/>
                                    <a:gd name="connsiteY41" fmla="*/ 160816 h 221140"/>
                                    <a:gd name="connsiteX42" fmla="*/ 490648 w 491848"/>
                                    <a:gd name="connsiteY42" fmla="*/ 156787 h 221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</a:cxnLst>
                                  <a:rect l="l" t="t" r="r" b="b"/>
                                  <a:pathLst>
                                    <a:path w="491848" h="221140">
                                      <a:moveTo>
                                        <a:pt x="490648" y="156787"/>
                                      </a:moveTo>
                                      <a:cubicBezTo>
                                        <a:pt x="490648" y="156787"/>
                                        <a:pt x="453380" y="127638"/>
                                        <a:pt x="423426" y="121122"/>
                                      </a:cubicBezTo>
                                      <a:cubicBezTo>
                                        <a:pt x="394965" y="114904"/>
                                        <a:pt x="352174" y="124554"/>
                                        <a:pt x="347845" y="125549"/>
                                      </a:cubicBezTo>
                                      <a:cubicBezTo>
                                        <a:pt x="339342" y="122420"/>
                                        <a:pt x="331032" y="118784"/>
                                        <a:pt x="322967" y="114656"/>
                                      </a:cubicBezTo>
                                      <a:cubicBezTo>
                                        <a:pt x="308488" y="107493"/>
                                        <a:pt x="294257" y="99733"/>
                                        <a:pt x="279728" y="92720"/>
                                      </a:cubicBezTo>
                                      <a:cubicBezTo>
                                        <a:pt x="270045" y="88044"/>
                                        <a:pt x="260074" y="83990"/>
                                        <a:pt x="249874" y="80583"/>
                                      </a:cubicBezTo>
                                      <a:cubicBezTo>
                                        <a:pt x="251799" y="80334"/>
                                        <a:pt x="253715" y="79966"/>
                                        <a:pt x="255596" y="79488"/>
                                      </a:cubicBezTo>
                                      <a:cubicBezTo>
                                        <a:pt x="266542" y="76748"/>
                                        <a:pt x="277201" y="72987"/>
                                        <a:pt x="287440" y="68247"/>
                                      </a:cubicBezTo>
                                      <a:cubicBezTo>
                                        <a:pt x="295750" y="68595"/>
                                        <a:pt x="337645" y="69391"/>
                                        <a:pt x="360882" y="54568"/>
                                      </a:cubicBezTo>
                                      <a:cubicBezTo>
                                        <a:pt x="377749" y="43824"/>
                                        <a:pt x="417505" y="3831"/>
                                        <a:pt x="417505" y="3831"/>
                                      </a:cubicBezTo>
                                      <a:cubicBezTo>
                                        <a:pt x="419247" y="2090"/>
                                        <a:pt x="418649" y="548"/>
                                        <a:pt x="416211" y="399"/>
                                      </a:cubicBezTo>
                                      <a:cubicBezTo>
                                        <a:pt x="416211" y="399"/>
                                        <a:pt x="357647" y="-3680"/>
                                        <a:pt x="334510" y="13829"/>
                                      </a:cubicBezTo>
                                      <a:cubicBezTo>
                                        <a:pt x="316120" y="28966"/>
                                        <a:pt x="299317" y="45933"/>
                                        <a:pt x="284356" y="64466"/>
                                      </a:cubicBezTo>
                                      <a:cubicBezTo>
                                        <a:pt x="274344" y="67894"/>
                                        <a:pt x="264144" y="70734"/>
                                        <a:pt x="253805" y="72972"/>
                                      </a:cubicBezTo>
                                      <a:cubicBezTo>
                                        <a:pt x="238131" y="75857"/>
                                        <a:pt x="223254" y="71878"/>
                                        <a:pt x="207780" y="71132"/>
                                      </a:cubicBezTo>
                                      <a:cubicBezTo>
                                        <a:pt x="201659" y="70435"/>
                                        <a:pt x="195490" y="70037"/>
                                        <a:pt x="189320" y="69938"/>
                                      </a:cubicBezTo>
                                      <a:cubicBezTo>
                                        <a:pt x="154788" y="69490"/>
                                        <a:pt x="120307" y="76305"/>
                                        <a:pt x="85825" y="74912"/>
                                      </a:cubicBezTo>
                                      <a:cubicBezTo>
                                        <a:pt x="79954" y="74634"/>
                                        <a:pt x="74108" y="74002"/>
                                        <a:pt x="68311" y="73022"/>
                                      </a:cubicBezTo>
                                      <a:cubicBezTo>
                                        <a:pt x="58414" y="71390"/>
                                        <a:pt x="48746" y="68600"/>
                                        <a:pt x="39501" y="64715"/>
                                      </a:cubicBezTo>
                                      <a:cubicBezTo>
                                        <a:pt x="34889" y="62835"/>
                                        <a:pt x="30401" y="60661"/>
                                        <a:pt x="26067" y="58199"/>
                                      </a:cubicBezTo>
                                      <a:cubicBezTo>
                                        <a:pt x="22126" y="55697"/>
                                        <a:pt x="17942" y="53598"/>
                                        <a:pt x="13578" y="51931"/>
                                      </a:cubicBezTo>
                                      <a:cubicBezTo>
                                        <a:pt x="9747" y="50588"/>
                                        <a:pt x="6115" y="47405"/>
                                        <a:pt x="1835" y="48002"/>
                                      </a:cubicBezTo>
                                      <a:cubicBezTo>
                                        <a:pt x="-2444" y="48599"/>
                                        <a:pt x="1835" y="52280"/>
                                        <a:pt x="3477" y="53722"/>
                                      </a:cubicBezTo>
                                      <a:cubicBezTo>
                                        <a:pt x="5119" y="55165"/>
                                        <a:pt x="7458" y="57154"/>
                                        <a:pt x="9399" y="58945"/>
                                      </a:cubicBezTo>
                                      <a:cubicBezTo>
                                        <a:pt x="12787" y="62089"/>
                                        <a:pt x="16509" y="64854"/>
                                        <a:pt x="20494" y="67202"/>
                                      </a:cubicBezTo>
                                      <a:cubicBezTo>
                                        <a:pt x="35421" y="76056"/>
                                        <a:pt x="53881" y="79538"/>
                                        <a:pt x="70948" y="82125"/>
                                      </a:cubicBezTo>
                                      <a:cubicBezTo>
                                        <a:pt x="88014" y="84711"/>
                                        <a:pt x="104385" y="85905"/>
                                        <a:pt x="120954" y="88890"/>
                                      </a:cubicBezTo>
                                      <a:cubicBezTo>
                                        <a:pt x="141901" y="92620"/>
                                        <a:pt x="159664" y="104210"/>
                                        <a:pt x="176383" y="116795"/>
                                      </a:cubicBezTo>
                                      <a:cubicBezTo>
                                        <a:pt x="177278" y="122216"/>
                                        <a:pt x="183797" y="158130"/>
                                        <a:pt x="197878" y="178474"/>
                                      </a:cubicBezTo>
                                      <a:cubicBezTo>
                                        <a:pt x="213203" y="200560"/>
                                        <a:pt x="248779" y="220655"/>
                                        <a:pt x="248779" y="220655"/>
                                      </a:cubicBezTo>
                                      <a:cubicBezTo>
                                        <a:pt x="250919" y="221849"/>
                                        <a:pt x="252312" y="220655"/>
                                        <a:pt x="251964" y="218467"/>
                                      </a:cubicBezTo>
                                      <a:cubicBezTo>
                                        <a:pt x="251964" y="218467"/>
                                        <a:pt x="245595" y="178126"/>
                                        <a:pt x="230319" y="156041"/>
                                      </a:cubicBezTo>
                                      <a:cubicBezTo>
                                        <a:pt x="225996" y="149997"/>
                                        <a:pt x="220985" y="144471"/>
                                        <a:pt x="215392" y="139576"/>
                                      </a:cubicBezTo>
                                      <a:cubicBezTo>
                                        <a:pt x="206426" y="131667"/>
                                        <a:pt x="196803" y="124524"/>
                                        <a:pt x="186633" y="118237"/>
                                      </a:cubicBezTo>
                                      <a:cubicBezTo>
                                        <a:pt x="176333" y="111721"/>
                                        <a:pt x="167228" y="103315"/>
                                        <a:pt x="156779" y="97147"/>
                                      </a:cubicBezTo>
                                      <a:cubicBezTo>
                                        <a:pt x="142996" y="88725"/>
                                        <a:pt x="127512" y="83473"/>
                                        <a:pt x="111450" y="81776"/>
                                      </a:cubicBezTo>
                                      <a:cubicBezTo>
                                        <a:pt x="134587" y="80334"/>
                                        <a:pt x="157774" y="76802"/>
                                        <a:pt x="180861" y="76802"/>
                                      </a:cubicBezTo>
                                      <a:cubicBezTo>
                                        <a:pt x="220318" y="76355"/>
                                        <a:pt x="255745" y="87198"/>
                                        <a:pt x="290326" y="105553"/>
                                      </a:cubicBezTo>
                                      <a:cubicBezTo>
                                        <a:pt x="304736" y="113716"/>
                                        <a:pt x="319797" y="120669"/>
                                        <a:pt x="335356" y="126345"/>
                                      </a:cubicBezTo>
                                      <a:cubicBezTo>
                                        <a:pt x="338889" y="127539"/>
                                        <a:pt x="342621" y="128683"/>
                                        <a:pt x="346402" y="129678"/>
                                      </a:cubicBezTo>
                                      <a:cubicBezTo>
                                        <a:pt x="347895" y="130871"/>
                                        <a:pt x="384168" y="158926"/>
                                        <a:pt x="413524" y="165342"/>
                                      </a:cubicBezTo>
                                      <a:cubicBezTo>
                                        <a:pt x="442881" y="171759"/>
                                        <a:pt x="489503" y="160816"/>
                                        <a:pt x="489503" y="160816"/>
                                      </a:cubicBezTo>
                                      <a:cubicBezTo>
                                        <a:pt x="492190" y="160020"/>
                                        <a:pt x="492538" y="158279"/>
                                        <a:pt x="490648" y="15678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Freeform: Shape 80"/>
                              <wps:cNvSpPr/>
                              <wps:spPr>
                                <a:xfrm>
                                  <a:off x="936148" y="777041"/>
                                  <a:ext cx="496592" cy="267821"/>
                                </a:xfrm>
                                <a:custGeom>
                                  <a:avLst/>
                                  <a:gdLst>
                                    <a:gd name="connsiteX0" fmla="*/ 494552 w 496592"/>
                                    <a:gd name="connsiteY0" fmla="*/ 116754 h 267821"/>
                                    <a:gd name="connsiteX1" fmla="*/ 418822 w 496592"/>
                                    <a:gd name="connsiteY1" fmla="*/ 109342 h 267821"/>
                                    <a:gd name="connsiteX2" fmla="*/ 350605 w 496592"/>
                                    <a:gd name="connsiteY2" fmla="*/ 142222 h 267821"/>
                                    <a:gd name="connsiteX3" fmla="*/ 323438 w 496592"/>
                                    <a:gd name="connsiteY3" fmla="*/ 141625 h 267821"/>
                                    <a:gd name="connsiteX4" fmla="*/ 275124 w 496592"/>
                                    <a:gd name="connsiteY4" fmla="*/ 137745 h 267821"/>
                                    <a:gd name="connsiteX5" fmla="*/ 242931 w 496592"/>
                                    <a:gd name="connsiteY5" fmla="*/ 137745 h 267821"/>
                                    <a:gd name="connsiteX6" fmla="*/ 247907 w 496592"/>
                                    <a:gd name="connsiteY6" fmla="*/ 134512 h 267821"/>
                                    <a:gd name="connsiteX7" fmla="*/ 273084 w 496592"/>
                                    <a:gd name="connsiteY7" fmla="*/ 111979 h 267821"/>
                                    <a:gd name="connsiteX8" fmla="*/ 335778 w 496592"/>
                                    <a:gd name="connsiteY8" fmla="*/ 71389 h 267821"/>
                                    <a:gd name="connsiteX9" fmla="*/ 368817 w 496592"/>
                                    <a:gd name="connsiteY9" fmla="*/ 2895 h 267821"/>
                                    <a:gd name="connsiteX10" fmla="*/ 366329 w 496592"/>
                                    <a:gd name="connsiteY10" fmla="*/ 209 h 267821"/>
                                    <a:gd name="connsiteX11" fmla="*/ 295873 w 496592"/>
                                    <a:gd name="connsiteY11" fmla="*/ 43783 h 267821"/>
                                    <a:gd name="connsiteX12" fmla="*/ 268755 w 496592"/>
                                    <a:gd name="connsiteY12" fmla="*/ 109641 h 267821"/>
                                    <a:gd name="connsiteX13" fmla="*/ 243877 w 496592"/>
                                    <a:gd name="connsiteY13" fmla="*/ 129140 h 267821"/>
                                    <a:gd name="connsiteX14" fmla="*/ 200638 w 496592"/>
                                    <a:gd name="connsiteY14" fmla="*/ 145007 h 267821"/>
                                    <a:gd name="connsiteX15" fmla="*/ 183124 w 496592"/>
                                    <a:gd name="connsiteY15" fmla="*/ 150926 h 267821"/>
                                    <a:gd name="connsiteX16" fmla="*/ 89232 w 496592"/>
                                    <a:gd name="connsiteY16" fmla="*/ 194649 h 267821"/>
                                    <a:gd name="connsiteX17" fmla="*/ 72315 w 496592"/>
                                    <a:gd name="connsiteY17" fmla="*/ 199623 h 267821"/>
                                    <a:gd name="connsiteX18" fmla="*/ 42461 w 496592"/>
                                    <a:gd name="connsiteY18" fmla="*/ 202906 h 267821"/>
                                    <a:gd name="connsiteX19" fmla="*/ 27534 w 496592"/>
                                    <a:gd name="connsiteY19" fmla="*/ 202011 h 267821"/>
                                    <a:gd name="connsiteX20" fmla="*/ 13552 w 496592"/>
                                    <a:gd name="connsiteY20" fmla="*/ 200967 h 267821"/>
                                    <a:gd name="connsiteX21" fmla="*/ 1262 w 496592"/>
                                    <a:gd name="connsiteY21" fmla="*/ 201812 h 267821"/>
                                    <a:gd name="connsiteX22" fmla="*/ 4944 w 496592"/>
                                    <a:gd name="connsiteY22" fmla="*/ 206438 h 267821"/>
                                    <a:gd name="connsiteX23" fmla="*/ 12358 w 496592"/>
                                    <a:gd name="connsiteY23" fmla="*/ 209025 h 267821"/>
                                    <a:gd name="connsiteX24" fmla="*/ 25842 w 496592"/>
                                    <a:gd name="connsiteY24" fmla="*/ 212457 h 267821"/>
                                    <a:gd name="connsiteX25" fmla="*/ 78186 w 496592"/>
                                    <a:gd name="connsiteY25" fmla="*/ 207184 h 267821"/>
                                    <a:gd name="connsiteX26" fmla="*/ 126998 w 496592"/>
                                    <a:gd name="connsiteY26" fmla="*/ 194401 h 267821"/>
                                    <a:gd name="connsiteX27" fmla="*/ 188895 w 496592"/>
                                    <a:gd name="connsiteY27" fmla="*/ 199076 h 267821"/>
                                    <a:gd name="connsiteX28" fmla="*/ 232284 w 496592"/>
                                    <a:gd name="connsiteY28" fmla="*/ 247972 h 267821"/>
                                    <a:gd name="connsiteX29" fmla="*/ 295226 w 496592"/>
                                    <a:gd name="connsiteY29" fmla="*/ 267770 h 267821"/>
                                    <a:gd name="connsiteX30" fmla="*/ 297316 w 496592"/>
                                    <a:gd name="connsiteY30" fmla="*/ 264536 h 267821"/>
                                    <a:gd name="connsiteX31" fmla="*/ 253530 w 496592"/>
                                    <a:gd name="connsiteY31" fmla="*/ 214795 h 267821"/>
                                    <a:gd name="connsiteX32" fmla="*/ 233627 w 496592"/>
                                    <a:gd name="connsiteY32" fmla="*/ 205344 h 267821"/>
                                    <a:gd name="connsiteX33" fmla="*/ 199145 w 496592"/>
                                    <a:gd name="connsiteY33" fmla="*/ 196539 h 267821"/>
                                    <a:gd name="connsiteX34" fmla="*/ 163569 w 496592"/>
                                    <a:gd name="connsiteY34" fmla="*/ 188382 h 267821"/>
                                    <a:gd name="connsiteX35" fmla="*/ 132770 w 496592"/>
                                    <a:gd name="connsiteY35" fmla="*/ 187835 h 267821"/>
                                    <a:gd name="connsiteX36" fmla="*/ 115802 w 496592"/>
                                    <a:gd name="connsiteY36" fmla="*/ 191416 h 267821"/>
                                    <a:gd name="connsiteX37" fmla="*/ 178048 w 496592"/>
                                    <a:gd name="connsiteY37" fmla="*/ 160129 h 267821"/>
                                    <a:gd name="connsiteX38" fmla="*/ 290151 w 496592"/>
                                    <a:gd name="connsiteY38" fmla="*/ 145206 h 267821"/>
                                    <a:gd name="connsiteX39" fmla="*/ 339908 w 496592"/>
                                    <a:gd name="connsiteY39" fmla="*/ 147295 h 267821"/>
                                    <a:gd name="connsiteX40" fmla="*/ 351402 w 496592"/>
                                    <a:gd name="connsiteY40" fmla="*/ 146201 h 267821"/>
                                    <a:gd name="connsiteX41" fmla="*/ 427032 w 496592"/>
                                    <a:gd name="connsiteY41" fmla="*/ 153612 h 267821"/>
                                    <a:gd name="connsiteX42" fmla="*/ 495547 w 496592"/>
                                    <a:gd name="connsiteY42" fmla="*/ 120484 h 267821"/>
                                    <a:gd name="connsiteX43" fmla="*/ 494552 w 496592"/>
                                    <a:gd name="connsiteY43" fmla="*/ 116754 h 2678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</a:cxnLst>
                                  <a:rect l="l" t="t" r="r" b="b"/>
                                  <a:pathLst>
                                    <a:path w="496592" h="267821">
                                      <a:moveTo>
                                        <a:pt x="494552" y="116754"/>
                                      </a:moveTo>
                                      <a:cubicBezTo>
                                        <a:pt x="494552" y="116754"/>
                                        <a:pt x="449025" y="103970"/>
                                        <a:pt x="418822" y="109342"/>
                                      </a:cubicBezTo>
                                      <a:cubicBezTo>
                                        <a:pt x="390162" y="114316"/>
                                        <a:pt x="354138" y="139635"/>
                                        <a:pt x="350605" y="142222"/>
                                      </a:cubicBezTo>
                                      <a:cubicBezTo>
                                        <a:pt x="341545" y="142530"/>
                                        <a:pt x="332474" y="142331"/>
                                        <a:pt x="323438" y="141625"/>
                                      </a:cubicBezTo>
                                      <a:cubicBezTo>
                                        <a:pt x="307317" y="140481"/>
                                        <a:pt x="291245" y="138690"/>
                                        <a:pt x="275124" y="137745"/>
                                      </a:cubicBezTo>
                                      <a:cubicBezTo>
                                        <a:pt x="264402" y="137073"/>
                                        <a:pt x="253654" y="137073"/>
                                        <a:pt x="242931" y="137745"/>
                                      </a:cubicBezTo>
                                      <a:cubicBezTo>
                                        <a:pt x="244573" y="136750"/>
                                        <a:pt x="246215" y="135656"/>
                                        <a:pt x="247907" y="134512"/>
                                      </a:cubicBezTo>
                                      <a:cubicBezTo>
                                        <a:pt x="256988" y="127806"/>
                                        <a:pt x="265417" y="120261"/>
                                        <a:pt x="273084" y="111979"/>
                                      </a:cubicBezTo>
                                      <a:cubicBezTo>
                                        <a:pt x="280896" y="109143"/>
                                        <a:pt x="319955" y="93922"/>
                                        <a:pt x="335778" y="71389"/>
                                      </a:cubicBezTo>
                                      <a:cubicBezTo>
                                        <a:pt x="347272" y="55024"/>
                                        <a:pt x="368817" y="2895"/>
                                        <a:pt x="368817" y="2895"/>
                                      </a:cubicBezTo>
                                      <a:cubicBezTo>
                                        <a:pt x="369762" y="657"/>
                                        <a:pt x="368817" y="-537"/>
                                        <a:pt x="366329" y="209"/>
                                      </a:cubicBezTo>
                                      <a:cubicBezTo>
                                        <a:pt x="366329" y="209"/>
                                        <a:pt x="310601" y="18763"/>
                                        <a:pt x="295873" y="43783"/>
                                      </a:cubicBezTo>
                                      <a:cubicBezTo>
                                        <a:pt x="284648" y="64774"/>
                                        <a:pt x="275567" y="86834"/>
                                        <a:pt x="268755" y="109641"/>
                                      </a:cubicBezTo>
                                      <a:cubicBezTo>
                                        <a:pt x="260874" y="116649"/>
                                        <a:pt x="252564" y="123161"/>
                                        <a:pt x="243877" y="129140"/>
                                      </a:cubicBezTo>
                                      <a:cubicBezTo>
                                        <a:pt x="230542" y="137844"/>
                                        <a:pt x="215267" y="139784"/>
                                        <a:pt x="200638" y="145007"/>
                                      </a:cubicBezTo>
                                      <a:cubicBezTo>
                                        <a:pt x="194767" y="146698"/>
                                        <a:pt x="188895" y="148638"/>
                                        <a:pt x="183124" y="150926"/>
                                      </a:cubicBezTo>
                                      <a:cubicBezTo>
                                        <a:pt x="151030" y="163610"/>
                                        <a:pt x="121773" y="183109"/>
                                        <a:pt x="89232" y="194649"/>
                                      </a:cubicBezTo>
                                      <a:cubicBezTo>
                                        <a:pt x="83709" y="196684"/>
                                        <a:pt x="78057" y="198345"/>
                                        <a:pt x="72315" y="199623"/>
                                      </a:cubicBezTo>
                                      <a:cubicBezTo>
                                        <a:pt x="62528" y="201887"/>
                                        <a:pt x="52507" y="202986"/>
                                        <a:pt x="42461" y="202906"/>
                                      </a:cubicBezTo>
                                      <a:cubicBezTo>
                                        <a:pt x="37470" y="202931"/>
                                        <a:pt x="32484" y="202633"/>
                                        <a:pt x="27534" y="202011"/>
                                      </a:cubicBezTo>
                                      <a:cubicBezTo>
                                        <a:pt x="22921" y="201195"/>
                                        <a:pt x="18234" y="200842"/>
                                        <a:pt x="13552" y="200967"/>
                                      </a:cubicBezTo>
                                      <a:cubicBezTo>
                                        <a:pt x="9522" y="201215"/>
                                        <a:pt x="4994" y="199623"/>
                                        <a:pt x="1262" y="201812"/>
                                      </a:cubicBezTo>
                                      <a:cubicBezTo>
                                        <a:pt x="-2470" y="204001"/>
                                        <a:pt x="3003" y="205742"/>
                                        <a:pt x="4944" y="206438"/>
                                      </a:cubicBezTo>
                                      <a:cubicBezTo>
                                        <a:pt x="6884" y="207134"/>
                                        <a:pt x="9920" y="208129"/>
                                        <a:pt x="12358" y="209025"/>
                                      </a:cubicBezTo>
                                      <a:cubicBezTo>
                                        <a:pt x="16721" y="210641"/>
                                        <a:pt x="21239" y="211790"/>
                                        <a:pt x="25842" y="212457"/>
                                      </a:cubicBezTo>
                                      <a:cubicBezTo>
                                        <a:pt x="43108" y="214944"/>
                                        <a:pt x="61368" y="211163"/>
                                        <a:pt x="78186" y="207184"/>
                                      </a:cubicBezTo>
                                      <a:cubicBezTo>
                                        <a:pt x="95004" y="203205"/>
                                        <a:pt x="110528" y="197932"/>
                                        <a:pt x="126998" y="194401"/>
                                      </a:cubicBezTo>
                                      <a:cubicBezTo>
                                        <a:pt x="147796" y="189924"/>
                                        <a:pt x="168644" y="193853"/>
                                        <a:pt x="188895" y="199076"/>
                                      </a:cubicBezTo>
                                      <a:cubicBezTo>
                                        <a:pt x="191831" y="203802"/>
                                        <a:pt x="211485" y="234492"/>
                                        <a:pt x="232284" y="247972"/>
                                      </a:cubicBezTo>
                                      <a:cubicBezTo>
                                        <a:pt x="254724" y="262795"/>
                                        <a:pt x="295226" y="267770"/>
                                        <a:pt x="295226" y="267770"/>
                                      </a:cubicBezTo>
                                      <a:cubicBezTo>
                                        <a:pt x="297664" y="268068"/>
                                        <a:pt x="298610" y="266626"/>
                                        <a:pt x="297316" y="264536"/>
                                      </a:cubicBezTo>
                                      <a:cubicBezTo>
                                        <a:pt x="297316" y="264536"/>
                                        <a:pt x="276119" y="229717"/>
                                        <a:pt x="253530" y="214795"/>
                                      </a:cubicBezTo>
                                      <a:cubicBezTo>
                                        <a:pt x="247280" y="210895"/>
                                        <a:pt x="240603" y="207721"/>
                                        <a:pt x="233627" y="205344"/>
                                      </a:cubicBezTo>
                                      <a:cubicBezTo>
                                        <a:pt x="222402" y="201444"/>
                                        <a:pt x="210868" y="198499"/>
                                        <a:pt x="199145" y="196539"/>
                                      </a:cubicBezTo>
                                      <a:cubicBezTo>
                                        <a:pt x="187154" y="194401"/>
                                        <a:pt x="175561" y="190222"/>
                                        <a:pt x="163569" y="188382"/>
                                      </a:cubicBezTo>
                                      <a:cubicBezTo>
                                        <a:pt x="153374" y="186805"/>
                                        <a:pt x="143015" y="186621"/>
                                        <a:pt x="132770" y="187835"/>
                                      </a:cubicBezTo>
                                      <a:cubicBezTo>
                                        <a:pt x="127033" y="188611"/>
                                        <a:pt x="121365" y="189809"/>
                                        <a:pt x="115802" y="191416"/>
                                      </a:cubicBezTo>
                                      <a:cubicBezTo>
                                        <a:pt x="136700" y="181219"/>
                                        <a:pt x="156752" y="169182"/>
                                        <a:pt x="178048" y="160129"/>
                                      </a:cubicBezTo>
                                      <a:cubicBezTo>
                                        <a:pt x="214321" y="144709"/>
                                        <a:pt x="251191" y="141277"/>
                                        <a:pt x="290151" y="145206"/>
                                      </a:cubicBezTo>
                                      <a:cubicBezTo>
                                        <a:pt x="306650" y="147300"/>
                                        <a:pt x="323294" y="148002"/>
                                        <a:pt x="339908" y="147295"/>
                                      </a:cubicBezTo>
                                      <a:cubicBezTo>
                                        <a:pt x="343640" y="147295"/>
                                        <a:pt x="347471" y="146698"/>
                                        <a:pt x="351402" y="146201"/>
                                      </a:cubicBezTo>
                                      <a:cubicBezTo>
                                        <a:pt x="353193" y="146698"/>
                                        <a:pt x="397427" y="158885"/>
                                        <a:pt x="427032" y="153612"/>
                                      </a:cubicBezTo>
                                      <a:cubicBezTo>
                                        <a:pt x="456638" y="148340"/>
                                        <a:pt x="495547" y="120484"/>
                                        <a:pt x="495547" y="120484"/>
                                      </a:cubicBezTo>
                                      <a:cubicBezTo>
                                        <a:pt x="497190" y="119141"/>
                                        <a:pt x="496891" y="117400"/>
                                        <a:pt x="494552" y="1167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Freeform: Shape 82"/>
                              <wps:cNvSpPr/>
                              <wps:spPr>
                                <a:xfrm>
                                  <a:off x="890909" y="212977"/>
                                  <a:ext cx="956848" cy="736441"/>
                                </a:xfrm>
                                <a:custGeom>
                                  <a:avLst/>
                                  <a:gdLst>
                                    <a:gd name="connsiteX0" fmla="*/ 76056 w 956848"/>
                                    <a:gd name="connsiteY0" fmla="*/ 125502 h 736441"/>
                                    <a:gd name="connsiteX1" fmla="*/ 6396 w 956848"/>
                                    <a:gd name="connsiteY1" fmla="*/ 452702 h 736441"/>
                                    <a:gd name="connsiteX2" fmla="*/ 204330 w 956848"/>
                                    <a:gd name="connsiteY2" fmla="*/ 649928 h 736441"/>
                                    <a:gd name="connsiteX3" fmla="*/ 383455 w 956848"/>
                                    <a:gd name="connsiteY3" fmla="*/ 694696 h 736441"/>
                                    <a:gd name="connsiteX4" fmla="*/ 613232 w 956848"/>
                                    <a:gd name="connsiteY4" fmla="*/ 690468 h 736441"/>
                                    <a:gd name="connsiteX5" fmla="*/ 773798 w 956848"/>
                                    <a:gd name="connsiteY5" fmla="*/ 632320 h 736441"/>
                                    <a:gd name="connsiteX6" fmla="*/ 885054 w 956848"/>
                                    <a:gd name="connsiteY6" fmla="*/ 96055 h 736441"/>
                                    <a:gd name="connsiteX7" fmla="*/ 503966 w 956848"/>
                                    <a:gd name="connsiteY7" fmla="*/ 20398 h 736441"/>
                                    <a:gd name="connsiteX8" fmla="*/ 76056 w 956848"/>
                                    <a:gd name="connsiteY8" fmla="*/ 125502 h 7364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56848" h="736441">
                                      <a:moveTo>
                                        <a:pt x="76056" y="125502"/>
                                      </a:moveTo>
                                      <a:cubicBezTo>
                                        <a:pt x="4953" y="220011"/>
                                        <a:pt x="-10869" y="338297"/>
                                        <a:pt x="6396" y="452702"/>
                                      </a:cubicBezTo>
                                      <a:cubicBezTo>
                                        <a:pt x="16995" y="523684"/>
                                        <a:pt x="75758" y="660822"/>
                                        <a:pt x="204330" y="649928"/>
                                      </a:cubicBezTo>
                                      <a:cubicBezTo>
                                        <a:pt x="244135" y="711658"/>
                                        <a:pt x="342604" y="720760"/>
                                        <a:pt x="383455" y="694696"/>
                                      </a:cubicBezTo>
                                      <a:cubicBezTo>
                                        <a:pt x="435500" y="752794"/>
                                        <a:pt x="562580" y="749163"/>
                                        <a:pt x="613232" y="690468"/>
                                      </a:cubicBezTo>
                                      <a:cubicBezTo>
                                        <a:pt x="669159" y="717676"/>
                                        <a:pt x="745436" y="688627"/>
                                        <a:pt x="773798" y="632320"/>
                                      </a:cubicBezTo>
                                      <a:cubicBezTo>
                                        <a:pt x="940235" y="632668"/>
                                        <a:pt x="1027907" y="275871"/>
                                        <a:pt x="885054" y="96055"/>
                                      </a:cubicBezTo>
                                      <a:cubicBezTo>
                                        <a:pt x="761558" y="-58542"/>
                                        <a:pt x="527899" y="19701"/>
                                        <a:pt x="503966" y="20398"/>
                                      </a:cubicBezTo>
                                      <a:cubicBezTo>
                                        <a:pt x="485357" y="21044"/>
                                        <a:pt x="216620" y="-61179"/>
                                        <a:pt x="76056" y="1255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26A2C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Freeform: Shape 83"/>
                              <wps:cNvSpPr/>
                              <wps:spPr>
                                <a:xfrm>
                                  <a:off x="1005207" y="268220"/>
                                  <a:ext cx="738734" cy="620115"/>
                                </a:xfrm>
                                <a:custGeom>
                                  <a:avLst/>
                                  <a:gdLst>
                                    <a:gd name="connsiteX0" fmla="*/ 313987 w 738734"/>
                                    <a:gd name="connsiteY0" fmla="*/ 23800 h 620115"/>
                                    <a:gd name="connsiteX1" fmla="*/ 82120 w 738734"/>
                                    <a:gd name="connsiteY1" fmla="*/ 575335 h 620115"/>
                                    <a:gd name="connsiteX2" fmla="*/ 313987 w 738734"/>
                                    <a:gd name="connsiteY2" fmla="*/ 23800 h 620115"/>
                                    <a:gd name="connsiteX3" fmla="*/ 198352 w 738734"/>
                                    <a:gd name="connsiteY3" fmla="*/ 167454 h 620115"/>
                                    <a:gd name="connsiteX4" fmla="*/ 261295 w 738734"/>
                                    <a:gd name="connsiteY4" fmla="*/ 620103 h 620115"/>
                                    <a:gd name="connsiteX5" fmla="*/ 217708 w 738734"/>
                                    <a:gd name="connsiteY5" fmla="*/ 179541 h 620115"/>
                                    <a:gd name="connsiteX6" fmla="*/ 359814 w 738734"/>
                                    <a:gd name="connsiteY6" fmla="*/ 48870 h 620115"/>
                                    <a:gd name="connsiteX7" fmla="*/ 198352 w 738734"/>
                                    <a:gd name="connsiteY7" fmla="*/ 167454 h 620115"/>
                                    <a:gd name="connsiteX8" fmla="*/ 428379 w 738734"/>
                                    <a:gd name="connsiteY8" fmla="*/ 50063 h 620115"/>
                                    <a:gd name="connsiteX9" fmla="*/ 526549 w 738734"/>
                                    <a:gd name="connsiteY9" fmla="*/ 165812 h 620115"/>
                                    <a:gd name="connsiteX10" fmla="*/ 505850 w 738734"/>
                                    <a:gd name="connsiteY10" fmla="*/ 615278 h 620115"/>
                                    <a:gd name="connsiteX11" fmla="*/ 549437 w 738734"/>
                                    <a:gd name="connsiteY11" fmla="*/ 162629 h 620115"/>
                                    <a:gd name="connsiteX12" fmla="*/ 428379 w 738734"/>
                                    <a:gd name="connsiteY12" fmla="*/ 50063 h 620115"/>
                                    <a:gd name="connsiteX13" fmla="*/ 489978 w 738734"/>
                                    <a:gd name="connsiteY13" fmla="*/ 16338 h 620115"/>
                                    <a:gd name="connsiteX14" fmla="*/ 665670 w 738734"/>
                                    <a:gd name="connsiteY14" fmla="*/ 546286 h 620115"/>
                                    <a:gd name="connsiteX15" fmla="*/ 489978 w 738734"/>
                                    <a:gd name="connsiteY15" fmla="*/ 16338 h 6201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738734" h="620115">
                                      <a:moveTo>
                                        <a:pt x="313987" y="23800"/>
                                      </a:moveTo>
                                      <a:cubicBezTo>
                                        <a:pt x="11913" y="-85632"/>
                                        <a:pt x="-86855" y="350155"/>
                                        <a:pt x="82120" y="575335"/>
                                      </a:cubicBezTo>
                                      <a:cubicBezTo>
                                        <a:pt x="-38242" y="354482"/>
                                        <a:pt x="3404" y="-50415"/>
                                        <a:pt x="313987" y="23800"/>
                                      </a:cubicBezTo>
                                      <a:close/>
                                      <a:moveTo>
                                        <a:pt x="198352" y="167454"/>
                                      </a:moveTo>
                                      <a:cubicBezTo>
                                        <a:pt x="156482" y="320588"/>
                                        <a:pt x="179231" y="484189"/>
                                        <a:pt x="261295" y="620103"/>
                                      </a:cubicBezTo>
                                      <a:cubicBezTo>
                                        <a:pt x="223778" y="516043"/>
                                        <a:pt x="165264" y="349956"/>
                                        <a:pt x="217708" y="179541"/>
                                      </a:cubicBezTo>
                                      <a:cubicBezTo>
                                        <a:pt x="251592" y="69413"/>
                                        <a:pt x="300105" y="46432"/>
                                        <a:pt x="359814" y="48870"/>
                                      </a:cubicBezTo>
                                      <a:cubicBezTo>
                                        <a:pt x="277018" y="34345"/>
                                        <a:pt x="221340" y="83937"/>
                                        <a:pt x="198352" y="167454"/>
                                      </a:cubicBezTo>
                                      <a:close/>
                                      <a:moveTo>
                                        <a:pt x="428379" y="50063"/>
                                      </a:moveTo>
                                      <a:cubicBezTo>
                                        <a:pt x="469528" y="51257"/>
                                        <a:pt x="501919" y="88165"/>
                                        <a:pt x="526549" y="165812"/>
                                      </a:cubicBezTo>
                                      <a:cubicBezTo>
                                        <a:pt x="559090" y="268479"/>
                                        <a:pt x="566355" y="445957"/>
                                        <a:pt x="505850" y="615278"/>
                                      </a:cubicBezTo>
                                      <a:cubicBezTo>
                                        <a:pt x="582277" y="497390"/>
                                        <a:pt x="582277" y="264400"/>
                                        <a:pt x="549437" y="162629"/>
                                      </a:cubicBezTo>
                                      <a:cubicBezTo>
                                        <a:pt x="515055" y="56132"/>
                                        <a:pt x="469279" y="37678"/>
                                        <a:pt x="428379" y="50063"/>
                                      </a:cubicBezTo>
                                      <a:close/>
                                      <a:moveTo>
                                        <a:pt x="489978" y="16338"/>
                                      </a:moveTo>
                                      <a:cubicBezTo>
                                        <a:pt x="684030" y="-44346"/>
                                        <a:pt x="788171" y="252960"/>
                                        <a:pt x="665670" y="546286"/>
                                      </a:cubicBezTo>
                                      <a:cubicBezTo>
                                        <a:pt x="822553" y="303000"/>
                                        <a:pt x="709555" y="-84339"/>
                                        <a:pt x="489978" y="163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B4538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Freeform: Shape 84"/>
                              <wps:cNvSpPr/>
                              <wps:spPr>
                                <a:xfrm>
                                  <a:off x="1564074" y="284752"/>
                                  <a:ext cx="180785" cy="128215"/>
                                </a:xfrm>
                                <a:custGeom>
                                  <a:avLst/>
                                  <a:gdLst>
                                    <a:gd name="connsiteX0" fmla="*/ 72968 w 180785"/>
                                    <a:gd name="connsiteY0" fmla="*/ 65863 h 128215"/>
                                    <a:gd name="connsiteX1" fmla="*/ 10821 w 180785"/>
                                    <a:gd name="connsiteY1" fmla="*/ 75215 h 128215"/>
                                    <a:gd name="connsiteX2" fmla="*/ 2562 w 180785"/>
                                    <a:gd name="connsiteY2" fmla="*/ 108442 h 128215"/>
                                    <a:gd name="connsiteX3" fmla="*/ 74212 w 180785"/>
                                    <a:gd name="connsiteY3" fmla="*/ 112521 h 128215"/>
                                    <a:gd name="connsiteX4" fmla="*/ 72968 w 180785"/>
                                    <a:gd name="connsiteY4" fmla="*/ 65863 h 128215"/>
                                    <a:gd name="connsiteX5" fmla="*/ 146558 w 180785"/>
                                    <a:gd name="connsiteY5" fmla="*/ 602 h 128215"/>
                                    <a:gd name="connsiteX6" fmla="*/ 142279 w 180785"/>
                                    <a:gd name="connsiteY6" fmla="*/ 20499 h 128215"/>
                                    <a:gd name="connsiteX7" fmla="*/ 158550 w 180785"/>
                                    <a:gd name="connsiteY7" fmla="*/ 20499 h 128215"/>
                                    <a:gd name="connsiteX8" fmla="*/ 146558 w 180785"/>
                                    <a:gd name="connsiteY8" fmla="*/ 602 h 128215"/>
                                    <a:gd name="connsiteX9" fmla="*/ 166959 w 180785"/>
                                    <a:gd name="connsiteY9" fmla="*/ 77403 h 128215"/>
                                    <a:gd name="connsiteX10" fmla="*/ 166312 w 180785"/>
                                    <a:gd name="connsiteY10" fmla="*/ 86456 h 128215"/>
                                    <a:gd name="connsiteX11" fmla="*/ 179040 w 180785"/>
                                    <a:gd name="connsiteY11" fmla="*/ 85962 h 128215"/>
                                    <a:gd name="connsiteX12" fmla="*/ 179547 w 180785"/>
                                    <a:gd name="connsiteY12" fmla="*/ 85362 h 128215"/>
                                    <a:gd name="connsiteX13" fmla="*/ 166959 w 180785"/>
                                    <a:gd name="connsiteY13" fmla="*/ 77403 h 1282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180785" h="128215">
                                      <a:moveTo>
                                        <a:pt x="72968" y="65863"/>
                                      </a:moveTo>
                                      <a:cubicBezTo>
                                        <a:pt x="54657" y="53428"/>
                                        <a:pt x="26395" y="62630"/>
                                        <a:pt x="10821" y="75215"/>
                                      </a:cubicBezTo>
                                      <a:cubicBezTo>
                                        <a:pt x="551" y="82942"/>
                                        <a:pt x="-2897" y="96807"/>
                                        <a:pt x="2562" y="108442"/>
                                      </a:cubicBezTo>
                                      <a:cubicBezTo>
                                        <a:pt x="15001" y="136347"/>
                                        <a:pt x="55901" y="131870"/>
                                        <a:pt x="74212" y="112521"/>
                                      </a:cubicBezTo>
                                      <a:cubicBezTo>
                                        <a:pt x="86104" y="99936"/>
                                        <a:pt x="88392" y="76359"/>
                                        <a:pt x="72968" y="65863"/>
                                      </a:cubicBezTo>
                                      <a:close/>
                                      <a:moveTo>
                                        <a:pt x="146558" y="602"/>
                                      </a:moveTo>
                                      <a:cubicBezTo>
                                        <a:pt x="133771" y="4482"/>
                                        <a:pt x="135263" y="15525"/>
                                        <a:pt x="142279" y="20499"/>
                                      </a:cubicBezTo>
                                      <a:cubicBezTo>
                                        <a:pt x="147170" y="23890"/>
                                        <a:pt x="153659" y="23890"/>
                                        <a:pt x="158550" y="20499"/>
                                      </a:cubicBezTo>
                                      <a:cubicBezTo>
                                        <a:pt x="172034" y="12142"/>
                                        <a:pt x="159445" y="-3278"/>
                                        <a:pt x="146558" y="602"/>
                                      </a:cubicBezTo>
                                      <a:close/>
                                      <a:moveTo>
                                        <a:pt x="166959" y="77403"/>
                                      </a:moveTo>
                                      <a:cubicBezTo>
                                        <a:pt x="165053" y="80057"/>
                                        <a:pt x="164799" y="83558"/>
                                        <a:pt x="166312" y="86456"/>
                                      </a:cubicBezTo>
                                      <a:cubicBezTo>
                                        <a:pt x="169964" y="89833"/>
                                        <a:pt x="175661" y="89612"/>
                                        <a:pt x="179040" y="85962"/>
                                      </a:cubicBezTo>
                                      <a:cubicBezTo>
                                        <a:pt x="179219" y="85769"/>
                                        <a:pt x="179388" y="85569"/>
                                        <a:pt x="179547" y="85362"/>
                                      </a:cubicBezTo>
                                      <a:cubicBezTo>
                                        <a:pt x="184622" y="76060"/>
                                        <a:pt x="172681" y="67505"/>
                                        <a:pt x="166959" y="774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89533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Freeform: Shape 85"/>
                              <wps:cNvSpPr/>
                              <wps:spPr>
                                <a:xfrm>
                                  <a:off x="1350105" y="249085"/>
                                  <a:ext cx="106443" cy="56662"/>
                                </a:xfrm>
                                <a:custGeom>
                                  <a:avLst/>
                                  <a:gdLst>
                                    <a:gd name="connsiteX0" fmla="*/ 34321 w 106443"/>
                                    <a:gd name="connsiteY0" fmla="*/ 54575 h 56662"/>
                                    <a:gd name="connsiteX1" fmla="*/ 80695 w 106443"/>
                                    <a:gd name="connsiteY1" fmla="*/ 3988 h 56662"/>
                                    <a:gd name="connsiteX2" fmla="*/ 34321 w 106443"/>
                                    <a:gd name="connsiteY2" fmla="*/ 54575 h 566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06443" h="56662">
                                      <a:moveTo>
                                        <a:pt x="34321" y="54575"/>
                                      </a:moveTo>
                                      <a:cubicBezTo>
                                        <a:pt x="103981" y="67458"/>
                                        <a:pt x="130651" y="16622"/>
                                        <a:pt x="80695" y="3988"/>
                                      </a:cubicBezTo>
                                      <a:cubicBezTo>
                                        <a:pt x="2527" y="-15660"/>
                                        <a:pt x="-30263" y="42836"/>
                                        <a:pt x="34321" y="5457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6" name="Freeform: Shape 86"/>
                              <wps:cNvSpPr/>
                              <wps:spPr>
                                <a:xfrm>
                                  <a:off x="1361941" y="0"/>
                                  <a:ext cx="222780" cy="287168"/>
                                </a:xfrm>
                                <a:custGeom>
                                  <a:avLst/>
                                  <a:gdLst>
                                    <a:gd name="connsiteX0" fmla="*/ 169417 w 222780"/>
                                    <a:gd name="connsiteY0" fmla="*/ 51221 h 287168"/>
                                    <a:gd name="connsiteX1" fmla="*/ 167576 w 222780"/>
                                    <a:gd name="connsiteY1" fmla="*/ 172541 h 287168"/>
                                    <a:gd name="connsiteX2" fmla="*/ -5 w 222780"/>
                                    <a:gd name="connsiteY2" fmla="*/ 35503 h 287168"/>
                                    <a:gd name="connsiteX3" fmla="*/ 48707 w 222780"/>
                                    <a:gd name="connsiteY3" fmla="*/ -13 h 287168"/>
                                    <a:gd name="connsiteX4" fmla="*/ 187081 w 222780"/>
                                    <a:gd name="connsiteY4" fmla="*/ 109419 h 287168"/>
                                    <a:gd name="connsiteX5" fmla="*/ 69455 w 222780"/>
                                    <a:gd name="connsiteY5" fmla="*/ 127724 h 287168"/>
                                    <a:gd name="connsiteX6" fmla="*/ 62091 w 222780"/>
                                    <a:gd name="connsiteY6" fmla="*/ 244069 h 287168"/>
                                    <a:gd name="connsiteX7" fmla="*/ 49304 w 222780"/>
                                    <a:gd name="connsiteY7" fmla="*/ 287046 h 287168"/>
                                    <a:gd name="connsiteX8" fmla="*/ 1587 w 222780"/>
                                    <a:gd name="connsiteY8" fmla="*/ 195223 h 287168"/>
                                    <a:gd name="connsiteX9" fmla="*/ 169417 w 222780"/>
                                    <a:gd name="connsiteY9" fmla="*/ 51221 h 2871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22780" h="287168">
                                      <a:moveTo>
                                        <a:pt x="169417" y="51221"/>
                                      </a:moveTo>
                                      <a:cubicBezTo>
                                        <a:pt x="237634" y="54056"/>
                                        <a:pt x="244053" y="145183"/>
                                        <a:pt x="167576" y="172541"/>
                                      </a:cubicBezTo>
                                      <a:cubicBezTo>
                                        <a:pt x="77715" y="204674"/>
                                        <a:pt x="791" y="123496"/>
                                        <a:pt x="-5" y="35503"/>
                                      </a:cubicBezTo>
                                      <a:cubicBezTo>
                                        <a:pt x="14474" y="35503"/>
                                        <a:pt x="35770" y="25256"/>
                                        <a:pt x="48707" y="-13"/>
                                      </a:cubicBezTo>
                                      <a:cubicBezTo>
                                        <a:pt x="17061" y="175376"/>
                                        <a:pt x="178672" y="171745"/>
                                        <a:pt x="187081" y="109419"/>
                                      </a:cubicBezTo>
                                      <a:cubicBezTo>
                                        <a:pt x="191410" y="77037"/>
                                        <a:pt x="122397" y="73455"/>
                                        <a:pt x="69455" y="127724"/>
                                      </a:cubicBezTo>
                                      <a:cubicBezTo>
                                        <a:pt x="36765" y="161299"/>
                                        <a:pt x="43432" y="202336"/>
                                        <a:pt x="62091" y="244069"/>
                                      </a:cubicBezTo>
                                      <a:cubicBezTo>
                                        <a:pt x="69057" y="259639"/>
                                        <a:pt x="77018" y="285305"/>
                                        <a:pt x="49304" y="287046"/>
                                      </a:cubicBezTo>
                                      <a:cubicBezTo>
                                        <a:pt x="12981" y="289285"/>
                                        <a:pt x="-5827" y="257201"/>
                                        <a:pt x="1587" y="195223"/>
                                      </a:cubicBezTo>
                                      <a:cubicBezTo>
                                        <a:pt x="11489" y="112353"/>
                                        <a:pt x="90851" y="47888"/>
                                        <a:pt x="169417" y="5122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08E49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Freeform: Shape 87"/>
                              <wps:cNvSpPr/>
                              <wps:spPr>
                                <a:xfrm>
                                  <a:off x="1397124" y="69649"/>
                                  <a:ext cx="165859" cy="147125"/>
                                </a:xfrm>
                                <a:custGeom>
                                  <a:avLst/>
                                  <a:gdLst>
                                    <a:gd name="connsiteX0" fmla="*/ 36959 w 165859"/>
                                    <a:gd name="connsiteY0" fmla="*/ 44992 h 147125"/>
                                    <a:gd name="connsiteX1" fmla="*/ 155032 w 165859"/>
                                    <a:gd name="connsiteY1" fmla="*/ 19674 h 147125"/>
                                    <a:gd name="connsiteX2" fmla="*/ 149659 w 165859"/>
                                    <a:gd name="connsiteY2" fmla="*/ 62750 h 147125"/>
                                    <a:gd name="connsiteX3" fmla="*/ 148067 w 165859"/>
                                    <a:gd name="connsiteY3" fmla="*/ 5547 h 147125"/>
                                    <a:gd name="connsiteX4" fmla="*/ 16658 w 165859"/>
                                    <a:gd name="connsiteY4" fmla="*/ 58572 h 147125"/>
                                    <a:gd name="connsiteX5" fmla="*/ 6956 w 165859"/>
                                    <a:gd name="connsiteY5" fmla="*/ 147112 h 147125"/>
                                    <a:gd name="connsiteX6" fmla="*/ 36959 w 165859"/>
                                    <a:gd name="connsiteY6" fmla="*/ 44992 h 1471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65859" h="147125">
                                      <a:moveTo>
                                        <a:pt x="36959" y="44992"/>
                                      </a:moveTo>
                                      <a:cubicBezTo>
                                        <a:pt x="88507" y="-2063"/>
                                        <a:pt x="140255" y="1866"/>
                                        <a:pt x="155032" y="19674"/>
                                      </a:cubicBezTo>
                                      <a:cubicBezTo>
                                        <a:pt x="165432" y="32159"/>
                                        <a:pt x="160804" y="50613"/>
                                        <a:pt x="149659" y="62750"/>
                                      </a:cubicBezTo>
                                      <a:cubicBezTo>
                                        <a:pt x="168915" y="48474"/>
                                        <a:pt x="174040" y="17684"/>
                                        <a:pt x="148067" y="5547"/>
                                      </a:cubicBezTo>
                                      <a:cubicBezTo>
                                        <a:pt x="107216" y="-13305"/>
                                        <a:pt x="42532" y="18629"/>
                                        <a:pt x="16658" y="58572"/>
                                      </a:cubicBezTo>
                                      <a:cubicBezTo>
                                        <a:pt x="-259" y="84786"/>
                                        <a:pt x="-5732" y="120351"/>
                                        <a:pt x="6956" y="147112"/>
                                      </a:cubicBezTo>
                                      <a:cubicBezTo>
                                        <a:pt x="2726" y="129006"/>
                                        <a:pt x="-4787" y="83244"/>
                                        <a:pt x="36959" y="44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Freeform: Shape 88"/>
                              <wps:cNvSpPr/>
                              <wps:spPr>
                                <a:xfrm>
                                  <a:off x="1379660" y="78641"/>
                                  <a:ext cx="67271" cy="83516"/>
                                </a:xfrm>
                                <a:custGeom>
                                  <a:avLst/>
                                  <a:gdLst>
                                    <a:gd name="connsiteX0" fmla="*/ 50045 w 67271"/>
                                    <a:gd name="connsiteY0" fmla="*/ 83503 h 83516"/>
                                    <a:gd name="connsiteX1" fmla="*/ -11 w 67271"/>
                                    <a:gd name="connsiteY1" fmla="*/ 27793 h 83516"/>
                                    <a:gd name="connsiteX2" fmla="*/ 30888 w 67271"/>
                                    <a:gd name="connsiteY2" fmla="*/ -13 h 83516"/>
                                    <a:gd name="connsiteX3" fmla="*/ 67261 w 67271"/>
                                    <a:gd name="connsiteY3" fmla="*/ 56145 h 835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7271" h="83516">
                                      <a:moveTo>
                                        <a:pt x="50045" y="83503"/>
                                      </a:moveTo>
                                      <a:cubicBezTo>
                                        <a:pt x="28699" y="69713"/>
                                        <a:pt x="11424" y="50482"/>
                                        <a:pt x="-11" y="27793"/>
                                      </a:cubicBezTo>
                                      <a:lnTo>
                                        <a:pt x="30888" y="-13"/>
                                      </a:lnTo>
                                      <a:cubicBezTo>
                                        <a:pt x="37257" y="26897"/>
                                        <a:pt x="50791" y="45103"/>
                                        <a:pt x="67261" y="5614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08E49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" name="Freeform: Shape 89"/>
                              <wps:cNvSpPr/>
                              <wps:spPr>
                                <a:xfrm>
                                  <a:off x="1377759" y="37903"/>
                                  <a:ext cx="144703" cy="132065"/>
                                </a:xfrm>
                                <a:custGeom>
                                  <a:avLst/>
                                  <a:gdLst>
                                    <a:gd name="connsiteX0" fmla="*/ 144693 w 144703"/>
                                    <a:gd name="connsiteY0" fmla="*/ 126480 h 132065"/>
                                    <a:gd name="connsiteX1" fmla="*/ 15325 w 144703"/>
                                    <a:gd name="connsiteY1" fmla="*/ -13 h 132065"/>
                                    <a:gd name="connsiteX2" fmla="*/ 50 w 144703"/>
                                    <a:gd name="connsiteY2" fmla="*/ 9289 h 132065"/>
                                    <a:gd name="connsiteX3" fmla="*/ 144693 w 144703"/>
                                    <a:gd name="connsiteY3" fmla="*/ 126480 h 1320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4703" h="132065">
                                      <a:moveTo>
                                        <a:pt x="144693" y="126480"/>
                                      </a:moveTo>
                                      <a:cubicBezTo>
                                        <a:pt x="54434" y="144288"/>
                                        <a:pt x="-3483" y="67337"/>
                                        <a:pt x="15325" y="-13"/>
                                      </a:cubicBezTo>
                                      <a:cubicBezTo>
                                        <a:pt x="12051" y="5388"/>
                                        <a:pt x="6354" y="8859"/>
                                        <a:pt x="50" y="9289"/>
                                      </a:cubicBezTo>
                                      <a:cubicBezTo>
                                        <a:pt x="-2040" y="70322"/>
                                        <a:pt x="50155" y="154584"/>
                                        <a:pt x="144693" y="1264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Freeform: Shape 90"/>
                              <wps:cNvSpPr/>
                              <wps:spPr>
                                <a:xfrm>
                                  <a:off x="1387860" y="113892"/>
                                  <a:ext cx="189804" cy="167894"/>
                                </a:xfrm>
                                <a:custGeom>
                                  <a:avLst/>
                                  <a:gdLst>
                                    <a:gd name="connsiteX0" fmla="*/ 23683 w 189804"/>
                                    <a:gd name="connsiteY0" fmla="*/ 141468 h 167894"/>
                                    <a:gd name="connsiteX1" fmla="*/ 17016 w 189804"/>
                                    <a:gd name="connsiteY1" fmla="*/ 146990 h 167894"/>
                                    <a:gd name="connsiteX2" fmla="*/ 23683 w 189804"/>
                                    <a:gd name="connsiteY2" fmla="*/ 141468 h 167894"/>
                                    <a:gd name="connsiteX3" fmla="*/ 20897 w 189804"/>
                                    <a:gd name="connsiteY3" fmla="*/ 162808 h 167894"/>
                                    <a:gd name="connsiteX4" fmla="*/ 26221 w 189804"/>
                                    <a:gd name="connsiteY4" fmla="*/ 166886 h 167894"/>
                                    <a:gd name="connsiteX5" fmla="*/ 20897 w 189804"/>
                                    <a:gd name="connsiteY5" fmla="*/ 162808 h 167894"/>
                                    <a:gd name="connsiteX6" fmla="*/ -1 w 189804"/>
                                    <a:gd name="connsiteY6" fmla="*/ 158182 h 167894"/>
                                    <a:gd name="connsiteX7" fmla="*/ 7612 w 189804"/>
                                    <a:gd name="connsiteY7" fmla="*/ 158182 h 167894"/>
                                    <a:gd name="connsiteX8" fmla="*/ 7612 w 189804"/>
                                    <a:gd name="connsiteY8" fmla="*/ 155993 h 167894"/>
                                    <a:gd name="connsiteX9" fmla="*/ -1 w 189804"/>
                                    <a:gd name="connsiteY9" fmla="*/ 158182 h 167894"/>
                                    <a:gd name="connsiteX10" fmla="*/ 20499 w 189804"/>
                                    <a:gd name="connsiteY10" fmla="*/ 125103 h 167894"/>
                                    <a:gd name="connsiteX11" fmla="*/ 23833 w 189804"/>
                                    <a:gd name="connsiteY11" fmla="*/ 120577 h 167894"/>
                                    <a:gd name="connsiteX12" fmla="*/ 20499 w 189804"/>
                                    <a:gd name="connsiteY12" fmla="*/ 125103 h 167894"/>
                                    <a:gd name="connsiteX13" fmla="*/ 32441 w 189804"/>
                                    <a:gd name="connsiteY13" fmla="*/ 154152 h 167894"/>
                                    <a:gd name="connsiteX14" fmla="*/ 35476 w 189804"/>
                                    <a:gd name="connsiteY14" fmla="*/ 157573 h 167894"/>
                                    <a:gd name="connsiteX15" fmla="*/ 38561 w 189804"/>
                                    <a:gd name="connsiteY15" fmla="*/ 155794 h 167894"/>
                                    <a:gd name="connsiteX16" fmla="*/ 38959 w 189804"/>
                                    <a:gd name="connsiteY16" fmla="*/ 153207 h 167894"/>
                                    <a:gd name="connsiteX17" fmla="*/ 35227 w 189804"/>
                                    <a:gd name="connsiteY17" fmla="*/ 150422 h 167894"/>
                                    <a:gd name="connsiteX18" fmla="*/ 32441 w 189804"/>
                                    <a:gd name="connsiteY18" fmla="*/ 154152 h 167894"/>
                                    <a:gd name="connsiteX19" fmla="*/ 149171 w 189804"/>
                                    <a:gd name="connsiteY19" fmla="*/ 41935 h 167894"/>
                                    <a:gd name="connsiteX20" fmla="*/ 146742 w 189804"/>
                                    <a:gd name="connsiteY20" fmla="*/ 46460 h 167894"/>
                                    <a:gd name="connsiteX21" fmla="*/ 147578 w 189804"/>
                                    <a:gd name="connsiteY21" fmla="*/ 47904 h 167894"/>
                                    <a:gd name="connsiteX22" fmla="*/ 151161 w 189804"/>
                                    <a:gd name="connsiteY22" fmla="*/ 48103 h 167894"/>
                                    <a:gd name="connsiteX23" fmla="*/ 151360 w 189804"/>
                                    <a:gd name="connsiteY23" fmla="*/ 47904 h 167894"/>
                                    <a:gd name="connsiteX24" fmla="*/ 152554 w 189804"/>
                                    <a:gd name="connsiteY24" fmla="*/ 43577 h 167894"/>
                                    <a:gd name="connsiteX25" fmla="*/ 149171 w 189804"/>
                                    <a:gd name="connsiteY25" fmla="*/ 41935 h 167894"/>
                                    <a:gd name="connsiteX26" fmla="*/ 169621 w 189804"/>
                                    <a:gd name="connsiteY26" fmla="*/ 30594 h 167894"/>
                                    <a:gd name="connsiteX27" fmla="*/ 174895 w 189804"/>
                                    <a:gd name="connsiteY27" fmla="*/ 34673 h 167894"/>
                                    <a:gd name="connsiteX28" fmla="*/ 169621 w 189804"/>
                                    <a:gd name="connsiteY28" fmla="*/ 30594 h 167894"/>
                                    <a:gd name="connsiteX29" fmla="*/ 153997 w 189804"/>
                                    <a:gd name="connsiteY29" fmla="*/ 27659 h 167894"/>
                                    <a:gd name="connsiteX30" fmla="*/ 161659 w 189804"/>
                                    <a:gd name="connsiteY30" fmla="*/ 29649 h 167894"/>
                                    <a:gd name="connsiteX31" fmla="*/ 161958 w 189804"/>
                                    <a:gd name="connsiteY31" fmla="*/ 25620 h 167894"/>
                                    <a:gd name="connsiteX32" fmla="*/ 153997 w 189804"/>
                                    <a:gd name="connsiteY32" fmla="*/ 27659 h 167894"/>
                                    <a:gd name="connsiteX33" fmla="*/ 188827 w 189804"/>
                                    <a:gd name="connsiteY33" fmla="*/ 252 h 167894"/>
                                    <a:gd name="connsiteX34" fmla="*/ 184846 w 189804"/>
                                    <a:gd name="connsiteY34" fmla="*/ 6818 h 167894"/>
                                    <a:gd name="connsiteX35" fmla="*/ 189175 w 189804"/>
                                    <a:gd name="connsiteY35" fmla="*/ 6121 h 167894"/>
                                    <a:gd name="connsiteX36" fmla="*/ 188876 w 189804"/>
                                    <a:gd name="connsiteY36" fmla="*/ 252 h 167894"/>
                                    <a:gd name="connsiteX37" fmla="*/ 107325 w 189804"/>
                                    <a:gd name="connsiteY37" fmla="*/ 40542 h 167894"/>
                                    <a:gd name="connsiteX38" fmla="*/ 102349 w 189804"/>
                                    <a:gd name="connsiteY38" fmla="*/ 40542 h 167894"/>
                                    <a:gd name="connsiteX39" fmla="*/ 103046 w 189804"/>
                                    <a:gd name="connsiteY39" fmla="*/ 45517 h 167894"/>
                                    <a:gd name="connsiteX40" fmla="*/ 109066 w 189804"/>
                                    <a:gd name="connsiteY40" fmla="*/ 43428 h 167894"/>
                                    <a:gd name="connsiteX41" fmla="*/ 107325 w 189804"/>
                                    <a:gd name="connsiteY41" fmla="*/ 40542 h 1678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</a:cxnLst>
                                  <a:rect l="l" t="t" r="r" b="b"/>
                                  <a:pathLst>
                                    <a:path w="189804" h="167894">
                                      <a:moveTo>
                                        <a:pt x="23683" y="141468"/>
                                      </a:moveTo>
                                      <a:cubicBezTo>
                                        <a:pt x="19305" y="136793"/>
                                        <a:pt x="11194" y="143358"/>
                                        <a:pt x="17016" y="146990"/>
                                      </a:cubicBezTo>
                                      <a:cubicBezTo>
                                        <a:pt x="20847" y="149427"/>
                                        <a:pt x="28062" y="146094"/>
                                        <a:pt x="23683" y="141468"/>
                                      </a:cubicBezTo>
                                      <a:close/>
                                      <a:moveTo>
                                        <a:pt x="20897" y="162808"/>
                                      </a:moveTo>
                                      <a:cubicBezTo>
                                        <a:pt x="18459" y="166488"/>
                                        <a:pt x="23136" y="169523"/>
                                        <a:pt x="26221" y="166886"/>
                                      </a:cubicBezTo>
                                      <a:cubicBezTo>
                                        <a:pt x="29306" y="164250"/>
                                        <a:pt x="23435" y="158928"/>
                                        <a:pt x="20897" y="162808"/>
                                      </a:cubicBezTo>
                                      <a:close/>
                                      <a:moveTo>
                                        <a:pt x="-1" y="158182"/>
                                      </a:moveTo>
                                      <a:cubicBezTo>
                                        <a:pt x="298" y="162708"/>
                                        <a:pt x="6318" y="161216"/>
                                        <a:pt x="7612" y="158182"/>
                                      </a:cubicBezTo>
                                      <a:cubicBezTo>
                                        <a:pt x="7891" y="157478"/>
                                        <a:pt x="7891" y="156696"/>
                                        <a:pt x="7612" y="155993"/>
                                      </a:cubicBezTo>
                                      <a:cubicBezTo>
                                        <a:pt x="6318" y="152063"/>
                                        <a:pt x="-299" y="154302"/>
                                        <a:pt x="-1" y="158182"/>
                                      </a:cubicBezTo>
                                      <a:close/>
                                      <a:moveTo>
                                        <a:pt x="20499" y="125103"/>
                                      </a:moveTo>
                                      <a:cubicBezTo>
                                        <a:pt x="23584" y="126198"/>
                                        <a:pt x="24778" y="122716"/>
                                        <a:pt x="23833" y="120577"/>
                                      </a:cubicBezTo>
                                      <a:cubicBezTo>
                                        <a:pt x="21942" y="116200"/>
                                        <a:pt x="14876" y="123114"/>
                                        <a:pt x="20499" y="125103"/>
                                      </a:cubicBezTo>
                                      <a:close/>
                                      <a:moveTo>
                                        <a:pt x="32441" y="154152"/>
                                      </a:moveTo>
                                      <a:cubicBezTo>
                                        <a:pt x="32336" y="155935"/>
                                        <a:pt x="33695" y="157466"/>
                                        <a:pt x="35476" y="157573"/>
                                      </a:cubicBezTo>
                                      <a:cubicBezTo>
                                        <a:pt x="36770" y="157651"/>
                                        <a:pt x="37979" y="156951"/>
                                        <a:pt x="38561" y="155794"/>
                                      </a:cubicBezTo>
                                      <a:cubicBezTo>
                                        <a:pt x="39009" y="155011"/>
                                        <a:pt x="39153" y="154089"/>
                                        <a:pt x="38959" y="153207"/>
                                      </a:cubicBezTo>
                                      <a:cubicBezTo>
                                        <a:pt x="38700" y="151408"/>
                                        <a:pt x="37028" y="150161"/>
                                        <a:pt x="35227" y="150422"/>
                                      </a:cubicBezTo>
                                      <a:cubicBezTo>
                                        <a:pt x="33426" y="150683"/>
                                        <a:pt x="32182" y="152353"/>
                                        <a:pt x="32441" y="154152"/>
                                      </a:cubicBezTo>
                                      <a:close/>
                                      <a:moveTo>
                                        <a:pt x="149171" y="41935"/>
                                      </a:moveTo>
                                      <a:cubicBezTo>
                                        <a:pt x="147250" y="42514"/>
                                        <a:pt x="146165" y="44540"/>
                                        <a:pt x="146742" y="46460"/>
                                      </a:cubicBezTo>
                                      <a:cubicBezTo>
                                        <a:pt x="146907" y="47000"/>
                                        <a:pt x="147190" y="47494"/>
                                        <a:pt x="147578" y="47904"/>
                                      </a:cubicBezTo>
                                      <a:cubicBezTo>
                                        <a:pt x="148514" y="48948"/>
                                        <a:pt x="150116" y="49037"/>
                                        <a:pt x="151161" y="48103"/>
                                      </a:cubicBezTo>
                                      <a:cubicBezTo>
                                        <a:pt x="151230" y="48040"/>
                                        <a:pt x="151295" y="47974"/>
                                        <a:pt x="151360" y="47904"/>
                                      </a:cubicBezTo>
                                      <a:cubicBezTo>
                                        <a:pt x="152599" y="46838"/>
                                        <a:pt x="153071" y="45128"/>
                                        <a:pt x="152554" y="43577"/>
                                      </a:cubicBezTo>
                                      <a:cubicBezTo>
                                        <a:pt x="151902" y="42351"/>
                                        <a:pt x="150534" y="41687"/>
                                        <a:pt x="149171" y="41935"/>
                                      </a:cubicBezTo>
                                      <a:close/>
                                      <a:moveTo>
                                        <a:pt x="169621" y="30594"/>
                                      </a:moveTo>
                                      <a:cubicBezTo>
                                        <a:pt x="166685" y="34524"/>
                                        <a:pt x="171511" y="37409"/>
                                        <a:pt x="174895" y="34673"/>
                                      </a:cubicBezTo>
                                      <a:cubicBezTo>
                                        <a:pt x="178278" y="31937"/>
                                        <a:pt x="172755" y="26416"/>
                                        <a:pt x="169621" y="30594"/>
                                      </a:cubicBezTo>
                                      <a:close/>
                                      <a:moveTo>
                                        <a:pt x="153997" y="27659"/>
                                      </a:moveTo>
                                      <a:cubicBezTo>
                                        <a:pt x="153499" y="31738"/>
                                        <a:pt x="159620" y="31738"/>
                                        <a:pt x="161659" y="29649"/>
                                      </a:cubicBezTo>
                                      <a:cubicBezTo>
                                        <a:pt x="162769" y="28577"/>
                                        <a:pt x="162898" y="26844"/>
                                        <a:pt x="161958" y="25620"/>
                                      </a:cubicBezTo>
                                      <a:cubicBezTo>
                                        <a:pt x="160018" y="23531"/>
                                        <a:pt x="154395" y="24526"/>
                                        <a:pt x="153997" y="27659"/>
                                      </a:cubicBezTo>
                                      <a:close/>
                                      <a:moveTo>
                                        <a:pt x="188827" y="252"/>
                                      </a:moveTo>
                                      <a:cubicBezTo>
                                        <a:pt x="186389" y="-1340"/>
                                        <a:pt x="181911" y="4679"/>
                                        <a:pt x="184846" y="6818"/>
                                      </a:cubicBezTo>
                                      <a:cubicBezTo>
                                        <a:pt x="186244" y="7774"/>
                                        <a:pt x="188145" y="7468"/>
                                        <a:pt x="189175" y="6121"/>
                                      </a:cubicBezTo>
                                      <a:cubicBezTo>
                                        <a:pt x="190021" y="5077"/>
                                        <a:pt x="190071" y="998"/>
                                        <a:pt x="188876" y="252"/>
                                      </a:cubicBezTo>
                                      <a:close/>
                                      <a:moveTo>
                                        <a:pt x="107325" y="40542"/>
                                      </a:moveTo>
                                      <a:cubicBezTo>
                                        <a:pt x="105703" y="40050"/>
                                        <a:pt x="103971" y="40050"/>
                                        <a:pt x="102349" y="40542"/>
                                      </a:cubicBezTo>
                                      <a:cubicBezTo>
                                        <a:pt x="99165" y="41537"/>
                                        <a:pt x="100906" y="44472"/>
                                        <a:pt x="103046" y="45517"/>
                                      </a:cubicBezTo>
                                      <a:cubicBezTo>
                                        <a:pt x="105295" y="46365"/>
                                        <a:pt x="107827" y="45486"/>
                                        <a:pt x="109066" y="43428"/>
                                      </a:cubicBezTo>
                                      <a:cubicBezTo>
                                        <a:pt x="109614" y="41985"/>
                                        <a:pt x="109216" y="40940"/>
                                        <a:pt x="107325" y="405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D6C36"/>
                                </a:solidFill>
                                <a:ln w="4969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36E533" id="Graphic 45" o:spid="_x0000_s1026" alt="pumpkin" style="width:2in;height:54.55pt;mso-position-horizontal-relative:char;mso-position-vertical-relative:line" coordorigin="" coordsize="27550,10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">
                      <v:shape id="Freeform: Shape 74" o:spid="_x0000_s1027" style="position:absolute;left:6202;top:8092;width:4920;height:2211;visibility:visible;mso-wrap-style:square;v-text-anchor:middle" coordsize="491986,221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" path="m420927,81675v17067,-2735,35327,-6168,50404,-14922c475311,64360,479048,61580,482476,58446v1941,-1791,3981,-3432,5872,-4974c490238,51930,494468,48498,489990,47801v-4479,-696,-7862,2587,-11693,3880c473918,53362,469719,55481,465758,57998v-4329,2423,-8797,4582,-13385,6467c443119,68364,433431,71155,423514,72772v-5771,1029,-11608,1661,-17464,1890c371568,76353,337037,69688,302555,69986v-6170,75,-12330,473,-18460,1194c268621,71926,253744,76154,238070,72971,227731,70732,217531,67892,207519,64465,192528,45956,175710,29009,157315,13877,134227,-3681,75614,397,75614,397v-2438,,-2986,1741,-1294,3433c74320,3830,114126,43623,130943,54566v23237,14923,65182,14027,73491,13679c214669,73010,225332,76791,236279,79536v1891,448,3831,796,5722,1095c231801,84018,221830,88057,212147,92718v-14579,6964,-28760,14922,-43239,21936c160842,118783,152533,122424,144030,125548v-4379,-995,-47170,-10595,-75581,-4427c38595,127637,1227,156835,1227,156835v-1940,1492,-1542,3184,796,3731c2023,160566,48048,171608,78002,165092v29954,-6516,65679,-34471,67172,-35615c148955,128433,152637,127289,156220,126095v15574,-5646,30635,-12600,45030,-20792c235831,86948,271208,76104,310715,76552v23137,298,46274,3780,69660,5273c364304,83446,348804,88684,335046,97145v-10399,6268,-19504,14574,-29854,21090c295112,124523,285573,131646,276682,139525v-5593,4875,-10604,10386,-14928,16415c246429,178025,240110,218365,240110,218365v-398,2438,1045,3383,3135,2189c243245,220554,278821,200657,294146,178373v14131,-20344,20600,-56208,21545,-61679c332409,104159,350123,92569,371120,88788v16370,-3332,33188,-4476,49807,-7113xe" fillcolor="#8e5142 [3208]" stroked="f" strokeweight=".138mm">
                        <v:stroke joinstyle="miter"/>
                        <v:path arrowok="t" o:connecttype="custom" o:connectlocs="420927,81675;471331,66753;482476,58446;488348,53472;489990,47801;478297,51681;465758,57998;452373,64465;423514,72772;406050,74662;302555,69986;284095,71180;238070,72971;207519,64465;157315,13877;75614,397;74320,3830;130943,54566;204434,68245;236279,79536;242001,80631;212147,92718;168908,114654;144030,125548;68449,121121;1227,156835;2023,160566;78002,165092;145174,129477;156220,126095;201250,105303;310715,76552;380375,81825;335046,97145;305192,118235;276682,139525;261754,155940;240110,218365;243245,220554;294146,178373;315691,116694;371120,88788;420927,81675" o:connectangles="0,0,0,0,0,0,0,0,0,0,0,0,0,0,0,0,0,0,0,0,0,0,0,0,0,0,0,0,0,0,0,0,0,0,0,0,0,0,0,0,0,0,0"/>
                      </v:shape>
                      <v:shape id="Freeform: Shape 75" o:spid="_x0000_s1028" style="position:absolute;top:6651;width:4919;height:2209;visibility:visible;mso-wrap-style:square;v-text-anchor:middle" coordsize="492021,220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" path="m471356,67202v3985,-2348,7707,-5113,11095,-8257c484392,57154,486432,55513,488373,53722v1940,-1791,6120,-4974,1642,-5720c485536,47256,482103,50588,478272,51931v-4364,1667,-8548,3766,-12489,6268c461449,60661,456961,62835,452349,64715v-9246,3885,-18915,6675,-28810,8307c417744,74002,411896,74634,406025,74912,371543,76554,337062,69938,302530,69938v-6170,,-12339,497,-18459,1194c268596,71878,253719,75857,238045,72972,227705,70734,217505,67894,207495,64466,192534,45933,175729,28966,157340,13829,134203,-3680,75639,399,75639,399v-2438,,-3036,1691,-1294,3432c74345,3831,114151,43625,130968,54568v23237,14922,65132,14027,73442,13679c214648,72987,225310,76748,236254,79488v1883,478,3795,846,5722,1095c231776,83990,221805,88044,212122,92720v-14529,6963,-28760,14922,-43239,21936c160817,118784,152509,122420,144005,125549v-4329,-995,-47120,-10645,-75581,-4427c38570,127638,1202,156787,1202,156787v-1891,1492,-1542,3233,846,3780c2048,160567,48024,171610,78027,165094v30003,-6516,65629,-34471,67122,-35665c148931,128434,152662,127290,156195,126096v15559,-5675,30620,-12629,45030,-20792c235806,86950,271233,76106,310690,76554v23088,,46274,3780,69660,4974c364287,83224,348803,88477,335022,96898v-10350,6267,-19455,14574,-29855,21090c295086,124256,285549,131364,276657,139228v-5595,4895,-10604,10421,-14927,16465c246454,177778,240085,218118,240085,218118v-348,2388,1045,3383,3185,2189c243270,220307,278846,200410,294171,178126v14081,-20344,20600,-56258,21495,-61680c332384,103862,350148,92272,371095,88541v16569,-2984,33437,-4128,49757,-6765c437173,79140,456279,76205,471356,67202xe" fillcolor="#8e5142 [3208]" stroked="f" strokeweight=".138mm">
                        <v:stroke joinstyle="miter"/>
                        <v:path arrowok="t" o:connecttype="custom" o:connectlocs="471356,67202;482451,58945;488373,53722;490015,48002;478272,51931;465783,58199;452349,64715;423539,73022;406025,74912;302530,69938;284071,71132;238045,72972;207495,64466;157340,13829;75639,399;74345,3831;130968,54568;204410,68247;236254,79488;241976,80583;212122,92720;168883,114656;144005,125549;68424,121122;1202,156787;2048,160567;78027,165094;145149,129429;156195,126096;201225,105304;310690,76554;380350,81528;335022,96898;305167,117988;276657,139228;261730,155693;240085,218118;243270,220307;294171,178126;315666,116446;371095,88541;420852,81776;471356,67202" o:connectangles="0,0,0,0,0,0,0,0,0,0,0,0,0,0,0,0,0,0,0,0,0,0,0,0,0,0,0,0,0,0,0,0,0,0,0,0,0,0,0,0,0,0,0"/>
                      </v:shape>
                      <v:shape id="Freeform: Shape 77" o:spid="_x0000_s1029" style="position:absolute;left:235;top:2842;width:11979;height:5921;visibility:visible;mso-wrap-style:square;v-text-anchor:middle" coordsize="1197983,592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" path="m636056,475512v44781,-5571,90359,-8257,133697,7163c803936,494812,836676,510729,870610,523563v34830,13131,72795,26313,110511,25865c991171,549274,1001178,548060,1010975,545797v5523,-1243,11145,-2139,16668,-3432c1031922,541320,1044511,539430,1036799,533461v-7713,-5969,-17565,-3631,-26123,-4974c1000695,526895,990569,526343,980474,526846v-10733,-60,-21450,-791,-32093,-2189c926900,522011,905809,516852,885538,509287v-11922,-4313,-23555,-9381,-34830,-15171c792890,464619,741989,423035,686510,388962v27963,-9004,57270,-7263,86029,-3631c777515,391499,811449,431789,843742,447159v34830,16664,93941,16365,93941,16365c941216,463524,942310,461236,940071,458550v,,-36870,-46011,-71849,-62674c858455,391394,848205,388056,837671,385927v-16783,-3472,-33824,-5531,-50951,-6168c769156,378964,751890,375084,734326,374785v-14887,-363,-29750,1309,-44184,4974c685928,380854,681748,382147,677603,383639r-2438,-1442c700044,365235,723977,346831,749801,331709v49060,-28850,101155,-40639,157630,-42380c931364,289200,955247,287086,978832,283012v5324,-1094,10797,-2338,16270,-3731c997789,279679,1063369,288832,1104568,275799v42243,-13330,91901,-60088,91901,-60088c1199006,213274,1198260,210737,1194777,210389v,,-67520,-9948,-109465,3482c1045208,226456,998536,269184,993809,273561v-12892,2149,-25904,3547,-38960,4178c931563,279132,908177,279580,885189,281221v-15454,1114,-30829,3194,-46025,6218c841353,285698,843493,283907,845533,281967v11738,-11291,22396,-23647,31844,-36908c888025,239488,941066,210240,959526,175421,972911,149903,994356,71311,994356,71311v896,-3382,-945,-4974,-4130,-3382c990226,67929,913949,104788,897579,143337v-17166,40341,-26421,98240,-26571,99484c860943,254286,850210,265150,838865,275352v-17564,14922,-39009,20543,-58961,30690c771793,309574,763782,313454,755921,317781v-31297,17360,-59709,39396,-90011,58845l662477,374686v-11658,-6432,-23629,-12276,-35875,-17509c596748,341956,564754,333500,538533,311265,521575,296004,505524,279759,490467,262618v,-1642,-14131,-88142,-39805,-148529c425982,55991,311541,877,311541,877v-4975,-2288,-7463,,-6120,4974c305421,5851,337067,123341,357069,161493v27615,52676,106977,96001,122850,104458c494010,285788,509937,304257,527487,321114v3084,2935,6319,5621,9553,8207c514341,324765,491373,321676,468276,320069v-34830,-2536,-69660,-3133,-104490,-5222c344274,313911,324835,311817,305571,308579v-6966,-6615,-76775,-70335,-136683,-89286c105747,199396,4690,214319,4690,214319v-4975,746,-6319,4327,-2488,7909c2202,222228,76440,292164,139581,312061v61848,19499,159869,5770,163900,4974c311691,319174,319851,320965,327762,322557v34531,7063,71501,8207,106629,9301c511614,334296,583364,349318,651182,384833v-7264,4377,-14578,8605,-22092,12436c621557,401094,613775,404416,605804,407217v-13559,5083,-27670,8541,-42045,10296c556649,418444,549484,418921,542314,418956v-6752,-333,-13524,30,-20201,1094c516391,421145,509574,419752,504648,423532v-4926,3780,3234,5323,6120,5969c514450,430397,518182,430993,521914,431839v6533,1492,13205,2293,19903,2388c567043,434525,592419,425771,615755,416966v18162,-6864,35825,-14922,53887,-22185l670090,394781v42990,25269,82596,56656,124392,84213c762633,464853,728012,458053,693177,459097v-26172,597,-52095,6367,-78317,7561c589250,467608,563769,470722,538682,475960v-15768,3188,-31113,8197,-45727,14922c440661,515753,385530,584596,385530,584596v-3284,4078,-1692,7461,3582,7511c389112,592107,477232,592554,529576,567634v48314,-22633,98867,-82870,106480,-92122xe" fillcolor="#8e5142 [3208]" stroked="f" strokeweight=".138mm">
                        <v:stroke joinstyle="miter"/>
                        <v:path arrowok="t" o:connecttype="custom" o:connectlocs="636056,475512;769753,482675;870610,523563;981121,549428;1010975,545797;1027643,542365;1036799,533461;1010676,528487;980474,526846;948381,524657;885538,509287;850708,494116;686510,388962;772539,385331;843742,447159;937683,463524;940071,458550;868222,395876;837671,385927;786720,379759;734326,374785;690142,379759;677603,383639;675165,382197;749801,331709;907431,289329;978832,283012;995102,279281;1104568,275799;1196469,215711;1194777,210389;1085312,213871;993809,273561;954849,277739;885189,281221;839164,287439;845533,281967;877377,245059;959526,175421;994356,71311;990226,67929;897579,143337;871008,242821;838865,275352;779904,306042;755921,317781;665910,376626;662477,374686;626602,357177;538533,311265;490467,262618;450662,114089;311541,877;305421,5851;357069,161493;479919,265951;527487,321114;537040,329321;468276,320069;363786,314847;305571,308579;168888,219293;4690,214319;2202,222228;139581,312061;303481,317035;327762,322557;434391,331858;651182,384833;629090,397269;605804,407217;563759,417513;542314,418956;522113,420050;504648,423532;510768,429501;521914,431839;541817,434227;615755,416966;669642,394781;670090,394781;794482,478994;693177,459097;614860,466658;538682,475960;492955,490882;385530,584596;389112,592107;529576,567634;636056,475512" o:connectangles="0,0,0,0,0,0,0,0,0,0,0,0,0,0,0,0,0,0,0,0,0,0,0,0,0,0,0,0,0,0,0,0,0,0,0,0,0,0,0,0,0,0,0,0,0,0,0,0,0,0,0,0,0,0,0,0,0,0,0,0,0,0,0,0,0,0,0,0,0,0,0,0,0,0,0,0,0,0,0,0,0,0,0,0,0,0,0,0,0,0"/>
                      </v:shape>
                      <v:shape id="Freeform: Shape 78" o:spid="_x0000_s1030" style="position:absolute;left:10251;top:2845;width:17061;height:7408;visibility:visible;mso-wrap-style:square;v-text-anchor:middle" coordsize="1706092,740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" path="m1213208,490925v-14613,-6725,-29958,-11734,-45726,-14922c1142344,470775,1116814,467676,1091155,466751v-26222,-1194,-52146,-6964,-78318,-7561c978002,458145,943381,464945,911532,479087v41796,-27557,81402,-58944,124392,-84213l1036372,394874v18062,7163,35726,15320,53887,22185c1113595,425863,1138971,434617,1164198,434319v6697,-94,13369,-895,19903,-2388c1187832,431086,1191564,430489,1195246,429594v2886,-647,11295,-1940,6120,-5969c1196191,419596,1189624,421237,1183902,420143v-6678,-1065,-13450,-1428,-20202,-1095c1156530,419014,1149365,418536,1142255,417606v-14375,-1756,-28486,-5213,-42045,-10297c1092239,404509,1084457,401186,1076924,397361v-7513,-3830,-14927,-8058,-22092,-12435c1122651,349410,1194152,334388,1271623,331951v35128,-1095,72098,-2239,106629,-9302c1386164,321057,1394324,319267,1402533,317128v4031,547,102052,14276,163900,-4974c1629575,292257,1703812,222320,1703812,222320v3831,-3581,2687,-7163,-2488,-7909c1701324,214411,1600367,199489,1537126,219385v-59708,18852,-129716,82671,-136782,89237c1381078,311860,1361638,313954,1342129,314889v-34830,2089,-69660,2686,-104490,5223c1214542,321719,1191574,324808,1168875,329364v3234,-2586,6468,-5272,9553,-8207c1195977,304299,1211905,285830,1225996,265993v15872,-8307,95235,-51632,122850,-104457c1368749,123384,1400494,5894,1400494,5894v1343,-4974,-1394,-7362,-6121,-4974c1394373,920,1280281,56034,1255850,113635v-25625,60386,-39507,146887,-39805,148528c1200988,279304,1184936,295550,1167979,310810v-26222,22235,-58315,30691,-88070,45912c1067664,361955,1055693,367800,1044035,374231r-3434,1940c1010499,356722,981888,334687,950591,317327v-7861,-4328,-15872,-8208,-23983,-11739c906705,295639,885210,289770,867646,274897,856302,264695,845569,253831,835503,242366v,-1094,-9404,-58994,-26570,-99483c792613,104134,716534,67275,716534,67275v-3184,-1542,-4975,,-4129,3383c712405,70658,733601,149250,746986,174767v18460,35217,71501,64217,82148,69638c838583,257667,849241,270022,860979,281314v2040,1940,4179,3730,6369,5471c852152,283761,836777,281682,821323,280568v-23187,-1642,-46573,-2090,-69660,-3482c738607,276454,725595,275056,712703,272907v-4727,-4377,-51399,-47105,-91503,-59690c579006,199887,511486,209735,511486,209735v-3483,498,-4229,2885,-1692,5323c509794,215058,559551,261815,601695,275146v41348,13032,106928,3880,109466,3482c716634,280020,722107,281264,727431,282358v23555,4039,47404,6119,71302,6218c855207,290317,907303,302106,956363,330956v25774,14922,49757,33526,74635,50488l1028560,382886v-4144,-1492,-8324,-2785,-12538,-3880c1001587,375340,986725,373669,971837,374032v-17464,398,-34830,4278,-52394,4974c902317,379643,885275,381702,868492,385174v-10533,2129,-20783,5467,-30551,9949c803111,411786,766092,457797,766092,457797v-2239,2736,-1144,4974,2389,4974c768481,462771,827443,463070,862422,446406v32292,-15370,66127,-55661,71202,-61829c962384,380946,991690,379205,1019654,388209,964424,422282,913522,463866,855705,493362v-11275,5790,-22908,10859,-34830,15172c800529,516189,779353,521412,757783,524103v-10643,1398,-21361,2129,-32093,2188c715594,525789,705468,526341,695487,527933v-6787,373,-13549,1119,-20251,2238c670808,527535,666330,525197,661852,522461v-11743,-6466,-23700,-12301,-35875,-17509c596123,489731,564079,481275,537857,459041,520910,443765,504863,427524,489792,410393v-249,-1641,-14081,-88142,-39805,-148528c425506,204264,311463,149150,311463,149150v-4727,-2288,-7513,,-6120,4974c305343,154124,336939,271614,356991,309766v27565,52676,106927,96001,122850,104457c493902,434085,509829,452554,527408,469387v3085,2935,6270,5621,9554,8207c514243,473053,491260,469944,468148,468293v-34830,-2487,-69660,-3084,-104490,-4975c344243,462289,324903,460110,305741,456802v-7065,-6566,-76874,-70384,-136782,-89236c105818,347669,4761,362592,4761,362592v-5224,746,-6319,4327,-2488,7908c2273,370500,76511,440437,139652,460334v61848,19499,159820,5770,163900,5223c311712,467696,319872,469486,327833,471078v34482,7063,71451,8208,106580,9302c518999,483066,596720,500675,670111,543751v42941,25269,82597,56655,124393,84212c762659,613802,728033,607002,693198,608067v-26122,597,-52045,6367,-78317,7560c589326,616563,563895,619637,538852,624830v-15743,3109,-31068,8033,-45676,14673c440831,664374,385750,733217,385750,733217v-3284,4079,-1691,7461,3533,7511c389283,740728,477452,741175,529747,716255v48264,-23031,98867,-83218,106430,-92470c680958,618214,726585,615528,769874,630948v34183,12137,66973,28054,100907,40888c905611,684967,943575,698149,981241,697701v10051,-154,20058,-1373,29855,-3631c1016619,692827,1022241,691931,1027714,690638v4329,-1045,16868,-2935,9156,-8904c1029157,675765,1019355,678103,1010797,676511v-9981,-1591,-20107,-2139,-30202,-1641c969862,674815,959144,674084,948501,672681v-21480,-2646,-42572,-7804,-62843,-15370c873732,653013,862098,647950,850829,642140,798484,615478,751762,578868,702453,546884v7504,1368,15111,2115,22739,2239c762908,549571,800873,536389,835702,523257v33935,-12833,66675,-28750,100858,-40887c979898,466950,1025475,469636,1070257,475207v7612,9252,58165,69638,106430,92469c1229031,592547,1317151,592149,1317151,592149v5274,,6866,-3432,3582,-7511c1320634,584638,1265304,515895,1213208,490925xe" fillcolor="#8e5142 [3208]" stroked="f" strokeweight=".138mm">
                        <v:stroke joinstyle="miter"/>
                        <v:path arrowok="t" o:connecttype="custom" o:connectlocs="1213208,490925;1167482,476003;1091155,466751;1012837,459190;911532,479087;1035924,394874;1036372,394874;1090259,417059;1164198,434319;1184101,431931;1195246,429594;1201366,423625;1183902,420143;1163700,419048;1142255,417606;1100210,407309;1076924,397361;1054832,384926;1271623,331951;1378252,322649;1402533,317128;1566433,312154;1703812,222320;1701324,214411;1537126,219385;1400344,308622;1342129,314889;1237639,320112;1168875,329364;1178428,321157;1225996,265993;1348846,161536;1400494,5894;1394373,920;1255850,113635;1216045,262163;1167979,310810;1079909,356722;1044035,374231;1040601,376171;950591,317327;926608,305588;867646,274897;835503,242366;808933,142883;716534,67275;712405,70658;746986,174767;829134,244405;860979,281314;867348,286785;821323,280568;751663,277086;712703,272907;621200,213217;511486,209735;509794,215058;601695,275146;711161,278628;727431,282358;798733,288576;956363,330956;1030998,381444;1028560,382886;1016022,379006;971837,374032;919443,379006;868492,385174;837941,395123;766092,457797;768481,462771;862422,446406;933624,384577;1019654,388209;855705,493362;820875,508534;757783,524103;725690,526291;695487,527933;675236,530171;661852,522461;625977,504952;537857,459041;489792,410393;449987,261865;311463,149150;305343,154124;356991,309766;479841,414223;527408,469387;536962,477594;468148,468293;363658,463318;305741,456802;168959,367566;4761,362592;2273,370500;139652,460334;303552,465557;327833,471078;434413,480380;670111,543751;794504,627963;693198,608067;614881,615627;538852,624830;493176,639503;385750,733217;389283,740728;529747,716255;636177,623785;769874,630948;870781,671836;981241,697701;1011096,694070;1027714,690638;1036870,681734;1010797,676511;980595,674870;948501,672681;885658,657311;850829,642140;702453,546884;725192,549123;835702,523257;936560,482370;1070257,475207;1176687,567676;1317151,592149;1320733,584638;1213208,49092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  </v:shape>
                      <v:shape id="Freeform: Shape 79" o:spid="_x0000_s1031" style="position:absolute;left:22630;top:6654;width:4919;height:2211;visibility:visible;mso-wrap-style:square;v-text-anchor:middle" coordsize="491848,22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" path="m490648,156787v,,-37268,-29149,-67222,-35665c394965,114904,352174,124554,347845,125549v-8503,-3129,-16813,-6765,-24878,-10893c308488,107493,294257,99733,279728,92720,270045,88044,260074,83990,249874,80583v1925,-249,3841,-617,5722,-1095c266542,76748,277201,72987,287440,68247v8310,348,50205,1144,73442,-13679c377749,43824,417505,3831,417505,3831,419247,2090,418649,548,416211,399v,,-58564,-4079,-81701,13430c316120,28966,299317,45933,284356,64466v-10012,3428,-20212,6268,-30551,8506c238131,75857,223254,71878,207780,71132v-6121,-697,-12290,-1095,-18460,-1194c154788,69490,120307,76305,85825,74912,79954,74634,74108,74002,68311,73022,58414,71390,48746,68600,39501,64715,34889,62835,30401,60661,26067,58199,22126,55697,17942,53598,13578,51931,9747,50588,6115,47405,1835,48002v-4279,597,,4278,1642,5720c5119,55165,7458,57154,9399,58945v3388,3144,7110,5909,11095,8257c35421,76056,53881,79538,70948,82125v17066,2586,33437,3780,50006,6765c141901,92620,159664,104210,176383,116795v895,5421,7414,41335,21495,61679c213203,200560,248779,220655,248779,220655v2140,1194,3533,,3185,-2188c251964,218467,245595,178126,230319,156041v-4323,-6044,-9334,-11570,-14927,-16465c206426,131667,196803,124524,186633,118237,176333,111721,167228,103315,156779,97147,142996,88725,127512,83473,111450,81776v23137,-1442,46324,-4974,69411,-4974c220318,76355,255745,87198,290326,105553v14410,8163,29471,15116,45030,20792c338889,127539,342621,128683,346402,129678v1493,1193,37766,29248,67122,35664c442881,171759,489503,160816,489503,160816v2687,-796,3035,-2537,1145,-4029xe" fillcolor="#8e5142 [3208]" stroked="f" strokeweight=".138mm">
                        <v:stroke joinstyle="miter"/>
                        <v:path arrowok="t" o:connecttype="custom" o:connectlocs="490648,156787;423426,121122;347845,125549;322967,114656;279728,92720;249874,80583;255596,79488;287440,68247;360882,54568;417505,3831;416211,399;334510,13829;284356,64466;253805,72972;207780,71132;189320,69938;85825,74912;68311,73022;39501,64715;26067,58199;13578,51931;1835,48002;3477,53722;9399,58945;20494,67202;70948,82125;120954,88890;176383,116795;197878,178474;248779,220655;251964,218467;230319,156041;215392,139576;186633,118237;156779,97147;111450,81776;180861,76802;290326,105553;335356,126345;346402,129678;413524,165342;489503,160816;490648,156787" o:connectangles="0,0,0,0,0,0,0,0,0,0,0,0,0,0,0,0,0,0,0,0,0,0,0,0,0,0,0,0,0,0,0,0,0,0,0,0,0,0,0,0,0,0,0"/>
                      </v:shape>
                      <v:shape id="Freeform: Shape 80" o:spid="_x0000_s1032" style="position:absolute;left:9361;top:7770;width:4966;height:2678;visibility:visible;mso-wrap-style:square;v-text-anchor:middle" coordsize="496592,267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" path="m494552,116754v,,-45527,-12784,-75730,-7412c390162,114316,354138,139635,350605,142222v-9060,308,-18131,109,-27167,-597c307317,140481,291245,138690,275124,137745v-10722,-672,-21470,-672,-32193,c244573,136750,246215,135656,247907,134512v9081,-6706,17510,-14251,25177,-22533c280896,109143,319955,93922,335778,71389,347272,55024,368817,2895,368817,2895v945,-2238,,-3432,-2488,-2686c366329,209,310601,18763,295873,43783v-11225,20991,-20306,43051,-27118,65858c260874,116649,252564,123161,243877,129140v-13335,8704,-28610,10644,-43239,15867c194767,146698,188895,148638,183124,150926v-32094,12684,-61351,32183,-93892,43723c83709,196684,78057,198345,72315,199623v-9787,2264,-19808,3363,-29854,3283c37470,202931,32484,202633,27534,202011v-4613,-816,-9300,-1169,-13982,-1044c9522,201215,4994,199623,1262,201812v-3732,2189,1741,3930,3682,4626c6884,207134,9920,208129,12358,209025v4363,1616,8881,2765,13484,3432c43108,214944,61368,211163,78186,207184v16818,-3979,32342,-9252,48812,-12783c147796,189924,168644,193853,188895,199076v2936,4726,22590,35416,43389,48896c254724,262795,295226,267770,295226,267770v2438,298,3384,-1144,2090,-3234c297316,264536,276119,229717,253530,214795v-6250,-3900,-12927,-7074,-19903,-9451c222402,201444,210868,198499,199145,196539v-11991,-2138,-23584,-6317,-35576,-8157c153374,186805,143015,186621,132770,187835v-5737,776,-11405,1974,-16968,3581c136700,181219,156752,169182,178048,160129v36273,-15420,73143,-18852,112103,-14923c306650,147300,323294,148002,339908,147295v3732,,7563,-597,11494,-1094c353193,146698,397427,158885,427032,153612v29606,-5272,68515,-33128,68515,-33128c497190,119141,496891,117400,494552,116754xe" fillcolor="#8e5142 [3208]" stroked="f" strokeweight=".138mm">
                        <v:stroke joinstyle="miter"/>
                        <v:path arrowok="t" o:connecttype="custom" o:connectlocs="494552,116754;418822,109342;350605,142222;323438,141625;275124,137745;242931,137745;247907,134512;273084,111979;335778,71389;368817,2895;366329,209;295873,43783;268755,109641;243877,129140;200638,145007;183124,150926;89232,194649;72315,199623;42461,202906;27534,202011;13552,200967;1262,201812;4944,206438;12358,209025;25842,212457;78186,207184;126998,194401;188895,199076;232284,247972;295226,267770;297316,264536;253530,214795;233627,205344;199145,196539;163569,188382;132770,187835;115802,191416;178048,160129;290151,145206;339908,147295;351402,146201;427032,153612;495547,120484;494552,116754" o:connectangles="0,0,0,0,0,0,0,0,0,0,0,0,0,0,0,0,0,0,0,0,0,0,0,0,0,0,0,0,0,0,0,0,0,0,0,0,0,0,0,0,0,0,0,0"/>
                      </v:shape>
                      <v:shape id="Freeform: Shape 82" o:spid="_x0000_s1033" style="position:absolute;left:8909;top:2129;width:9568;height:7365;visibility:visible;mso-wrap-style:square;v-text-anchor:middle" coordsize="956848,736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" path="m76056,125502c4953,220011,-10869,338297,6396,452702v10599,70982,69362,208120,197934,197226c244135,711658,342604,720760,383455,694696v52045,58098,179125,54467,229777,-4228c669159,717676,745436,688627,773798,632320v166437,348,254109,-356449,111256,-536265c761558,-58542,527899,19701,503966,20398,485357,21044,216620,-61179,76056,125502xe" fillcolor="#f26a2c" stroked="f" strokeweight=".138mm">
                        <v:stroke joinstyle="miter"/>
                        <v:path arrowok="t" o:connecttype="custom" o:connectlocs="76056,125502;6396,452702;204330,649928;383455,694696;613232,690468;773798,632320;885054,96055;503966,20398;76056,125502" o:connectangles="0,0,0,0,0,0,0,0,0"/>
                      </v:shape>
                      <v:shape id="Freeform: Shape 83" o:spid="_x0000_s1034" style="position:absolute;left:10052;top:2682;width:7387;height:6201;visibility:visible;mso-wrap-style:square;v-text-anchor:middle" coordsize="738734,620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" path="m313987,23800c11913,-85632,-86855,350155,82120,575335,-38242,354482,3404,-50415,313987,23800xm198352,167454v-41870,153134,-19121,316735,62943,452649c223778,516043,165264,349956,217708,179541,251592,69413,300105,46432,359814,48870,277018,34345,221340,83937,198352,167454xm428379,50063v41149,1194,73540,38102,98170,115749c559090,268479,566355,445957,505850,615278,582277,497390,582277,264400,549437,162629,515055,56132,469279,37678,428379,50063xm489978,16338c684030,-44346,788171,252960,665670,546286,822553,303000,709555,-84339,489978,16338xe" fillcolor="#db4538" stroked="f" strokeweight=".138mm">
                        <v:stroke joinstyle="miter"/>
                        <v:path arrowok="t" o:connecttype="custom" o:connectlocs="313987,23800;82120,575335;313987,23800;198352,167454;261295,620103;217708,179541;359814,48870;198352,167454;428379,50063;526549,165812;505850,615278;549437,162629;428379,50063;489978,16338;665670,546286;489978,16338" o:connectangles="0,0,0,0,0,0,0,0,0,0,0,0,0,0,0,0"/>
                      </v:shape>
                      <v:shape id="Freeform: Shape 84" o:spid="_x0000_s1035" style="position:absolute;left:15640;top:2847;width:1808;height:1282;visibility:visible;mso-wrap-style:square;v-text-anchor:middle" coordsize="180785,12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" path="m72968,65863c54657,53428,26395,62630,10821,75215,551,82942,-2897,96807,2562,108442v12439,27905,53339,23428,71650,4079c86104,99936,88392,76359,72968,65863xm146558,602v-12787,3880,-11295,14923,-4279,19897c147170,23890,153659,23890,158550,20499,172034,12142,159445,-3278,146558,602xm166959,77403v-1906,2654,-2160,6155,-647,9053c169964,89833,175661,89612,179040,85962v179,-193,348,-393,507,-600c184622,76060,172681,67505,166959,77403xe" fillcolor="#f89533" stroked="f" strokeweight=".138mm">
                        <v:stroke joinstyle="miter"/>
                        <v:path arrowok="t" o:connecttype="custom" o:connectlocs="72968,65863;10821,75215;2562,108442;74212,112521;72968,65863;146558,602;142279,20499;158550,20499;146558,602;166959,77403;166312,86456;179040,85962;179547,85362;166959,77403" o:connectangles="0,0,0,0,0,0,0,0,0,0,0,0,0,0"/>
                      </v:shape>
                      <v:shape id="Freeform: Shape 85" o:spid="_x0000_s1036" style="position:absolute;left:13501;top:2490;width:1064;height:567;visibility:visible;mso-wrap-style:square;v-text-anchor:middle" coordsize="106443,56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" path="m34321,54575c103981,67458,130651,16622,80695,3988,2527,-15660,-30263,42836,34321,54575xe" fillcolor="#6d6c36" stroked="f" strokeweight=".138mm">
                        <v:stroke joinstyle="miter"/>
                        <v:path arrowok="t" o:connecttype="custom" o:connectlocs="34321,54575;80695,3988;34321,54575" o:connectangles="0,0,0"/>
                      </v:shape>
                      <v:shape id="Freeform: Shape 86" o:spid="_x0000_s1037" style="position:absolute;left:13619;width:2228;height:2871;visibility:visible;mso-wrap-style:square;v-text-anchor:middle" coordsize="222780,287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" path="m169417,51221v68217,2835,74636,93962,-1841,121320c77715,204674,791,123496,-5,35503v14479,,35775,-10247,48712,-35516c17061,175376,178672,171745,187081,109419,191410,77037,122397,73455,69455,127724,36765,161299,43432,202336,62091,244069v6966,15570,14927,41236,-12787,42977c12981,289285,-5827,257201,1587,195223,11489,112353,90851,47888,169417,51221xe" fillcolor="#908e49" stroked="f" strokeweight=".138mm">
                        <v:stroke joinstyle="miter"/>
                        <v:path arrowok="t" o:connecttype="custom" o:connectlocs="169417,51221;167576,172541;-5,35503;48707,-13;187081,109419;69455,127724;62091,244069;49304,287046;1587,195223;169417,51221" o:connectangles="0,0,0,0,0,0,0,0,0,0"/>
                      </v:shape>
                      <v:shape id="Freeform: Shape 87" o:spid="_x0000_s1038" style="position:absolute;left:13971;top:696;width:1658;height:1471;visibility:visible;mso-wrap-style:square;v-text-anchor:middle" coordsize="165859,147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" path="m36959,44992c88507,-2063,140255,1866,155032,19674v10400,12485,5772,30939,-5373,43076c168915,48474,174040,17684,148067,5547,107216,-13305,42532,18629,16658,58572,-259,84786,-5732,120351,6956,147112,2726,129006,-4787,83244,36959,44992xe" fillcolor="#6d6c36" stroked="f" strokeweight=".138mm">
                        <v:stroke joinstyle="miter"/>
                        <v:path arrowok="t" o:connecttype="custom" o:connectlocs="36959,44992;155032,19674;149659,62750;148067,5547;16658,58572;6956,147112;36959,44992" o:connectangles="0,0,0,0,0,0,0"/>
                      </v:shape>
                      <v:shape id="Freeform: Shape 88" o:spid="_x0000_s1039" style="position:absolute;left:13796;top:786;width:673;height:835;visibility:visible;mso-wrap-style:square;v-text-anchor:middle" coordsize="67271,8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" path="m50045,83503c28699,69713,11424,50482,-11,27793l30888,-13v6369,26910,19903,45116,36373,56158l50045,83503xe" fillcolor="#908e49" stroked="f" strokeweight=".138mm">
                        <v:stroke joinstyle="miter"/>
                        <v:path arrowok="t" o:connecttype="custom" o:connectlocs="50045,83503;-11,27793;30888,-13;67261,56145" o:connectangles="0,0,0,0"/>
                      </v:shape>
                      <v:shape id="Freeform: Shape 89" o:spid="_x0000_s1040" style="position:absolute;left:13777;top:379;width:1447;height:1320;visibility:visible;mso-wrap-style:square;v-text-anchor:middle" coordsize="144703,13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" path="m144693,126480c54434,144288,-3483,67337,15325,-13,12051,5388,6354,8859,50,9289,-2040,70322,50155,154584,144693,126480xe" fillcolor="#6d6c36" stroked="f" strokeweight=".138mm">
                        <v:stroke joinstyle="miter"/>
                        <v:path arrowok="t" o:connecttype="custom" o:connectlocs="144693,126480;15325,-13;50,9289;144693,126480" o:connectangles="0,0,0,0"/>
                      </v:shape>
                      <v:shape id="Freeform: Shape 90" o:spid="_x0000_s1041" style="position:absolute;left:13878;top:1138;width:1898;height:1679;visibility:visible;mso-wrap-style:square;v-text-anchor:middle" coordsize="189804,167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" path="m23683,141468v-4378,-4675,-12489,1890,-6667,5522c20847,149427,28062,146094,23683,141468xm20897,162808v-2438,3680,2239,6715,5324,4078c29306,164250,23435,158928,20897,162808xm-1,158182v299,4526,6319,3034,7613,c7891,157478,7891,156696,7612,155993,6318,152063,-299,154302,-1,158182xm20499,125103v3085,1095,4279,-2387,3334,-4526c21942,116200,14876,123114,20499,125103xm32441,154152v-105,1783,1254,3314,3035,3421c36770,157651,37979,156951,38561,155794v448,-783,592,-1705,398,-2587c38700,151408,37028,150161,35227,150422v-1801,261,-3045,1931,-2786,3730xm149171,41935v-1921,579,-3006,2605,-2429,4525c146907,47000,147190,47494,147578,47904v936,1044,2538,1133,3583,199c151230,48040,151295,47974,151360,47904v1239,-1066,1711,-2776,1194,-4327c151902,42351,150534,41687,149171,41935xm169621,30594v-2936,3930,1890,6815,5274,4079c178278,31937,172755,26416,169621,30594xm153997,27659v-498,4079,5623,4079,7662,1990c162769,28577,162898,26844,161958,25620v-1940,-2089,-7563,-1094,-7961,2039xm188827,252v-2438,-1592,-6916,4427,-3981,6566c186244,7774,188145,7468,189175,6121v846,-1044,896,-5123,-299,-5869l188827,252xm107325,40542v-1622,-492,-3354,-492,-4976,c99165,41537,100906,44472,103046,45517v2249,848,4781,-31,6020,-2089c109614,41985,109216,40940,107325,40542xe" fillcolor="#6d6c36" stroked="f" strokeweight=".138mm">
                        <v:stroke joinstyle="miter"/>
                        <v:path arrowok="t" o:connecttype="custom" o:connectlocs="23683,141468;17016,146990;23683,141468;20897,162808;26221,166886;20897,162808;-1,158182;7612,158182;7612,155993;-1,158182;20499,125103;23833,120577;20499,125103;32441,154152;35476,157573;38561,155794;38959,153207;35227,150422;32441,154152;149171,41935;146742,46460;147578,47904;151161,48103;151360,47904;152554,43577;149171,41935;169621,30594;174895,34673;169621,30594;153997,27659;161659,29649;161958,25620;153997,27659;188827,252;184846,6818;189175,6121;188876,252;107325,40542;102349,40542;103046,45517;109066,43428;107325,40542" o:connectangles="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70" w:type="dxa"/>
            <w:tcBorders>
              <w:top w:val="single" w:sz="2" w:space="0" w:color="7F7F7F" w:themeColor="text1" w:themeTint="80"/>
            </w:tcBorders>
          </w:tcPr>
          <w:p w14:paraId="2AF259A3" w14:textId="77777777" w:rsidR="007C46AB" w:rsidRDefault="007C46AB" w:rsidP="007413EB"/>
        </w:tc>
      </w:tr>
      <w:tr w:rsidR="007413EB" w14:paraId="1FD73183" w14:textId="77777777" w:rsidTr="00444D74">
        <w:trPr>
          <w:trHeight w:val="7281"/>
        </w:trPr>
        <w:tc>
          <w:tcPr>
            <w:tcW w:w="1980" w:type="dxa"/>
            <w:tcBorders>
              <w:bottom w:val="single" w:sz="2" w:space="0" w:color="7F7F7F" w:themeColor="text1" w:themeTint="80"/>
            </w:tcBorders>
          </w:tcPr>
          <w:p w14:paraId="07550279" w14:textId="77777777" w:rsidR="007413EB" w:rsidRDefault="007413EB" w:rsidP="007413EB"/>
        </w:tc>
        <w:tc>
          <w:tcPr>
            <w:tcW w:w="5400" w:type="dxa"/>
          </w:tcPr>
          <w:p w14:paraId="634C9AD2" w14:textId="5939ADD1" w:rsidR="007413EB" w:rsidRPr="007C46AB" w:rsidRDefault="005C572C" w:rsidP="007C46AB">
            <w:pPr>
              <w:pStyle w:val="IntroText"/>
            </w:pPr>
            <w:sdt>
              <w:sdtPr>
                <w:id w:val="1572155898"/>
                <w:placeholder>
                  <w:docPart w:val="B3F0C38A5BD44C0D9F127DD9D2A2B6CA"/>
                </w:placeholder>
                <w15:appearance w15:val="hidden"/>
              </w:sdtPr>
              <w:sdtEndPr/>
              <w:sdtContent>
                <w:r w:rsidR="00444D74">
                  <w:t>Dear Mother Mary</w:t>
                </w:r>
              </w:sdtContent>
            </w:sdt>
          </w:p>
          <w:p w14:paraId="6ECA3E77" w14:textId="632F5D08" w:rsidR="00444D74" w:rsidRPr="00444D74" w:rsidRDefault="00444D74" w:rsidP="00444D74">
            <w:pPr>
              <w:pStyle w:val="IntroText"/>
              <w:rPr>
                <w:sz w:val="22"/>
                <w:szCs w:val="22"/>
              </w:rPr>
            </w:pPr>
            <w:r w:rsidRPr="00444D74">
              <w:rPr>
                <w:sz w:val="22"/>
                <w:szCs w:val="22"/>
              </w:rPr>
              <w:t>On this Thanksgiving Day, I am grateful to you for helping my dad recovering cancer. I know that it would not have been possible ever without your intercession. I prayers a lot to you and due to your acceptance, my prayers came true. Please accept my message of gratefulness that I am sending to you with lots of emotions and love. I am praying for more health and prosperity for my father because without him and your blessings, I am nothing.</w:t>
            </w:r>
          </w:p>
          <w:p w14:paraId="2B10F3B8" w14:textId="14CDFE66" w:rsidR="00444D74" w:rsidRDefault="00444D74" w:rsidP="00444D74">
            <w:pPr>
              <w:pStyle w:val="IntroText"/>
              <w:rPr>
                <w:sz w:val="20"/>
                <w:szCs w:val="20"/>
              </w:rPr>
            </w:pPr>
          </w:p>
          <w:p w14:paraId="3DA54FDE" w14:textId="635CB3E2" w:rsidR="00444D74" w:rsidRDefault="00444D74" w:rsidP="00444D74">
            <w:pPr>
              <w:pStyle w:val="Intro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[Your Name]</w:t>
            </w:r>
          </w:p>
          <w:p w14:paraId="1660D71B" w14:textId="1C28F171" w:rsidR="00444D74" w:rsidRDefault="00444D74" w:rsidP="00444D74">
            <w:pPr>
              <w:pStyle w:val="IntroText"/>
              <w:rPr>
                <w:sz w:val="20"/>
                <w:szCs w:val="20"/>
              </w:rPr>
            </w:pPr>
          </w:p>
          <w:p w14:paraId="69C32C3A" w14:textId="77777777" w:rsidR="00444D74" w:rsidRPr="00444D74" w:rsidRDefault="00444D74" w:rsidP="00444D74">
            <w:pPr>
              <w:pStyle w:val="IntroText"/>
              <w:rPr>
                <w:sz w:val="20"/>
                <w:szCs w:val="20"/>
              </w:rPr>
            </w:pPr>
          </w:p>
          <w:p w14:paraId="7C6AF167" w14:textId="57E93831" w:rsidR="007413EB" w:rsidRPr="000D35D5" w:rsidRDefault="007413EB" w:rsidP="000D35D5">
            <w:pPr>
              <w:pStyle w:val="ContactDetails"/>
            </w:pPr>
          </w:p>
        </w:tc>
        <w:tc>
          <w:tcPr>
            <w:tcW w:w="1070" w:type="dxa"/>
            <w:tcBorders>
              <w:bottom w:val="single" w:sz="2" w:space="0" w:color="7F7F7F" w:themeColor="text1" w:themeTint="80"/>
            </w:tcBorders>
          </w:tcPr>
          <w:p w14:paraId="2DBBFC9F" w14:textId="77777777" w:rsidR="007413EB" w:rsidRDefault="007413EB" w:rsidP="007413EB"/>
        </w:tc>
      </w:tr>
      <w:tr w:rsidR="007413EB" w14:paraId="5B9C6F92" w14:textId="77777777" w:rsidTr="00444D74">
        <w:trPr>
          <w:trHeight w:val="720"/>
        </w:trPr>
        <w:tc>
          <w:tcPr>
            <w:tcW w:w="1980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1D932896" w14:textId="77777777" w:rsidR="007413EB" w:rsidRDefault="007413EB" w:rsidP="007413EB"/>
        </w:tc>
        <w:tc>
          <w:tcPr>
            <w:tcW w:w="5400" w:type="dxa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3188CC99" w14:textId="77777777" w:rsidR="007413EB" w:rsidRDefault="007413EB" w:rsidP="007413EB"/>
        </w:tc>
        <w:tc>
          <w:tcPr>
            <w:tcW w:w="107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14:paraId="681DD5B5" w14:textId="77777777" w:rsidR="007413EB" w:rsidRDefault="007413EB" w:rsidP="007413EB"/>
        </w:tc>
      </w:tr>
    </w:tbl>
    <w:p w14:paraId="1B7126AF" w14:textId="77777777" w:rsidR="0007376C" w:rsidRDefault="0019667A" w:rsidP="007413EB">
      <w:r>
        <w:t xml:space="preserve"> </w:t>
      </w:r>
    </w:p>
    <w:sectPr w:rsidR="00073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8178A" w14:textId="77777777" w:rsidR="005C572C" w:rsidRDefault="005C572C" w:rsidP="0025408B">
      <w:pPr>
        <w:spacing w:after="0" w:line="240" w:lineRule="auto"/>
      </w:pPr>
      <w:r>
        <w:separator/>
      </w:r>
    </w:p>
  </w:endnote>
  <w:endnote w:type="continuationSeparator" w:id="0">
    <w:p w14:paraId="24E5D9AC" w14:textId="77777777" w:rsidR="005C572C" w:rsidRDefault="005C572C" w:rsidP="00254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agona Book">
    <w:charset w:val="00"/>
    <w:family w:val="roman"/>
    <w:pitch w:val="variable"/>
    <w:sig w:usb0="8000002F" w:usb1="0000000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1CA81" w14:textId="77777777" w:rsidR="005C572C" w:rsidRDefault="005C572C" w:rsidP="0025408B">
      <w:pPr>
        <w:spacing w:after="0" w:line="240" w:lineRule="auto"/>
      </w:pPr>
      <w:r>
        <w:separator/>
      </w:r>
    </w:p>
  </w:footnote>
  <w:footnote w:type="continuationSeparator" w:id="0">
    <w:p w14:paraId="7E0F68B6" w14:textId="77777777" w:rsidR="005C572C" w:rsidRDefault="005C572C" w:rsidP="002540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74"/>
    <w:rsid w:val="000410FA"/>
    <w:rsid w:val="000470BE"/>
    <w:rsid w:val="0005093E"/>
    <w:rsid w:val="00054354"/>
    <w:rsid w:val="000716A7"/>
    <w:rsid w:val="00072648"/>
    <w:rsid w:val="0007376C"/>
    <w:rsid w:val="00084186"/>
    <w:rsid w:val="00092803"/>
    <w:rsid w:val="000958EE"/>
    <w:rsid w:val="000A6528"/>
    <w:rsid w:val="000B562C"/>
    <w:rsid w:val="000C76A9"/>
    <w:rsid w:val="000D13BD"/>
    <w:rsid w:val="000D35D5"/>
    <w:rsid w:val="000E772C"/>
    <w:rsid w:val="000F18C6"/>
    <w:rsid w:val="000F34AF"/>
    <w:rsid w:val="001043EE"/>
    <w:rsid w:val="00120AED"/>
    <w:rsid w:val="00125760"/>
    <w:rsid w:val="00127C10"/>
    <w:rsid w:val="001313A2"/>
    <w:rsid w:val="00137208"/>
    <w:rsid w:val="00137F17"/>
    <w:rsid w:val="001660AA"/>
    <w:rsid w:val="00171949"/>
    <w:rsid w:val="001819BE"/>
    <w:rsid w:val="00185C88"/>
    <w:rsid w:val="0019667A"/>
    <w:rsid w:val="001C63F5"/>
    <w:rsid w:val="001E4BA2"/>
    <w:rsid w:val="00213078"/>
    <w:rsid w:val="002156E0"/>
    <w:rsid w:val="00222289"/>
    <w:rsid w:val="002225D6"/>
    <w:rsid w:val="00224AA0"/>
    <w:rsid w:val="0025408B"/>
    <w:rsid w:val="00267C15"/>
    <w:rsid w:val="00271D9C"/>
    <w:rsid w:val="002733C7"/>
    <w:rsid w:val="00281FE8"/>
    <w:rsid w:val="00286921"/>
    <w:rsid w:val="002A19C4"/>
    <w:rsid w:val="002C0663"/>
    <w:rsid w:val="002F097F"/>
    <w:rsid w:val="002F0A40"/>
    <w:rsid w:val="002F1DFD"/>
    <w:rsid w:val="00313E42"/>
    <w:rsid w:val="00314110"/>
    <w:rsid w:val="00317163"/>
    <w:rsid w:val="003211F9"/>
    <w:rsid w:val="00322E10"/>
    <w:rsid w:val="003553EA"/>
    <w:rsid w:val="003573FF"/>
    <w:rsid w:val="0036451F"/>
    <w:rsid w:val="00371F9B"/>
    <w:rsid w:val="00387F5D"/>
    <w:rsid w:val="003B163E"/>
    <w:rsid w:val="003B7343"/>
    <w:rsid w:val="003C1843"/>
    <w:rsid w:val="003C5DDC"/>
    <w:rsid w:val="003C7F9C"/>
    <w:rsid w:val="003D2679"/>
    <w:rsid w:val="003D3C17"/>
    <w:rsid w:val="003E2651"/>
    <w:rsid w:val="003F23FB"/>
    <w:rsid w:val="003F5659"/>
    <w:rsid w:val="00420066"/>
    <w:rsid w:val="00444D74"/>
    <w:rsid w:val="00445EE1"/>
    <w:rsid w:val="00447F4F"/>
    <w:rsid w:val="00463345"/>
    <w:rsid w:val="004934AB"/>
    <w:rsid w:val="00494159"/>
    <w:rsid w:val="0049552E"/>
    <w:rsid w:val="00496844"/>
    <w:rsid w:val="004A18A9"/>
    <w:rsid w:val="004A4B62"/>
    <w:rsid w:val="004B0033"/>
    <w:rsid w:val="004B1C74"/>
    <w:rsid w:val="004B6341"/>
    <w:rsid w:val="004D009E"/>
    <w:rsid w:val="004E506F"/>
    <w:rsid w:val="00502FF5"/>
    <w:rsid w:val="0052111D"/>
    <w:rsid w:val="00542C3F"/>
    <w:rsid w:val="00550430"/>
    <w:rsid w:val="00550D7C"/>
    <w:rsid w:val="00551BED"/>
    <w:rsid w:val="00551CFF"/>
    <w:rsid w:val="005735EE"/>
    <w:rsid w:val="00576F13"/>
    <w:rsid w:val="005845A8"/>
    <w:rsid w:val="00592377"/>
    <w:rsid w:val="005957CC"/>
    <w:rsid w:val="005A4670"/>
    <w:rsid w:val="005A6257"/>
    <w:rsid w:val="005C572C"/>
    <w:rsid w:val="005E0A04"/>
    <w:rsid w:val="0060791D"/>
    <w:rsid w:val="00607969"/>
    <w:rsid w:val="006126EB"/>
    <w:rsid w:val="00623EE5"/>
    <w:rsid w:val="0065275E"/>
    <w:rsid w:val="006555BA"/>
    <w:rsid w:val="00662743"/>
    <w:rsid w:val="006650F5"/>
    <w:rsid w:val="00666758"/>
    <w:rsid w:val="00670203"/>
    <w:rsid w:val="00681475"/>
    <w:rsid w:val="006964B9"/>
    <w:rsid w:val="006A24E2"/>
    <w:rsid w:val="006B420D"/>
    <w:rsid w:val="006C2009"/>
    <w:rsid w:val="006D3FC0"/>
    <w:rsid w:val="006D4008"/>
    <w:rsid w:val="006E1FCA"/>
    <w:rsid w:val="006E3556"/>
    <w:rsid w:val="006F0C53"/>
    <w:rsid w:val="007027D1"/>
    <w:rsid w:val="0070416B"/>
    <w:rsid w:val="0071191A"/>
    <w:rsid w:val="0071330B"/>
    <w:rsid w:val="007175BC"/>
    <w:rsid w:val="007368BE"/>
    <w:rsid w:val="007406F4"/>
    <w:rsid w:val="007413EB"/>
    <w:rsid w:val="0075551E"/>
    <w:rsid w:val="00762AC8"/>
    <w:rsid w:val="00784D46"/>
    <w:rsid w:val="00793606"/>
    <w:rsid w:val="00796215"/>
    <w:rsid w:val="007A322B"/>
    <w:rsid w:val="007B2B99"/>
    <w:rsid w:val="007C46AB"/>
    <w:rsid w:val="007C5F3B"/>
    <w:rsid w:val="007C78BE"/>
    <w:rsid w:val="007C7ABB"/>
    <w:rsid w:val="008020FF"/>
    <w:rsid w:val="00807592"/>
    <w:rsid w:val="00814525"/>
    <w:rsid w:val="0084652D"/>
    <w:rsid w:val="008754C1"/>
    <w:rsid w:val="00877726"/>
    <w:rsid w:val="008814F1"/>
    <w:rsid w:val="00885FD3"/>
    <w:rsid w:val="00887228"/>
    <w:rsid w:val="00897313"/>
    <w:rsid w:val="008A12D2"/>
    <w:rsid w:val="008B58BD"/>
    <w:rsid w:val="008E2BFB"/>
    <w:rsid w:val="008F01EA"/>
    <w:rsid w:val="00904D5D"/>
    <w:rsid w:val="00946EFE"/>
    <w:rsid w:val="009540B3"/>
    <w:rsid w:val="00971D9E"/>
    <w:rsid w:val="00984229"/>
    <w:rsid w:val="0098554B"/>
    <w:rsid w:val="00993D51"/>
    <w:rsid w:val="00996820"/>
    <w:rsid w:val="009A2AB2"/>
    <w:rsid w:val="009A3F2D"/>
    <w:rsid w:val="009A51DF"/>
    <w:rsid w:val="009B28D2"/>
    <w:rsid w:val="009D7F40"/>
    <w:rsid w:val="009F1D52"/>
    <w:rsid w:val="00A052EA"/>
    <w:rsid w:val="00A179B3"/>
    <w:rsid w:val="00A315E7"/>
    <w:rsid w:val="00A53392"/>
    <w:rsid w:val="00A55DF4"/>
    <w:rsid w:val="00A60BFC"/>
    <w:rsid w:val="00A91143"/>
    <w:rsid w:val="00A94B53"/>
    <w:rsid w:val="00AA62F0"/>
    <w:rsid w:val="00AB09C9"/>
    <w:rsid w:val="00AB39F6"/>
    <w:rsid w:val="00AB6F3A"/>
    <w:rsid w:val="00AD48C4"/>
    <w:rsid w:val="00AD53EC"/>
    <w:rsid w:val="00AE638E"/>
    <w:rsid w:val="00AF2E7D"/>
    <w:rsid w:val="00B02236"/>
    <w:rsid w:val="00B03BFD"/>
    <w:rsid w:val="00B058A1"/>
    <w:rsid w:val="00B33186"/>
    <w:rsid w:val="00B33B68"/>
    <w:rsid w:val="00B33F58"/>
    <w:rsid w:val="00B40B67"/>
    <w:rsid w:val="00B4151E"/>
    <w:rsid w:val="00B435B0"/>
    <w:rsid w:val="00B4418E"/>
    <w:rsid w:val="00B473A5"/>
    <w:rsid w:val="00B57E6F"/>
    <w:rsid w:val="00B822E7"/>
    <w:rsid w:val="00B85462"/>
    <w:rsid w:val="00B91598"/>
    <w:rsid w:val="00BA7FDF"/>
    <w:rsid w:val="00BB030E"/>
    <w:rsid w:val="00BB3405"/>
    <w:rsid w:val="00BD7AEB"/>
    <w:rsid w:val="00BF5AA7"/>
    <w:rsid w:val="00C21C0F"/>
    <w:rsid w:val="00C443A1"/>
    <w:rsid w:val="00C54934"/>
    <w:rsid w:val="00C620F2"/>
    <w:rsid w:val="00C716A7"/>
    <w:rsid w:val="00CA7BC9"/>
    <w:rsid w:val="00CC2C5E"/>
    <w:rsid w:val="00CC7F7D"/>
    <w:rsid w:val="00CE5BD2"/>
    <w:rsid w:val="00CF0A56"/>
    <w:rsid w:val="00D35251"/>
    <w:rsid w:val="00D53809"/>
    <w:rsid w:val="00D6270D"/>
    <w:rsid w:val="00DB5ABD"/>
    <w:rsid w:val="00DD6349"/>
    <w:rsid w:val="00DD6C78"/>
    <w:rsid w:val="00DF294F"/>
    <w:rsid w:val="00E21E29"/>
    <w:rsid w:val="00E24A69"/>
    <w:rsid w:val="00E31EC1"/>
    <w:rsid w:val="00E35328"/>
    <w:rsid w:val="00E4315B"/>
    <w:rsid w:val="00E74121"/>
    <w:rsid w:val="00E94806"/>
    <w:rsid w:val="00EA61EF"/>
    <w:rsid w:val="00EB1122"/>
    <w:rsid w:val="00EB228A"/>
    <w:rsid w:val="00EE35E2"/>
    <w:rsid w:val="00EF1598"/>
    <w:rsid w:val="00EF1916"/>
    <w:rsid w:val="00F00572"/>
    <w:rsid w:val="00F022BE"/>
    <w:rsid w:val="00F21573"/>
    <w:rsid w:val="00F23AA8"/>
    <w:rsid w:val="00F331BB"/>
    <w:rsid w:val="00F353A2"/>
    <w:rsid w:val="00F47088"/>
    <w:rsid w:val="00F47A64"/>
    <w:rsid w:val="00F523B6"/>
    <w:rsid w:val="00F56ED0"/>
    <w:rsid w:val="00F83E1D"/>
    <w:rsid w:val="00F933BB"/>
    <w:rsid w:val="00F96D3F"/>
    <w:rsid w:val="00FA09B0"/>
    <w:rsid w:val="00FA7E66"/>
    <w:rsid w:val="00FB0801"/>
    <w:rsid w:val="00FB14F1"/>
    <w:rsid w:val="00FB1580"/>
    <w:rsid w:val="00FC0A8D"/>
    <w:rsid w:val="00FD5285"/>
    <w:rsid w:val="00FD5496"/>
    <w:rsid w:val="00FE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9C08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51E"/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C54934"/>
    <w:pPr>
      <w:keepNext/>
      <w:keepLines/>
      <w:spacing w:after="0" w:line="216" w:lineRule="auto"/>
      <w:jc w:val="center"/>
      <w:outlineLvl w:val="0"/>
    </w:pPr>
    <w:rPr>
      <w:rFonts w:asciiTheme="majorHAnsi" w:eastAsiaTheme="majorEastAsia" w:hAnsiTheme="majorHAnsi" w:cstheme="majorBidi"/>
      <w:b/>
      <w:caps/>
      <w:color w:val="DB502F" w:themeColor="accent2"/>
      <w:spacing w:val="20"/>
      <w:sz w:val="7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224AA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224AA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9443E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224AA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224A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9443E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224AA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9443E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224A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85D08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24AA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9443E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24AA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9443E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5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51E"/>
  </w:style>
  <w:style w:type="paragraph" w:styleId="Footer">
    <w:name w:val="footer"/>
    <w:basedOn w:val="Normal"/>
    <w:link w:val="FooterChar"/>
    <w:uiPriority w:val="99"/>
    <w:semiHidden/>
    <w:rsid w:val="00254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551E"/>
  </w:style>
  <w:style w:type="paragraph" w:customStyle="1" w:styleId="ContactDetails">
    <w:name w:val="Contact Details"/>
    <w:basedOn w:val="Normal"/>
    <w:rsid w:val="000D35D5"/>
    <w:pPr>
      <w:spacing w:before="720" w:line="312" w:lineRule="auto"/>
      <w:jc w:val="center"/>
    </w:pPr>
    <w:rPr>
      <w:rFonts w:eastAsiaTheme="minorHAnsi"/>
      <w:color w:val="C8540D" w:themeColor="accent6" w:themeShade="BF"/>
      <w:sz w:val="24"/>
      <w:szCs w:val="24"/>
    </w:rPr>
  </w:style>
  <w:style w:type="paragraph" w:customStyle="1" w:styleId="Address">
    <w:name w:val="Address"/>
    <w:basedOn w:val="Normal"/>
    <w:semiHidden/>
    <w:rsid w:val="008E2BFB"/>
    <w:pPr>
      <w:spacing w:before="120" w:after="240"/>
      <w:jc w:val="center"/>
    </w:pPr>
    <w:rPr>
      <w:rFonts w:asciiTheme="majorHAnsi" w:hAnsiTheme="majorHAnsi"/>
      <w:color w:val="FFFFFF" w:themeColor="background1"/>
      <w:sz w:val="72"/>
      <w:szCs w:val="62"/>
      <w:lang w:val="en-ZA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5551E"/>
    <w:rPr>
      <w:rFonts w:asciiTheme="majorHAnsi" w:eastAsiaTheme="majorEastAsia" w:hAnsiTheme="majorHAnsi" w:cstheme="majorBidi"/>
      <w:b/>
      <w:caps/>
      <w:color w:val="DB502F" w:themeColor="accent2"/>
      <w:spacing w:val="20"/>
      <w:sz w:val="7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551E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551E"/>
    <w:rPr>
      <w:rFonts w:asciiTheme="majorHAnsi" w:eastAsiaTheme="majorEastAsia" w:hAnsiTheme="majorHAnsi" w:cstheme="majorBidi"/>
      <w:color w:val="59443E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51E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51E"/>
    <w:rPr>
      <w:rFonts w:asciiTheme="majorHAnsi" w:eastAsiaTheme="majorEastAsia" w:hAnsiTheme="majorHAnsi" w:cstheme="majorBidi"/>
      <w:color w:val="59443E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51E"/>
    <w:rPr>
      <w:rFonts w:asciiTheme="majorHAnsi" w:eastAsiaTheme="majorEastAsia" w:hAnsiTheme="majorHAnsi" w:cstheme="majorBidi"/>
      <w:i/>
      <w:iCs/>
      <w:color w:val="59443E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51E"/>
    <w:rPr>
      <w:rFonts w:asciiTheme="majorHAnsi" w:eastAsiaTheme="majorEastAsia" w:hAnsiTheme="majorHAnsi" w:cstheme="majorBidi"/>
      <w:i/>
      <w:iCs/>
      <w:color w:val="885D08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51E"/>
    <w:rPr>
      <w:rFonts w:asciiTheme="majorHAnsi" w:eastAsiaTheme="majorEastAsia" w:hAnsiTheme="majorHAnsi" w:cstheme="majorBidi"/>
      <w:b/>
      <w:bCs/>
      <w:color w:val="59443E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51E"/>
    <w:rPr>
      <w:rFonts w:asciiTheme="majorHAnsi" w:eastAsiaTheme="majorEastAsia" w:hAnsiTheme="majorHAnsi" w:cstheme="majorBidi"/>
      <w:b/>
      <w:bCs/>
      <w:i/>
      <w:iCs/>
      <w:color w:val="59443E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4AA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7413EB"/>
    <w:pPr>
      <w:keepNext/>
      <w:keepLines/>
      <w:spacing w:after="240" w:line="168" w:lineRule="auto"/>
      <w:jc w:val="center"/>
      <w:outlineLvl w:val="0"/>
    </w:pPr>
    <w:rPr>
      <w:rFonts w:ascii="Segoe UI Black" w:eastAsiaTheme="majorEastAsia" w:hAnsi="Segoe UI Black" w:cstheme="majorBidi"/>
      <w:b/>
      <w:caps/>
      <w:outline/>
      <w:color w:val="8E5142" w:themeColor="accent5"/>
      <w:spacing w:val="120"/>
      <w:sz w:val="96"/>
      <w:szCs w:val="96"/>
      <w14:textOutline w14:w="19050" w14:cap="sq" w14:cmpd="sng" w14:algn="ctr">
        <w14:solidFill>
          <w14:schemeClr w14:val="accent5"/>
        </w14:solidFill>
        <w14:prstDash w14:val="solid"/>
        <w14:miter w14:lim="0"/>
      </w14:textOutline>
      <w14:textFill>
        <w14:noFill/>
      </w14:textFill>
    </w:rPr>
  </w:style>
  <w:style w:type="character" w:customStyle="1" w:styleId="TitleChar">
    <w:name w:val="Title Char"/>
    <w:basedOn w:val="DefaultParagraphFont"/>
    <w:link w:val="Title"/>
    <w:uiPriority w:val="10"/>
    <w:rsid w:val="007413EB"/>
    <w:rPr>
      <w:rFonts w:ascii="Segoe UI Black" w:eastAsiaTheme="majorEastAsia" w:hAnsi="Segoe UI Black" w:cstheme="majorBidi"/>
      <w:b/>
      <w:caps/>
      <w:outline/>
      <w:color w:val="8E5142" w:themeColor="accent5"/>
      <w:spacing w:val="120"/>
      <w:sz w:val="96"/>
      <w:szCs w:val="96"/>
      <w14:textOutline w14:w="19050" w14:cap="sq" w14:cmpd="sng" w14:algn="ctr">
        <w14:solidFill>
          <w14:schemeClr w14:val="accent5"/>
        </w14:solidFill>
        <w14:prstDash w14:val="solid"/>
        <w14:miter w14:lim="0"/>
      </w14:textOutline>
      <w14:textFill>
        <w14:noFill/>
      </w14:textFill>
    </w:rPr>
  </w:style>
  <w:style w:type="paragraph" w:styleId="Subtitle">
    <w:name w:val="Subtitle"/>
    <w:basedOn w:val="Normal"/>
    <w:next w:val="Normal"/>
    <w:link w:val="SubtitleChar"/>
    <w:uiPriority w:val="11"/>
    <w:qFormat/>
    <w:rsid w:val="007413EB"/>
    <w:pPr>
      <w:numPr>
        <w:ilvl w:val="1"/>
      </w:numPr>
      <w:spacing w:before="120" w:after="160" w:line="259" w:lineRule="auto"/>
      <w:jc w:val="center"/>
    </w:pPr>
    <w:rPr>
      <w:caps/>
      <w:color w:val="C8540D" w:themeColor="accent6" w:themeShade="BF"/>
      <w:spacing w:val="100"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11"/>
    <w:rsid w:val="007413EB"/>
    <w:rPr>
      <w:caps/>
      <w:color w:val="C8540D" w:themeColor="accent6" w:themeShade="BF"/>
      <w:spacing w:val="100"/>
      <w:sz w:val="40"/>
      <w:szCs w:val="40"/>
    </w:rPr>
  </w:style>
  <w:style w:type="character" w:styleId="Strong">
    <w:name w:val="Strong"/>
    <w:basedOn w:val="DefaultParagraphFont"/>
    <w:uiPriority w:val="22"/>
    <w:semiHidden/>
    <w:qFormat/>
    <w:rsid w:val="00224AA0"/>
    <w:rPr>
      <w:b/>
      <w:bCs/>
    </w:rPr>
  </w:style>
  <w:style w:type="character" w:styleId="Emphasis">
    <w:name w:val="Emphasis"/>
    <w:basedOn w:val="DefaultParagraphFont"/>
    <w:uiPriority w:val="20"/>
    <w:semiHidden/>
    <w:qFormat/>
    <w:rsid w:val="00224AA0"/>
    <w:rPr>
      <w:i/>
      <w:iCs/>
    </w:rPr>
  </w:style>
  <w:style w:type="paragraph" w:styleId="NoSpacing">
    <w:name w:val="No Spacing"/>
    <w:uiPriority w:val="1"/>
    <w:semiHidden/>
    <w:qFormat/>
    <w:rsid w:val="00224AA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224AA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5551E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24AA0"/>
    <w:pPr>
      <w:pBdr>
        <w:left w:val="single" w:sz="18" w:space="12" w:color="F2B12F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F2B12F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5551E"/>
    <w:rPr>
      <w:rFonts w:asciiTheme="majorHAnsi" w:eastAsiaTheme="majorEastAsia" w:hAnsiTheme="majorHAnsi" w:cstheme="majorBidi"/>
      <w:color w:val="F2B12F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semiHidden/>
    <w:qFormat/>
    <w:rsid w:val="00224AA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qFormat/>
    <w:rsid w:val="00224AA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semiHidden/>
    <w:qFormat/>
    <w:rsid w:val="00224AA0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semiHidden/>
    <w:qFormat/>
    <w:rsid w:val="00224AA0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semiHidden/>
    <w:qFormat/>
    <w:rsid w:val="00224AA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4AA0"/>
    <w:pPr>
      <w:outlineLvl w:val="9"/>
    </w:pPr>
  </w:style>
  <w:style w:type="paragraph" w:styleId="ListParagraph">
    <w:name w:val="List Paragraph"/>
    <w:basedOn w:val="Normal"/>
    <w:uiPriority w:val="34"/>
    <w:semiHidden/>
    <w:qFormat/>
    <w:rsid w:val="00B33F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15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59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41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Text">
    <w:name w:val="Intro Text"/>
    <w:basedOn w:val="Normal"/>
    <w:qFormat/>
    <w:rsid w:val="007413EB"/>
    <w:pPr>
      <w:spacing w:before="120" w:after="160" w:line="259" w:lineRule="auto"/>
      <w:jc w:val="center"/>
    </w:pPr>
    <w:rPr>
      <w:rFonts w:eastAsiaTheme="minorHAnsi"/>
      <w:color w:val="C8540D" w:themeColor="accent6" w:themeShade="BF"/>
      <w:spacing w:val="40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0D35D5"/>
    <w:pPr>
      <w:spacing w:before="480" w:after="0" w:line="216" w:lineRule="auto"/>
      <w:jc w:val="center"/>
    </w:pPr>
    <w:rPr>
      <w:rFonts w:eastAsiaTheme="minorHAnsi"/>
      <w:color w:val="8E5142" w:themeColor="accent5"/>
      <w:spacing w:val="40"/>
      <w:kern w:val="28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0D35D5"/>
    <w:rPr>
      <w:rFonts w:eastAsiaTheme="minorHAnsi"/>
      <w:color w:val="8E5142" w:themeColor="accent5"/>
      <w:spacing w:val="40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C46AB"/>
    <w:rPr>
      <w:color w:val="808080"/>
    </w:rPr>
  </w:style>
  <w:style w:type="paragraph" w:customStyle="1" w:styleId="GraphicsAnchor">
    <w:name w:val="Graphics Anchor"/>
    <w:basedOn w:val="Normal"/>
    <w:qFormat/>
    <w:rsid w:val="007027D1"/>
    <w:rPr>
      <w:noProof/>
    </w:rPr>
  </w:style>
  <w:style w:type="character" w:customStyle="1" w:styleId="Gold">
    <w:name w:val="Gold"/>
    <w:uiPriority w:val="1"/>
    <w:qFormat/>
    <w:rsid w:val="007027D1"/>
    <w:rPr>
      <w:color w:val="CB8B0C" w:themeColor="accent1" w:themeShade="BF"/>
    </w:rPr>
  </w:style>
  <w:style w:type="paragraph" w:customStyle="1" w:styleId="TitleRed">
    <w:name w:val="Title Red"/>
    <w:basedOn w:val="Title"/>
    <w:qFormat/>
    <w:rsid w:val="003211F9"/>
    <w:rPr>
      <w14:textOutline w14:w="19050" w14:cap="sq" w14:cmpd="sng" w14:algn="ctr">
        <w14:solidFill>
          <w14:schemeClr w14:val="accent2"/>
        </w14:solidFill>
        <w14:prstDash w14:val="solid"/>
        <w14:miter w14:lim="0"/>
      </w14:textOutline>
    </w:rPr>
  </w:style>
  <w:style w:type="character" w:customStyle="1" w:styleId="Orange">
    <w:name w:val="Orange"/>
    <w:uiPriority w:val="1"/>
    <w:qFormat/>
    <w:rsid w:val="003211F9"/>
    <w:rPr>
      <w:color w:val="C8540D" w:themeColor="accent6" w:themeShade="BF"/>
    </w:rPr>
  </w:style>
  <w:style w:type="character" w:customStyle="1" w:styleId="DarkRed">
    <w:name w:val="Dark Red"/>
    <w:uiPriority w:val="1"/>
    <w:qFormat/>
    <w:rsid w:val="003211F9"/>
    <w:rPr>
      <w:color w:val="8E5142" w:themeColor="accent5"/>
    </w:rPr>
  </w:style>
  <w:style w:type="paragraph" w:customStyle="1" w:styleId="TitleOrange">
    <w:name w:val="Title Orange"/>
    <w:basedOn w:val="TitleRed"/>
    <w:qFormat/>
    <w:rsid w:val="003211F9"/>
    <w:rPr>
      <w:color w:val="FFFFFF" w:themeColor="background1"/>
      <w14:textOutline w14:w="19050" w14:cap="sq" w14:cmpd="sng" w14:algn="ctr">
        <w14:solidFill>
          <w14:schemeClr w14:val="accent6">
            <w14:lumMod w14:val="75000"/>
          </w14:schemeClr>
        </w14:solidFill>
        <w14:prstDash w14:val="solid"/>
        <w14:miter w14:lim="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utumn%20party%20invit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3F0C38A5BD44C0D9F127DD9D2A2B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47286-4973-404C-B9F3-47EFFF11CD92}"/>
      </w:docPartPr>
      <w:docPartBody>
        <w:p w:rsidR="00000000" w:rsidRDefault="00DC4442">
          <w:pPr>
            <w:pStyle w:val="B3F0C38A5BD44C0D9F127DD9D2A2B6CA"/>
          </w:pPr>
          <w:r w:rsidRPr="007C46AB">
            <w:t>You are invited to 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agona Book">
    <w:charset w:val="00"/>
    <w:family w:val="roman"/>
    <w:pitch w:val="variable"/>
    <w:sig w:usb0="8000002F" w:usb1="0000000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442"/>
    <w:rsid w:val="00DC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F0C38A5BD44C0D9F127DD9D2A2B6CA">
    <w:name w:val="B3F0C38A5BD44C0D9F127DD9D2A2B6CA"/>
  </w:style>
  <w:style w:type="paragraph" w:customStyle="1" w:styleId="512A5EC20E61459AB5A919429ED5E6D9">
    <w:name w:val="512A5EC20E61459AB5A919429ED5E6D9"/>
  </w:style>
  <w:style w:type="paragraph" w:customStyle="1" w:styleId="6E9CEAC5002F4F96A6F3AB9F87F4A07D">
    <w:name w:val="6E9CEAC5002F4F96A6F3AB9F87F4A07D"/>
  </w:style>
  <w:style w:type="paragraph" w:customStyle="1" w:styleId="540D0C8D6F844276A0C2347013C182BA">
    <w:name w:val="540D0C8D6F844276A0C2347013C182BA"/>
  </w:style>
  <w:style w:type="paragraph" w:customStyle="1" w:styleId="893DA1A6CE1243699F95A2B541CB0127">
    <w:name w:val="893DA1A6CE1243699F95A2B541CB0127"/>
  </w:style>
  <w:style w:type="character" w:customStyle="1" w:styleId="Gold">
    <w:name w:val="Gold"/>
    <w:uiPriority w:val="1"/>
    <w:qFormat/>
    <w:rPr>
      <w:color w:val="2F5496" w:themeColor="accent1" w:themeShade="BF"/>
    </w:rPr>
  </w:style>
  <w:style w:type="paragraph" w:customStyle="1" w:styleId="7C846F3DE9654B35B3FC9E97D0C48905">
    <w:name w:val="7C846F3DE9654B35B3FC9E97D0C48905"/>
  </w:style>
  <w:style w:type="paragraph" w:customStyle="1" w:styleId="9F528B9EC9C64EE38B7E061F660E8D86">
    <w:name w:val="9F528B9EC9C64EE38B7E061F660E8D86"/>
  </w:style>
  <w:style w:type="paragraph" w:customStyle="1" w:styleId="EC6A945A7E7E4A8DBA8E9A05C1EE4927">
    <w:name w:val="EC6A945A7E7E4A8DBA8E9A05C1EE4927"/>
  </w:style>
  <w:style w:type="character" w:customStyle="1" w:styleId="Orange">
    <w:name w:val="Orange"/>
    <w:uiPriority w:val="1"/>
    <w:qFormat/>
    <w:rPr>
      <w:color w:val="538135" w:themeColor="accent6" w:themeShade="BF"/>
    </w:rPr>
  </w:style>
  <w:style w:type="paragraph" w:customStyle="1" w:styleId="2556F960A4C049C08D20A725DBB1EB68">
    <w:name w:val="2556F960A4C049C08D20A725DBB1EB68"/>
  </w:style>
  <w:style w:type="paragraph" w:customStyle="1" w:styleId="46D47C59440447BFB22C65EE06AA556E">
    <w:name w:val="46D47C59440447BFB22C65EE06AA556E"/>
  </w:style>
  <w:style w:type="character" w:customStyle="1" w:styleId="DarkRed">
    <w:name w:val="Dark Red"/>
    <w:uiPriority w:val="1"/>
    <w:qFormat/>
    <w:rPr>
      <w:color w:val="5B9BD5" w:themeColor="accent5"/>
    </w:rPr>
  </w:style>
  <w:style w:type="paragraph" w:customStyle="1" w:styleId="849F64BD504148EBBD2A6C399F7AA302">
    <w:name w:val="849F64BD504148EBBD2A6C399F7AA302"/>
  </w:style>
  <w:style w:type="paragraph" w:customStyle="1" w:styleId="8E0AD30303DC474FB4397743F23B729B">
    <w:name w:val="8E0AD30303DC474FB4397743F23B729B"/>
  </w:style>
  <w:style w:type="paragraph" w:customStyle="1" w:styleId="2871FD69728C480EBE6DB8FDD6C670B8">
    <w:name w:val="2871FD69728C480EBE6DB8FDD6C670B8"/>
  </w:style>
  <w:style w:type="paragraph" w:customStyle="1" w:styleId="A3861BAE664B41779007700344A66FEC">
    <w:name w:val="A3861BAE664B41779007700344A66FEC"/>
  </w:style>
  <w:style w:type="paragraph" w:customStyle="1" w:styleId="9D343ADD0A554E2C97A3FC9024E304A0">
    <w:name w:val="9D343ADD0A554E2C97A3FC9024E30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utumn">
      <a:dk1>
        <a:sysClr val="windowText" lastClr="000000"/>
      </a:dk1>
      <a:lt1>
        <a:sysClr val="window" lastClr="FFFFFF"/>
      </a:lt1>
      <a:dk2>
        <a:srgbClr val="59443E"/>
      </a:dk2>
      <a:lt2>
        <a:srgbClr val="E2E2E2"/>
      </a:lt2>
      <a:accent1>
        <a:srgbClr val="F2B12F"/>
      </a:accent1>
      <a:accent2>
        <a:srgbClr val="DB502F"/>
      </a:accent2>
      <a:accent3>
        <a:srgbClr val="F4D18F"/>
      </a:accent3>
      <a:accent4>
        <a:srgbClr val="F28F20"/>
      </a:accent4>
      <a:accent5>
        <a:srgbClr val="8E5142"/>
      </a:accent5>
      <a:accent6>
        <a:srgbClr val="F1782D"/>
      </a:accent6>
      <a:hlink>
        <a:srgbClr val="0563C1"/>
      </a:hlink>
      <a:folHlink>
        <a:srgbClr val="954F72"/>
      </a:folHlink>
    </a:clrScheme>
    <a:fontScheme name="Custom 3">
      <a:majorFont>
        <a:latin typeface="Segoe UI Black"/>
        <a:ea typeface=""/>
        <a:cs typeface=""/>
      </a:majorFont>
      <a:minorFont>
        <a:latin typeface="Sagona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6e97fa315356fffbdcd9876fe988c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4b8f0def80e6d70ce3def20c90759a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CF17CD-2611-4C3B-B67F-85273D65A6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0F6FDE-E79F-424A-A6E8-1CC455CDD86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E7838FEE-2D7A-4B2B-885A-24A7DC321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68F56D-2754-4C8D-932A-1B6852166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Autumn party invitation.dotx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2020-11-28T08:30:00Z</dcterms:created>
  <dcterms:modified xsi:type="dcterms:W3CDTF">2020-11-28T08:34:00Z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