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CEADA8" w14:textId="77777777" w:rsidR="008323C0" w:rsidRPr="008323C0" w:rsidRDefault="000F16D1" w:rsidP="008323C0">
      <w:pPr>
        <w:pStyle w:val="GraphicsAnchor"/>
      </w:pPr>
      <w:r>
        <w:rPr>
          <w:noProof/>
        </w:rPr>
        <mc:AlternateContent>
          <mc:Choice Requires="wpg">
            <w:drawing>
              <wp:anchor distT="0" distB="0" distL="114300" distR="114300" simplePos="0" relativeHeight="251681792" behindDoc="1" locked="1" layoutInCell="1" allowOverlap="1" wp14:anchorId="2828F6B7" wp14:editId="468D9748">
                <wp:simplePos x="0" y="0"/>
                <wp:positionH relativeFrom="margin">
                  <wp:posOffset>-457200</wp:posOffset>
                </wp:positionH>
                <wp:positionV relativeFrom="margin">
                  <wp:posOffset>-541020</wp:posOffset>
                </wp:positionV>
                <wp:extent cx="6848475" cy="9445625"/>
                <wp:effectExtent l="0" t="0" r="9525" b="3175"/>
                <wp:wrapNone/>
                <wp:docPr id="85" name="Group 8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848475" cy="9445625"/>
                          <a:chOff x="0" y="0"/>
                          <a:chExt cx="6846515" cy="9447107"/>
                        </a:xfrm>
                      </wpg:grpSpPr>
                      <wps:wsp>
                        <wps:cNvPr id="38" name="Freeform: Shape 37">
                          <a:extLst>
                            <a:ext uri="{FF2B5EF4-FFF2-40B4-BE49-F238E27FC236}">
                              <a16:creationId xmlns:a16="http://schemas.microsoft.com/office/drawing/2014/main" id="{9B968700-663C-4B54-BD19-BBF0839A925F}"/>
                            </a:ext>
                          </a:extLst>
                        </wps:cNvPr>
                        <wps:cNvSpPr/>
                        <wps:spPr>
                          <a:xfrm rot="1164820">
                            <a:off x="177800" y="330200"/>
                            <a:ext cx="624500" cy="491579"/>
                          </a:xfrm>
                          <a:custGeom>
                            <a:avLst/>
                            <a:gdLst>
                              <a:gd name="connsiteX0" fmla="*/ 17592 w 624500"/>
                              <a:gd name="connsiteY0" fmla="*/ 209429 h 491579"/>
                              <a:gd name="connsiteX1" fmla="*/ 15781 w 624500"/>
                              <a:gd name="connsiteY1" fmla="*/ 212301 h 491579"/>
                              <a:gd name="connsiteX2" fmla="*/ 14661 w 624500"/>
                              <a:gd name="connsiteY2" fmla="*/ 222203 h 491579"/>
                              <a:gd name="connsiteX3" fmla="*/ 119684 w 624500"/>
                              <a:gd name="connsiteY3" fmla="*/ 85718 h 491579"/>
                              <a:gd name="connsiteX4" fmla="*/ 151666 w 624500"/>
                              <a:gd name="connsiteY4" fmla="*/ 81943 h 491579"/>
                              <a:gd name="connsiteX5" fmla="*/ 366762 w 624500"/>
                              <a:gd name="connsiteY5" fmla="*/ 27743 h 491579"/>
                              <a:gd name="connsiteX6" fmla="*/ 547537 w 624500"/>
                              <a:gd name="connsiteY6" fmla="*/ 25800 h 491579"/>
                              <a:gd name="connsiteX7" fmla="*/ 619590 w 624500"/>
                              <a:gd name="connsiteY7" fmla="*/ 191807 h 491579"/>
                              <a:gd name="connsiteX8" fmla="*/ 354799 w 624500"/>
                              <a:gd name="connsiteY8" fmla="*/ 466849 h 491579"/>
                              <a:gd name="connsiteX9" fmla="*/ 21019 w 624500"/>
                              <a:gd name="connsiteY9" fmla="*/ 341696 h 491579"/>
                              <a:gd name="connsiteX10" fmla="*/ 9133 w 624500"/>
                              <a:gd name="connsiteY10" fmla="*/ 287215 h 491579"/>
                              <a:gd name="connsiteX11" fmla="*/ 17883 w 624500"/>
                              <a:gd name="connsiteY11" fmla="*/ 318628 h 491579"/>
                              <a:gd name="connsiteX12" fmla="*/ 19867 w 624500"/>
                              <a:gd name="connsiteY12" fmla="*/ 321043 h 491579"/>
                              <a:gd name="connsiteX13" fmla="*/ 8894 w 624500"/>
                              <a:gd name="connsiteY13" fmla="*/ 273208 h 491579"/>
                              <a:gd name="connsiteX14" fmla="*/ 7933 w 624500"/>
                              <a:gd name="connsiteY14" fmla="*/ 281714 h 491579"/>
                              <a:gd name="connsiteX15" fmla="*/ 9133 w 624500"/>
                              <a:gd name="connsiteY15" fmla="*/ 287215 h 491579"/>
                              <a:gd name="connsiteX16" fmla="*/ 334 w 624500"/>
                              <a:gd name="connsiteY16" fmla="*/ 255629 h 491579"/>
                              <a:gd name="connsiteX17" fmla="*/ 119684 w 624500"/>
                              <a:gd name="connsiteY17" fmla="*/ 85718 h 4915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24500" h="491579">
                                <a:moveTo>
                                  <a:pt x="17592" y="209429"/>
                                </a:moveTo>
                                <a:lnTo>
                                  <a:pt x="15781" y="212301"/>
                                </a:lnTo>
                                <a:lnTo>
                                  <a:pt x="14661" y="222203"/>
                                </a:lnTo>
                                <a:close/>
                                <a:moveTo>
                                  <a:pt x="119684" y="85718"/>
                                </a:moveTo>
                                <a:cubicBezTo>
                                  <a:pt x="129978" y="83133"/>
                                  <a:pt x="140675" y="81807"/>
                                  <a:pt x="151666" y="81943"/>
                                </a:cubicBezTo>
                                <a:cubicBezTo>
                                  <a:pt x="233256" y="83145"/>
                                  <a:pt x="300452" y="69139"/>
                                  <a:pt x="366762" y="27743"/>
                                </a:cubicBezTo>
                                <a:cubicBezTo>
                                  <a:pt x="423895" y="-8033"/>
                                  <a:pt x="490500" y="-9768"/>
                                  <a:pt x="547537" y="25800"/>
                                </a:cubicBezTo>
                                <a:cubicBezTo>
                                  <a:pt x="596409" y="56295"/>
                                  <a:pt x="639323" y="131701"/>
                                  <a:pt x="619590" y="191807"/>
                                </a:cubicBezTo>
                                <a:cubicBezTo>
                                  <a:pt x="575755" y="325621"/>
                                  <a:pt x="480687" y="408300"/>
                                  <a:pt x="354799" y="466849"/>
                                </a:cubicBezTo>
                                <a:cubicBezTo>
                                  <a:pt x="223078" y="528116"/>
                                  <a:pt x="67915" y="471502"/>
                                  <a:pt x="21019" y="341696"/>
                                </a:cubicBezTo>
                                <a:lnTo>
                                  <a:pt x="9133" y="287215"/>
                                </a:lnTo>
                                <a:lnTo>
                                  <a:pt x="17883" y="318628"/>
                                </a:lnTo>
                                <a:lnTo>
                                  <a:pt x="19867" y="321043"/>
                                </a:lnTo>
                                <a:lnTo>
                                  <a:pt x="8894" y="273208"/>
                                </a:lnTo>
                                <a:lnTo>
                                  <a:pt x="7933" y="281714"/>
                                </a:lnTo>
                                <a:lnTo>
                                  <a:pt x="9133" y="287215"/>
                                </a:lnTo>
                                <a:lnTo>
                                  <a:pt x="334" y="255629"/>
                                </a:lnTo>
                                <a:cubicBezTo>
                                  <a:pt x="-4696" y="183639"/>
                                  <a:pt x="47622" y="103819"/>
                                  <a:pt x="119684" y="85718"/>
                                </a:cubicBez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Freeform: Shape 27">
                          <a:extLst>
                            <a:ext uri="{FF2B5EF4-FFF2-40B4-BE49-F238E27FC236}">
                              <a16:creationId xmlns:a16="http://schemas.microsoft.com/office/drawing/2014/main" id="{91A9C933-4E04-43D7-A389-577224064F7A}"/>
                            </a:ext>
                          </a:extLst>
                        </wps:cNvPr>
                        <wps:cNvSpPr/>
                        <wps:spPr>
                          <a:xfrm>
                            <a:off x="5943600" y="592667"/>
                            <a:ext cx="745958" cy="425163"/>
                          </a:xfrm>
                          <a:custGeom>
                            <a:avLst/>
                            <a:gdLst>
                              <a:gd name="connsiteX0" fmla="*/ 297525 w 1612741"/>
                              <a:gd name="connsiteY0" fmla="*/ 497725 h 920353"/>
                              <a:gd name="connsiteX1" fmla="*/ 297384 w 1612741"/>
                              <a:gd name="connsiteY1" fmla="*/ 501114 h 920353"/>
                              <a:gd name="connsiteX2" fmla="*/ 298577 w 1612741"/>
                              <a:gd name="connsiteY2" fmla="*/ 499780 h 920353"/>
                              <a:gd name="connsiteX3" fmla="*/ 892549 w 1612741"/>
                              <a:gd name="connsiteY3" fmla="*/ 10379 h 920353"/>
                              <a:gd name="connsiteX4" fmla="*/ 910629 w 1612741"/>
                              <a:gd name="connsiteY4" fmla="*/ 15333 h 920353"/>
                              <a:gd name="connsiteX5" fmla="*/ 892279 w 1612741"/>
                              <a:gd name="connsiteY5" fmla="*/ 12378 h 920353"/>
                              <a:gd name="connsiteX6" fmla="*/ 773465 w 1612741"/>
                              <a:gd name="connsiteY6" fmla="*/ 1382 h 920353"/>
                              <a:gd name="connsiteX7" fmla="*/ 824383 w 1612741"/>
                              <a:gd name="connsiteY7" fmla="*/ 1433 h 920353"/>
                              <a:gd name="connsiteX8" fmla="*/ 892279 w 1612741"/>
                              <a:gd name="connsiteY8" fmla="*/ 12378 h 920353"/>
                              <a:gd name="connsiteX9" fmla="*/ 891530 w 1612741"/>
                              <a:gd name="connsiteY9" fmla="*/ 17896 h 920353"/>
                              <a:gd name="connsiteX10" fmla="*/ 936208 w 1612741"/>
                              <a:gd name="connsiteY10" fmla="*/ 22344 h 920353"/>
                              <a:gd name="connsiteX11" fmla="*/ 910629 w 1612741"/>
                              <a:gd name="connsiteY11" fmla="*/ 15333 h 920353"/>
                              <a:gd name="connsiteX12" fmla="*/ 1128859 w 1612741"/>
                              <a:gd name="connsiteY12" fmla="*/ 50509 h 920353"/>
                              <a:gd name="connsiteX13" fmla="*/ 1424300 w 1612741"/>
                              <a:gd name="connsiteY13" fmla="*/ 137922 h 920353"/>
                              <a:gd name="connsiteX14" fmla="*/ 1603175 w 1612741"/>
                              <a:gd name="connsiteY14" fmla="*/ 452048 h 920353"/>
                              <a:gd name="connsiteX15" fmla="*/ 1481319 w 1612741"/>
                              <a:gd name="connsiteY15" fmla="*/ 606139 h 920353"/>
                              <a:gd name="connsiteX16" fmla="*/ 1418229 w 1612741"/>
                              <a:gd name="connsiteY16" fmla="*/ 629271 h 920353"/>
                              <a:gd name="connsiteX17" fmla="*/ 1400885 w 1612741"/>
                              <a:gd name="connsiteY17" fmla="*/ 642025 h 920353"/>
                              <a:gd name="connsiteX18" fmla="*/ 1389911 w 1612741"/>
                              <a:gd name="connsiteY18" fmla="*/ 647519 h 920353"/>
                              <a:gd name="connsiteX19" fmla="*/ 1351521 w 1612741"/>
                              <a:gd name="connsiteY19" fmla="*/ 686429 h 920353"/>
                              <a:gd name="connsiteX20" fmla="*/ 1068245 w 1612741"/>
                              <a:gd name="connsiteY20" fmla="*/ 841402 h 920353"/>
                              <a:gd name="connsiteX21" fmla="*/ 1027925 w 1612741"/>
                              <a:gd name="connsiteY21" fmla="*/ 852314 h 920353"/>
                              <a:gd name="connsiteX22" fmla="*/ 1004534 w 1612741"/>
                              <a:gd name="connsiteY22" fmla="*/ 860017 h 920353"/>
                              <a:gd name="connsiteX23" fmla="*/ 987843 w 1612741"/>
                              <a:gd name="connsiteY23" fmla="*/ 863161 h 920353"/>
                              <a:gd name="connsiteX24" fmla="*/ 963400 w 1612741"/>
                              <a:gd name="connsiteY24" fmla="*/ 869775 h 920353"/>
                              <a:gd name="connsiteX25" fmla="*/ 946400 w 1612741"/>
                              <a:gd name="connsiteY25" fmla="*/ 870966 h 920353"/>
                              <a:gd name="connsiteX26" fmla="*/ 928247 w 1612741"/>
                              <a:gd name="connsiteY26" fmla="*/ 874385 h 920353"/>
                              <a:gd name="connsiteX27" fmla="*/ 890756 w 1612741"/>
                              <a:gd name="connsiteY27" fmla="*/ 899340 h 920353"/>
                              <a:gd name="connsiteX28" fmla="*/ 711884 w 1612741"/>
                              <a:gd name="connsiteY28" fmla="*/ 906498 h 920353"/>
                              <a:gd name="connsiteX29" fmla="*/ 651608 w 1612741"/>
                              <a:gd name="connsiteY29" fmla="*/ 873069 h 920353"/>
                              <a:gd name="connsiteX30" fmla="*/ 641795 w 1612741"/>
                              <a:gd name="connsiteY30" fmla="*/ 874045 h 920353"/>
                              <a:gd name="connsiteX31" fmla="*/ 616350 w 1612741"/>
                              <a:gd name="connsiteY31" fmla="*/ 888904 h 920353"/>
                              <a:gd name="connsiteX32" fmla="*/ 531730 w 1612741"/>
                              <a:gd name="connsiteY32" fmla="*/ 902152 h 920353"/>
                              <a:gd name="connsiteX33" fmla="*/ 177569 w 1612741"/>
                              <a:gd name="connsiteY33" fmla="*/ 807070 h 920353"/>
                              <a:gd name="connsiteX34" fmla="*/ 205018 w 1612741"/>
                              <a:gd name="connsiteY34" fmla="*/ 301676 h 920353"/>
                              <a:gd name="connsiteX35" fmla="*/ 313903 w 1612741"/>
                              <a:gd name="connsiteY35" fmla="*/ 314028 h 920353"/>
                              <a:gd name="connsiteX36" fmla="*/ 337980 w 1612741"/>
                              <a:gd name="connsiteY36" fmla="*/ 323709 h 920353"/>
                              <a:gd name="connsiteX37" fmla="*/ 330379 w 1612741"/>
                              <a:gd name="connsiteY37" fmla="*/ 336089 h 920353"/>
                              <a:gd name="connsiteX38" fmla="*/ 340535 w 1612741"/>
                              <a:gd name="connsiteY38" fmla="*/ 324737 h 920353"/>
                              <a:gd name="connsiteX39" fmla="*/ 337980 w 1612741"/>
                              <a:gd name="connsiteY39" fmla="*/ 323709 h 920353"/>
                              <a:gd name="connsiteX40" fmla="*/ 363671 w 1612741"/>
                              <a:gd name="connsiteY40" fmla="*/ 281869 h 920353"/>
                              <a:gd name="connsiteX41" fmla="*/ 402086 w 1612741"/>
                              <a:gd name="connsiteY41" fmla="*/ 247793 h 920353"/>
                              <a:gd name="connsiteX42" fmla="*/ 401657 w 1612741"/>
                              <a:gd name="connsiteY42" fmla="*/ 252395 h 920353"/>
                              <a:gd name="connsiteX43" fmla="*/ 405611 w 1612741"/>
                              <a:gd name="connsiteY43" fmla="*/ 244666 h 920353"/>
                              <a:gd name="connsiteX44" fmla="*/ 402086 w 1612741"/>
                              <a:gd name="connsiteY44" fmla="*/ 247793 h 920353"/>
                              <a:gd name="connsiteX45" fmla="*/ 407099 w 1612741"/>
                              <a:gd name="connsiteY45" fmla="*/ 194061 h 920353"/>
                              <a:gd name="connsiteX46" fmla="*/ 610979 w 1612741"/>
                              <a:gd name="connsiteY46" fmla="*/ 46803 h 920353"/>
                              <a:gd name="connsiteX47" fmla="*/ 670397 w 1612741"/>
                              <a:gd name="connsiteY47" fmla="*/ 48494 h 920353"/>
                              <a:gd name="connsiteX48" fmla="*/ 666834 w 1612741"/>
                              <a:gd name="connsiteY48" fmla="*/ 50761 h 920353"/>
                              <a:gd name="connsiteX49" fmla="*/ 673454 w 1612741"/>
                              <a:gd name="connsiteY49" fmla="*/ 48580 h 920353"/>
                              <a:gd name="connsiteX50" fmla="*/ 670397 w 1612741"/>
                              <a:gd name="connsiteY50" fmla="*/ 48494 h 920353"/>
                              <a:gd name="connsiteX51" fmla="*/ 727887 w 1612741"/>
                              <a:gd name="connsiteY51" fmla="*/ 11913 h 920353"/>
                              <a:gd name="connsiteX52" fmla="*/ 773465 w 1612741"/>
                              <a:gd name="connsiteY52" fmla="*/ 1382 h 9203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Lst>
                            <a:rect l="l" t="t" r="r" b="b"/>
                            <a:pathLst>
                              <a:path w="1612741" h="920353">
                                <a:moveTo>
                                  <a:pt x="297525" y="497725"/>
                                </a:moveTo>
                                <a:lnTo>
                                  <a:pt x="297384" y="501114"/>
                                </a:lnTo>
                                <a:lnTo>
                                  <a:pt x="298577" y="499780"/>
                                </a:lnTo>
                                <a:close/>
                                <a:moveTo>
                                  <a:pt x="892549" y="10379"/>
                                </a:moveTo>
                                <a:lnTo>
                                  <a:pt x="910629" y="15333"/>
                                </a:lnTo>
                                <a:lnTo>
                                  <a:pt x="892279" y="12378"/>
                                </a:lnTo>
                                <a:close/>
                                <a:moveTo>
                                  <a:pt x="773465" y="1382"/>
                                </a:moveTo>
                                <a:cubicBezTo>
                                  <a:pt x="789558" y="-441"/>
                                  <a:pt x="806541" y="-499"/>
                                  <a:pt x="824383" y="1433"/>
                                </a:cubicBezTo>
                                <a:lnTo>
                                  <a:pt x="892279" y="12378"/>
                                </a:lnTo>
                                <a:lnTo>
                                  <a:pt x="891530" y="17896"/>
                                </a:lnTo>
                                <a:lnTo>
                                  <a:pt x="936208" y="22344"/>
                                </a:lnTo>
                                <a:lnTo>
                                  <a:pt x="910629" y="15333"/>
                                </a:lnTo>
                                <a:lnTo>
                                  <a:pt x="1128859" y="50509"/>
                                </a:lnTo>
                                <a:cubicBezTo>
                                  <a:pt x="1228642" y="72618"/>
                                  <a:pt x="1326921" y="101117"/>
                                  <a:pt x="1424300" y="137922"/>
                                </a:cubicBezTo>
                                <a:cubicBezTo>
                                  <a:pt x="1554227" y="187251"/>
                                  <a:pt x="1642894" y="308659"/>
                                  <a:pt x="1603175" y="452048"/>
                                </a:cubicBezTo>
                                <a:cubicBezTo>
                                  <a:pt x="1586133" y="514030"/>
                                  <a:pt x="1539684" y="570900"/>
                                  <a:pt x="1481319" y="606139"/>
                                </a:cubicBezTo>
                                <a:lnTo>
                                  <a:pt x="1418229" y="629271"/>
                                </a:lnTo>
                                <a:lnTo>
                                  <a:pt x="1400885" y="642025"/>
                                </a:lnTo>
                                <a:lnTo>
                                  <a:pt x="1389911" y="647519"/>
                                </a:lnTo>
                                <a:lnTo>
                                  <a:pt x="1351521" y="686429"/>
                                </a:lnTo>
                                <a:cubicBezTo>
                                  <a:pt x="1274113" y="737900"/>
                                  <a:pt x="1172786" y="802796"/>
                                  <a:pt x="1068245" y="841402"/>
                                </a:cubicBezTo>
                                <a:lnTo>
                                  <a:pt x="1027925" y="852314"/>
                                </a:lnTo>
                                <a:lnTo>
                                  <a:pt x="1004534" y="860017"/>
                                </a:lnTo>
                                <a:lnTo>
                                  <a:pt x="987843" y="863161"/>
                                </a:lnTo>
                                <a:lnTo>
                                  <a:pt x="963400" y="869775"/>
                                </a:lnTo>
                                <a:lnTo>
                                  <a:pt x="946400" y="870966"/>
                                </a:lnTo>
                                <a:lnTo>
                                  <a:pt x="928247" y="874385"/>
                                </a:lnTo>
                                <a:lnTo>
                                  <a:pt x="890756" y="899340"/>
                                </a:lnTo>
                                <a:cubicBezTo>
                                  <a:pt x="830278" y="925924"/>
                                  <a:pt x="767943" y="926113"/>
                                  <a:pt x="711884" y="906498"/>
                                </a:cubicBezTo>
                                <a:lnTo>
                                  <a:pt x="651608" y="873069"/>
                                </a:lnTo>
                                <a:lnTo>
                                  <a:pt x="641795" y="874045"/>
                                </a:lnTo>
                                <a:lnTo>
                                  <a:pt x="616350" y="888904"/>
                                </a:lnTo>
                                <a:cubicBezTo>
                                  <a:pt x="590735" y="898239"/>
                                  <a:pt x="562547" y="903047"/>
                                  <a:pt x="531730" y="902152"/>
                                </a:cubicBezTo>
                                <a:cubicBezTo>
                                  <a:pt x="410770" y="898573"/>
                                  <a:pt x="291864" y="844130"/>
                                  <a:pt x="177569" y="807070"/>
                                </a:cubicBezTo>
                                <a:cubicBezTo>
                                  <a:pt x="-95993" y="717835"/>
                                  <a:pt x="-26987" y="328999"/>
                                  <a:pt x="205018" y="301676"/>
                                </a:cubicBezTo>
                                <a:cubicBezTo>
                                  <a:pt x="238161" y="297774"/>
                                  <a:pt x="274631" y="301249"/>
                                  <a:pt x="313903" y="314028"/>
                                </a:cubicBezTo>
                                <a:lnTo>
                                  <a:pt x="337980" y="323709"/>
                                </a:lnTo>
                                <a:lnTo>
                                  <a:pt x="330379" y="336089"/>
                                </a:lnTo>
                                <a:lnTo>
                                  <a:pt x="340535" y="324737"/>
                                </a:lnTo>
                                <a:lnTo>
                                  <a:pt x="337980" y="323709"/>
                                </a:lnTo>
                                <a:lnTo>
                                  <a:pt x="363671" y="281869"/>
                                </a:lnTo>
                                <a:lnTo>
                                  <a:pt x="402086" y="247793"/>
                                </a:lnTo>
                                <a:lnTo>
                                  <a:pt x="401657" y="252395"/>
                                </a:lnTo>
                                <a:lnTo>
                                  <a:pt x="405611" y="244666"/>
                                </a:lnTo>
                                <a:lnTo>
                                  <a:pt x="402086" y="247793"/>
                                </a:lnTo>
                                <a:lnTo>
                                  <a:pt x="407099" y="194061"/>
                                </a:lnTo>
                                <a:cubicBezTo>
                                  <a:pt x="436211" y="107881"/>
                                  <a:pt x="519974" y="57538"/>
                                  <a:pt x="610979" y="46803"/>
                                </a:cubicBezTo>
                                <a:lnTo>
                                  <a:pt x="670397" y="48494"/>
                                </a:lnTo>
                                <a:lnTo>
                                  <a:pt x="666834" y="50761"/>
                                </a:lnTo>
                                <a:lnTo>
                                  <a:pt x="673454" y="48580"/>
                                </a:lnTo>
                                <a:lnTo>
                                  <a:pt x="670397" y="48494"/>
                                </a:lnTo>
                                <a:lnTo>
                                  <a:pt x="727887" y="11913"/>
                                </a:lnTo>
                                <a:cubicBezTo>
                                  <a:pt x="742168" y="6791"/>
                                  <a:pt x="757371" y="3205"/>
                                  <a:pt x="773465" y="1382"/>
                                </a:cubicBezTo>
                                <a:close/>
                              </a:path>
                            </a:pathLst>
                          </a:custGeom>
                          <a:solidFill>
                            <a:schemeClr val="accent6"/>
                          </a:solidFill>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wps:wsp>
                        <wps:cNvPr id="82" name="Freeform: Shape 82"/>
                        <wps:cNvSpPr/>
                        <wps:spPr>
                          <a:xfrm>
                            <a:off x="143933" y="872067"/>
                            <a:ext cx="212474" cy="214005"/>
                          </a:xfrm>
                          <a:custGeom>
                            <a:avLst/>
                            <a:gdLst>
                              <a:gd name="connsiteX0" fmla="*/ 29333 w 212474"/>
                              <a:gd name="connsiteY0" fmla="*/ 170749 h 214005"/>
                              <a:gd name="connsiteX1" fmla="*/ 37606 w 212474"/>
                              <a:gd name="connsiteY1" fmla="*/ 179501 h 214005"/>
                              <a:gd name="connsiteX2" fmla="*/ 21937 w 212474"/>
                              <a:gd name="connsiteY2" fmla="*/ 159246 h 214005"/>
                              <a:gd name="connsiteX3" fmla="*/ 25572 w 212474"/>
                              <a:gd name="connsiteY3" fmla="*/ 164497 h 214005"/>
                              <a:gd name="connsiteX4" fmla="*/ 51395 w 212474"/>
                              <a:gd name="connsiteY4" fmla="*/ 192504 h 214005"/>
                              <a:gd name="connsiteX5" fmla="*/ 85491 w 212474"/>
                              <a:gd name="connsiteY5" fmla="*/ 210383 h 214005"/>
                              <a:gd name="connsiteX6" fmla="*/ 125479 w 212474"/>
                              <a:gd name="connsiteY6" fmla="*/ 212134 h 214005"/>
                              <a:gd name="connsiteX7" fmla="*/ 162709 w 212474"/>
                              <a:gd name="connsiteY7" fmla="*/ 200256 h 214005"/>
                              <a:gd name="connsiteX8" fmla="*/ 183016 w 212474"/>
                              <a:gd name="connsiteY8" fmla="*/ 184627 h 214005"/>
                              <a:gd name="connsiteX9" fmla="*/ 208839 w 212474"/>
                              <a:gd name="connsiteY9" fmla="*/ 140492 h 214005"/>
                              <a:gd name="connsiteX10" fmla="*/ 212475 w 212474"/>
                              <a:gd name="connsiteY10" fmla="*/ 113861 h 214005"/>
                              <a:gd name="connsiteX11" fmla="*/ 198811 w 212474"/>
                              <a:gd name="connsiteY11" fmla="*/ 63349 h 214005"/>
                              <a:gd name="connsiteX12" fmla="*/ 196304 w 212474"/>
                              <a:gd name="connsiteY12" fmla="*/ 59598 h 214005"/>
                              <a:gd name="connsiteX13" fmla="*/ 178253 w 212474"/>
                              <a:gd name="connsiteY13" fmla="*/ 36342 h 214005"/>
                              <a:gd name="connsiteX14" fmla="*/ 171108 w 212474"/>
                              <a:gd name="connsiteY14" fmla="*/ 29091 h 214005"/>
                              <a:gd name="connsiteX15" fmla="*/ 138892 w 212474"/>
                              <a:gd name="connsiteY15" fmla="*/ 8461 h 214005"/>
                              <a:gd name="connsiteX16" fmla="*/ 100283 w 212474"/>
                              <a:gd name="connsiteY16" fmla="*/ 84 h 214005"/>
                              <a:gd name="connsiteX17" fmla="*/ 61674 w 212474"/>
                              <a:gd name="connsiteY17" fmla="*/ 8711 h 214005"/>
                              <a:gd name="connsiteX18" fmla="*/ 29458 w 212474"/>
                              <a:gd name="connsiteY18" fmla="*/ 29341 h 214005"/>
                              <a:gd name="connsiteX19" fmla="*/ 13789 w 212474"/>
                              <a:gd name="connsiteY19" fmla="*/ 49595 h 214005"/>
                              <a:gd name="connsiteX20" fmla="*/ 0 w 212474"/>
                              <a:gd name="connsiteY20" fmla="*/ 100107 h 214005"/>
                              <a:gd name="connsiteX21" fmla="*/ 3635 w 212474"/>
                              <a:gd name="connsiteY21" fmla="*/ 126739 h 214005"/>
                              <a:gd name="connsiteX22" fmla="*/ 29333 w 212474"/>
                              <a:gd name="connsiteY22" fmla="*/ 170749 h 214005"/>
                              <a:gd name="connsiteX23" fmla="*/ 29333 w 212474"/>
                              <a:gd name="connsiteY23" fmla="*/ 170749 h 2140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Lst>
                            <a:rect l="l" t="t" r="r" b="b"/>
                            <a:pathLst>
                              <a:path w="212474" h="214005">
                                <a:moveTo>
                                  <a:pt x="29333" y="170749"/>
                                </a:moveTo>
                                <a:cubicBezTo>
                                  <a:pt x="32341" y="173500"/>
                                  <a:pt x="35099" y="176375"/>
                                  <a:pt x="37606" y="179501"/>
                                </a:cubicBezTo>
                                <a:cubicBezTo>
                                  <a:pt x="32341" y="172749"/>
                                  <a:pt x="27202" y="165998"/>
                                  <a:pt x="21937" y="159246"/>
                                </a:cubicBezTo>
                                <a:cubicBezTo>
                                  <a:pt x="23190" y="160872"/>
                                  <a:pt x="24444" y="162622"/>
                                  <a:pt x="25572" y="164497"/>
                                </a:cubicBezTo>
                                <a:cubicBezTo>
                                  <a:pt x="31840" y="176125"/>
                                  <a:pt x="40489" y="185502"/>
                                  <a:pt x="51395" y="192504"/>
                                </a:cubicBezTo>
                                <a:cubicBezTo>
                                  <a:pt x="61047" y="201381"/>
                                  <a:pt x="72454" y="207257"/>
                                  <a:pt x="85491" y="210383"/>
                                </a:cubicBezTo>
                                <a:cubicBezTo>
                                  <a:pt x="98779" y="214509"/>
                                  <a:pt x="112192" y="215134"/>
                                  <a:pt x="125479" y="212134"/>
                                </a:cubicBezTo>
                                <a:cubicBezTo>
                                  <a:pt x="138767" y="211508"/>
                                  <a:pt x="151302" y="207633"/>
                                  <a:pt x="162709" y="200256"/>
                                </a:cubicBezTo>
                                <a:cubicBezTo>
                                  <a:pt x="169478" y="195005"/>
                                  <a:pt x="176247" y="189878"/>
                                  <a:pt x="183016" y="184627"/>
                                </a:cubicBezTo>
                                <a:cubicBezTo>
                                  <a:pt x="195426" y="172124"/>
                                  <a:pt x="204076" y="157496"/>
                                  <a:pt x="208839" y="140492"/>
                                </a:cubicBezTo>
                                <a:cubicBezTo>
                                  <a:pt x="210093" y="131615"/>
                                  <a:pt x="211221" y="122738"/>
                                  <a:pt x="212475" y="113861"/>
                                </a:cubicBezTo>
                                <a:cubicBezTo>
                                  <a:pt x="212475" y="95856"/>
                                  <a:pt x="207836" y="78977"/>
                                  <a:pt x="198811" y="63349"/>
                                </a:cubicBezTo>
                                <a:cubicBezTo>
                                  <a:pt x="198059" y="62098"/>
                                  <a:pt x="197181" y="60848"/>
                                  <a:pt x="196304" y="59598"/>
                                </a:cubicBezTo>
                                <a:cubicBezTo>
                                  <a:pt x="190538" y="51721"/>
                                  <a:pt x="184521" y="43844"/>
                                  <a:pt x="178253" y="36342"/>
                                </a:cubicBezTo>
                                <a:cubicBezTo>
                                  <a:pt x="176122" y="33717"/>
                                  <a:pt x="173740" y="31341"/>
                                  <a:pt x="171108" y="29091"/>
                                </a:cubicBezTo>
                                <a:cubicBezTo>
                                  <a:pt x="162082" y="19338"/>
                                  <a:pt x="151302" y="12462"/>
                                  <a:pt x="138892" y="8461"/>
                                </a:cubicBezTo>
                                <a:cubicBezTo>
                                  <a:pt x="126983" y="2334"/>
                                  <a:pt x="114072" y="-541"/>
                                  <a:pt x="100283" y="84"/>
                                </a:cubicBezTo>
                                <a:cubicBezTo>
                                  <a:pt x="86494" y="-416"/>
                                  <a:pt x="73583" y="2459"/>
                                  <a:pt x="61674" y="8711"/>
                                </a:cubicBezTo>
                                <a:cubicBezTo>
                                  <a:pt x="49264" y="12712"/>
                                  <a:pt x="38484" y="19588"/>
                                  <a:pt x="29458" y="29341"/>
                                </a:cubicBezTo>
                                <a:cubicBezTo>
                                  <a:pt x="24193" y="36092"/>
                                  <a:pt x="19054" y="42844"/>
                                  <a:pt x="13789" y="49595"/>
                                </a:cubicBezTo>
                                <a:cubicBezTo>
                                  <a:pt x="4638" y="65224"/>
                                  <a:pt x="0" y="81978"/>
                                  <a:pt x="0" y="100107"/>
                                </a:cubicBezTo>
                                <a:cubicBezTo>
                                  <a:pt x="1254" y="108984"/>
                                  <a:pt x="2382" y="117862"/>
                                  <a:pt x="3635" y="126739"/>
                                </a:cubicBezTo>
                                <a:cubicBezTo>
                                  <a:pt x="8399" y="143618"/>
                                  <a:pt x="16923" y="158246"/>
                                  <a:pt x="29333" y="170749"/>
                                </a:cubicBezTo>
                                <a:lnTo>
                                  <a:pt x="29333" y="170749"/>
                                </a:lnTo>
                                <a:close/>
                              </a:path>
                            </a:pathLst>
                          </a:custGeom>
                          <a:solidFill>
                            <a:schemeClr val="accent5"/>
                          </a:solidFill>
                          <a:ln w="12524"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Graphic 1"/>
                        <wps:cNvSpPr/>
                        <wps:spPr>
                          <a:xfrm>
                            <a:off x="448733" y="0"/>
                            <a:ext cx="6397782" cy="9422045"/>
                          </a:xfrm>
                          <a:custGeom>
                            <a:avLst/>
                            <a:gdLst>
                              <a:gd name="connsiteX0" fmla="*/ 670769 w 6400687"/>
                              <a:gd name="connsiteY0" fmla="*/ 7599493 h 9423353"/>
                              <a:gd name="connsiteX1" fmla="*/ 6308808 w 6400687"/>
                              <a:gd name="connsiteY1" fmla="*/ 6702510 h 9423353"/>
                              <a:gd name="connsiteX2" fmla="*/ 5309571 w 6400687"/>
                              <a:gd name="connsiteY2" fmla="*/ 2071615 h 9423353"/>
                              <a:gd name="connsiteX3" fmla="*/ 1206582 w 6400687"/>
                              <a:gd name="connsiteY3" fmla="*/ 984437 h 9423353"/>
                              <a:gd name="connsiteX4" fmla="*/ 569296 w 6400687"/>
                              <a:gd name="connsiteY4" fmla="*/ 7404215 h 9423353"/>
                              <a:gd name="connsiteX5" fmla="*/ 670769 w 6400687"/>
                              <a:gd name="connsiteY5" fmla="*/ 7599493 h 9423353"/>
                              <a:gd name="connsiteX6" fmla="*/ 658704 w 6400687"/>
                              <a:gd name="connsiteY6" fmla="*/ 6961568 h 9423353"/>
                              <a:gd name="connsiteX7" fmla="*/ 658704 w 6400687"/>
                              <a:gd name="connsiteY7" fmla="*/ 6961568 h 9423353"/>
                              <a:gd name="connsiteX8" fmla="*/ 658577 w 6400687"/>
                              <a:gd name="connsiteY8" fmla="*/ 6961568 h 9423353"/>
                              <a:gd name="connsiteX9" fmla="*/ 658577 w 6400687"/>
                              <a:gd name="connsiteY9" fmla="*/ 6961568 h 9423353"/>
                              <a:gd name="connsiteX10" fmla="*/ 658704 w 6400687"/>
                              <a:gd name="connsiteY10" fmla="*/ 6961568 h 942335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6400687" h="9423353">
                                <a:moveTo>
                                  <a:pt x="670769" y="7599493"/>
                                </a:moveTo>
                                <a:cubicBezTo>
                                  <a:pt x="2040845" y="10589391"/>
                                  <a:pt x="5926410" y="9628883"/>
                                  <a:pt x="6308808" y="6702510"/>
                                </a:cubicBezTo>
                                <a:cubicBezTo>
                                  <a:pt x="6756483" y="5018953"/>
                                  <a:pt x="5429078" y="3647687"/>
                                  <a:pt x="5309571" y="2071615"/>
                                </a:cubicBezTo>
                                <a:cubicBezTo>
                                  <a:pt x="5399869" y="8555"/>
                                  <a:pt x="2488774" y="-799999"/>
                                  <a:pt x="1206582" y="984437"/>
                                </a:cubicBezTo>
                                <a:cubicBezTo>
                                  <a:pt x="-126664" y="2782849"/>
                                  <a:pt x="-378886" y="5405697"/>
                                  <a:pt x="569296" y="7404215"/>
                                </a:cubicBezTo>
                                <a:cubicBezTo>
                                  <a:pt x="592791" y="7454019"/>
                                  <a:pt x="647909" y="7549434"/>
                                  <a:pt x="670769" y="7599493"/>
                                </a:cubicBezTo>
                                <a:close/>
                                <a:moveTo>
                                  <a:pt x="658704" y="6961568"/>
                                </a:moveTo>
                                <a:lnTo>
                                  <a:pt x="658704" y="6961568"/>
                                </a:lnTo>
                                <a:lnTo>
                                  <a:pt x="658577" y="6961568"/>
                                </a:lnTo>
                                <a:lnTo>
                                  <a:pt x="658577" y="6961568"/>
                                </a:lnTo>
                                <a:cubicBezTo>
                                  <a:pt x="658704" y="6961568"/>
                                  <a:pt x="658704" y="6961695"/>
                                  <a:pt x="658704" y="6961568"/>
                                </a:cubicBezTo>
                                <a:close/>
                              </a:path>
                            </a:pathLst>
                          </a:custGeom>
                          <a:solidFill>
                            <a:schemeClr val="accent2"/>
                          </a:solidFill>
                          <a:ln w="12681"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 name="Graphic 3"/>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287867"/>
                            <a:ext cx="1009650" cy="694055"/>
                          </a:xfrm>
                          <a:prstGeom prst="rect">
                            <a:avLst/>
                          </a:prstGeom>
                        </pic:spPr>
                      </pic:pic>
                      <wps:wsp>
                        <wps:cNvPr id="34" name="Freeform: Shape 33">
                          <a:extLst>
                            <a:ext uri="{FF2B5EF4-FFF2-40B4-BE49-F238E27FC236}">
                              <a16:creationId xmlns:a16="http://schemas.microsoft.com/office/drawing/2014/main" id="{9237A27B-F21E-469B-8F65-3296A7300EC6}"/>
                            </a:ext>
                          </a:extLst>
                        </wps:cNvPr>
                        <wps:cNvSpPr/>
                        <wps:spPr>
                          <a:xfrm>
                            <a:off x="5359400" y="1676400"/>
                            <a:ext cx="501015" cy="398780"/>
                          </a:xfrm>
                          <a:custGeom>
                            <a:avLst/>
                            <a:gdLst>
                              <a:gd name="connsiteX0" fmla="*/ 68048 w 501257"/>
                              <a:gd name="connsiteY0" fmla="*/ 386842 h 398904"/>
                              <a:gd name="connsiteX1" fmla="*/ 68048 w 501257"/>
                              <a:gd name="connsiteY1" fmla="*/ 388407 h 398904"/>
                              <a:gd name="connsiteX2" fmla="*/ 73336 w 501257"/>
                              <a:gd name="connsiteY2" fmla="*/ 387743 h 398904"/>
                              <a:gd name="connsiteX3" fmla="*/ 68048 w 501257"/>
                              <a:gd name="connsiteY3" fmla="*/ 247805 h 398904"/>
                              <a:gd name="connsiteX4" fmla="*/ 68656 w 501257"/>
                              <a:gd name="connsiteY4" fmla="*/ 247832 h 398904"/>
                              <a:gd name="connsiteX5" fmla="*/ 68048 w 501257"/>
                              <a:gd name="connsiteY5" fmla="*/ 247909 h 398904"/>
                              <a:gd name="connsiteX6" fmla="*/ 464229 w 501257"/>
                              <a:gd name="connsiteY6" fmla="*/ 199262 h 398904"/>
                              <a:gd name="connsiteX7" fmla="*/ 467921 w 501257"/>
                              <a:gd name="connsiteY7" fmla="*/ 203677 h 398904"/>
                              <a:gd name="connsiteX8" fmla="*/ 469225 w 501257"/>
                              <a:gd name="connsiteY8" fmla="*/ 201993 h 398904"/>
                              <a:gd name="connsiteX9" fmla="*/ 268949 w 501257"/>
                              <a:gd name="connsiteY9" fmla="*/ 64 h 398904"/>
                              <a:gd name="connsiteX10" fmla="*/ 318035 w 501257"/>
                              <a:gd name="connsiteY10" fmla="*/ 22961 h 398904"/>
                              <a:gd name="connsiteX11" fmla="*/ 483557 w 501257"/>
                              <a:gd name="connsiteY11" fmla="*/ 212890 h 398904"/>
                              <a:gd name="connsiteX12" fmla="*/ 424049 w 501257"/>
                              <a:gd name="connsiteY12" fmla="*/ 334028 h 398904"/>
                              <a:gd name="connsiteX13" fmla="*/ 420944 w 501257"/>
                              <a:gd name="connsiteY13" fmla="*/ 332737 h 398904"/>
                              <a:gd name="connsiteX14" fmla="*/ 421251 w 501257"/>
                              <a:gd name="connsiteY14" fmla="*/ 331284 h 398904"/>
                              <a:gd name="connsiteX15" fmla="*/ 419939 w 501257"/>
                              <a:gd name="connsiteY15" fmla="*/ 332319 h 398904"/>
                              <a:gd name="connsiteX16" fmla="*/ 420944 w 501257"/>
                              <a:gd name="connsiteY16" fmla="*/ 332737 h 398904"/>
                              <a:gd name="connsiteX17" fmla="*/ 418960 w 501257"/>
                              <a:gd name="connsiteY17" fmla="*/ 342148 h 398904"/>
                              <a:gd name="connsiteX18" fmla="*/ 354334 w 501257"/>
                              <a:gd name="connsiteY18" fmla="*/ 384657 h 398904"/>
                              <a:gd name="connsiteX19" fmla="*/ 257475 w 501257"/>
                              <a:gd name="connsiteY19" fmla="*/ 391618 h 398904"/>
                              <a:gd name="connsiteX20" fmla="*/ 243144 w 501257"/>
                              <a:gd name="connsiteY20" fmla="*/ 394619 h 398904"/>
                              <a:gd name="connsiteX21" fmla="*/ 153411 w 501257"/>
                              <a:gd name="connsiteY21" fmla="*/ 398390 h 398904"/>
                              <a:gd name="connsiteX22" fmla="*/ 98915 w 501257"/>
                              <a:gd name="connsiteY22" fmla="*/ 390472 h 398904"/>
                              <a:gd name="connsiteX23" fmla="*/ 94128 w 501257"/>
                              <a:gd name="connsiteY23" fmla="*/ 391288 h 398904"/>
                              <a:gd name="connsiteX24" fmla="*/ 81472 w 501257"/>
                              <a:gd name="connsiteY24" fmla="*/ 389130 h 398904"/>
                              <a:gd name="connsiteX25" fmla="*/ 67930 w 501257"/>
                              <a:gd name="connsiteY25" fmla="*/ 388525 h 398904"/>
                              <a:gd name="connsiteX26" fmla="*/ 16686 w 501257"/>
                              <a:gd name="connsiteY26" fmla="*/ 364182 h 398904"/>
                              <a:gd name="connsiteX27" fmla="*/ 11070 w 501257"/>
                              <a:gd name="connsiteY27" fmla="*/ 348953 h 398904"/>
                              <a:gd name="connsiteX28" fmla="*/ 10317 w 501257"/>
                              <a:gd name="connsiteY28" fmla="*/ 348182 h 398904"/>
                              <a:gd name="connsiteX29" fmla="*/ 3338 w 501257"/>
                              <a:gd name="connsiteY29" fmla="*/ 329997 h 398904"/>
                              <a:gd name="connsiteX30" fmla="*/ 3518 w 501257"/>
                              <a:gd name="connsiteY30" fmla="*/ 328471 h 398904"/>
                              <a:gd name="connsiteX31" fmla="*/ 0 w 501257"/>
                              <a:gd name="connsiteY31" fmla="*/ 318927 h 398904"/>
                              <a:gd name="connsiteX32" fmla="*/ 67930 w 501257"/>
                              <a:gd name="connsiteY32" fmla="*/ 247924 h 398904"/>
                              <a:gd name="connsiteX33" fmla="*/ 68048 w 501257"/>
                              <a:gd name="connsiteY33" fmla="*/ 247909 h 398904"/>
                              <a:gd name="connsiteX34" fmla="*/ 68048 w 501257"/>
                              <a:gd name="connsiteY34" fmla="*/ 250954 h 398904"/>
                              <a:gd name="connsiteX35" fmla="*/ 77637 w 501257"/>
                              <a:gd name="connsiteY35" fmla="*/ 249320 h 398904"/>
                              <a:gd name="connsiteX36" fmla="*/ 80018 w 501257"/>
                              <a:gd name="connsiteY36" fmla="*/ 248334 h 398904"/>
                              <a:gd name="connsiteX37" fmla="*/ 68656 w 501257"/>
                              <a:gd name="connsiteY37" fmla="*/ 247832 h 398904"/>
                              <a:gd name="connsiteX38" fmla="*/ 86697 w 501257"/>
                              <a:gd name="connsiteY38" fmla="*/ 245567 h 398904"/>
                              <a:gd name="connsiteX39" fmla="*/ 97162 w 501257"/>
                              <a:gd name="connsiteY39" fmla="*/ 241233 h 398904"/>
                              <a:gd name="connsiteX40" fmla="*/ 46653 w 501257"/>
                              <a:gd name="connsiteY40" fmla="*/ 193294 h 398904"/>
                              <a:gd name="connsiteX41" fmla="*/ 12600 w 501257"/>
                              <a:gd name="connsiteY41" fmla="*/ 121616 h 398904"/>
                              <a:gd name="connsiteX42" fmla="*/ 99296 w 501257"/>
                              <a:gd name="connsiteY42" fmla="*/ 35146 h 398904"/>
                              <a:gd name="connsiteX43" fmla="*/ 195994 w 501257"/>
                              <a:gd name="connsiteY43" fmla="*/ 70146 h 398904"/>
                              <a:gd name="connsiteX44" fmla="*/ 200739 w 501257"/>
                              <a:gd name="connsiteY44" fmla="*/ 70911 h 398904"/>
                              <a:gd name="connsiteX45" fmla="*/ 200512 w 501257"/>
                              <a:gd name="connsiteY45" fmla="*/ 68552 h 398904"/>
                              <a:gd name="connsiteX46" fmla="*/ 268949 w 501257"/>
                              <a:gd name="connsiteY46" fmla="*/ 64 h 39890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Lst>
                            <a:rect l="l" t="t" r="r" b="b"/>
                            <a:pathLst>
                              <a:path w="501257" h="398904">
                                <a:moveTo>
                                  <a:pt x="68048" y="386842"/>
                                </a:moveTo>
                                <a:lnTo>
                                  <a:pt x="68048" y="388407"/>
                                </a:lnTo>
                                <a:lnTo>
                                  <a:pt x="73336" y="387743"/>
                                </a:lnTo>
                                <a:close/>
                                <a:moveTo>
                                  <a:pt x="68048" y="247805"/>
                                </a:moveTo>
                                <a:lnTo>
                                  <a:pt x="68656" y="247832"/>
                                </a:lnTo>
                                <a:lnTo>
                                  <a:pt x="68048" y="247909"/>
                                </a:lnTo>
                                <a:close/>
                                <a:moveTo>
                                  <a:pt x="464229" y="199262"/>
                                </a:moveTo>
                                <a:lnTo>
                                  <a:pt x="467921" y="203677"/>
                                </a:lnTo>
                                <a:lnTo>
                                  <a:pt x="469225" y="201993"/>
                                </a:lnTo>
                                <a:close/>
                                <a:moveTo>
                                  <a:pt x="268949" y="64"/>
                                </a:moveTo>
                                <a:cubicBezTo>
                                  <a:pt x="285722" y="-736"/>
                                  <a:pt x="303115" y="5855"/>
                                  <a:pt x="318035" y="22961"/>
                                </a:cubicBezTo>
                                <a:cubicBezTo>
                                  <a:pt x="373248" y="86231"/>
                                  <a:pt x="428344" y="149619"/>
                                  <a:pt x="483557" y="212890"/>
                                </a:cubicBezTo>
                                <a:cubicBezTo>
                                  <a:pt x="527449" y="263126"/>
                                  <a:pt x="482927" y="345028"/>
                                  <a:pt x="424049" y="334028"/>
                                </a:cubicBezTo>
                                <a:lnTo>
                                  <a:pt x="420944" y="332737"/>
                                </a:lnTo>
                                <a:lnTo>
                                  <a:pt x="421251" y="331284"/>
                                </a:lnTo>
                                <a:lnTo>
                                  <a:pt x="419939" y="332319"/>
                                </a:lnTo>
                                <a:lnTo>
                                  <a:pt x="420944" y="332737"/>
                                </a:lnTo>
                                <a:lnTo>
                                  <a:pt x="418960" y="342148"/>
                                </a:lnTo>
                                <a:cubicBezTo>
                                  <a:pt x="407990" y="366599"/>
                                  <a:pt x="382881" y="380966"/>
                                  <a:pt x="354334" y="384657"/>
                                </a:cubicBezTo>
                                <a:lnTo>
                                  <a:pt x="257475" y="391618"/>
                                </a:lnTo>
                                <a:lnTo>
                                  <a:pt x="243144" y="394619"/>
                                </a:lnTo>
                                <a:cubicBezTo>
                                  <a:pt x="211639" y="398552"/>
                                  <a:pt x="181300" y="399693"/>
                                  <a:pt x="153411" y="398390"/>
                                </a:cubicBezTo>
                                <a:lnTo>
                                  <a:pt x="98915" y="390472"/>
                                </a:lnTo>
                                <a:lnTo>
                                  <a:pt x="94128" y="391288"/>
                                </a:lnTo>
                                <a:lnTo>
                                  <a:pt x="81472" y="389130"/>
                                </a:lnTo>
                                <a:lnTo>
                                  <a:pt x="67930" y="388525"/>
                                </a:lnTo>
                                <a:cubicBezTo>
                                  <a:pt x="45022" y="386182"/>
                                  <a:pt x="27974" y="376925"/>
                                  <a:pt x="16686" y="364182"/>
                                </a:cubicBezTo>
                                <a:lnTo>
                                  <a:pt x="11070" y="348953"/>
                                </a:lnTo>
                                <a:lnTo>
                                  <a:pt x="10317" y="348182"/>
                                </a:lnTo>
                                <a:cubicBezTo>
                                  <a:pt x="6519" y="342501"/>
                                  <a:pt x="4140" y="336425"/>
                                  <a:pt x="3338" y="329997"/>
                                </a:cubicBezTo>
                                <a:lnTo>
                                  <a:pt x="3518" y="328471"/>
                                </a:lnTo>
                                <a:lnTo>
                                  <a:pt x="0" y="318927"/>
                                </a:lnTo>
                                <a:cubicBezTo>
                                  <a:pt x="264" y="286354"/>
                                  <a:pt x="23172" y="253548"/>
                                  <a:pt x="67930" y="247924"/>
                                </a:cubicBezTo>
                                <a:lnTo>
                                  <a:pt x="68048" y="247909"/>
                                </a:lnTo>
                                <a:lnTo>
                                  <a:pt x="68048" y="250954"/>
                                </a:lnTo>
                                <a:lnTo>
                                  <a:pt x="77637" y="249320"/>
                                </a:lnTo>
                                <a:lnTo>
                                  <a:pt x="80018" y="248334"/>
                                </a:lnTo>
                                <a:lnTo>
                                  <a:pt x="68656" y="247832"/>
                                </a:lnTo>
                                <a:lnTo>
                                  <a:pt x="86697" y="245567"/>
                                </a:lnTo>
                                <a:lnTo>
                                  <a:pt x="97162" y="241233"/>
                                </a:lnTo>
                                <a:lnTo>
                                  <a:pt x="46653" y="193294"/>
                                </a:lnTo>
                                <a:cubicBezTo>
                                  <a:pt x="30926" y="172379"/>
                                  <a:pt x="19178" y="148681"/>
                                  <a:pt x="12600" y="121616"/>
                                </a:cubicBezTo>
                                <a:cubicBezTo>
                                  <a:pt x="147" y="70179"/>
                                  <a:pt x="46197" y="20383"/>
                                  <a:pt x="99296" y="35146"/>
                                </a:cubicBezTo>
                                <a:lnTo>
                                  <a:pt x="195994" y="70146"/>
                                </a:lnTo>
                                <a:lnTo>
                                  <a:pt x="200739" y="70911"/>
                                </a:lnTo>
                                <a:lnTo>
                                  <a:pt x="200512" y="68552"/>
                                </a:lnTo>
                                <a:cubicBezTo>
                                  <a:pt x="204337" y="32827"/>
                                  <a:pt x="235402" y="1664"/>
                                  <a:pt x="268949" y="64"/>
                                </a:cubicBez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wrap="square" rtlCol="0" anchor="ctr">
                          <a:noAutofit/>
                        </wps:bodyPr>
                      </wps:wsp>
                      <pic:pic xmlns:pic="http://schemas.openxmlformats.org/drawingml/2006/picture">
                        <pic:nvPicPr>
                          <pic:cNvPr id="8" name="Graphic 8"/>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5249333" y="508000"/>
                            <a:ext cx="1433830" cy="1736725"/>
                          </a:xfrm>
                          <a:prstGeom prst="rect">
                            <a:avLst/>
                          </a:prstGeom>
                        </pic:spPr>
                      </pic:pic>
                      <wps:wsp>
                        <wps:cNvPr id="69" name="Graphic 9"/>
                        <wps:cNvSpPr/>
                        <wps:spPr>
                          <a:xfrm>
                            <a:off x="4673600" y="7306733"/>
                            <a:ext cx="2092898" cy="2103835"/>
                          </a:xfrm>
                          <a:custGeom>
                            <a:avLst/>
                            <a:gdLst>
                              <a:gd name="connsiteX0" fmla="*/ 923046 w 2093848"/>
                              <a:gd name="connsiteY0" fmla="*/ 2103662 h 2104127"/>
                              <a:gd name="connsiteX1" fmla="*/ 1866522 w 2093848"/>
                              <a:gd name="connsiteY1" fmla="*/ 1558624 h 2104127"/>
                              <a:gd name="connsiteX2" fmla="*/ 1866522 w 2093848"/>
                              <a:gd name="connsiteY2" fmla="*/ 1558624 h 2104127"/>
                              <a:gd name="connsiteX3" fmla="*/ 1866522 w 2093848"/>
                              <a:gd name="connsiteY3" fmla="*/ 1558624 h 2104127"/>
                              <a:gd name="connsiteX4" fmla="*/ 2062261 w 2093848"/>
                              <a:gd name="connsiteY4" fmla="*/ 1110508 h 2104127"/>
                              <a:gd name="connsiteX5" fmla="*/ 2062261 w 2093848"/>
                              <a:gd name="connsiteY5" fmla="*/ 1110508 h 2104127"/>
                              <a:gd name="connsiteX6" fmla="*/ 2062261 w 2093848"/>
                              <a:gd name="connsiteY6" fmla="*/ 1110508 h 2104127"/>
                              <a:gd name="connsiteX7" fmla="*/ 2062515 w 2093848"/>
                              <a:gd name="connsiteY7" fmla="*/ 1082508 h 2104127"/>
                              <a:gd name="connsiteX8" fmla="*/ 2062388 w 2093848"/>
                              <a:gd name="connsiteY8" fmla="*/ 508331 h 2104127"/>
                              <a:gd name="connsiteX9" fmla="*/ 1306163 w 2093848"/>
                              <a:gd name="connsiteY9" fmla="*/ 130276 h 2104127"/>
                              <a:gd name="connsiteX10" fmla="*/ 1151978 w 2093848"/>
                              <a:gd name="connsiteY10" fmla="*/ 227957 h 2104127"/>
                              <a:gd name="connsiteX11" fmla="*/ 1138169 w 2093848"/>
                              <a:gd name="connsiteY11" fmla="*/ 228717 h 2104127"/>
                              <a:gd name="connsiteX12" fmla="*/ 535748 w 2093848"/>
                              <a:gd name="connsiteY12" fmla="*/ 816324 h 2104127"/>
                              <a:gd name="connsiteX13" fmla="*/ 409689 w 2093848"/>
                              <a:gd name="connsiteY13" fmla="*/ 970384 h 2104127"/>
                              <a:gd name="connsiteX14" fmla="*/ 923046 w 2093848"/>
                              <a:gd name="connsiteY14" fmla="*/ 2103662 h 2104127"/>
                              <a:gd name="connsiteX15" fmla="*/ 168467 w 2093848"/>
                              <a:gd name="connsiteY15" fmla="*/ 1951882 h 2104127"/>
                              <a:gd name="connsiteX16" fmla="*/ 171255 w 2093848"/>
                              <a:gd name="connsiteY16" fmla="*/ 1957204 h 2104127"/>
                              <a:gd name="connsiteX17" fmla="*/ 165300 w 2093848"/>
                              <a:gd name="connsiteY17" fmla="*/ 1956190 h 2104127"/>
                              <a:gd name="connsiteX18" fmla="*/ 168467 w 2093848"/>
                              <a:gd name="connsiteY18" fmla="*/ 1951882 h 210412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2093848" h="2104127">
                                <a:moveTo>
                                  <a:pt x="923046" y="2103662"/>
                                </a:moveTo>
                                <a:cubicBezTo>
                                  <a:pt x="1295901" y="2078576"/>
                                  <a:pt x="1674330" y="1882201"/>
                                  <a:pt x="1866522" y="1558624"/>
                                </a:cubicBezTo>
                                <a:lnTo>
                                  <a:pt x="1866522" y="1558624"/>
                                </a:lnTo>
                                <a:lnTo>
                                  <a:pt x="1866522" y="1558624"/>
                                </a:lnTo>
                                <a:cubicBezTo>
                                  <a:pt x="1961541" y="1424962"/>
                                  <a:pt x="2029575" y="1271156"/>
                                  <a:pt x="2062261" y="1110508"/>
                                </a:cubicBezTo>
                                <a:cubicBezTo>
                                  <a:pt x="2062261" y="1110508"/>
                                  <a:pt x="2062261" y="1110508"/>
                                  <a:pt x="2062261" y="1110508"/>
                                </a:cubicBezTo>
                                <a:lnTo>
                                  <a:pt x="2062261" y="1110508"/>
                                </a:lnTo>
                                <a:cubicBezTo>
                                  <a:pt x="2062388" y="1101132"/>
                                  <a:pt x="2062388" y="1091884"/>
                                  <a:pt x="2062515" y="1082508"/>
                                </a:cubicBezTo>
                                <a:cubicBezTo>
                                  <a:pt x="2107237" y="902096"/>
                                  <a:pt x="2101283" y="689504"/>
                                  <a:pt x="2062388" y="508331"/>
                                </a:cubicBezTo>
                                <a:cubicBezTo>
                                  <a:pt x="2019186" y="12958"/>
                                  <a:pt x="1729694" y="-135654"/>
                                  <a:pt x="1306163" y="130276"/>
                                </a:cubicBezTo>
                                <a:cubicBezTo>
                                  <a:pt x="1244590" y="146620"/>
                                  <a:pt x="1197714" y="186528"/>
                                  <a:pt x="1151978" y="227957"/>
                                </a:cubicBezTo>
                                <a:cubicBezTo>
                                  <a:pt x="1147417" y="228084"/>
                                  <a:pt x="1142730" y="228337"/>
                                  <a:pt x="1138169" y="228717"/>
                                </a:cubicBezTo>
                                <a:cubicBezTo>
                                  <a:pt x="923426" y="403175"/>
                                  <a:pt x="700194" y="601958"/>
                                  <a:pt x="535748" y="816324"/>
                                </a:cubicBezTo>
                                <a:cubicBezTo>
                                  <a:pt x="492546" y="866748"/>
                                  <a:pt x="448330" y="916286"/>
                                  <a:pt x="409689" y="970384"/>
                                </a:cubicBezTo>
                                <a:cubicBezTo>
                                  <a:pt x="-241888" y="1762348"/>
                                  <a:pt x="-148516" y="2118865"/>
                                  <a:pt x="923046" y="2103662"/>
                                </a:cubicBezTo>
                                <a:close/>
                                <a:moveTo>
                                  <a:pt x="168467" y="1951882"/>
                                </a:moveTo>
                                <a:cubicBezTo>
                                  <a:pt x="169354" y="1953529"/>
                                  <a:pt x="170368" y="1955683"/>
                                  <a:pt x="171255" y="1957204"/>
                                </a:cubicBezTo>
                                <a:cubicBezTo>
                                  <a:pt x="169101" y="1956823"/>
                                  <a:pt x="167581" y="1956570"/>
                                  <a:pt x="165300" y="1956190"/>
                                </a:cubicBezTo>
                                <a:cubicBezTo>
                                  <a:pt x="166314" y="1954796"/>
                                  <a:pt x="167454" y="1953403"/>
                                  <a:pt x="168467" y="1951882"/>
                                </a:cubicBezTo>
                                <a:close/>
                              </a:path>
                            </a:pathLst>
                          </a:custGeom>
                          <a:solidFill>
                            <a:schemeClr val="accent6"/>
                          </a:solidFill>
                          <a:ln w="12642"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 name="Graphic 10"/>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73600" y="7171267"/>
                            <a:ext cx="2084705" cy="227584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22D467E7" id="Group 85" o:spid="_x0000_s1026" alt="&quot;&quot;" style="position:absolute;margin-left:-36pt;margin-top:-42.6pt;width:539.25pt;height:743.75pt;z-index:-251634688;mso-position-horizontal-relative:margin;mso-position-vertical-relative:margin;mso-width-relative:margin;mso-height-relative:margin" coordsize="68465,9447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">
                <v:shape id="Freeform: Shape 37" o:spid="_x0000_s1027" style="position:absolute;left:1778;top:3302;width:6245;height:4915;rotation:1272294fd;visibility:visible;mso-wrap-style:square;v-text-anchor:middle" coordsize="624500,491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" path="m17592,209429r-1811,2872l14661,222203r2931,-12774xm119684,85718v10294,-2585,20991,-3911,31982,-3775c233256,83145,300452,69139,366762,27743,423895,-8033,490500,-9768,547537,25800v48872,30495,91786,105901,72053,166007c575755,325621,480687,408300,354799,466849,223078,528116,67915,471502,21019,341696l9133,287215r8750,31413l19867,321043,8894,273208r-961,8506l9133,287215,334,255629c-4696,183639,47622,103819,119684,85718xe" fillcolor="#c9824d [3204]" stroked="f" strokeweight="1pt">
                  <v:stroke joinstyle="miter"/>
                  <v:path arrowok="t" o:connecttype="custom" o:connectlocs="17592,209429;15781,212301;14661,222203;119684,85718;151666,81943;366762,27743;547537,25800;619590,191807;354799,466849;21019,341696;9133,287215;17883,318628;19867,321043;8894,273208;7933,281714;9133,287215;334,255629;119684,85718" o:connectangles="0,0,0,0,0,0,0,0,0,0,0,0,0,0,0,0,0,0"/>
                </v:shape>
                <v:shape id="Freeform: Shape 27" o:spid="_x0000_s1028" style="position:absolute;left:59436;top:5926;width:7459;height:4252;visibility:visible;mso-wrap-style:square;v-text-anchor:middle" coordsize="1612741,92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" path="m297525,497725r-141,3389l298577,499780r-1052,-2055xm892549,10379r18080,4954l892279,12378r270,-1999xm773465,1382v16093,-1823,33076,-1881,50918,51l892279,12378r-749,5518l936208,22344,910629,15333r218230,35176c1228642,72618,1326921,101117,1424300,137922v129927,49329,218594,170737,178875,314126c1586133,514030,1539684,570900,1481319,606139r-63090,23132l1400885,642025r-10974,5494l1351521,686429v-77408,51471,-178735,116367,-283276,154973l1027925,852314r-23391,7703l987843,863161r-24443,6614l946400,870966r-18153,3419l890756,899340v-60478,26584,-122813,26773,-178872,7158l651608,873069r-9813,976l616350,888904v-25615,9335,-53803,14143,-84620,13248c410770,898573,291864,844130,177569,807070,-95993,717835,-26987,328999,205018,301676v33143,-3902,69613,-427,108885,12352l337980,323709r-7601,12380l340535,324737r-2555,-1028l363671,281869r38415,-34076l401657,252395r3954,-7729l402086,247793r5013,-53732c436211,107881,519974,57538,610979,46803r59418,1691l666834,50761r6620,-2181l670397,48494,727887,11913c742168,6791,757371,3205,773465,1382xe" fillcolor="#fae6c5 [3209]" stroked="f" strokeweight="1pt">
                  <v:stroke joinstyle="miter"/>
                  <v:path arrowok="t" o:connecttype="custom" o:connectlocs="137617,229927;137552,231493;138104,230877;412840,4795;421203,7083;412715,5718;357759,638;381311,662;412715,5718;412369,8267;433034,10322;421203,7083;522143,23333;658796,63714;741533,208826;685170,280010;655988,290696;647966,296588;642890,299126;625133,317100;494107,388691;475457,393732;464638,397290;456917,398743;445612,401798;437748,402348;429352,403928;412011,415456;329275,418763;301395,403320;296856,403771;285087,410635;245947,416755;82133,372831;94829,139361;145193,145067;156329,149539;152814,155258;157511,150014;156329,149539;168213,130211;185981,114470;185783,116595;187612,113025;185981,114470;188300,89648;282603,21621;310086,22402;308438,23449;311500,22442;310086,22402;336677,5503;357759,638" o:connectangles="0,0,0,0,0,0,0,0,0,0,0,0,0,0,0,0,0,0,0,0,0,0,0,0,0,0,0,0,0,0,0,0,0,0,0,0,0,0,0,0,0,0,0,0,0,0,0,0,0,0,0,0,0"/>
                </v:shape>
                <v:shape id="Freeform: Shape 82" o:spid="_x0000_s1029" style="position:absolute;left:1439;top:8720;width:2125;height:2140;visibility:visible;mso-wrap-style:square;v-text-anchor:middle" coordsize="212474,2140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" path="m29333,170749v3008,2751,5766,5626,8273,8752c32341,172749,27202,165998,21937,159246v1253,1626,2507,3376,3635,5251c31840,176125,40489,185502,51395,192504v9652,8877,21059,14753,34096,17879c98779,214509,112192,215134,125479,212134v13288,-626,25823,-4501,37230,-11878c169478,195005,176247,189878,183016,184627v12410,-12503,21060,-27131,25823,-44135c210093,131615,211221,122738,212475,113861v,-18005,-4639,-34884,-13664,-50512c198059,62098,197181,60848,196304,59598,190538,51721,184521,43844,178253,36342v-2131,-2625,-4513,-5001,-7145,-7251c162082,19338,151302,12462,138892,8461,126983,2334,114072,-541,100283,84,86494,-416,73583,2459,61674,8711,49264,12712,38484,19588,29458,29341,24193,36092,19054,42844,13789,49595,4638,65224,,81978,,100107v1254,8877,2382,17755,3635,26632c8399,143618,16923,158246,29333,170749r,xe" fillcolor="#e0ccbf [3208]" stroked="f" strokeweight=".34789mm">
                  <v:stroke joinstyle="miter"/>
                  <v:path arrowok="t" o:connecttype="custom" o:connectlocs="29333,170749;37606,179501;21937,159246;25572,164497;51395,192504;85491,210383;125479,212134;162709,200256;183016,184627;208839,140492;212475,113861;198811,63349;196304,59598;178253,36342;171108,29091;138892,8461;100283,84;61674,8711;29458,29341;13789,49595;0,100107;3635,126739;29333,170749;29333,170749" o:connectangles="0,0,0,0,0,0,0,0,0,0,0,0,0,0,0,0,0,0,0,0,0,0,0,0"/>
                </v:shape>
                <v:shape id="Graphic 1" o:spid="_x0000_s1030" style="position:absolute;left:4487;width:63978;height:94220;visibility:visible;mso-wrap-style:square;v-text-anchor:middle" coordsize="6400687,9423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" path="m670769,7599493v1370076,2989898,5255641,2029390,5638039,-896983c6756483,5018953,5429078,3647687,5309571,2071615,5399869,8555,2488774,-799999,1206582,984437,-126664,2782849,-378886,5405697,569296,7404215v23495,49804,78613,145219,101473,195278xm658704,6961568r,l658577,6961568r,c658704,6961568,658704,6961695,658704,6961568xe" fillcolor="#c4cfc9 [3205]" stroked="f" strokeweight=".35225mm">
                  <v:stroke joinstyle="miter"/>
                  <v:path arrowok="t" o:connecttype="custom" o:connectlocs="670465,7598438;6305945,6701580;5307161,2071327;1206034,984300;569038,7403187;670465,7598438;658405,6960602;658405,6960602;658278,6960602;658278,6960602;658405,6960602" o:connectangles="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31" type="#_x0000_t75" style="position:absolute;top:2878;width:10096;height:6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">
                  <v:imagedata r:id="rId15" o:title=""/>
                </v:shape>
                <v:shape id="Freeform: Shape 33" o:spid="_x0000_s1032" style="position:absolute;left:53594;top:16764;width:5010;height:3987;visibility:visible;mso-wrap-style:square;v-text-anchor:middle" coordsize="501257,398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" path="m68048,386842r,1565l73336,387743r-5288,-901xm68048,247805r608,27l68048,247909r,-104xm464229,199262r3692,4415l469225,201993r-4996,-2731xm268949,64v16773,-800,34166,5791,49086,22897c373248,86231,428344,149619,483557,212890v43892,50236,-630,132138,-59508,121138l420944,332737r307,-1453l419939,332319r1005,418l418960,342148v-10970,24451,-36079,38818,-64626,42509l257475,391618r-14331,3001c211639,398552,181300,399693,153411,398390l98915,390472r-4787,816l81472,389130r-13542,-605c45022,386182,27974,376925,16686,364182l11070,348953r-753,-771c6519,342501,4140,336425,3338,329997r180,-1526l,318927c264,286354,23172,253548,67930,247924r118,-15l68048,250954r9589,-1634l80018,248334r-11362,-502l86697,245567r10465,-4334l46653,193294c30926,172379,19178,148681,12600,121616,147,70179,46197,20383,99296,35146r96698,35000l200739,70911r-227,-2359c204337,32827,235402,1664,268949,64xe" fillcolor="#c9824d [3204]" stroked="f" strokeweight="1pt">
                  <v:stroke joinstyle="miter"/>
                  <v:path arrowok="t" o:connecttype="custom" o:connectlocs="68015,386722;68015,388286;73301,387622;68015,247728;68623,247755;68015,247832;464005,199200;467695,203614;468998,201930;268819,64;317881,22954;483324,212824;423844,333924;420741,332634;421048,331181;419736,332216;420741,332634;418758,342042;354163,384537;257351,391496;243027,394496;153337,398266;98867,390351;94083,391166;81433,389009;67897,388404;16678,364069;11065,348845;10312,348074;3336,329894;3516,328369;0,318828;67897,247847;68015,247832;68015,250876;77600,249242;79979,248257;68623,247755;86655,245491;97115,241158;46630,193234;12594,121578;99248,35135;195899,70124;200642,70889;200415,68531;268819,64" o:connectangles="0,0,0,0,0,0,0,0,0,0,0,0,0,0,0,0,0,0,0,0,0,0,0,0,0,0,0,0,0,0,0,0,0,0,0,0,0,0,0,0,0,0,0,0,0,0,0"/>
                </v:shape>
                <v:shape id="Graphic 8" o:spid="_x0000_s1033" type="#_x0000_t75" style="position:absolute;left:52493;top:5080;width:14338;height:17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">
                  <v:imagedata r:id="rId16" o:title=""/>
                </v:shape>
                <v:shape id="Graphic 9" o:spid="_x0000_s1034" style="position:absolute;left:46736;top:73067;width:20928;height:21038;visibility:visible;mso-wrap-style:square;v-text-anchor:middle" coordsize="2093848,2104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" path="m923046,2103662v372855,-25086,751284,-221461,943476,-545038l1866522,1558624r,c1961541,1424962,2029575,1271156,2062261,1110508v,,,,,l2062261,1110508v127,-9376,127,-18624,254,-28000c2107237,902096,2101283,689504,2062388,508331,2019186,12958,1729694,-135654,1306163,130276v-61573,16344,-108449,56252,-154185,97681c1147417,228084,1142730,228337,1138169,228717,923426,403175,700194,601958,535748,816324v-43202,50424,-87418,99962,-126059,154060c-241888,1762348,-148516,2118865,923046,2103662xm168467,1951882v887,1647,1901,3801,2788,5322c169101,1956823,167581,1956570,165300,1956190v1014,-1394,2154,-2787,3167,-4308xe" fillcolor="#fae6c5 [3209]" stroked="f" strokeweight=".35117mm">
                  <v:stroke joinstyle="miter"/>
                  <v:path arrowok="t" o:connecttype="custom" o:connectlocs="922627,2103370;1865675,1558408;1865675,1558408;1865675,1558408;2061325,1110354;2061325,1110354;2061325,1110354;2061579,1082358;2061452,508260;1305570,130258;1151455,227925;1137653,228685;535505,816211;409503,970249;922627,2103370;168391,1951611;171177,1956932;165225,1955919;168391,1951611" o:connectangles="0,0,0,0,0,0,0,0,0,0,0,0,0,0,0,0,0,0,0"/>
                </v:shape>
                <v:shape id="Graphic 10" o:spid="_x0000_s1035" type="#_x0000_t75" style="position:absolute;left:46736;top:71712;width:20847;height:227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">
                  <v:imagedata r:id="rId17" o:title=""/>
                </v:shape>
                <w10:wrap anchorx="margin" anchory="margin"/>
                <w10:anchorlock/>
              </v:group>
            </w:pict>
          </mc:Fallback>
        </mc:AlternateContent>
      </w:r>
    </w:p>
    <w:tbl>
      <w:tblPr>
        <w:tblStyle w:val="TableGrid"/>
        <w:tblW w:w="2452" w:type="pct"/>
        <w:tblInd w:w="25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tblGrid>
      <w:tr w:rsidR="000F16D1" w14:paraId="6E1D45F2" w14:textId="77777777" w:rsidTr="00960F37">
        <w:trPr>
          <w:trHeight w:val="5589"/>
        </w:trPr>
        <w:tc>
          <w:tcPr>
            <w:tcW w:w="4590" w:type="dxa"/>
            <w:vAlign w:val="center"/>
          </w:tcPr>
          <w:sdt>
            <w:sdtPr>
              <w:id w:val="100385183"/>
              <w:placeholder>
                <w:docPart w:val="6C142740683D470B8827C70E5CD3CF5D"/>
              </w:placeholder>
              <w15:appearance w15:val="hidden"/>
            </w:sdtPr>
            <w:sdtEndPr/>
            <w:sdtContent>
              <w:p w14:paraId="5A1AEDD7" w14:textId="10993391" w:rsidR="00960F37" w:rsidRDefault="00960F37" w:rsidP="00960F37">
                <w:pPr>
                  <w:jc w:val="both"/>
                </w:pPr>
                <w:r w:rsidRPr="00D64903">
                  <w:t>My beloved mama Mary:</w:t>
                </w:r>
              </w:p>
              <w:p w14:paraId="605C0004" w14:textId="77777777" w:rsidR="00960F37" w:rsidRPr="00D64903" w:rsidRDefault="00960F37" w:rsidP="00960F37">
                <w:pPr>
                  <w:jc w:val="both"/>
                </w:pPr>
              </w:p>
              <w:p w14:paraId="56233AAE" w14:textId="7773F7E5" w:rsidR="00960F37" w:rsidRDefault="00960F37" w:rsidP="00960F37">
                <w:pPr>
                  <w:jc w:val="both"/>
                </w:pPr>
                <w:r w:rsidRPr="00D64903">
                  <w:t xml:space="preserve">It is the graduation day of my son tomorrow. It is a great day of happiness for me and my family. My son has made me so much proud and this is because of your intercessions. The past 10 years of my life had been so tough for me and my family, but we kept believing in you and we had a strong faith in you. You helped us in every step of our life with your intercessions. </w:t>
                </w:r>
              </w:p>
              <w:p w14:paraId="36FA00A2" w14:textId="77777777" w:rsidR="00960F37" w:rsidRPr="00D64903" w:rsidRDefault="00960F37" w:rsidP="00960F37">
                <w:pPr>
                  <w:jc w:val="both"/>
                </w:pPr>
              </w:p>
              <w:p w14:paraId="3280A815" w14:textId="77777777" w:rsidR="00960F37" w:rsidRDefault="00960F37" w:rsidP="00960F37">
                <w:pPr>
                  <w:jc w:val="both"/>
                </w:pPr>
                <w:r w:rsidRPr="00D64903">
                  <w:t>I have no words to say thanks to you on this special Thanksgiving Day. You have made my life heaven by sending blessings to my life through your son Jesus. I hope that you will accept my gratitude I am sending to you. I believe in you has become stronger with time. I am praying for more happiness and strength for my family and my child’s future.</w:t>
                </w:r>
              </w:p>
              <w:p w14:paraId="208EFC6E" w14:textId="2FF704D2" w:rsidR="00960F37" w:rsidRPr="00D64903" w:rsidRDefault="00960F37" w:rsidP="00960F37">
                <w:pPr>
                  <w:jc w:val="both"/>
                </w:pPr>
                <w:r w:rsidRPr="00D64903">
                  <w:t xml:space="preserve"> </w:t>
                </w:r>
              </w:p>
              <w:p w14:paraId="67E8EEC7" w14:textId="1E49F1AB" w:rsidR="000F16D1" w:rsidRPr="000F16D1" w:rsidRDefault="00960F37" w:rsidP="00960F37">
                <w:pPr>
                  <w:jc w:val="both"/>
                </w:pPr>
                <w:r w:rsidRPr="00D64903">
                  <w:t xml:space="preserve">A lot so love, </w:t>
                </w:r>
              </w:p>
            </w:sdtContent>
          </w:sdt>
        </w:tc>
      </w:tr>
      <w:tr w:rsidR="000F16D1" w14:paraId="21ED3743" w14:textId="77777777" w:rsidTr="00960F37">
        <w:trPr>
          <w:trHeight w:val="1872"/>
        </w:trPr>
        <w:tc>
          <w:tcPr>
            <w:tcW w:w="4590" w:type="dxa"/>
            <w:vAlign w:val="center"/>
          </w:tcPr>
          <w:p w14:paraId="55BF2B4E" w14:textId="63CEDB9C" w:rsidR="000F16D1" w:rsidRDefault="000F16D1" w:rsidP="00960F37">
            <w:pPr>
              <w:jc w:val="both"/>
            </w:pPr>
          </w:p>
        </w:tc>
      </w:tr>
    </w:tbl>
    <w:p w14:paraId="10775107" w14:textId="77777777" w:rsidR="00106FD7" w:rsidRDefault="007B5A2E" w:rsidP="003D406C">
      <w:pPr>
        <w:pStyle w:val="GraphicsAnchor"/>
      </w:pPr>
      <w:r>
        <w:rPr>
          <w:noProof/>
        </w:rPr>
        <mc:AlternateContent>
          <mc:Choice Requires="wpg">
            <w:drawing>
              <wp:anchor distT="0" distB="0" distL="114300" distR="114300" simplePos="0" relativeHeight="251694080" behindDoc="1" locked="1" layoutInCell="1" allowOverlap="1" wp14:anchorId="40F185F7" wp14:editId="0CAD2249">
                <wp:simplePos x="0" y="0"/>
                <wp:positionH relativeFrom="column">
                  <wp:posOffset>-914400</wp:posOffset>
                </wp:positionH>
                <wp:positionV relativeFrom="paragraph">
                  <wp:posOffset>-914400</wp:posOffset>
                </wp:positionV>
                <wp:extent cx="8001000" cy="10213848"/>
                <wp:effectExtent l="0" t="0" r="0" b="0"/>
                <wp:wrapNone/>
                <wp:docPr id="94" name="Group 9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8001000" cy="10213848"/>
                          <a:chOff x="0" y="0"/>
                          <a:chExt cx="8001000" cy="10211435"/>
                        </a:xfrm>
                      </wpg:grpSpPr>
                      <wps:wsp>
                        <wps:cNvPr id="1" name="Graphic 17"/>
                        <wps:cNvSpPr/>
                        <wps:spPr>
                          <a:xfrm>
                            <a:off x="7145867" y="0"/>
                            <a:ext cx="630936" cy="4187952"/>
                          </a:xfrm>
                          <a:custGeom>
                            <a:avLst/>
                            <a:gdLst>
                              <a:gd name="connsiteX0" fmla="*/ 627735 w 627735"/>
                              <a:gd name="connsiteY0" fmla="*/ 4184374 h 4184373"/>
                              <a:gd name="connsiteX1" fmla="*/ 454101 w 627735"/>
                              <a:gd name="connsiteY1" fmla="*/ 3895026 h 4184373"/>
                              <a:gd name="connsiteX2" fmla="*/ 361480 w 627735"/>
                              <a:gd name="connsiteY2" fmla="*/ 3223709 h 4184373"/>
                              <a:gd name="connsiteX3" fmla="*/ 37431 w 627735"/>
                              <a:gd name="connsiteY3" fmla="*/ 2193641 h 4184373"/>
                              <a:gd name="connsiteX4" fmla="*/ 164754 w 627735"/>
                              <a:gd name="connsiteY4" fmla="*/ 851134 h 4184373"/>
                              <a:gd name="connsiteX5" fmla="*/ 541549 w 627735"/>
                              <a:gd name="connsiteY5" fmla="*/ 0 h 4184373"/>
                              <a:gd name="connsiteX6" fmla="*/ 627735 w 627735"/>
                              <a:gd name="connsiteY6" fmla="*/ 0 h 4184373"/>
                              <a:gd name="connsiteX7" fmla="*/ 627735 w 627735"/>
                              <a:gd name="connsiteY7" fmla="*/ 4184374 h 4184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27735" h="4184373">
                                <a:moveTo>
                                  <a:pt x="627735" y="4184374"/>
                                </a:moveTo>
                                <a:cubicBezTo>
                                  <a:pt x="627735" y="4184374"/>
                                  <a:pt x="465711" y="3999131"/>
                                  <a:pt x="454101" y="3895026"/>
                                </a:cubicBezTo>
                                <a:cubicBezTo>
                                  <a:pt x="442492" y="3790922"/>
                                  <a:pt x="431009" y="3443654"/>
                                  <a:pt x="361480" y="3223709"/>
                                </a:cubicBezTo>
                                <a:cubicBezTo>
                                  <a:pt x="291951" y="3003764"/>
                                  <a:pt x="72259" y="2425069"/>
                                  <a:pt x="37431" y="2193641"/>
                                </a:cubicBezTo>
                                <a:cubicBezTo>
                                  <a:pt x="2604" y="1962214"/>
                                  <a:pt x="-66673" y="1452922"/>
                                  <a:pt x="164754" y="851134"/>
                                </a:cubicBezTo>
                                <a:cubicBezTo>
                                  <a:pt x="396182" y="249346"/>
                                  <a:pt x="541549" y="0"/>
                                  <a:pt x="541549" y="0"/>
                                </a:cubicBezTo>
                                <a:lnTo>
                                  <a:pt x="627735" y="0"/>
                                </a:lnTo>
                                <a:lnTo>
                                  <a:pt x="627735" y="4184374"/>
                                </a:lnTo>
                                <a:close/>
                              </a:path>
                            </a:pathLst>
                          </a:custGeom>
                          <a:solidFill>
                            <a:schemeClr val="accent1"/>
                          </a:solidFill>
                          <a:ln w="12573"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Graphic 16"/>
                        <wps:cNvSpPr/>
                        <wps:spPr>
                          <a:xfrm>
                            <a:off x="0" y="7679267"/>
                            <a:ext cx="3048000" cy="2380321"/>
                          </a:xfrm>
                          <a:custGeom>
                            <a:avLst/>
                            <a:gdLst>
                              <a:gd name="connsiteX0" fmla="*/ 0 w 3048000"/>
                              <a:gd name="connsiteY0" fmla="*/ 0 h 2380321"/>
                              <a:gd name="connsiteX1" fmla="*/ 0 w 3048000"/>
                              <a:gd name="connsiteY1" fmla="*/ 2380321 h 2380321"/>
                              <a:gd name="connsiteX2" fmla="*/ 3047732 w 3048000"/>
                              <a:gd name="connsiteY2" fmla="*/ 2377792 h 2380321"/>
                              <a:gd name="connsiteX3" fmla="*/ 2688528 w 3048000"/>
                              <a:gd name="connsiteY3" fmla="*/ 2006618 h 2380321"/>
                              <a:gd name="connsiteX4" fmla="*/ 1877383 w 3048000"/>
                              <a:gd name="connsiteY4" fmla="*/ 1229491 h 2380321"/>
                              <a:gd name="connsiteX5" fmla="*/ 1054615 w 3048000"/>
                              <a:gd name="connsiteY5" fmla="*/ 278349 h 2380321"/>
                              <a:gd name="connsiteX6" fmla="*/ 0 w 3048000"/>
                              <a:gd name="connsiteY6" fmla="*/ 0 h 23803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048000" h="2380321">
                                <a:moveTo>
                                  <a:pt x="0" y="0"/>
                                </a:moveTo>
                                <a:lnTo>
                                  <a:pt x="0" y="2380321"/>
                                </a:lnTo>
                                <a:lnTo>
                                  <a:pt x="3047732" y="2377792"/>
                                </a:lnTo>
                                <a:cubicBezTo>
                                  <a:pt x="3047732" y="2377792"/>
                                  <a:pt x="3070853" y="2215411"/>
                                  <a:pt x="2688528" y="2006618"/>
                                </a:cubicBezTo>
                                <a:cubicBezTo>
                                  <a:pt x="2306204" y="1797824"/>
                                  <a:pt x="2062734" y="1612300"/>
                                  <a:pt x="1877383" y="1229491"/>
                                </a:cubicBezTo>
                                <a:cubicBezTo>
                                  <a:pt x="1692033" y="846682"/>
                                  <a:pt x="1486467" y="444650"/>
                                  <a:pt x="1054615" y="278349"/>
                                </a:cubicBezTo>
                                <a:cubicBezTo>
                                  <a:pt x="753278" y="162381"/>
                                  <a:pt x="0" y="0"/>
                                  <a:pt x="0" y="0"/>
                                </a:cubicBezTo>
                                <a:close/>
                              </a:path>
                            </a:pathLst>
                          </a:custGeom>
                          <a:solidFill>
                            <a:schemeClr val="accent2"/>
                          </a:solidFill>
                          <a:ln w="12608" cap="flat">
                            <a:noFill/>
                            <a:prstDash val="solid"/>
                            <a:miter/>
                          </a:ln>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 name="Graphic 19"/>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5257800" y="8763000"/>
                            <a:ext cx="2471420" cy="1334770"/>
                          </a:xfrm>
                          <a:prstGeom prst="rect">
                            <a:avLst/>
                          </a:prstGeom>
                        </pic:spPr>
                      </pic:pic>
                      <pic:pic xmlns:pic="http://schemas.openxmlformats.org/drawingml/2006/picture">
                        <pic:nvPicPr>
                          <pic:cNvPr id="18" name="Graphic 18"/>
                          <pic:cNvPicPr>
                            <a:picLocks noChangeAspect="1"/>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5257800" y="8026400"/>
                            <a:ext cx="2743200" cy="2185035"/>
                          </a:xfrm>
                          <a:prstGeom prst="rect">
                            <a:avLst/>
                          </a:prstGeom>
                        </pic:spPr>
                      </pic:pic>
                    </wpg:wgp>
                  </a:graphicData>
                </a:graphic>
                <wp14:sizeRelV relativeFrom="margin">
                  <wp14:pctHeight>0</wp14:pctHeight>
                </wp14:sizeRelV>
              </wp:anchor>
            </w:drawing>
          </mc:Choice>
          <mc:Fallback>
            <w:pict>
              <v:group w14:anchorId="08BDBDB0" id="Group 94" o:spid="_x0000_s1026" alt="&quot;&quot;" style="position:absolute;margin-left:-1in;margin-top:-1in;width:630pt;height:804.25pt;z-index:-251622400;mso-height-relative:margin" coordsize="80010,10211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">
                <v:shape id="Graphic 17" o:spid="_x0000_s1027" style="position:absolute;left:71458;width:6310;height:41879;visibility:visible;mso-wrap-style:square;v-text-anchor:middle" coordsize="627735,4184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" path="m627735,4184374v,,-162024,-185243,-173634,-289348c442492,3790922,431009,3443654,361480,3223709,291951,3003764,72259,2425069,37431,2193641,2604,1962214,-66673,1452922,164754,851134,396182,249346,541549,,541549,r86186,l627735,4184374xe" fillcolor="#c9824d [3204]" stroked="f" strokeweight=".99pt">
                  <v:stroke joinstyle="miter"/>
                  <v:path arrowok="t" o:connecttype="custom" o:connectlocs="630936,4187953;456417,3898358;363323,3226466;37622,2195517;165594,851862;544311,0;630936,0;630936,4187953" o:connectangles="0,0,0,0,0,0,0,0"/>
                </v:shape>
                <v:shape id="Graphic 16" o:spid="_x0000_s1028" style="position:absolute;top:76792;width:30480;height:23803;visibility:visible;mso-wrap-style:square;v-text-anchor:middle" coordsize="3048000,2380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" path="m,l,2380321r3047732,-2529c3047732,2377792,3070853,2215411,2688528,2006618,2306204,1797824,2062734,1612300,1877383,1229491,1692033,846682,1486467,444650,1054615,278349,753278,162381,,,,xe" fillcolor="#c4cfc9 [3205]" stroked="f" strokeweight=".35022mm">
                  <v:stroke joinstyle="miter"/>
                  <v:path arrowok="t" o:connecttype="custom" o:connectlocs="0,0;0,2380321;3047732,2377792;2688528,2006618;1877383,1229491;1054615,278349;0,0" o:connectangles="0,0,0,0,0,0,0"/>
                </v:shape>
                <v:shape id="Graphic 19" o:spid="_x0000_s1029" type="#_x0000_t75" style="position:absolute;left:52578;top:87630;width:24714;height:133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">
                  <v:imagedata r:id="rId22" o:title=""/>
                </v:shape>
                <v:shape id="Graphic 18" o:spid="_x0000_s1030" type="#_x0000_t75" style="position:absolute;left:52578;top:80264;width:27432;height:218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">
                  <v:imagedata r:id="rId23" o:title=""/>
                </v:shape>
                <w10:anchorlock/>
              </v:group>
            </w:pict>
          </mc:Fallback>
        </mc:AlternateContent>
      </w:r>
    </w:p>
    <w:sectPr w:rsidR="00106FD7" w:rsidSect="00960F3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1F1A54" w14:textId="77777777" w:rsidR="00185A7E" w:rsidRDefault="00185A7E" w:rsidP="00AD0086">
      <w:pPr>
        <w:spacing w:after="0" w:line="240" w:lineRule="auto"/>
      </w:pPr>
      <w:r>
        <w:separator/>
      </w:r>
    </w:p>
  </w:endnote>
  <w:endnote w:type="continuationSeparator" w:id="0">
    <w:p w14:paraId="295F9F3B" w14:textId="77777777" w:rsidR="00185A7E" w:rsidRDefault="00185A7E" w:rsidP="00AD0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ras Light ITC">
    <w:panose1 w:val="020B04020305040208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he Serif Hand">
    <w:charset w:val="00"/>
    <w:family w:val="script"/>
    <w:pitch w:val="variable"/>
    <w:sig w:usb0="8000002F" w:usb1="0000000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D38ECD" w14:textId="77777777" w:rsidR="00185A7E" w:rsidRDefault="00185A7E" w:rsidP="00AD0086">
      <w:pPr>
        <w:spacing w:after="0" w:line="240" w:lineRule="auto"/>
      </w:pPr>
      <w:r>
        <w:separator/>
      </w:r>
    </w:p>
  </w:footnote>
  <w:footnote w:type="continuationSeparator" w:id="0">
    <w:p w14:paraId="77B44948" w14:textId="77777777" w:rsidR="00185A7E" w:rsidRDefault="00185A7E" w:rsidP="00AD00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0NDM0M7M0MzQwMTJQ0lEKTi0uzszPAykwrAUA+YV2hiwAAAA="/>
  </w:docVars>
  <w:rsids>
    <w:rsidRoot w:val="00960F37"/>
    <w:rsid w:val="000529AE"/>
    <w:rsid w:val="000E0205"/>
    <w:rsid w:val="000F16D1"/>
    <w:rsid w:val="00106FD7"/>
    <w:rsid w:val="001378A3"/>
    <w:rsid w:val="00140AF9"/>
    <w:rsid w:val="00185A7E"/>
    <w:rsid w:val="001B3BB3"/>
    <w:rsid w:val="001C05B1"/>
    <w:rsid w:val="00221363"/>
    <w:rsid w:val="002401DF"/>
    <w:rsid w:val="002437A3"/>
    <w:rsid w:val="00244448"/>
    <w:rsid w:val="00245A09"/>
    <w:rsid w:val="00252C5A"/>
    <w:rsid w:val="002942E5"/>
    <w:rsid w:val="002F77D8"/>
    <w:rsid w:val="00351BF5"/>
    <w:rsid w:val="00354FED"/>
    <w:rsid w:val="003B0393"/>
    <w:rsid w:val="003D406C"/>
    <w:rsid w:val="003D5856"/>
    <w:rsid w:val="00431C2D"/>
    <w:rsid w:val="004477DA"/>
    <w:rsid w:val="0045429D"/>
    <w:rsid w:val="00457670"/>
    <w:rsid w:val="004B69F5"/>
    <w:rsid w:val="004D4C70"/>
    <w:rsid w:val="004E78C0"/>
    <w:rsid w:val="00561A60"/>
    <w:rsid w:val="005648DB"/>
    <w:rsid w:val="005D069B"/>
    <w:rsid w:val="005F1D0C"/>
    <w:rsid w:val="006311F3"/>
    <w:rsid w:val="00681622"/>
    <w:rsid w:val="006B369E"/>
    <w:rsid w:val="00723F07"/>
    <w:rsid w:val="00736A0D"/>
    <w:rsid w:val="007B5A2E"/>
    <w:rsid w:val="007B7D01"/>
    <w:rsid w:val="007D046B"/>
    <w:rsid w:val="007E4B92"/>
    <w:rsid w:val="007E5402"/>
    <w:rsid w:val="008323C0"/>
    <w:rsid w:val="00892804"/>
    <w:rsid w:val="008A1F2C"/>
    <w:rsid w:val="008A32C4"/>
    <w:rsid w:val="008C065D"/>
    <w:rsid w:val="008C1EC9"/>
    <w:rsid w:val="008C2266"/>
    <w:rsid w:val="008D7AF5"/>
    <w:rsid w:val="008E16BF"/>
    <w:rsid w:val="00913318"/>
    <w:rsid w:val="00920B96"/>
    <w:rsid w:val="0096077E"/>
    <w:rsid w:val="00960F37"/>
    <w:rsid w:val="00990C7C"/>
    <w:rsid w:val="009A20E8"/>
    <w:rsid w:val="00A75374"/>
    <w:rsid w:val="00A81E7A"/>
    <w:rsid w:val="00AD0086"/>
    <w:rsid w:val="00B208B9"/>
    <w:rsid w:val="00B67351"/>
    <w:rsid w:val="00B70F40"/>
    <w:rsid w:val="00B846AD"/>
    <w:rsid w:val="00B95D01"/>
    <w:rsid w:val="00C719DE"/>
    <w:rsid w:val="00CA1F3F"/>
    <w:rsid w:val="00CB1224"/>
    <w:rsid w:val="00CF5D7F"/>
    <w:rsid w:val="00D12418"/>
    <w:rsid w:val="00D45678"/>
    <w:rsid w:val="00DB4643"/>
    <w:rsid w:val="00ED6A3D"/>
    <w:rsid w:val="00EE358C"/>
    <w:rsid w:val="00F119FB"/>
    <w:rsid w:val="00F2583A"/>
    <w:rsid w:val="00F31E72"/>
    <w:rsid w:val="00F43EE4"/>
    <w:rsid w:val="00F85A0F"/>
    <w:rsid w:val="00F937D3"/>
    <w:rsid w:val="00FA0F3D"/>
    <w:rsid w:val="00FC7126"/>
    <w:rsid w:val="00FD0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B3D1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B92"/>
    <w:pPr>
      <w:jc w:val="center"/>
    </w:pPr>
    <w:rPr>
      <w:color w:val="492C3E" w:themeColor="text2"/>
      <w:sz w:val="32"/>
    </w:rPr>
  </w:style>
  <w:style w:type="paragraph" w:styleId="Heading1">
    <w:name w:val="heading 1"/>
    <w:basedOn w:val="Normal"/>
    <w:next w:val="Normal"/>
    <w:link w:val="Heading1Char"/>
    <w:uiPriority w:val="9"/>
    <w:qFormat/>
    <w:rsid w:val="007E4B92"/>
    <w:pPr>
      <w:spacing w:after="0" w:line="240" w:lineRule="auto"/>
      <w:outlineLvl w:val="0"/>
    </w:pPr>
    <w:rPr>
      <w:rFonts w:asciiTheme="majorHAnsi" w:hAnsiTheme="majorHAnsi"/>
      <w:b/>
      <w:bCs/>
      <w:noProof/>
      <w:sz w:val="180"/>
      <w:szCs w:val="144"/>
    </w:rPr>
  </w:style>
  <w:style w:type="paragraph" w:styleId="Heading2">
    <w:name w:val="heading 2"/>
    <w:basedOn w:val="Normal"/>
    <w:next w:val="Normal"/>
    <w:link w:val="Heading2Char"/>
    <w:uiPriority w:val="9"/>
    <w:qFormat/>
    <w:rsid w:val="0045429D"/>
    <w:pPr>
      <w:spacing w:after="0" w:line="192" w:lineRule="auto"/>
      <w:outlineLvl w:val="1"/>
    </w:pPr>
    <w:rPr>
      <w:rFonts w:asciiTheme="majorHAnsi" w:hAnsiTheme="majorHAnsi"/>
      <w:b/>
      <w:bCs/>
      <w:sz w:val="64"/>
      <w:szCs w:val="72"/>
    </w:rPr>
  </w:style>
  <w:style w:type="paragraph" w:styleId="Heading3">
    <w:name w:val="heading 3"/>
    <w:basedOn w:val="Normal"/>
    <w:next w:val="Normal"/>
    <w:link w:val="Heading3Char"/>
    <w:uiPriority w:val="9"/>
    <w:qFormat/>
    <w:rsid w:val="0045429D"/>
    <w:pPr>
      <w:keepNext/>
      <w:keepLines/>
      <w:spacing w:before="40" w:after="0" w:line="192" w:lineRule="auto"/>
      <w:outlineLvl w:val="2"/>
    </w:pPr>
    <w:rPr>
      <w:rFonts w:asciiTheme="majorHAnsi" w:eastAsiaTheme="majorEastAsia" w:hAnsiTheme="majorHAnsi" w:cstheme="majorBidi"/>
      <w:b/>
      <w:sz w:val="14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3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rsid w:val="004B69F5"/>
    <w:rPr>
      <w:color w:val="492C3E" w:themeColor="hyperlink"/>
      <w:u w:val="single"/>
    </w:rPr>
  </w:style>
  <w:style w:type="character" w:styleId="UnresolvedMention">
    <w:name w:val="Unresolved Mention"/>
    <w:basedOn w:val="DefaultParagraphFont"/>
    <w:uiPriority w:val="99"/>
    <w:semiHidden/>
    <w:unhideWhenUsed/>
    <w:rsid w:val="004B69F5"/>
    <w:rPr>
      <w:color w:val="605E5C"/>
      <w:shd w:val="clear" w:color="auto" w:fill="E1DFDD"/>
    </w:rPr>
  </w:style>
  <w:style w:type="character" w:customStyle="1" w:styleId="Heading1Char">
    <w:name w:val="Heading 1 Char"/>
    <w:basedOn w:val="DefaultParagraphFont"/>
    <w:link w:val="Heading1"/>
    <w:uiPriority w:val="9"/>
    <w:rsid w:val="007E4B92"/>
    <w:rPr>
      <w:rFonts w:asciiTheme="majorHAnsi" w:hAnsiTheme="majorHAnsi"/>
      <w:b/>
      <w:bCs/>
      <w:noProof/>
      <w:color w:val="492C3E" w:themeColor="text2"/>
      <w:sz w:val="180"/>
      <w:szCs w:val="144"/>
    </w:rPr>
  </w:style>
  <w:style w:type="character" w:customStyle="1" w:styleId="Heading2Char">
    <w:name w:val="Heading 2 Char"/>
    <w:basedOn w:val="DefaultParagraphFont"/>
    <w:link w:val="Heading2"/>
    <w:uiPriority w:val="9"/>
    <w:rsid w:val="007E4B92"/>
    <w:rPr>
      <w:rFonts w:asciiTheme="majorHAnsi" w:hAnsiTheme="majorHAnsi"/>
      <w:b/>
      <w:bCs/>
      <w:color w:val="492C3E" w:themeColor="text2"/>
      <w:sz w:val="64"/>
      <w:szCs w:val="72"/>
    </w:rPr>
  </w:style>
  <w:style w:type="character" w:customStyle="1" w:styleId="Heading3Char">
    <w:name w:val="Heading 3 Char"/>
    <w:basedOn w:val="DefaultParagraphFont"/>
    <w:link w:val="Heading3"/>
    <w:uiPriority w:val="9"/>
    <w:rsid w:val="007E4B92"/>
    <w:rPr>
      <w:rFonts w:asciiTheme="majorHAnsi" w:eastAsiaTheme="majorEastAsia" w:hAnsiTheme="majorHAnsi" w:cstheme="majorBidi"/>
      <w:b/>
      <w:color w:val="492C3E" w:themeColor="text2"/>
      <w:sz w:val="144"/>
      <w:szCs w:val="24"/>
    </w:rPr>
  </w:style>
  <w:style w:type="paragraph" w:styleId="Title">
    <w:name w:val="Title"/>
    <w:basedOn w:val="Heading2"/>
    <w:next w:val="Normal"/>
    <w:link w:val="TitleChar"/>
    <w:uiPriority w:val="10"/>
    <w:qFormat/>
    <w:rsid w:val="00431C2D"/>
    <w:pPr>
      <w:spacing w:after="120"/>
    </w:pPr>
    <w:rPr>
      <w:sz w:val="56"/>
    </w:rPr>
  </w:style>
  <w:style w:type="character" w:customStyle="1" w:styleId="TitleChar">
    <w:name w:val="Title Char"/>
    <w:basedOn w:val="DefaultParagraphFont"/>
    <w:link w:val="Title"/>
    <w:uiPriority w:val="10"/>
    <w:rsid w:val="00431C2D"/>
    <w:rPr>
      <w:rFonts w:asciiTheme="majorHAnsi" w:hAnsiTheme="majorHAnsi"/>
      <w:b/>
      <w:bCs/>
      <w:color w:val="492C3E" w:themeColor="text2"/>
      <w:sz w:val="56"/>
      <w:szCs w:val="72"/>
    </w:rPr>
  </w:style>
  <w:style w:type="paragraph" w:styleId="Subtitle">
    <w:name w:val="Subtitle"/>
    <w:basedOn w:val="Normal"/>
    <w:next w:val="Normal"/>
    <w:link w:val="SubtitleChar"/>
    <w:uiPriority w:val="11"/>
    <w:rsid w:val="00920B96"/>
    <w:pPr>
      <w:spacing w:after="0" w:line="240" w:lineRule="auto"/>
    </w:pPr>
  </w:style>
  <w:style w:type="character" w:customStyle="1" w:styleId="SubtitleChar">
    <w:name w:val="Subtitle Char"/>
    <w:basedOn w:val="DefaultParagraphFont"/>
    <w:link w:val="Subtitle"/>
    <w:uiPriority w:val="11"/>
    <w:rsid w:val="00920B96"/>
    <w:rPr>
      <w:color w:val="492C3E" w:themeColor="text2"/>
      <w:sz w:val="32"/>
    </w:rPr>
  </w:style>
  <w:style w:type="paragraph" w:customStyle="1" w:styleId="GraphicsAnchor">
    <w:name w:val="Graphics Anchor"/>
    <w:basedOn w:val="Normal"/>
    <w:qFormat/>
    <w:rsid w:val="008323C0"/>
    <w:pPr>
      <w:spacing w:after="0"/>
      <w:jc w:val="left"/>
    </w:pPr>
    <w:rPr>
      <w:color w:val="auto"/>
      <w:sz w:val="14"/>
      <w:szCs w:val="8"/>
    </w:rPr>
  </w:style>
  <w:style w:type="character" w:styleId="PlaceholderText">
    <w:name w:val="Placeholder Text"/>
    <w:basedOn w:val="DefaultParagraphFont"/>
    <w:uiPriority w:val="99"/>
    <w:semiHidden/>
    <w:rsid w:val="000F16D1"/>
    <w:rPr>
      <w:color w:val="808080"/>
    </w:rPr>
  </w:style>
  <w:style w:type="paragraph" w:styleId="Header">
    <w:name w:val="header"/>
    <w:basedOn w:val="Normal"/>
    <w:link w:val="HeaderChar"/>
    <w:uiPriority w:val="99"/>
    <w:unhideWhenUsed/>
    <w:rsid w:val="00AD00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086"/>
    <w:rPr>
      <w:color w:val="492C3E" w:themeColor="text2"/>
      <w:sz w:val="32"/>
    </w:rPr>
  </w:style>
  <w:style w:type="paragraph" w:styleId="Footer">
    <w:name w:val="footer"/>
    <w:basedOn w:val="Normal"/>
    <w:link w:val="FooterChar"/>
    <w:uiPriority w:val="99"/>
    <w:unhideWhenUsed/>
    <w:rsid w:val="00AD00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086"/>
    <w:rPr>
      <w:color w:val="492C3E" w:themeColor="text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3.svg"/><Relationship Id="rId7" Type="http://schemas.openxmlformats.org/officeDocument/2006/relationships/footnotes" Target="footnotes.xml"/><Relationship Id="rId12" Type="http://schemas.openxmlformats.org/officeDocument/2006/relationships/image" Target="media/image4.svg"/><Relationship Id="rId17" Type="http://schemas.openxmlformats.org/officeDocument/2006/relationships/image" Target="media/image9.png"/><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svg"/><Relationship Id="rId19" Type="http://schemas.openxmlformats.org/officeDocument/2006/relationships/image" Target="media/image11.sv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svg"/><Relationship Id="rId22"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hanksgiving%20flye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C142740683D470B8827C70E5CD3CF5D"/>
        <w:category>
          <w:name w:val="General"/>
          <w:gallery w:val="placeholder"/>
        </w:category>
        <w:types>
          <w:type w:val="bbPlcHdr"/>
        </w:types>
        <w:behaviors>
          <w:behavior w:val="content"/>
        </w:behaviors>
        <w:guid w:val="{249371CB-E393-4C81-8A8C-9AD0DD490E0A}"/>
      </w:docPartPr>
      <w:docPartBody>
        <w:p w:rsidR="00000000" w:rsidRDefault="006B5B84">
          <w:pPr>
            <w:pStyle w:val="6C142740683D470B8827C70E5CD3CF5D"/>
          </w:pPr>
          <w:r w:rsidRPr="000F16D1">
            <w:t xml:space="preserve">HAPPY </w:t>
          </w:r>
          <w:r w:rsidRPr="00DB4643">
            <w:t>Thanksgiving</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ras Light ITC">
    <w:panose1 w:val="020B04020305040208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he Serif Hand">
    <w:charset w:val="00"/>
    <w:family w:val="script"/>
    <w:pitch w:val="variable"/>
    <w:sig w:usb0="8000002F" w:usb1="0000000A"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5B84"/>
    <w:rsid w:val="006B5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C142740683D470B8827C70E5CD3CF5D">
    <w:name w:val="6C142740683D470B8827C70E5CD3CF5D"/>
  </w:style>
  <w:style w:type="paragraph" w:customStyle="1" w:styleId="65A43301F06F438786D9DFFDDED07797">
    <w:name w:val="65A43301F06F438786D9DFFDDED07797"/>
  </w:style>
  <w:style w:type="paragraph" w:customStyle="1" w:styleId="F12D6ECDA546435784FC1CE9810D7B6D">
    <w:name w:val="F12D6ECDA546435784FC1CE9810D7B6D"/>
  </w:style>
  <w:style w:type="paragraph" w:customStyle="1" w:styleId="70DEB46BA7764AE69B27DAF6659BE2EE">
    <w:name w:val="70DEB46BA7764AE69B27DAF6659BE2EE"/>
  </w:style>
  <w:style w:type="paragraph" w:customStyle="1" w:styleId="F738287F3ED24E5DAF7BD7AAFB2DE57E">
    <w:name w:val="F738287F3ED24E5DAF7BD7AAFB2DE57E"/>
  </w:style>
  <w:style w:type="paragraph" w:customStyle="1" w:styleId="3D3396B7AD6146909EE025F3B28CCE20">
    <w:name w:val="3D3396B7AD6146909EE025F3B28CCE20"/>
  </w:style>
  <w:style w:type="paragraph" w:customStyle="1" w:styleId="08C741C6793C497B82AAE8CF6BF095AE">
    <w:name w:val="08C741C6793C497B82AAE8CF6BF095AE"/>
  </w:style>
  <w:style w:type="paragraph" w:customStyle="1" w:styleId="6E15BA7288044857A62E0724630A3236">
    <w:name w:val="6E15BA7288044857A62E0724630A3236"/>
  </w:style>
  <w:style w:type="paragraph" w:customStyle="1" w:styleId="E6A09380105842749E31F621CDA06A62">
    <w:name w:val="E6A09380105842749E31F621CDA06A62"/>
  </w:style>
  <w:style w:type="paragraph" w:customStyle="1" w:styleId="F521F436D2C2446DBFF6FF49F8E759E7">
    <w:name w:val="F521F436D2C2446DBFF6FF49F8E759E7"/>
  </w:style>
  <w:style w:type="paragraph" w:customStyle="1" w:styleId="7649EF43B9EC488DBDD5F13C41E3DA92">
    <w:name w:val="7649EF43B9EC488DBDD5F13C41E3DA92"/>
  </w:style>
  <w:style w:type="paragraph" w:customStyle="1" w:styleId="CCB3910A4046473894EF60104E07353C">
    <w:name w:val="CCB3910A4046473894EF60104E07353C"/>
  </w:style>
  <w:style w:type="paragraph" w:customStyle="1" w:styleId="F3426F31E2CA4D439A86DB104C6A919E">
    <w:name w:val="F3426F31E2CA4D439A86DB104C6A919E"/>
  </w:style>
  <w:style w:type="paragraph" w:customStyle="1" w:styleId="8839B003DEED44F5B21E9799BB125566">
    <w:name w:val="8839B003DEED44F5B21E9799BB125566"/>
  </w:style>
  <w:style w:type="paragraph" w:customStyle="1" w:styleId="9B9D7191A4584F009319061883D2A979">
    <w:name w:val="9B9D7191A4584F009319061883D2A979"/>
  </w:style>
  <w:style w:type="paragraph" w:customStyle="1" w:styleId="B51047268F844431A640A6303DFA98A1">
    <w:name w:val="B51047268F844431A640A6303DFA98A1"/>
  </w:style>
  <w:style w:type="paragraph" w:customStyle="1" w:styleId="A8FEE2F6F8BA4B728CA991C74B7E4F33">
    <w:name w:val="A8FEE2F6F8BA4B728CA991C74B7E4F33"/>
  </w:style>
  <w:style w:type="paragraph" w:customStyle="1" w:styleId="BB3B079CD56C4E7BA4804DC172A553F8">
    <w:name w:val="BB3B079CD56C4E7BA4804DC172A553F8"/>
  </w:style>
  <w:style w:type="paragraph" w:customStyle="1" w:styleId="52C84A13145644C699313D8A65E9B168">
    <w:name w:val="52C84A13145644C699313D8A65E9B168"/>
  </w:style>
  <w:style w:type="paragraph" w:customStyle="1" w:styleId="1EB871AEC8A540FABA9479A04C0B6BD8">
    <w:name w:val="1EB871AEC8A540FABA9479A04C0B6BD8"/>
  </w:style>
  <w:style w:type="paragraph" w:customStyle="1" w:styleId="872195C27FD64D2DA83C753AC79AFA77">
    <w:name w:val="872195C27FD64D2DA83C753AC79AFA7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Thanksgiving">
      <a:dk1>
        <a:sysClr val="windowText" lastClr="000000"/>
      </a:dk1>
      <a:lt1>
        <a:sysClr val="window" lastClr="FFFFFF"/>
      </a:lt1>
      <a:dk2>
        <a:srgbClr val="492C3E"/>
      </a:dk2>
      <a:lt2>
        <a:srgbClr val="E2E2E2"/>
      </a:lt2>
      <a:accent1>
        <a:srgbClr val="C9824D"/>
      </a:accent1>
      <a:accent2>
        <a:srgbClr val="C4CFC9"/>
      </a:accent2>
      <a:accent3>
        <a:srgbClr val="E49974"/>
      </a:accent3>
      <a:accent4>
        <a:srgbClr val="B8A279"/>
      </a:accent4>
      <a:accent5>
        <a:srgbClr val="E0CCBF"/>
      </a:accent5>
      <a:accent6>
        <a:srgbClr val="FAE6C5"/>
      </a:accent6>
      <a:hlink>
        <a:srgbClr val="492C3E"/>
      </a:hlink>
      <a:folHlink>
        <a:srgbClr val="E5A380"/>
      </a:folHlink>
    </a:clrScheme>
    <a:fontScheme name="Custom 16">
      <a:majorFont>
        <a:latin typeface="The Serif Hand"/>
        <a:ea typeface=""/>
        <a:cs typeface=""/>
      </a:majorFont>
      <a:minorFont>
        <a:latin typeface="Eras Light ITC"/>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6e97fa315356fffbdcd9876fe988c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4b8f0def80e6d70ce3def20c90759a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Props1.xml><?xml version="1.0" encoding="utf-8"?>
<ds:datastoreItem xmlns:ds="http://schemas.openxmlformats.org/officeDocument/2006/customXml" ds:itemID="{B957518A-3B77-48E4-944C-267A9C41F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4C5CCF-C01F-48DE-A331-F16B74340E6D}">
  <ds:schemaRefs>
    <ds:schemaRef ds:uri="http://schemas.microsoft.com/sharepoint/v3/contenttype/forms"/>
  </ds:schemaRefs>
</ds:datastoreItem>
</file>

<file path=customXml/itemProps3.xml><?xml version="1.0" encoding="utf-8"?>
<ds:datastoreItem xmlns:ds="http://schemas.openxmlformats.org/officeDocument/2006/customXml" ds:itemID="{FC5F8F03-87B2-4DF7-9B46-6A7B630E6E24}">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Thanksgiving flyer.dotx</Template>
  <TotalTime>0</TotalTime>
  <Pages>1</Pages>
  <Words>115</Words>
  <Characters>656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2020-11-28T08:49:00Z</dcterms:created>
  <dcterms:modified xsi:type="dcterms:W3CDTF">2020-11-28T08:54:00Z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