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4D2CB" w14:textId="77777777" w:rsidR="00E711E5" w:rsidRDefault="00E711E5">
      <w:pPr>
        <w:pStyle w:val="NoSpacing"/>
        <w:rPr>
          <w:sz w:val="12"/>
          <w:szCs w:val="12"/>
        </w:rPr>
      </w:pPr>
    </w:p>
    <w:tbl>
      <w:tblPr>
        <w:tblStyle w:val="GridTable4-Accent2"/>
        <w:tblW w:w="5968" w:type="pct"/>
        <w:tblInd w:w="-1895" w:type="dxa"/>
        <w:tblLook w:val="0620" w:firstRow="1" w:lastRow="0" w:firstColumn="0" w:lastColumn="0" w:noHBand="1" w:noVBand="1"/>
        <w:tblDescription w:val="Gift list"/>
      </w:tblPr>
      <w:tblGrid>
        <w:gridCol w:w="1616"/>
        <w:gridCol w:w="4415"/>
        <w:gridCol w:w="5129"/>
      </w:tblGrid>
      <w:tr w:rsidR="00C02806" w14:paraId="6770CB72" w14:textId="77777777" w:rsidTr="009560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3"/>
        </w:trPr>
        <w:tc>
          <w:tcPr>
            <w:tcW w:w="724" w:type="pct"/>
            <w:vAlign w:val="center"/>
          </w:tcPr>
          <w:p w14:paraId="6A67ADDB" w14:textId="77777777" w:rsidR="00C02806" w:rsidRPr="00BC19F6" w:rsidRDefault="00C02806" w:rsidP="0049367A">
            <w:pPr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978" w:type="pct"/>
            <w:vAlign w:val="center"/>
          </w:tcPr>
          <w:p w14:paraId="26858AEB" w14:textId="77777777" w:rsidR="00C02806" w:rsidRPr="0095608A" w:rsidRDefault="009734E7" w:rsidP="0049367A">
            <w:pPr>
              <w:pStyle w:val="Header"/>
              <w:rPr>
                <w:sz w:val="28"/>
                <w:szCs w:val="26"/>
              </w:rPr>
            </w:pPr>
            <w:r w:rsidRPr="0095608A">
              <w:rPr>
                <w:sz w:val="28"/>
                <w:szCs w:val="26"/>
              </w:rPr>
              <w:t>NAME</w:t>
            </w:r>
          </w:p>
        </w:tc>
        <w:tc>
          <w:tcPr>
            <w:tcW w:w="2298" w:type="pct"/>
            <w:vAlign w:val="center"/>
          </w:tcPr>
          <w:p w14:paraId="6C2F2379" w14:textId="77777777" w:rsidR="00C02806" w:rsidRPr="0095608A" w:rsidRDefault="009734E7" w:rsidP="0049367A">
            <w:pPr>
              <w:pStyle w:val="Header"/>
              <w:rPr>
                <w:sz w:val="28"/>
                <w:szCs w:val="26"/>
              </w:rPr>
            </w:pPr>
            <w:r w:rsidRPr="0095608A">
              <w:rPr>
                <w:sz w:val="28"/>
                <w:szCs w:val="26"/>
              </w:rPr>
              <w:t>DISH PROVIDING</w:t>
            </w:r>
          </w:p>
        </w:tc>
      </w:tr>
      <w:tr w:rsidR="0095608A" w14:paraId="4F80E363" w14:textId="77777777" w:rsidTr="0095608A">
        <w:trPr>
          <w:trHeight w:val="573"/>
        </w:trPr>
        <w:sdt>
          <w:sdtPr>
            <w:id w:val="1135838715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724" w:type="pct"/>
                <w:vAlign w:val="center"/>
              </w:tcPr>
              <w:p w14:paraId="6D39C33B" w14:textId="1EA4583E" w:rsidR="0095608A" w:rsidRDefault="0095608A" w:rsidP="0095608A">
                <w:pPr>
                  <w:pStyle w:val="Checkbox"/>
                </w:pPr>
                <w:r>
                  <w:rPr>
                    <w:rFonts w:hint="eastAsia"/>
                  </w:rPr>
                  <w:t>☐</w:t>
                </w:r>
              </w:p>
            </w:tc>
          </w:sdtContent>
        </w:sdt>
        <w:tc>
          <w:tcPr>
            <w:tcW w:w="1978" w:type="pct"/>
            <w:vAlign w:val="center"/>
          </w:tcPr>
          <w:p w14:paraId="5C03A113" w14:textId="77777777" w:rsidR="0095608A" w:rsidRDefault="0095608A" w:rsidP="0095608A"/>
        </w:tc>
        <w:tc>
          <w:tcPr>
            <w:tcW w:w="2298" w:type="pct"/>
            <w:vAlign w:val="center"/>
          </w:tcPr>
          <w:p w14:paraId="12472C73" w14:textId="77777777" w:rsidR="0095608A" w:rsidRDefault="0095608A" w:rsidP="0095608A"/>
        </w:tc>
      </w:tr>
      <w:tr w:rsidR="00C02806" w14:paraId="4FE33018" w14:textId="77777777" w:rsidTr="0095608A">
        <w:trPr>
          <w:trHeight w:val="573"/>
        </w:trPr>
        <w:sdt>
          <w:sdtPr>
            <w:id w:val="-1997100956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vAlign w:val="center"/>
              </w:tcPr>
              <w:p w14:paraId="1EA01BDE" w14:textId="77777777" w:rsidR="00C02806" w:rsidRDefault="00C02806" w:rsidP="0049367A">
                <w:pPr>
                  <w:pStyle w:val="Checkbox"/>
                </w:pPr>
                <w:r>
                  <w:rPr>
                    <w:rFonts w:hint="eastAsia"/>
                  </w:rPr>
                  <w:t>☐</w:t>
                </w:r>
              </w:p>
            </w:tc>
          </w:sdtContent>
        </w:sdt>
        <w:tc>
          <w:tcPr>
            <w:tcW w:w="1978" w:type="pct"/>
            <w:vAlign w:val="center"/>
          </w:tcPr>
          <w:p w14:paraId="7F59D163" w14:textId="77777777" w:rsidR="00C02806" w:rsidRDefault="00C02806" w:rsidP="0049367A"/>
        </w:tc>
        <w:tc>
          <w:tcPr>
            <w:tcW w:w="2298" w:type="pct"/>
            <w:vAlign w:val="center"/>
          </w:tcPr>
          <w:p w14:paraId="33C2B695" w14:textId="77777777" w:rsidR="00C02806" w:rsidRDefault="00C02806" w:rsidP="0049367A"/>
        </w:tc>
      </w:tr>
      <w:tr w:rsidR="00C02806" w14:paraId="65BD26E6" w14:textId="77777777" w:rsidTr="0095608A">
        <w:trPr>
          <w:trHeight w:val="573"/>
        </w:trPr>
        <w:sdt>
          <w:sdtPr>
            <w:id w:val="1553961547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vAlign w:val="center"/>
              </w:tcPr>
              <w:p w14:paraId="59B8EAE0" w14:textId="77777777" w:rsidR="00C02806" w:rsidRDefault="00C02806" w:rsidP="0049367A">
                <w:pPr>
                  <w:pStyle w:val="Checkbox"/>
                </w:pPr>
                <w:r>
                  <w:rPr>
                    <w:rFonts w:hint="eastAsia"/>
                  </w:rPr>
                  <w:t>☐</w:t>
                </w:r>
              </w:p>
            </w:tc>
          </w:sdtContent>
        </w:sdt>
        <w:tc>
          <w:tcPr>
            <w:tcW w:w="1978" w:type="pct"/>
            <w:vAlign w:val="center"/>
          </w:tcPr>
          <w:p w14:paraId="26176B45" w14:textId="77777777" w:rsidR="00C02806" w:rsidRDefault="00C02806" w:rsidP="0049367A"/>
        </w:tc>
        <w:tc>
          <w:tcPr>
            <w:tcW w:w="2298" w:type="pct"/>
            <w:vAlign w:val="center"/>
          </w:tcPr>
          <w:p w14:paraId="6B7AEC03" w14:textId="77777777" w:rsidR="00C02806" w:rsidRDefault="00C02806" w:rsidP="0049367A"/>
        </w:tc>
      </w:tr>
      <w:tr w:rsidR="00C02806" w14:paraId="019D2ECF" w14:textId="77777777" w:rsidTr="0095608A">
        <w:trPr>
          <w:trHeight w:val="573"/>
        </w:trPr>
        <w:sdt>
          <w:sdtPr>
            <w:id w:val="-1188361139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vAlign w:val="center"/>
              </w:tcPr>
              <w:p w14:paraId="248A307B" w14:textId="77777777" w:rsidR="00C02806" w:rsidRDefault="00C02806" w:rsidP="0049367A">
                <w:pPr>
                  <w:pStyle w:val="Checkbox"/>
                </w:pPr>
                <w:r>
                  <w:rPr>
                    <w:rFonts w:hint="eastAsia"/>
                  </w:rPr>
                  <w:t>☐</w:t>
                </w:r>
              </w:p>
            </w:tc>
          </w:sdtContent>
        </w:sdt>
        <w:tc>
          <w:tcPr>
            <w:tcW w:w="1978" w:type="pct"/>
            <w:vAlign w:val="center"/>
          </w:tcPr>
          <w:p w14:paraId="647299E0" w14:textId="77777777" w:rsidR="00C02806" w:rsidRDefault="00C02806" w:rsidP="0049367A"/>
        </w:tc>
        <w:tc>
          <w:tcPr>
            <w:tcW w:w="2298" w:type="pct"/>
            <w:vAlign w:val="center"/>
          </w:tcPr>
          <w:p w14:paraId="1B861340" w14:textId="77777777" w:rsidR="00C02806" w:rsidRDefault="00C02806" w:rsidP="0049367A"/>
        </w:tc>
      </w:tr>
      <w:tr w:rsidR="00C02806" w14:paraId="3423FC52" w14:textId="77777777" w:rsidTr="0095608A">
        <w:trPr>
          <w:trHeight w:val="573"/>
        </w:trPr>
        <w:sdt>
          <w:sdtPr>
            <w:id w:val="222568934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vAlign w:val="center"/>
              </w:tcPr>
              <w:p w14:paraId="0619634A" w14:textId="77777777" w:rsidR="00C02806" w:rsidRDefault="00C02806" w:rsidP="0049367A">
                <w:pPr>
                  <w:pStyle w:val="Checkbox"/>
                </w:pPr>
                <w:r>
                  <w:rPr>
                    <w:rFonts w:hint="eastAsia"/>
                  </w:rPr>
                  <w:t>☐</w:t>
                </w:r>
              </w:p>
            </w:tc>
          </w:sdtContent>
        </w:sdt>
        <w:tc>
          <w:tcPr>
            <w:tcW w:w="1978" w:type="pct"/>
            <w:vAlign w:val="center"/>
          </w:tcPr>
          <w:p w14:paraId="1702C82E" w14:textId="77777777" w:rsidR="00C02806" w:rsidRDefault="00C02806" w:rsidP="0049367A"/>
        </w:tc>
        <w:tc>
          <w:tcPr>
            <w:tcW w:w="2298" w:type="pct"/>
            <w:vAlign w:val="center"/>
          </w:tcPr>
          <w:p w14:paraId="60C657D2" w14:textId="77777777" w:rsidR="00C02806" w:rsidRDefault="00C02806" w:rsidP="0049367A"/>
        </w:tc>
      </w:tr>
      <w:tr w:rsidR="00C02806" w14:paraId="1366D3C2" w14:textId="77777777" w:rsidTr="0095608A">
        <w:trPr>
          <w:trHeight w:val="573"/>
        </w:trPr>
        <w:sdt>
          <w:sdtPr>
            <w:id w:val="-995650520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vAlign w:val="center"/>
              </w:tcPr>
              <w:p w14:paraId="6393AA75" w14:textId="77777777" w:rsidR="00C02806" w:rsidRDefault="00C02806" w:rsidP="0049367A">
                <w:pPr>
                  <w:pStyle w:val="Checkbox"/>
                </w:pPr>
                <w:r>
                  <w:rPr>
                    <w:rFonts w:hint="eastAsia"/>
                  </w:rPr>
                  <w:t>☐</w:t>
                </w:r>
              </w:p>
            </w:tc>
          </w:sdtContent>
        </w:sdt>
        <w:tc>
          <w:tcPr>
            <w:tcW w:w="1978" w:type="pct"/>
            <w:vAlign w:val="center"/>
          </w:tcPr>
          <w:p w14:paraId="32FF2E16" w14:textId="77777777" w:rsidR="00C02806" w:rsidRDefault="00C02806" w:rsidP="0049367A"/>
        </w:tc>
        <w:tc>
          <w:tcPr>
            <w:tcW w:w="2298" w:type="pct"/>
            <w:vAlign w:val="center"/>
          </w:tcPr>
          <w:p w14:paraId="0297C4D5" w14:textId="77777777" w:rsidR="00C02806" w:rsidRDefault="00C02806" w:rsidP="0049367A"/>
        </w:tc>
      </w:tr>
      <w:tr w:rsidR="00C02806" w14:paraId="34F7A55A" w14:textId="77777777" w:rsidTr="0095608A">
        <w:trPr>
          <w:trHeight w:val="573"/>
        </w:trPr>
        <w:sdt>
          <w:sdtPr>
            <w:id w:val="767584699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vAlign w:val="center"/>
              </w:tcPr>
              <w:p w14:paraId="6AD66BAE" w14:textId="77777777" w:rsidR="00C02806" w:rsidRDefault="00C02806" w:rsidP="0049367A">
                <w:pPr>
                  <w:pStyle w:val="Checkbox"/>
                </w:pPr>
                <w:r>
                  <w:rPr>
                    <w:rFonts w:hint="eastAsia"/>
                  </w:rPr>
                  <w:t>☐</w:t>
                </w:r>
              </w:p>
            </w:tc>
          </w:sdtContent>
        </w:sdt>
        <w:tc>
          <w:tcPr>
            <w:tcW w:w="1978" w:type="pct"/>
            <w:vAlign w:val="center"/>
          </w:tcPr>
          <w:p w14:paraId="3EEDD784" w14:textId="77777777" w:rsidR="00C02806" w:rsidRDefault="00C02806" w:rsidP="0049367A"/>
        </w:tc>
        <w:tc>
          <w:tcPr>
            <w:tcW w:w="2298" w:type="pct"/>
            <w:vAlign w:val="center"/>
          </w:tcPr>
          <w:p w14:paraId="4571AC9C" w14:textId="77777777" w:rsidR="00C02806" w:rsidRDefault="00C02806" w:rsidP="0049367A"/>
        </w:tc>
      </w:tr>
      <w:tr w:rsidR="00C02806" w14:paraId="74FE5D25" w14:textId="77777777" w:rsidTr="0095608A">
        <w:trPr>
          <w:trHeight w:val="573"/>
        </w:trPr>
        <w:sdt>
          <w:sdtPr>
            <w:id w:val="-2054302728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vAlign w:val="center"/>
              </w:tcPr>
              <w:p w14:paraId="1B8F4EE1" w14:textId="77777777" w:rsidR="00C02806" w:rsidRDefault="00C02806" w:rsidP="0049367A">
                <w:pPr>
                  <w:pStyle w:val="Checkbox"/>
                </w:pPr>
                <w:r>
                  <w:rPr>
                    <w:rFonts w:hint="eastAsia"/>
                  </w:rPr>
                  <w:t>☐</w:t>
                </w:r>
              </w:p>
            </w:tc>
          </w:sdtContent>
        </w:sdt>
        <w:tc>
          <w:tcPr>
            <w:tcW w:w="1978" w:type="pct"/>
            <w:vAlign w:val="center"/>
          </w:tcPr>
          <w:p w14:paraId="63D1D7C4" w14:textId="77777777" w:rsidR="00C02806" w:rsidRDefault="00C02806" w:rsidP="0049367A"/>
        </w:tc>
        <w:tc>
          <w:tcPr>
            <w:tcW w:w="2298" w:type="pct"/>
            <w:vAlign w:val="center"/>
          </w:tcPr>
          <w:p w14:paraId="044F65BB" w14:textId="77777777" w:rsidR="00C02806" w:rsidRDefault="00C02806" w:rsidP="0049367A"/>
        </w:tc>
      </w:tr>
      <w:tr w:rsidR="00C02806" w14:paraId="338AEF00" w14:textId="77777777" w:rsidTr="0095608A">
        <w:trPr>
          <w:trHeight w:val="573"/>
        </w:trPr>
        <w:sdt>
          <w:sdtPr>
            <w:id w:val="704991089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vAlign w:val="center"/>
              </w:tcPr>
              <w:p w14:paraId="5D4846B5" w14:textId="77777777" w:rsidR="00C02806" w:rsidRDefault="00C02806" w:rsidP="0049367A">
                <w:pPr>
                  <w:pStyle w:val="Checkbox"/>
                </w:pPr>
                <w:r>
                  <w:rPr>
                    <w:rFonts w:hint="eastAsia"/>
                  </w:rPr>
                  <w:t>☐</w:t>
                </w:r>
              </w:p>
            </w:tc>
          </w:sdtContent>
        </w:sdt>
        <w:tc>
          <w:tcPr>
            <w:tcW w:w="1978" w:type="pct"/>
            <w:vAlign w:val="center"/>
          </w:tcPr>
          <w:p w14:paraId="38CD67BE" w14:textId="77777777" w:rsidR="00C02806" w:rsidRDefault="00C02806" w:rsidP="0049367A"/>
        </w:tc>
        <w:tc>
          <w:tcPr>
            <w:tcW w:w="2298" w:type="pct"/>
            <w:vAlign w:val="center"/>
          </w:tcPr>
          <w:p w14:paraId="3B11C3A2" w14:textId="77777777" w:rsidR="00C02806" w:rsidRDefault="00C02806" w:rsidP="0049367A"/>
        </w:tc>
      </w:tr>
      <w:tr w:rsidR="00C02806" w14:paraId="04320646" w14:textId="77777777" w:rsidTr="0095608A">
        <w:trPr>
          <w:trHeight w:val="573"/>
        </w:trPr>
        <w:sdt>
          <w:sdtPr>
            <w:id w:val="-237944764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vAlign w:val="center"/>
              </w:tcPr>
              <w:p w14:paraId="73FFA1F9" w14:textId="77777777" w:rsidR="00C02806" w:rsidRDefault="00C02806" w:rsidP="0049367A">
                <w:pPr>
                  <w:pStyle w:val="Checkbox"/>
                </w:pPr>
                <w:r>
                  <w:rPr>
                    <w:rFonts w:hint="eastAsia"/>
                  </w:rPr>
                  <w:t>☐</w:t>
                </w:r>
              </w:p>
            </w:tc>
          </w:sdtContent>
        </w:sdt>
        <w:tc>
          <w:tcPr>
            <w:tcW w:w="1978" w:type="pct"/>
            <w:vAlign w:val="center"/>
          </w:tcPr>
          <w:p w14:paraId="30F5B888" w14:textId="77777777" w:rsidR="00C02806" w:rsidRDefault="00C02806" w:rsidP="0049367A"/>
        </w:tc>
        <w:tc>
          <w:tcPr>
            <w:tcW w:w="2298" w:type="pct"/>
            <w:vAlign w:val="center"/>
          </w:tcPr>
          <w:p w14:paraId="5DB5029C" w14:textId="77777777" w:rsidR="00C02806" w:rsidRDefault="00C02806" w:rsidP="0049367A"/>
        </w:tc>
      </w:tr>
      <w:tr w:rsidR="00C02806" w14:paraId="63450519" w14:textId="77777777" w:rsidTr="0095608A">
        <w:trPr>
          <w:trHeight w:val="573"/>
        </w:trPr>
        <w:sdt>
          <w:sdtPr>
            <w:id w:val="-1019536784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vAlign w:val="center"/>
              </w:tcPr>
              <w:p w14:paraId="0E27589D" w14:textId="77777777" w:rsidR="00C02806" w:rsidRDefault="00C02806" w:rsidP="0049367A">
                <w:pPr>
                  <w:pStyle w:val="Checkbox"/>
                </w:pPr>
                <w:r>
                  <w:rPr>
                    <w:rFonts w:hint="eastAsia"/>
                  </w:rPr>
                  <w:t>☐</w:t>
                </w:r>
              </w:p>
            </w:tc>
          </w:sdtContent>
        </w:sdt>
        <w:tc>
          <w:tcPr>
            <w:tcW w:w="1978" w:type="pct"/>
            <w:vAlign w:val="center"/>
          </w:tcPr>
          <w:p w14:paraId="167F46D2" w14:textId="77777777" w:rsidR="00C02806" w:rsidRDefault="00C02806" w:rsidP="0049367A"/>
        </w:tc>
        <w:tc>
          <w:tcPr>
            <w:tcW w:w="2298" w:type="pct"/>
            <w:vAlign w:val="center"/>
          </w:tcPr>
          <w:p w14:paraId="2BCC9A37" w14:textId="77777777" w:rsidR="00C02806" w:rsidRDefault="00C02806" w:rsidP="0049367A"/>
        </w:tc>
      </w:tr>
      <w:tr w:rsidR="0095608A" w14:paraId="244FD0E6" w14:textId="77777777" w:rsidTr="0095608A">
        <w:trPr>
          <w:trHeight w:val="573"/>
        </w:trPr>
        <w:sdt>
          <w:sdtPr>
            <w:id w:val="1540706810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724" w:type="pct"/>
                <w:vAlign w:val="center"/>
              </w:tcPr>
              <w:p w14:paraId="69E1771B" w14:textId="3818E3E1" w:rsidR="0095608A" w:rsidRDefault="0095608A" w:rsidP="0095608A">
                <w:pPr>
                  <w:pStyle w:val="Checkbox"/>
                </w:pPr>
                <w:r>
                  <w:rPr>
                    <w:rFonts w:hint="eastAsia"/>
                  </w:rPr>
                  <w:t>☐</w:t>
                </w:r>
              </w:p>
            </w:tc>
          </w:sdtContent>
        </w:sdt>
        <w:tc>
          <w:tcPr>
            <w:tcW w:w="1978" w:type="pct"/>
            <w:vAlign w:val="center"/>
          </w:tcPr>
          <w:p w14:paraId="09A33DA6" w14:textId="77777777" w:rsidR="0095608A" w:rsidRDefault="0095608A" w:rsidP="0095608A"/>
        </w:tc>
        <w:tc>
          <w:tcPr>
            <w:tcW w:w="2298" w:type="pct"/>
            <w:vAlign w:val="center"/>
          </w:tcPr>
          <w:p w14:paraId="5680BFED" w14:textId="77777777" w:rsidR="0095608A" w:rsidRDefault="0095608A" w:rsidP="0095608A"/>
        </w:tc>
      </w:tr>
      <w:tr w:rsidR="0095608A" w14:paraId="75E4943A" w14:textId="77777777" w:rsidTr="0095608A">
        <w:trPr>
          <w:trHeight w:val="573"/>
        </w:trPr>
        <w:sdt>
          <w:sdtPr>
            <w:id w:val="-11304973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724" w:type="pct"/>
                <w:vAlign w:val="center"/>
              </w:tcPr>
              <w:p w14:paraId="250DCD51" w14:textId="0B240396" w:rsidR="0095608A" w:rsidRDefault="0095608A" w:rsidP="0095608A">
                <w:pPr>
                  <w:pStyle w:val="Checkbox"/>
                </w:pPr>
                <w:r>
                  <w:rPr>
                    <w:rFonts w:hint="eastAsia"/>
                  </w:rPr>
                  <w:t>☐</w:t>
                </w:r>
              </w:p>
            </w:tc>
          </w:sdtContent>
        </w:sdt>
        <w:tc>
          <w:tcPr>
            <w:tcW w:w="1978" w:type="pct"/>
            <w:vAlign w:val="center"/>
          </w:tcPr>
          <w:p w14:paraId="1D8A5406" w14:textId="77777777" w:rsidR="0095608A" w:rsidRDefault="0095608A" w:rsidP="0095608A"/>
        </w:tc>
        <w:tc>
          <w:tcPr>
            <w:tcW w:w="2298" w:type="pct"/>
            <w:vAlign w:val="center"/>
          </w:tcPr>
          <w:p w14:paraId="5EC63B7A" w14:textId="77777777" w:rsidR="0095608A" w:rsidRDefault="0095608A" w:rsidP="0095608A"/>
        </w:tc>
      </w:tr>
      <w:tr w:rsidR="0095608A" w14:paraId="084F2381" w14:textId="77777777" w:rsidTr="0095608A">
        <w:trPr>
          <w:trHeight w:val="573"/>
        </w:trPr>
        <w:sdt>
          <w:sdtPr>
            <w:id w:val="1034923597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724" w:type="pct"/>
                <w:vAlign w:val="center"/>
              </w:tcPr>
              <w:p w14:paraId="72BFE992" w14:textId="4837C6F0" w:rsidR="0095608A" w:rsidRDefault="0095608A" w:rsidP="0095608A">
                <w:pPr>
                  <w:pStyle w:val="Checkbox"/>
                </w:pPr>
                <w:r>
                  <w:rPr>
                    <w:rFonts w:hint="eastAsia"/>
                  </w:rPr>
                  <w:t>☐</w:t>
                </w:r>
              </w:p>
            </w:tc>
          </w:sdtContent>
        </w:sdt>
        <w:tc>
          <w:tcPr>
            <w:tcW w:w="1978" w:type="pct"/>
            <w:vAlign w:val="center"/>
          </w:tcPr>
          <w:p w14:paraId="477075D5" w14:textId="77777777" w:rsidR="0095608A" w:rsidRDefault="0095608A" w:rsidP="0095608A"/>
        </w:tc>
        <w:tc>
          <w:tcPr>
            <w:tcW w:w="2298" w:type="pct"/>
            <w:vAlign w:val="center"/>
          </w:tcPr>
          <w:p w14:paraId="40654685" w14:textId="77777777" w:rsidR="0095608A" w:rsidRDefault="0095608A" w:rsidP="0095608A"/>
        </w:tc>
      </w:tr>
      <w:tr w:rsidR="0095608A" w14:paraId="6E582279" w14:textId="77777777" w:rsidTr="0095608A">
        <w:trPr>
          <w:trHeight w:val="573"/>
        </w:trPr>
        <w:sdt>
          <w:sdtPr>
            <w:id w:val="804588905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724" w:type="pct"/>
                <w:vAlign w:val="center"/>
              </w:tcPr>
              <w:p w14:paraId="5F11AE67" w14:textId="6CF5423A" w:rsidR="0095608A" w:rsidRDefault="0095608A" w:rsidP="0095608A">
                <w:pPr>
                  <w:pStyle w:val="Checkbox"/>
                </w:pPr>
                <w:r>
                  <w:rPr>
                    <w:rFonts w:hint="eastAsia"/>
                  </w:rPr>
                  <w:t>☐</w:t>
                </w:r>
              </w:p>
            </w:tc>
          </w:sdtContent>
        </w:sdt>
        <w:tc>
          <w:tcPr>
            <w:tcW w:w="1978" w:type="pct"/>
            <w:vAlign w:val="center"/>
          </w:tcPr>
          <w:p w14:paraId="445C9B81" w14:textId="77777777" w:rsidR="0095608A" w:rsidRDefault="0095608A" w:rsidP="0095608A"/>
        </w:tc>
        <w:tc>
          <w:tcPr>
            <w:tcW w:w="2298" w:type="pct"/>
            <w:vAlign w:val="center"/>
          </w:tcPr>
          <w:p w14:paraId="2FC687E5" w14:textId="77777777" w:rsidR="0095608A" w:rsidRDefault="0095608A" w:rsidP="0095608A"/>
        </w:tc>
      </w:tr>
      <w:tr w:rsidR="0095608A" w14:paraId="1B8A73EF" w14:textId="77777777" w:rsidTr="0095608A">
        <w:trPr>
          <w:trHeight w:val="573"/>
        </w:trPr>
        <w:sdt>
          <w:sdtPr>
            <w:id w:val="406115491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724" w:type="pct"/>
                <w:vAlign w:val="center"/>
              </w:tcPr>
              <w:p w14:paraId="656079CF" w14:textId="616F764D" w:rsidR="0095608A" w:rsidRDefault="0095608A" w:rsidP="0095608A">
                <w:pPr>
                  <w:pStyle w:val="Checkbox"/>
                </w:pPr>
                <w:r>
                  <w:rPr>
                    <w:rFonts w:hint="eastAsia"/>
                  </w:rPr>
                  <w:t>☐</w:t>
                </w:r>
              </w:p>
            </w:tc>
          </w:sdtContent>
        </w:sdt>
        <w:tc>
          <w:tcPr>
            <w:tcW w:w="1978" w:type="pct"/>
            <w:vAlign w:val="center"/>
          </w:tcPr>
          <w:p w14:paraId="412DF41C" w14:textId="77777777" w:rsidR="0095608A" w:rsidRDefault="0095608A" w:rsidP="0095608A"/>
        </w:tc>
        <w:tc>
          <w:tcPr>
            <w:tcW w:w="2298" w:type="pct"/>
            <w:vAlign w:val="center"/>
          </w:tcPr>
          <w:p w14:paraId="1AFA9DF5" w14:textId="77777777" w:rsidR="0095608A" w:rsidRDefault="0095608A" w:rsidP="0095608A"/>
        </w:tc>
      </w:tr>
      <w:tr w:rsidR="0095608A" w14:paraId="2D781F55" w14:textId="77777777" w:rsidTr="0095608A">
        <w:trPr>
          <w:trHeight w:val="573"/>
        </w:trPr>
        <w:sdt>
          <w:sdtPr>
            <w:id w:val="-1002581795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724" w:type="pct"/>
                <w:vAlign w:val="center"/>
              </w:tcPr>
              <w:p w14:paraId="298E4695" w14:textId="2E508587" w:rsidR="0095608A" w:rsidRDefault="0095608A" w:rsidP="0095608A">
                <w:pPr>
                  <w:pStyle w:val="Checkbox"/>
                </w:pPr>
                <w:r>
                  <w:rPr>
                    <w:rFonts w:hint="eastAsia"/>
                  </w:rPr>
                  <w:t>☐</w:t>
                </w:r>
              </w:p>
            </w:tc>
          </w:sdtContent>
        </w:sdt>
        <w:tc>
          <w:tcPr>
            <w:tcW w:w="1978" w:type="pct"/>
            <w:vAlign w:val="center"/>
          </w:tcPr>
          <w:p w14:paraId="523682CB" w14:textId="77777777" w:rsidR="0095608A" w:rsidRDefault="0095608A" w:rsidP="0095608A"/>
        </w:tc>
        <w:tc>
          <w:tcPr>
            <w:tcW w:w="2298" w:type="pct"/>
            <w:vAlign w:val="center"/>
          </w:tcPr>
          <w:p w14:paraId="10447639" w14:textId="77777777" w:rsidR="0095608A" w:rsidRDefault="0095608A" w:rsidP="0095608A"/>
        </w:tc>
      </w:tr>
      <w:tr w:rsidR="0095608A" w14:paraId="1B303467" w14:textId="77777777" w:rsidTr="0095608A">
        <w:trPr>
          <w:trHeight w:val="573"/>
        </w:trPr>
        <w:sdt>
          <w:sdtPr>
            <w:id w:val="1822235943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724" w:type="pct"/>
                <w:vAlign w:val="center"/>
              </w:tcPr>
              <w:p w14:paraId="2E806F70" w14:textId="51B560CA" w:rsidR="0095608A" w:rsidRDefault="0095608A" w:rsidP="0095608A">
                <w:pPr>
                  <w:pStyle w:val="Checkbox"/>
                </w:pPr>
                <w:r>
                  <w:rPr>
                    <w:rFonts w:hint="eastAsia"/>
                  </w:rPr>
                  <w:t>☐</w:t>
                </w:r>
              </w:p>
            </w:tc>
          </w:sdtContent>
        </w:sdt>
        <w:tc>
          <w:tcPr>
            <w:tcW w:w="1978" w:type="pct"/>
            <w:vAlign w:val="center"/>
          </w:tcPr>
          <w:p w14:paraId="103FF47B" w14:textId="77777777" w:rsidR="0095608A" w:rsidRDefault="0095608A" w:rsidP="0095608A"/>
        </w:tc>
        <w:tc>
          <w:tcPr>
            <w:tcW w:w="2298" w:type="pct"/>
            <w:vAlign w:val="center"/>
          </w:tcPr>
          <w:p w14:paraId="0092CF88" w14:textId="77777777" w:rsidR="0095608A" w:rsidRDefault="0095608A" w:rsidP="0095608A"/>
        </w:tc>
      </w:tr>
      <w:tr w:rsidR="0095608A" w14:paraId="40C8AE72" w14:textId="77777777" w:rsidTr="0095608A">
        <w:trPr>
          <w:trHeight w:val="573"/>
        </w:trPr>
        <w:sdt>
          <w:sdtPr>
            <w:id w:val="-534572360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724" w:type="pct"/>
                <w:vAlign w:val="center"/>
              </w:tcPr>
              <w:p w14:paraId="23571C67" w14:textId="4B329F33" w:rsidR="0095608A" w:rsidRDefault="0095608A" w:rsidP="0095608A">
                <w:pPr>
                  <w:pStyle w:val="Checkbox"/>
                </w:pPr>
                <w:r>
                  <w:rPr>
                    <w:rFonts w:hint="eastAsia"/>
                  </w:rPr>
                  <w:t>☐</w:t>
                </w:r>
              </w:p>
            </w:tc>
          </w:sdtContent>
        </w:sdt>
        <w:tc>
          <w:tcPr>
            <w:tcW w:w="1978" w:type="pct"/>
            <w:vAlign w:val="center"/>
          </w:tcPr>
          <w:p w14:paraId="5FE9573F" w14:textId="77777777" w:rsidR="0095608A" w:rsidRDefault="0095608A" w:rsidP="0095608A"/>
        </w:tc>
        <w:tc>
          <w:tcPr>
            <w:tcW w:w="2298" w:type="pct"/>
            <w:vAlign w:val="center"/>
          </w:tcPr>
          <w:p w14:paraId="15C4FA72" w14:textId="77777777" w:rsidR="0095608A" w:rsidRDefault="0095608A" w:rsidP="0095608A"/>
        </w:tc>
      </w:tr>
    </w:tbl>
    <w:p w14:paraId="5D177E43" w14:textId="75103BEB" w:rsidR="00E711E5" w:rsidRPr="00DC46AC" w:rsidRDefault="00DC46AC" w:rsidP="0049367A">
      <w:pPr>
        <w:pStyle w:val="NoSpacing"/>
        <w:rPr>
          <w:b/>
          <w:color w:val="851C00" w:themeColor="accent6" w:themeShade="BF"/>
          <w:sz w:val="24"/>
          <w:szCs w:val="24"/>
        </w:rPr>
      </w:pPr>
      <w:bookmarkStart w:id="0" w:name="_GoBack"/>
      <w:r w:rsidRPr="00DC46AC">
        <w:rPr>
          <w:b/>
          <w:color w:val="851C00" w:themeColor="accent6" w:themeShade="BF"/>
          <w:sz w:val="24"/>
          <w:szCs w:val="24"/>
        </w:rPr>
        <w:t>wordexceltemplates.com</w:t>
      </w:r>
      <w:bookmarkEnd w:id="0"/>
    </w:p>
    <w:sectPr w:rsidR="00E711E5" w:rsidRPr="00DC46AC" w:rsidSect="0095608A">
      <w:headerReference w:type="first" r:id="rId8"/>
      <w:pgSz w:w="12240" w:h="15840" w:code="1"/>
      <w:pgMar w:top="3240" w:right="360" w:bottom="360" w:left="2520" w:header="288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F3697A" w14:textId="77777777" w:rsidR="00A323D0" w:rsidRDefault="00A323D0">
      <w:pPr>
        <w:spacing w:line="240" w:lineRule="auto"/>
      </w:pPr>
      <w:r>
        <w:separator/>
      </w:r>
    </w:p>
  </w:endnote>
  <w:endnote w:type="continuationSeparator" w:id="0">
    <w:p w14:paraId="072A74F9" w14:textId="77777777" w:rsidR="00A323D0" w:rsidRDefault="00A323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16C78" w14:textId="77777777" w:rsidR="00A323D0" w:rsidRDefault="00A323D0">
      <w:pPr>
        <w:spacing w:line="240" w:lineRule="auto"/>
      </w:pPr>
      <w:r>
        <w:separator/>
      </w:r>
    </w:p>
  </w:footnote>
  <w:footnote w:type="continuationSeparator" w:id="0">
    <w:p w14:paraId="03FB0AA5" w14:textId="77777777" w:rsidR="00A323D0" w:rsidRDefault="00A323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FE712" w14:textId="77777777" w:rsidR="0049367A" w:rsidRDefault="0049367A" w:rsidP="0049367A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C6A02B6" wp14:editId="414F08F2">
              <wp:simplePos x="0" y="0"/>
              <wp:positionH relativeFrom="page">
                <wp:posOffset>223520</wp:posOffset>
              </wp:positionH>
              <wp:positionV relativeFrom="page">
                <wp:posOffset>243840</wp:posOffset>
              </wp:positionV>
              <wp:extent cx="7283641" cy="1503680"/>
              <wp:effectExtent l="0" t="0" r="0" b="1270"/>
              <wp:wrapNone/>
              <wp:docPr id="26" name="Group 2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83641" cy="1503680"/>
                        <a:chOff x="82240" y="0"/>
                        <a:chExt cx="9826219" cy="1393825"/>
                      </a:xfrm>
                    </wpg:grpSpPr>
                    <wps:wsp>
                      <wps:cNvPr id="1" name="Rectangle 1"/>
                      <wps:cNvSpPr/>
                      <wps:spPr>
                        <a:xfrm>
                          <a:off x="301545" y="15240"/>
                          <a:ext cx="9606914" cy="136334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C48F56" w14:textId="77777777" w:rsidR="0049367A" w:rsidRDefault="0049367A" w:rsidP="0095608A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" name="Rectangle 59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SpPr/>
                      <wps:spPr>
                        <a:xfrm>
                          <a:off x="82240" y="30480"/>
                          <a:ext cx="9606915" cy="1363345"/>
                        </a:xfrm>
                        <a:prstGeom prst="rect">
                          <a:avLst/>
                        </a:prstGeom>
                        <a:blipFill>
                          <a:blip r:embed="rId1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alphaModFix amt="10000"/>
                          </a:blip>
                          <a:srcRect/>
                          <a:stretch>
                            <a:fillRect l="-1045" t="-3272" r="-7535" b="-5308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BD9786" w14:textId="77777777" w:rsidR="0049367A" w:rsidRDefault="0049367A" w:rsidP="0049367A">
                            <w:pPr>
                              <w:jc w:val="center"/>
                            </w:pPr>
                          </w:p>
                          <w:p w14:paraId="246AC506" w14:textId="77777777" w:rsidR="0049367A" w:rsidRDefault="0049367A" w:rsidP="004936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201" name="Group 200">
                        <a:extLst>
                          <a:ext uri="{FF2B5EF4-FFF2-40B4-BE49-F238E27FC236}">
                            <a16:creationId xmlns:a16="http://schemas.microsoft.com/office/drawing/2014/main" id="{4687A313-6665-4A09-B92B-B85EC404DC39}"/>
                          </a:ext>
                        </a:extLst>
                      </wpg:cNvPr>
                      <wpg:cNvGrpSpPr/>
                      <wpg:grpSpPr>
                        <a:xfrm>
                          <a:off x="228600" y="381000"/>
                          <a:ext cx="1543308" cy="657922"/>
                          <a:chOff x="0" y="0"/>
                          <a:chExt cx="9182288" cy="3917799"/>
                        </a:xfrm>
                        <a:effectLst>
                          <a:outerShdw blurRad="63500" sx="102000" sy="102000" algn="ctr" rotWithShape="0">
                            <a:prstClr val="black">
                              <a:alpha val="76000"/>
                            </a:prstClr>
                          </a:outerShdw>
                        </a:effectLst>
                      </wpg:grpSpPr>
                      <wps:wsp>
                        <wps:cNvPr id="2" name="Freeform: Shape 2">
                          <a:extLst>
                            <a:ext uri="{FF2B5EF4-FFF2-40B4-BE49-F238E27FC236}">
                              <a16:creationId xmlns:a16="http://schemas.microsoft.com/office/drawing/2014/main" id="{04C64983-7A8D-4A91-BDBB-2BF23140D78E}"/>
                            </a:ext>
                          </a:extLst>
                        </wps:cNvPr>
                        <wps:cNvSpPr/>
                        <wps:spPr>
                          <a:xfrm>
                            <a:off x="0" y="2965406"/>
                            <a:ext cx="4588803" cy="952393"/>
                          </a:xfrm>
                          <a:custGeom>
                            <a:avLst/>
                            <a:gdLst>
                              <a:gd name="connsiteX0" fmla="*/ 3534677 w 4588803"/>
                              <a:gd name="connsiteY0" fmla="*/ 32468 h 952393"/>
                              <a:gd name="connsiteX1" fmla="*/ 2300895 w 4588803"/>
                              <a:gd name="connsiteY1" fmla="*/ 32468 h 952393"/>
                              <a:gd name="connsiteX2" fmla="*/ 2300895 w 4588803"/>
                              <a:gd name="connsiteY2" fmla="*/ 32468 h 952393"/>
                              <a:gd name="connsiteX3" fmla="*/ 1062784 w 4588803"/>
                              <a:gd name="connsiteY3" fmla="*/ 32468 h 952393"/>
                              <a:gd name="connsiteX4" fmla="*/ 32468 w 4588803"/>
                              <a:gd name="connsiteY4" fmla="*/ 919925 h 952393"/>
                              <a:gd name="connsiteX5" fmla="*/ 2300895 w 4588803"/>
                              <a:gd name="connsiteY5" fmla="*/ 919925 h 952393"/>
                              <a:gd name="connsiteX6" fmla="*/ 2300895 w 4588803"/>
                              <a:gd name="connsiteY6" fmla="*/ 919925 h 952393"/>
                              <a:gd name="connsiteX7" fmla="*/ 4564994 w 4588803"/>
                              <a:gd name="connsiteY7" fmla="*/ 919925 h 9523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588803" h="952393">
                                <a:moveTo>
                                  <a:pt x="3534677" y="32468"/>
                                </a:moveTo>
                                <a:lnTo>
                                  <a:pt x="2300895" y="32468"/>
                                </a:lnTo>
                                <a:lnTo>
                                  <a:pt x="2300895" y="32468"/>
                                </a:lnTo>
                                <a:lnTo>
                                  <a:pt x="1062784" y="32468"/>
                                </a:lnTo>
                                <a:lnTo>
                                  <a:pt x="32468" y="919925"/>
                                </a:lnTo>
                                <a:lnTo>
                                  <a:pt x="2300895" y="919925"/>
                                </a:lnTo>
                                <a:lnTo>
                                  <a:pt x="2300895" y="919925"/>
                                </a:lnTo>
                                <a:lnTo>
                                  <a:pt x="4564994" y="9199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75000"/>
                            </a:schemeClr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Freeform: Shape 3">
                          <a:extLst>
                            <a:ext uri="{FF2B5EF4-FFF2-40B4-BE49-F238E27FC236}">
                              <a16:creationId xmlns:a16="http://schemas.microsoft.com/office/drawing/2014/main" id="{A7D0A162-C803-4681-86EC-D915D41DF64D}"/>
                            </a:ext>
                          </a:extLst>
                        </wps:cNvPr>
                        <wps:cNvSpPr/>
                        <wps:spPr>
                          <a:xfrm>
                            <a:off x="1030316" y="363641"/>
                            <a:ext cx="2510855" cy="2684017"/>
                          </a:xfrm>
                          <a:custGeom>
                            <a:avLst/>
                            <a:gdLst>
                              <a:gd name="connsiteX0" fmla="*/ 2028165 w 2510854"/>
                              <a:gd name="connsiteY0" fmla="*/ 32468 h 2684016"/>
                              <a:gd name="connsiteX1" fmla="*/ 1292224 w 2510854"/>
                              <a:gd name="connsiteY1" fmla="*/ 32468 h 2684016"/>
                              <a:gd name="connsiteX2" fmla="*/ 1253263 w 2510854"/>
                              <a:gd name="connsiteY2" fmla="*/ 32468 h 2684016"/>
                              <a:gd name="connsiteX3" fmla="*/ 512994 w 2510854"/>
                              <a:gd name="connsiteY3" fmla="*/ 32468 h 2684016"/>
                              <a:gd name="connsiteX4" fmla="*/ 32468 w 2510854"/>
                              <a:gd name="connsiteY4" fmla="*/ 2668865 h 2684016"/>
                              <a:gd name="connsiteX5" fmla="*/ 1253263 w 2510854"/>
                              <a:gd name="connsiteY5" fmla="*/ 2668865 h 2684016"/>
                              <a:gd name="connsiteX6" fmla="*/ 1292224 w 2510854"/>
                              <a:gd name="connsiteY6" fmla="*/ 2668865 h 2684016"/>
                              <a:gd name="connsiteX7" fmla="*/ 2513019 w 2510854"/>
                              <a:gd name="connsiteY7" fmla="*/ 2668865 h 26840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510854" h="2684016">
                                <a:moveTo>
                                  <a:pt x="2028165" y="32468"/>
                                </a:moveTo>
                                <a:lnTo>
                                  <a:pt x="1292224" y="32468"/>
                                </a:lnTo>
                                <a:lnTo>
                                  <a:pt x="1253263" y="32468"/>
                                </a:lnTo>
                                <a:lnTo>
                                  <a:pt x="512994" y="32468"/>
                                </a:lnTo>
                                <a:lnTo>
                                  <a:pt x="32468" y="2668865"/>
                                </a:lnTo>
                                <a:lnTo>
                                  <a:pt x="1253263" y="2668865"/>
                                </a:lnTo>
                                <a:lnTo>
                                  <a:pt x="1292224" y="2668865"/>
                                </a:lnTo>
                                <a:lnTo>
                                  <a:pt x="2513019" y="26688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75000"/>
                            </a:schemeClr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Freeform: Shape 4">
                          <a:extLst>
                            <a:ext uri="{FF2B5EF4-FFF2-40B4-BE49-F238E27FC236}">
                              <a16:creationId xmlns:a16="http://schemas.microsoft.com/office/drawing/2014/main" id="{7663E823-1522-4C25-8199-569A03DAA5DE}"/>
                            </a:ext>
                          </a:extLst>
                        </wps:cNvPr>
                        <wps:cNvSpPr/>
                        <wps:spPr>
                          <a:xfrm>
                            <a:off x="1038974" y="1874483"/>
                            <a:ext cx="2510855" cy="1125555"/>
                          </a:xfrm>
                          <a:custGeom>
                            <a:avLst/>
                            <a:gdLst>
                              <a:gd name="connsiteX0" fmla="*/ 32468 w 2510854"/>
                              <a:gd name="connsiteY0" fmla="*/ 1123391 h 1125555"/>
                              <a:gd name="connsiteX1" fmla="*/ 2495703 w 2510854"/>
                              <a:gd name="connsiteY1" fmla="*/ 1123391 h 1125555"/>
                              <a:gd name="connsiteX2" fmla="*/ 2296566 w 2510854"/>
                              <a:gd name="connsiteY2" fmla="*/ 32468 h 1125555"/>
                              <a:gd name="connsiteX3" fmla="*/ 231605 w 2510854"/>
                              <a:gd name="connsiteY3" fmla="*/ 32468 h 11255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510854" h="1125555">
                                <a:moveTo>
                                  <a:pt x="32468" y="1123391"/>
                                </a:moveTo>
                                <a:lnTo>
                                  <a:pt x="2495703" y="1123391"/>
                                </a:lnTo>
                                <a:lnTo>
                                  <a:pt x="2296566" y="32468"/>
                                </a:lnTo>
                                <a:lnTo>
                                  <a:pt x="231605" y="324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74732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Freeform: Shape 5">
                          <a:extLst>
                            <a:ext uri="{FF2B5EF4-FFF2-40B4-BE49-F238E27FC236}">
                              <a16:creationId xmlns:a16="http://schemas.microsoft.com/office/drawing/2014/main" id="{91A98E88-D4D9-4084-A3A9-02045A06E181}"/>
                            </a:ext>
                          </a:extLst>
                        </wps:cNvPr>
                        <wps:cNvSpPr/>
                        <wps:spPr>
                          <a:xfrm>
                            <a:off x="1909115" y="1874483"/>
                            <a:ext cx="779231" cy="1125555"/>
                          </a:xfrm>
                          <a:custGeom>
                            <a:avLst/>
                            <a:gdLst>
                              <a:gd name="connsiteX0" fmla="*/ 32468 w 779230"/>
                              <a:gd name="connsiteY0" fmla="*/ 32468 h 1125555"/>
                              <a:gd name="connsiteX1" fmla="*/ 32468 w 779230"/>
                              <a:gd name="connsiteY1" fmla="*/ 1127720 h 1125555"/>
                              <a:gd name="connsiteX2" fmla="*/ 755421 w 779230"/>
                              <a:gd name="connsiteY2" fmla="*/ 1127720 h 1125555"/>
                              <a:gd name="connsiteX3" fmla="*/ 755421 w 779230"/>
                              <a:gd name="connsiteY3" fmla="*/ 32468 h 1125555"/>
                              <a:gd name="connsiteX4" fmla="*/ 32468 w 779230"/>
                              <a:gd name="connsiteY4" fmla="*/ 32468 h 1125555"/>
                              <a:gd name="connsiteX5" fmla="*/ 634207 w 779230"/>
                              <a:gd name="connsiteY5" fmla="*/ 971874 h 1125555"/>
                              <a:gd name="connsiteX6" fmla="*/ 153682 w 779230"/>
                              <a:gd name="connsiteY6" fmla="*/ 971874 h 1125555"/>
                              <a:gd name="connsiteX7" fmla="*/ 153682 w 779230"/>
                              <a:gd name="connsiteY7" fmla="*/ 170998 h 1125555"/>
                              <a:gd name="connsiteX8" fmla="*/ 634207 w 779230"/>
                              <a:gd name="connsiteY8" fmla="*/ 170998 h 1125555"/>
                              <a:gd name="connsiteX9" fmla="*/ 634207 w 779230"/>
                              <a:gd name="connsiteY9" fmla="*/ 971874 h 11255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79230" h="1125555">
                                <a:moveTo>
                                  <a:pt x="32468" y="32468"/>
                                </a:moveTo>
                                <a:lnTo>
                                  <a:pt x="32468" y="1127720"/>
                                </a:lnTo>
                                <a:lnTo>
                                  <a:pt x="755421" y="1127720"/>
                                </a:lnTo>
                                <a:lnTo>
                                  <a:pt x="755421" y="32468"/>
                                </a:lnTo>
                                <a:lnTo>
                                  <a:pt x="32468" y="32468"/>
                                </a:lnTo>
                                <a:close/>
                                <a:moveTo>
                                  <a:pt x="634207" y="971874"/>
                                </a:moveTo>
                                <a:lnTo>
                                  <a:pt x="153682" y="971874"/>
                                </a:lnTo>
                                <a:lnTo>
                                  <a:pt x="153682" y="170998"/>
                                </a:lnTo>
                                <a:lnTo>
                                  <a:pt x="634207" y="170998"/>
                                </a:lnTo>
                                <a:lnTo>
                                  <a:pt x="634207" y="9718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802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Freeform: Shape 6">
                          <a:extLst>
                            <a:ext uri="{FF2B5EF4-FFF2-40B4-BE49-F238E27FC236}">
                              <a16:creationId xmlns:a16="http://schemas.microsoft.com/office/drawing/2014/main" id="{D0A68F4F-090C-4CD8-8B75-15ED41A1511C}"/>
                            </a:ext>
                          </a:extLst>
                        </wps:cNvPr>
                        <wps:cNvSpPr/>
                        <wps:spPr>
                          <a:xfrm>
                            <a:off x="5545878" y="790775"/>
                            <a:ext cx="3636410" cy="2987051"/>
                          </a:xfrm>
                          <a:custGeom>
                            <a:avLst/>
                            <a:gdLst>
                              <a:gd name="connsiteX0" fmla="*/ 3322201 w 3636410"/>
                              <a:gd name="connsiteY0" fmla="*/ 297984 h 2987051"/>
                              <a:gd name="connsiteX1" fmla="*/ 2304872 w 3636410"/>
                              <a:gd name="connsiteY1" fmla="*/ 297984 h 2987051"/>
                              <a:gd name="connsiteX2" fmla="*/ 1824346 w 3636410"/>
                              <a:gd name="connsiteY2" fmla="*/ 42569 h 2987051"/>
                              <a:gd name="connsiteX3" fmla="*/ 1343820 w 3636410"/>
                              <a:gd name="connsiteY3" fmla="*/ 297984 h 2987051"/>
                              <a:gd name="connsiteX4" fmla="*/ 326491 w 3636410"/>
                              <a:gd name="connsiteY4" fmla="*/ 297984 h 2987051"/>
                              <a:gd name="connsiteX5" fmla="*/ 1824346 w 3636410"/>
                              <a:gd name="connsiteY5" fmla="*/ 2986330 h 2987051"/>
                              <a:gd name="connsiteX6" fmla="*/ 3322201 w 3636410"/>
                              <a:gd name="connsiteY6" fmla="*/ 297984 h 29870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636410" h="2987051">
                                <a:moveTo>
                                  <a:pt x="3322201" y="297984"/>
                                </a:moveTo>
                                <a:cubicBezTo>
                                  <a:pt x="2802714" y="-299427"/>
                                  <a:pt x="2304872" y="297984"/>
                                  <a:pt x="2304872" y="297984"/>
                                </a:cubicBezTo>
                                <a:cubicBezTo>
                                  <a:pt x="2196645" y="68543"/>
                                  <a:pt x="1975863" y="38240"/>
                                  <a:pt x="1824346" y="42569"/>
                                </a:cubicBezTo>
                                <a:cubicBezTo>
                                  <a:pt x="1668500" y="33911"/>
                                  <a:pt x="1447718" y="68543"/>
                                  <a:pt x="1343820" y="297984"/>
                                </a:cubicBezTo>
                                <a:cubicBezTo>
                                  <a:pt x="1343820" y="297984"/>
                                  <a:pt x="845978" y="-299427"/>
                                  <a:pt x="326491" y="297984"/>
                                </a:cubicBezTo>
                                <a:cubicBezTo>
                                  <a:pt x="-180009" y="882407"/>
                                  <a:pt x="-231957" y="3029620"/>
                                  <a:pt x="1824346" y="2986330"/>
                                </a:cubicBezTo>
                                <a:cubicBezTo>
                                  <a:pt x="3884979" y="3029620"/>
                                  <a:pt x="3828701" y="878078"/>
                                  <a:pt x="3322201" y="2979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" name="Group 7">
                          <a:extLst>
                            <a:ext uri="{FF2B5EF4-FFF2-40B4-BE49-F238E27FC236}">
                              <a16:creationId xmlns:a16="http://schemas.microsoft.com/office/drawing/2014/main" id="{919EAE58-5B3E-4238-872F-D0758D07491E}"/>
                            </a:ext>
                          </a:extLst>
                        </wpg:cNvPr>
                        <wpg:cNvGrpSpPr/>
                        <wpg:grpSpPr>
                          <a:xfrm>
                            <a:off x="5972672" y="942182"/>
                            <a:ext cx="2796451" cy="2775777"/>
                            <a:chOff x="5972672" y="942182"/>
                            <a:chExt cx="2796451" cy="2775777"/>
                          </a:xfrm>
                          <a:solidFill>
                            <a:schemeClr val="accent4">
                              <a:lumMod val="75000"/>
                            </a:schemeClr>
                          </a:solidFill>
                        </wpg:grpSpPr>
                        <wpg:grpSp>
                          <wpg:cNvPr id="18" name="Group 18">
                            <a:extLst>
                              <a:ext uri="{FF2B5EF4-FFF2-40B4-BE49-F238E27FC236}">
                                <a16:creationId xmlns:a16="http://schemas.microsoft.com/office/drawing/2014/main" id="{9797D078-645B-4184-A13E-1D39AE5666D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72672" y="942182"/>
                              <a:ext cx="2796451" cy="2775777"/>
                              <a:chOff x="5972672" y="942182"/>
                              <a:chExt cx="2796451" cy="2775777"/>
                            </a:xfrm>
                            <a:grpFill/>
                          </wpg:grpSpPr>
                          <wps:wsp>
                            <wps:cNvPr id="20" name="Freeform: Shape 20">
                              <a:extLst>
                                <a:ext uri="{FF2B5EF4-FFF2-40B4-BE49-F238E27FC236}">
                                  <a16:creationId xmlns:a16="http://schemas.microsoft.com/office/drawing/2014/main" id="{AD0367AF-0532-465B-9356-0D8757D082F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972672" y="942182"/>
                                <a:ext cx="1125556" cy="2770598"/>
                              </a:xfrm>
                              <a:custGeom>
                                <a:avLst/>
                                <a:gdLst>
                                  <a:gd name="connsiteX0" fmla="*/ 289313 w 1125555"/>
                                  <a:gd name="connsiteY0" fmla="*/ 51337 h 2770598"/>
                                  <a:gd name="connsiteX1" fmla="*/ 33899 w 1125555"/>
                                  <a:gd name="connsiteY1" fmla="*/ 1003730 h 2770598"/>
                                  <a:gd name="connsiteX2" fmla="*/ 1064215 w 1125555"/>
                                  <a:gd name="connsiteY2" fmla="*/ 2761328 h 2770598"/>
                                  <a:gd name="connsiteX3" fmla="*/ 1103176 w 1125555"/>
                                  <a:gd name="connsiteY3" fmla="*/ 2692063 h 2770598"/>
                                  <a:gd name="connsiteX4" fmla="*/ 116151 w 1125555"/>
                                  <a:gd name="connsiteY4" fmla="*/ 973427 h 2770598"/>
                                  <a:gd name="connsiteX5" fmla="*/ 358578 w 1125555"/>
                                  <a:gd name="connsiteY5" fmla="*/ 90298 h 2770598"/>
                                  <a:gd name="connsiteX6" fmla="*/ 289313 w 1125555"/>
                                  <a:gd name="connsiteY6" fmla="*/ 51337 h 2770598"/>
                                  <a:gd name="connsiteX7" fmla="*/ 289313 w 1125555"/>
                                  <a:gd name="connsiteY7" fmla="*/ 51337 h 27705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125555" h="2770598">
                                    <a:moveTo>
                                      <a:pt x="289313" y="51337"/>
                                    </a:moveTo>
                                    <a:cubicBezTo>
                                      <a:pt x="150783" y="285106"/>
                                      <a:pt x="46886" y="700696"/>
                                      <a:pt x="33899" y="1003730"/>
                                    </a:cubicBezTo>
                                    <a:cubicBezTo>
                                      <a:pt x="3595" y="1752657"/>
                                      <a:pt x="458147" y="2358726"/>
                                      <a:pt x="1064215" y="2761328"/>
                                    </a:cubicBezTo>
                                    <a:cubicBezTo>
                                      <a:pt x="1107506" y="2791632"/>
                                      <a:pt x="1146467" y="2722367"/>
                                      <a:pt x="1103176" y="2692063"/>
                                    </a:cubicBezTo>
                                    <a:cubicBezTo>
                                      <a:pt x="505766" y="2293790"/>
                                      <a:pt x="85847" y="1709367"/>
                                      <a:pt x="116151" y="973427"/>
                                    </a:cubicBezTo>
                                    <a:cubicBezTo>
                                      <a:pt x="129138" y="674721"/>
                                      <a:pt x="207061" y="350042"/>
                                      <a:pt x="358578" y="90298"/>
                                    </a:cubicBezTo>
                                    <a:cubicBezTo>
                                      <a:pt x="384553" y="47008"/>
                                      <a:pt x="315288" y="8046"/>
                                      <a:pt x="289313" y="51337"/>
                                    </a:cubicBezTo>
                                    <a:lnTo>
                                      <a:pt x="289313" y="51337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Freeform: Shape 21">
                              <a:extLst>
                                <a:ext uri="{FF2B5EF4-FFF2-40B4-BE49-F238E27FC236}">
                                  <a16:creationId xmlns:a16="http://schemas.microsoft.com/office/drawing/2014/main" id="{76149933-3B66-4E0F-A14A-04FAFF9F448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47035" y="1163814"/>
                                <a:ext cx="692650" cy="2554145"/>
                              </a:xfrm>
                              <a:custGeom>
                                <a:avLst/>
                                <a:gdLst>
                                  <a:gd name="connsiteX0" fmla="*/ 186386 w 692649"/>
                                  <a:gd name="connsiteY0" fmla="*/ 59146 h 2554145"/>
                                  <a:gd name="connsiteX1" fmla="*/ 632279 w 692649"/>
                                  <a:gd name="connsiteY1" fmla="*/ 2535368 h 2554145"/>
                                  <a:gd name="connsiteX2" fmla="*/ 688557 w 692649"/>
                                  <a:gd name="connsiteY2" fmla="*/ 2479090 h 2554145"/>
                                  <a:gd name="connsiteX3" fmla="*/ 264309 w 692649"/>
                                  <a:gd name="connsiteY3" fmla="*/ 80791 h 2554145"/>
                                  <a:gd name="connsiteX4" fmla="*/ 186386 w 692649"/>
                                  <a:gd name="connsiteY4" fmla="*/ 59146 h 2554145"/>
                                  <a:gd name="connsiteX5" fmla="*/ 186386 w 692649"/>
                                  <a:gd name="connsiteY5" fmla="*/ 59146 h 25541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92649" h="2554145">
                                    <a:moveTo>
                                      <a:pt x="186386" y="59146"/>
                                    </a:moveTo>
                                    <a:cubicBezTo>
                                      <a:pt x="-107990" y="842706"/>
                                      <a:pt x="8895" y="1911983"/>
                                      <a:pt x="632279" y="2535368"/>
                                    </a:cubicBezTo>
                                    <a:cubicBezTo>
                                      <a:pt x="666912" y="2570000"/>
                                      <a:pt x="727519" y="2513723"/>
                                      <a:pt x="688557" y="2479090"/>
                                    </a:cubicBezTo>
                                    <a:cubicBezTo>
                                      <a:pt x="69501" y="1864364"/>
                                      <a:pt x="-38725" y="877338"/>
                                      <a:pt x="264309" y="80791"/>
                                    </a:cubicBezTo>
                                    <a:cubicBezTo>
                                      <a:pt x="281626" y="33171"/>
                                      <a:pt x="203702" y="11526"/>
                                      <a:pt x="186386" y="59146"/>
                                    </a:cubicBezTo>
                                    <a:lnTo>
                                      <a:pt x="186386" y="5914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Freeform: Shape 22">
                              <a:extLst>
                                <a:ext uri="{FF2B5EF4-FFF2-40B4-BE49-F238E27FC236}">
                                  <a16:creationId xmlns:a16="http://schemas.microsoft.com/office/drawing/2014/main" id="{CF3C3149-5866-4E67-9707-4A842A35B5A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643567" y="942182"/>
                                <a:ext cx="1125556" cy="2770598"/>
                              </a:xfrm>
                              <a:custGeom>
                                <a:avLst/>
                                <a:gdLst>
                                  <a:gd name="connsiteX0" fmla="*/ 795935 w 1125555"/>
                                  <a:gd name="connsiteY0" fmla="*/ 90298 h 2770598"/>
                                  <a:gd name="connsiteX1" fmla="*/ 1038363 w 1125555"/>
                                  <a:gd name="connsiteY1" fmla="*/ 943123 h 2770598"/>
                                  <a:gd name="connsiteX2" fmla="*/ 51337 w 1125555"/>
                                  <a:gd name="connsiteY2" fmla="*/ 2692063 h 2770598"/>
                                  <a:gd name="connsiteX3" fmla="*/ 90298 w 1125555"/>
                                  <a:gd name="connsiteY3" fmla="*/ 2761328 h 2770598"/>
                                  <a:gd name="connsiteX4" fmla="*/ 1120615 w 1125555"/>
                                  <a:gd name="connsiteY4" fmla="*/ 1034034 h 2770598"/>
                                  <a:gd name="connsiteX5" fmla="*/ 865200 w 1125555"/>
                                  <a:gd name="connsiteY5" fmla="*/ 51337 h 2770598"/>
                                  <a:gd name="connsiteX6" fmla="*/ 795935 w 1125555"/>
                                  <a:gd name="connsiteY6" fmla="*/ 90298 h 2770598"/>
                                  <a:gd name="connsiteX7" fmla="*/ 795935 w 1125555"/>
                                  <a:gd name="connsiteY7" fmla="*/ 90298 h 27705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125555" h="2770598">
                                    <a:moveTo>
                                      <a:pt x="795935" y="90298"/>
                                    </a:moveTo>
                                    <a:cubicBezTo>
                                      <a:pt x="943124" y="345713"/>
                                      <a:pt x="1016717" y="653076"/>
                                      <a:pt x="1038363" y="943123"/>
                                    </a:cubicBezTo>
                                    <a:cubicBezTo>
                                      <a:pt x="1085982" y="1687721"/>
                                      <a:pt x="653076" y="2293790"/>
                                      <a:pt x="51337" y="2692063"/>
                                    </a:cubicBezTo>
                                    <a:cubicBezTo>
                                      <a:pt x="8046" y="2722367"/>
                                      <a:pt x="47008" y="2791632"/>
                                      <a:pt x="90298" y="2761328"/>
                                    </a:cubicBezTo>
                                    <a:cubicBezTo>
                                      <a:pt x="692038" y="2358726"/>
                                      <a:pt x="1124944" y="1774303"/>
                                      <a:pt x="1120615" y="1034034"/>
                                    </a:cubicBezTo>
                                    <a:cubicBezTo>
                                      <a:pt x="1116286" y="705025"/>
                                      <a:pt x="1034033" y="341384"/>
                                      <a:pt x="865200" y="51337"/>
                                    </a:cubicBezTo>
                                    <a:cubicBezTo>
                                      <a:pt x="839226" y="8046"/>
                                      <a:pt x="765632" y="47008"/>
                                      <a:pt x="795935" y="90298"/>
                                    </a:cubicBezTo>
                                    <a:lnTo>
                                      <a:pt x="795935" y="9029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Freeform: Shape 23">
                              <a:extLst>
                                <a:ext uri="{FF2B5EF4-FFF2-40B4-BE49-F238E27FC236}">
                                  <a16:creationId xmlns:a16="http://schemas.microsoft.com/office/drawing/2014/main" id="{91F7497F-535F-4374-ABFE-9F661A499F5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87507" y="1163814"/>
                                <a:ext cx="735940" cy="2554145"/>
                              </a:xfrm>
                              <a:custGeom>
                                <a:avLst/>
                                <a:gdLst>
                                  <a:gd name="connsiteX0" fmla="*/ 467572 w 735940"/>
                                  <a:gd name="connsiteY0" fmla="*/ 80791 h 2554145"/>
                                  <a:gd name="connsiteX1" fmla="*/ 43324 w 735940"/>
                                  <a:gd name="connsiteY1" fmla="*/ 2479090 h 2554145"/>
                                  <a:gd name="connsiteX2" fmla="*/ 99601 w 735940"/>
                                  <a:gd name="connsiteY2" fmla="*/ 2535368 h 2554145"/>
                                  <a:gd name="connsiteX3" fmla="*/ 545495 w 735940"/>
                                  <a:gd name="connsiteY3" fmla="*/ 59146 h 2554145"/>
                                  <a:gd name="connsiteX4" fmla="*/ 467572 w 735940"/>
                                  <a:gd name="connsiteY4" fmla="*/ 80791 h 2554145"/>
                                  <a:gd name="connsiteX5" fmla="*/ 467572 w 735940"/>
                                  <a:gd name="connsiteY5" fmla="*/ 80791 h 25541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5940" h="2554145">
                                    <a:moveTo>
                                      <a:pt x="467572" y="80791"/>
                                    </a:moveTo>
                                    <a:cubicBezTo>
                                      <a:pt x="766277" y="877338"/>
                                      <a:pt x="662379" y="1860035"/>
                                      <a:pt x="43324" y="2479090"/>
                                    </a:cubicBezTo>
                                    <a:cubicBezTo>
                                      <a:pt x="8692" y="2513723"/>
                                      <a:pt x="64969" y="2574329"/>
                                      <a:pt x="99601" y="2535368"/>
                                    </a:cubicBezTo>
                                    <a:cubicBezTo>
                                      <a:pt x="740302" y="1898996"/>
                                      <a:pt x="857187" y="881667"/>
                                      <a:pt x="545495" y="59146"/>
                                    </a:cubicBezTo>
                                    <a:cubicBezTo>
                                      <a:pt x="528179" y="11526"/>
                                      <a:pt x="450256" y="33171"/>
                                      <a:pt x="467572" y="80791"/>
                                    </a:cubicBezTo>
                                    <a:lnTo>
                                      <a:pt x="467572" y="80791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9" name="Freeform: Shape 19">
                            <a:extLst>
                              <a:ext uri="{FF2B5EF4-FFF2-40B4-BE49-F238E27FC236}">
                                <a16:creationId xmlns:a16="http://schemas.microsoft.com/office/drawing/2014/main" id="{17FF3ACE-8F93-4952-AF34-BA96DEA88FB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98795" y="1251098"/>
                              <a:ext cx="129872" cy="2337692"/>
                            </a:xfrm>
                            <a:custGeom>
                              <a:avLst/>
                              <a:gdLst>
                                <a:gd name="connsiteX0" fmla="*/ 32468 w 129871"/>
                                <a:gd name="connsiteY0" fmla="*/ 71429 h 2337692"/>
                                <a:gd name="connsiteX1" fmla="*/ 32468 w 129871"/>
                                <a:gd name="connsiteY1" fmla="*/ 2300895 h 2337692"/>
                                <a:gd name="connsiteX2" fmla="*/ 114720 w 129871"/>
                                <a:gd name="connsiteY2" fmla="*/ 2300895 h 2337692"/>
                                <a:gd name="connsiteX3" fmla="*/ 114720 w 129871"/>
                                <a:gd name="connsiteY3" fmla="*/ 71429 h 2337692"/>
                                <a:gd name="connsiteX4" fmla="*/ 32468 w 129871"/>
                                <a:gd name="connsiteY4" fmla="*/ 71429 h 2337692"/>
                                <a:gd name="connsiteX5" fmla="*/ 32468 w 129871"/>
                                <a:gd name="connsiteY5" fmla="*/ 71429 h 2337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29871" h="2337692">
                                  <a:moveTo>
                                    <a:pt x="32468" y="71429"/>
                                  </a:moveTo>
                                  <a:cubicBezTo>
                                    <a:pt x="32468" y="803041"/>
                                    <a:pt x="32468" y="1547639"/>
                                    <a:pt x="32468" y="2300895"/>
                                  </a:cubicBezTo>
                                  <a:cubicBezTo>
                                    <a:pt x="32468" y="2352844"/>
                                    <a:pt x="114720" y="2352844"/>
                                    <a:pt x="114720" y="2300895"/>
                                  </a:cubicBezTo>
                                  <a:cubicBezTo>
                                    <a:pt x="114720" y="1556297"/>
                                    <a:pt x="114720" y="816028"/>
                                    <a:pt x="114720" y="71429"/>
                                  </a:cubicBezTo>
                                  <a:cubicBezTo>
                                    <a:pt x="114720" y="19481"/>
                                    <a:pt x="32468" y="19481"/>
                                    <a:pt x="32468" y="71429"/>
                                  </a:cubicBezTo>
                                  <a:lnTo>
                                    <a:pt x="32468" y="7142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" name="Freeform: Shape 8">
                          <a:extLst>
                            <a:ext uri="{FF2B5EF4-FFF2-40B4-BE49-F238E27FC236}">
                              <a16:creationId xmlns:a16="http://schemas.microsoft.com/office/drawing/2014/main" id="{7D5B6764-BDC6-4B92-A15A-B6EBA4FC5BDB}"/>
                            </a:ext>
                          </a:extLst>
                        </wps:cNvPr>
                        <wps:cNvSpPr/>
                        <wps:spPr>
                          <a:xfrm>
                            <a:off x="6658094" y="0"/>
                            <a:ext cx="1428590" cy="1082265"/>
                          </a:xfrm>
                          <a:custGeom>
                            <a:avLst/>
                            <a:gdLst>
                              <a:gd name="connsiteX0" fmla="*/ 231604 w 1428589"/>
                              <a:gd name="connsiteY0" fmla="*/ 1088759 h 1082264"/>
                              <a:gd name="connsiteX1" fmla="*/ 712130 w 1428589"/>
                              <a:gd name="connsiteY1" fmla="*/ 833344 h 1082264"/>
                              <a:gd name="connsiteX2" fmla="*/ 1192656 w 1428589"/>
                              <a:gd name="connsiteY2" fmla="*/ 1088759 h 1082264"/>
                              <a:gd name="connsiteX3" fmla="*/ 1396122 w 1428589"/>
                              <a:gd name="connsiteY3" fmla="*/ 919925 h 1082264"/>
                              <a:gd name="connsiteX4" fmla="*/ 850660 w 1428589"/>
                              <a:gd name="connsiteY4" fmla="*/ 32468 h 1082264"/>
                              <a:gd name="connsiteX5" fmla="*/ 716460 w 1428589"/>
                              <a:gd name="connsiteY5" fmla="*/ 32468 h 1082264"/>
                              <a:gd name="connsiteX6" fmla="*/ 582258 w 1428589"/>
                              <a:gd name="connsiteY6" fmla="*/ 32468 h 1082264"/>
                              <a:gd name="connsiteX7" fmla="*/ 32468 w 1428589"/>
                              <a:gd name="connsiteY7" fmla="*/ 919925 h 1082264"/>
                              <a:gd name="connsiteX8" fmla="*/ 231604 w 1428589"/>
                              <a:gd name="connsiteY8" fmla="*/ 1088759 h 10822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428589" h="1082264">
                                <a:moveTo>
                                  <a:pt x="231604" y="1088759"/>
                                </a:moveTo>
                                <a:cubicBezTo>
                                  <a:pt x="339831" y="859318"/>
                                  <a:pt x="560613" y="829015"/>
                                  <a:pt x="712130" y="833344"/>
                                </a:cubicBezTo>
                                <a:cubicBezTo>
                                  <a:pt x="867977" y="824686"/>
                                  <a:pt x="1088758" y="859318"/>
                                  <a:pt x="1192656" y="1088759"/>
                                </a:cubicBezTo>
                                <a:cubicBezTo>
                                  <a:pt x="1192656" y="1088759"/>
                                  <a:pt x="1270579" y="993519"/>
                                  <a:pt x="1396122" y="919925"/>
                                </a:cubicBezTo>
                                <a:cubicBezTo>
                                  <a:pt x="1171011" y="768408"/>
                                  <a:pt x="850660" y="474032"/>
                                  <a:pt x="850660" y="32468"/>
                                </a:cubicBezTo>
                                <a:lnTo>
                                  <a:pt x="716460" y="32468"/>
                                </a:lnTo>
                                <a:lnTo>
                                  <a:pt x="582258" y="32468"/>
                                </a:lnTo>
                                <a:cubicBezTo>
                                  <a:pt x="582258" y="474032"/>
                                  <a:pt x="257579" y="768408"/>
                                  <a:pt x="32468" y="919925"/>
                                </a:cubicBezTo>
                                <a:cubicBezTo>
                                  <a:pt x="153682" y="993519"/>
                                  <a:pt x="231604" y="1088759"/>
                                  <a:pt x="231604" y="10887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C8A54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Freeform: Shape 9">
                          <a:extLst>
                            <a:ext uri="{FF2B5EF4-FFF2-40B4-BE49-F238E27FC236}">
                              <a16:creationId xmlns:a16="http://schemas.microsoft.com/office/drawing/2014/main" id="{200257E6-A5ED-4836-94BD-B1729F7C49A5}"/>
                            </a:ext>
                          </a:extLst>
                        </wps:cNvPr>
                        <wps:cNvSpPr/>
                        <wps:spPr>
                          <a:xfrm>
                            <a:off x="2965406" y="2177517"/>
                            <a:ext cx="3939444" cy="1645043"/>
                          </a:xfrm>
                          <a:custGeom>
                            <a:avLst/>
                            <a:gdLst>
                              <a:gd name="connsiteX0" fmla="*/ 3915635 w 3939444"/>
                              <a:gd name="connsiteY0" fmla="*/ 1132049 h 1645042"/>
                              <a:gd name="connsiteX1" fmla="*/ 3530348 w 3939444"/>
                              <a:gd name="connsiteY1" fmla="*/ 1612575 h 1645042"/>
                              <a:gd name="connsiteX2" fmla="*/ 417754 w 3939444"/>
                              <a:gd name="connsiteY2" fmla="*/ 1612575 h 1645042"/>
                              <a:gd name="connsiteX3" fmla="*/ 32468 w 3939444"/>
                              <a:gd name="connsiteY3" fmla="*/ 1132049 h 1645042"/>
                              <a:gd name="connsiteX4" fmla="*/ 32468 w 3939444"/>
                              <a:gd name="connsiteY4" fmla="*/ 512994 h 1645042"/>
                              <a:gd name="connsiteX5" fmla="*/ 417754 w 3939444"/>
                              <a:gd name="connsiteY5" fmla="*/ 32468 h 1645042"/>
                              <a:gd name="connsiteX6" fmla="*/ 3530348 w 3939444"/>
                              <a:gd name="connsiteY6" fmla="*/ 32468 h 1645042"/>
                              <a:gd name="connsiteX7" fmla="*/ 3915635 w 3939444"/>
                              <a:gd name="connsiteY7" fmla="*/ 512994 h 1645042"/>
                              <a:gd name="connsiteX8" fmla="*/ 3915635 w 3939444"/>
                              <a:gd name="connsiteY8" fmla="*/ 1132049 h 16450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939444" h="1645042">
                                <a:moveTo>
                                  <a:pt x="3915635" y="1132049"/>
                                </a:moveTo>
                                <a:cubicBezTo>
                                  <a:pt x="3915635" y="1396122"/>
                                  <a:pt x="3742472" y="1612575"/>
                                  <a:pt x="3530348" y="1612575"/>
                                </a:cubicBezTo>
                                <a:lnTo>
                                  <a:pt x="417754" y="1612575"/>
                                </a:lnTo>
                                <a:cubicBezTo>
                                  <a:pt x="205630" y="1612575"/>
                                  <a:pt x="32468" y="1396122"/>
                                  <a:pt x="32468" y="1132049"/>
                                </a:cubicBezTo>
                                <a:lnTo>
                                  <a:pt x="32468" y="512994"/>
                                </a:lnTo>
                                <a:cubicBezTo>
                                  <a:pt x="32468" y="248921"/>
                                  <a:pt x="205630" y="32468"/>
                                  <a:pt x="417754" y="32468"/>
                                </a:cubicBezTo>
                                <a:lnTo>
                                  <a:pt x="3530348" y="32468"/>
                                </a:lnTo>
                                <a:cubicBezTo>
                                  <a:pt x="3742472" y="32468"/>
                                  <a:pt x="3915635" y="248921"/>
                                  <a:pt x="3915635" y="512994"/>
                                </a:cubicBezTo>
                                <a:lnTo>
                                  <a:pt x="3915635" y="1132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406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Freeform: Shape 10">
                          <a:extLst>
                            <a:ext uri="{FF2B5EF4-FFF2-40B4-BE49-F238E27FC236}">
                              <a16:creationId xmlns:a16="http://schemas.microsoft.com/office/drawing/2014/main" id="{35B9F884-E7FA-47EB-8820-B9CFDF60B728}"/>
                            </a:ext>
                          </a:extLst>
                        </wps:cNvPr>
                        <wps:cNvSpPr/>
                        <wps:spPr>
                          <a:xfrm>
                            <a:off x="2965406" y="2402589"/>
                            <a:ext cx="3939444" cy="1515171"/>
                          </a:xfrm>
                          <a:custGeom>
                            <a:avLst/>
                            <a:gdLst>
                              <a:gd name="connsiteX0" fmla="*/ 3530348 w 3939444"/>
                              <a:gd name="connsiteY0" fmla="*/ 32468 h 1515170"/>
                              <a:gd name="connsiteX1" fmla="*/ 417754 w 3939444"/>
                              <a:gd name="connsiteY1" fmla="*/ 32468 h 1515170"/>
                              <a:gd name="connsiteX2" fmla="*/ 32468 w 3939444"/>
                              <a:gd name="connsiteY2" fmla="*/ 512994 h 1515170"/>
                              <a:gd name="connsiteX3" fmla="*/ 32468 w 3939444"/>
                              <a:gd name="connsiteY3" fmla="*/ 1032481 h 1515170"/>
                              <a:gd name="connsiteX4" fmla="*/ 417754 w 3939444"/>
                              <a:gd name="connsiteY4" fmla="*/ 1513006 h 1515170"/>
                              <a:gd name="connsiteX5" fmla="*/ 3530348 w 3939444"/>
                              <a:gd name="connsiteY5" fmla="*/ 1513006 h 1515170"/>
                              <a:gd name="connsiteX6" fmla="*/ 3915635 w 3939444"/>
                              <a:gd name="connsiteY6" fmla="*/ 1032481 h 1515170"/>
                              <a:gd name="connsiteX7" fmla="*/ 3915635 w 3939444"/>
                              <a:gd name="connsiteY7" fmla="*/ 512994 h 1515170"/>
                              <a:gd name="connsiteX8" fmla="*/ 3530348 w 3939444"/>
                              <a:gd name="connsiteY8" fmla="*/ 32468 h 15151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939444" h="1515170">
                                <a:moveTo>
                                  <a:pt x="3530348" y="32468"/>
                                </a:moveTo>
                                <a:lnTo>
                                  <a:pt x="417754" y="32468"/>
                                </a:lnTo>
                                <a:cubicBezTo>
                                  <a:pt x="205630" y="32468"/>
                                  <a:pt x="32468" y="248921"/>
                                  <a:pt x="32468" y="512994"/>
                                </a:cubicBezTo>
                                <a:lnTo>
                                  <a:pt x="32468" y="1032481"/>
                                </a:lnTo>
                                <a:cubicBezTo>
                                  <a:pt x="32468" y="1296553"/>
                                  <a:pt x="205630" y="1513006"/>
                                  <a:pt x="417754" y="1513006"/>
                                </a:cubicBezTo>
                                <a:lnTo>
                                  <a:pt x="3530348" y="1513006"/>
                                </a:lnTo>
                                <a:cubicBezTo>
                                  <a:pt x="3742472" y="1513006"/>
                                  <a:pt x="3915635" y="1296553"/>
                                  <a:pt x="3915635" y="1032481"/>
                                </a:cubicBezTo>
                                <a:lnTo>
                                  <a:pt x="3915635" y="512994"/>
                                </a:lnTo>
                                <a:cubicBezTo>
                                  <a:pt x="3915635" y="248921"/>
                                  <a:pt x="3742472" y="32468"/>
                                  <a:pt x="3530348" y="324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reeform: Shape 11">
                          <a:extLst>
                            <a:ext uri="{FF2B5EF4-FFF2-40B4-BE49-F238E27FC236}">
                              <a16:creationId xmlns:a16="http://schemas.microsoft.com/office/drawing/2014/main" id="{C3B72183-B197-4356-8538-5AB2FEDFC312}"/>
                            </a:ext>
                          </a:extLst>
                        </wps:cNvPr>
                        <wps:cNvSpPr/>
                        <wps:spPr>
                          <a:xfrm>
                            <a:off x="2735966" y="1398246"/>
                            <a:ext cx="4415641" cy="1861496"/>
                          </a:xfrm>
                          <a:custGeom>
                            <a:avLst/>
                            <a:gdLst>
                              <a:gd name="connsiteX0" fmla="*/ 2201327 w 4415640"/>
                              <a:gd name="connsiteY0" fmla="*/ 32468 h 1861495"/>
                              <a:gd name="connsiteX1" fmla="*/ 32468 w 4415640"/>
                              <a:gd name="connsiteY1" fmla="*/ 1629891 h 1861495"/>
                              <a:gd name="connsiteX2" fmla="*/ 32468 w 4415640"/>
                              <a:gd name="connsiteY2" fmla="*/ 1712143 h 1861495"/>
                              <a:gd name="connsiteX3" fmla="*/ 344160 w 4415640"/>
                              <a:gd name="connsiteY3" fmla="*/ 1867989 h 1861495"/>
                              <a:gd name="connsiteX4" fmla="*/ 655852 w 4415640"/>
                              <a:gd name="connsiteY4" fmla="*/ 1712143 h 1861495"/>
                              <a:gd name="connsiteX5" fmla="*/ 967545 w 4415640"/>
                              <a:gd name="connsiteY5" fmla="*/ 1867989 h 1861495"/>
                              <a:gd name="connsiteX6" fmla="*/ 1279237 w 4415640"/>
                              <a:gd name="connsiteY6" fmla="*/ 1712143 h 1861495"/>
                              <a:gd name="connsiteX7" fmla="*/ 1590929 w 4415640"/>
                              <a:gd name="connsiteY7" fmla="*/ 1867989 h 1861495"/>
                              <a:gd name="connsiteX8" fmla="*/ 1902622 w 4415640"/>
                              <a:gd name="connsiteY8" fmla="*/ 1712143 h 1861495"/>
                              <a:gd name="connsiteX9" fmla="*/ 2214314 w 4415640"/>
                              <a:gd name="connsiteY9" fmla="*/ 1867989 h 1861495"/>
                              <a:gd name="connsiteX10" fmla="*/ 2526007 w 4415640"/>
                              <a:gd name="connsiteY10" fmla="*/ 1712143 h 1861495"/>
                              <a:gd name="connsiteX11" fmla="*/ 2837699 w 4415640"/>
                              <a:gd name="connsiteY11" fmla="*/ 1867989 h 1861495"/>
                              <a:gd name="connsiteX12" fmla="*/ 3149391 w 4415640"/>
                              <a:gd name="connsiteY12" fmla="*/ 1712143 h 1861495"/>
                              <a:gd name="connsiteX13" fmla="*/ 3461083 w 4415640"/>
                              <a:gd name="connsiteY13" fmla="*/ 1867989 h 1861495"/>
                              <a:gd name="connsiteX14" fmla="*/ 3772776 w 4415640"/>
                              <a:gd name="connsiteY14" fmla="*/ 1712143 h 1861495"/>
                              <a:gd name="connsiteX15" fmla="*/ 4084468 w 4415640"/>
                              <a:gd name="connsiteY15" fmla="*/ 1867989 h 1861495"/>
                              <a:gd name="connsiteX16" fmla="*/ 4396160 w 4415640"/>
                              <a:gd name="connsiteY16" fmla="*/ 1712143 h 1861495"/>
                              <a:gd name="connsiteX17" fmla="*/ 4396160 w 4415640"/>
                              <a:gd name="connsiteY17" fmla="*/ 1629891 h 1861495"/>
                              <a:gd name="connsiteX18" fmla="*/ 2201327 w 4415640"/>
                              <a:gd name="connsiteY18" fmla="*/ 32468 h 18614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4415640" h="1861495">
                                <a:moveTo>
                                  <a:pt x="2201327" y="32468"/>
                                </a:moveTo>
                                <a:cubicBezTo>
                                  <a:pt x="1019494" y="32468"/>
                                  <a:pt x="62771" y="746763"/>
                                  <a:pt x="32468" y="1629891"/>
                                </a:cubicBezTo>
                                <a:lnTo>
                                  <a:pt x="32468" y="1712143"/>
                                </a:lnTo>
                                <a:cubicBezTo>
                                  <a:pt x="188314" y="1712143"/>
                                  <a:pt x="188314" y="1867989"/>
                                  <a:pt x="344160" y="1867989"/>
                                </a:cubicBezTo>
                                <a:cubicBezTo>
                                  <a:pt x="500006" y="1867989"/>
                                  <a:pt x="500006" y="1712143"/>
                                  <a:pt x="655852" y="1712143"/>
                                </a:cubicBezTo>
                                <a:cubicBezTo>
                                  <a:pt x="811699" y="1712143"/>
                                  <a:pt x="811699" y="1867989"/>
                                  <a:pt x="967545" y="1867989"/>
                                </a:cubicBezTo>
                                <a:cubicBezTo>
                                  <a:pt x="1123391" y="1867989"/>
                                  <a:pt x="1123391" y="1712143"/>
                                  <a:pt x="1279237" y="1712143"/>
                                </a:cubicBezTo>
                                <a:cubicBezTo>
                                  <a:pt x="1435083" y="1712143"/>
                                  <a:pt x="1435083" y="1867989"/>
                                  <a:pt x="1590929" y="1867989"/>
                                </a:cubicBezTo>
                                <a:cubicBezTo>
                                  <a:pt x="1746776" y="1867989"/>
                                  <a:pt x="1746776" y="1712143"/>
                                  <a:pt x="1902622" y="1712143"/>
                                </a:cubicBezTo>
                                <a:cubicBezTo>
                                  <a:pt x="2058468" y="1712143"/>
                                  <a:pt x="2058468" y="1867989"/>
                                  <a:pt x="2214314" y="1867989"/>
                                </a:cubicBezTo>
                                <a:cubicBezTo>
                                  <a:pt x="2370160" y="1867989"/>
                                  <a:pt x="2370160" y="1712143"/>
                                  <a:pt x="2526007" y="1712143"/>
                                </a:cubicBezTo>
                                <a:cubicBezTo>
                                  <a:pt x="2681853" y="1712143"/>
                                  <a:pt x="2681853" y="1867989"/>
                                  <a:pt x="2837699" y="1867989"/>
                                </a:cubicBezTo>
                                <a:cubicBezTo>
                                  <a:pt x="2993545" y="1867989"/>
                                  <a:pt x="2993545" y="1712143"/>
                                  <a:pt x="3149391" y="1712143"/>
                                </a:cubicBezTo>
                                <a:cubicBezTo>
                                  <a:pt x="3305237" y="1712143"/>
                                  <a:pt x="3305237" y="1867989"/>
                                  <a:pt x="3461083" y="1867989"/>
                                </a:cubicBezTo>
                                <a:cubicBezTo>
                                  <a:pt x="3616929" y="1867989"/>
                                  <a:pt x="3616929" y="1712143"/>
                                  <a:pt x="3772776" y="1712143"/>
                                </a:cubicBezTo>
                                <a:cubicBezTo>
                                  <a:pt x="3928622" y="1712143"/>
                                  <a:pt x="3928622" y="1867989"/>
                                  <a:pt x="4084468" y="1867989"/>
                                </a:cubicBezTo>
                                <a:cubicBezTo>
                                  <a:pt x="4240314" y="1867989"/>
                                  <a:pt x="4240314" y="1712143"/>
                                  <a:pt x="4396160" y="1712143"/>
                                </a:cubicBezTo>
                                <a:lnTo>
                                  <a:pt x="4396160" y="1629891"/>
                                </a:lnTo>
                                <a:cubicBezTo>
                                  <a:pt x="4339882" y="746763"/>
                                  <a:pt x="3383161" y="32468"/>
                                  <a:pt x="2201327" y="324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Freeform: Shape 12">
                          <a:extLst>
                            <a:ext uri="{FF2B5EF4-FFF2-40B4-BE49-F238E27FC236}">
                              <a16:creationId xmlns:a16="http://schemas.microsoft.com/office/drawing/2014/main" id="{0B775FD7-6DD3-4EEA-9948-52D89D69EECC}"/>
                            </a:ext>
                          </a:extLst>
                        </wps:cNvPr>
                        <wps:cNvSpPr/>
                        <wps:spPr>
                          <a:xfrm>
                            <a:off x="2826875" y="1480498"/>
                            <a:ext cx="4242479" cy="1688333"/>
                          </a:xfrm>
                          <a:custGeom>
                            <a:avLst/>
                            <a:gdLst>
                              <a:gd name="connsiteX0" fmla="*/ 2119075 w 4242478"/>
                              <a:gd name="connsiteY0" fmla="*/ 32468 h 1688333"/>
                              <a:gd name="connsiteX1" fmla="*/ 32468 w 4242478"/>
                              <a:gd name="connsiteY1" fmla="*/ 1465387 h 1688333"/>
                              <a:gd name="connsiteX2" fmla="*/ 32468 w 4242478"/>
                              <a:gd name="connsiteY2" fmla="*/ 1538981 h 1688333"/>
                              <a:gd name="connsiteX3" fmla="*/ 331173 w 4242478"/>
                              <a:gd name="connsiteY3" fmla="*/ 1677511 h 1688333"/>
                              <a:gd name="connsiteX4" fmla="*/ 629878 w 4242478"/>
                              <a:gd name="connsiteY4" fmla="*/ 1538981 h 1688333"/>
                              <a:gd name="connsiteX5" fmla="*/ 928583 w 4242478"/>
                              <a:gd name="connsiteY5" fmla="*/ 1677511 h 1688333"/>
                              <a:gd name="connsiteX6" fmla="*/ 1227288 w 4242478"/>
                              <a:gd name="connsiteY6" fmla="*/ 1538981 h 1688333"/>
                              <a:gd name="connsiteX7" fmla="*/ 1525994 w 4242478"/>
                              <a:gd name="connsiteY7" fmla="*/ 1677511 h 1688333"/>
                              <a:gd name="connsiteX8" fmla="*/ 1824698 w 4242478"/>
                              <a:gd name="connsiteY8" fmla="*/ 1538981 h 1688333"/>
                              <a:gd name="connsiteX9" fmla="*/ 2123404 w 4242478"/>
                              <a:gd name="connsiteY9" fmla="*/ 1677511 h 1688333"/>
                              <a:gd name="connsiteX10" fmla="*/ 2422109 w 4242478"/>
                              <a:gd name="connsiteY10" fmla="*/ 1538981 h 1688333"/>
                              <a:gd name="connsiteX11" fmla="*/ 2720814 w 4242478"/>
                              <a:gd name="connsiteY11" fmla="*/ 1677511 h 1688333"/>
                              <a:gd name="connsiteX12" fmla="*/ 3019519 w 4242478"/>
                              <a:gd name="connsiteY12" fmla="*/ 1538981 h 1688333"/>
                              <a:gd name="connsiteX13" fmla="*/ 3318224 w 4242478"/>
                              <a:gd name="connsiteY13" fmla="*/ 1677511 h 1688333"/>
                              <a:gd name="connsiteX14" fmla="*/ 3616930 w 4242478"/>
                              <a:gd name="connsiteY14" fmla="*/ 1538981 h 1688333"/>
                              <a:gd name="connsiteX15" fmla="*/ 3915635 w 4242478"/>
                              <a:gd name="connsiteY15" fmla="*/ 1677511 h 1688333"/>
                              <a:gd name="connsiteX16" fmla="*/ 4214339 w 4242478"/>
                              <a:gd name="connsiteY16" fmla="*/ 1538981 h 1688333"/>
                              <a:gd name="connsiteX17" fmla="*/ 4214339 w 4242478"/>
                              <a:gd name="connsiteY17" fmla="*/ 1465387 h 1688333"/>
                              <a:gd name="connsiteX18" fmla="*/ 2119075 w 4242478"/>
                              <a:gd name="connsiteY18" fmla="*/ 32468 h 16883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4242478" h="1688333">
                                <a:moveTo>
                                  <a:pt x="2119075" y="32468"/>
                                </a:moveTo>
                                <a:cubicBezTo>
                                  <a:pt x="984861" y="32468"/>
                                  <a:pt x="62771" y="668840"/>
                                  <a:pt x="32468" y="1465387"/>
                                </a:cubicBezTo>
                                <a:lnTo>
                                  <a:pt x="32468" y="1538981"/>
                                </a:lnTo>
                                <a:cubicBezTo>
                                  <a:pt x="179656" y="1538981"/>
                                  <a:pt x="179656" y="1677511"/>
                                  <a:pt x="331173" y="1677511"/>
                                </a:cubicBezTo>
                                <a:cubicBezTo>
                                  <a:pt x="478361" y="1677511"/>
                                  <a:pt x="478361" y="1538981"/>
                                  <a:pt x="629878" y="1538981"/>
                                </a:cubicBezTo>
                                <a:cubicBezTo>
                                  <a:pt x="777066" y="1538981"/>
                                  <a:pt x="777066" y="1677511"/>
                                  <a:pt x="928583" y="1677511"/>
                                </a:cubicBezTo>
                                <a:cubicBezTo>
                                  <a:pt x="1075771" y="1677511"/>
                                  <a:pt x="1075771" y="1538981"/>
                                  <a:pt x="1227288" y="1538981"/>
                                </a:cubicBezTo>
                                <a:cubicBezTo>
                                  <a:pt x="1374477" y="1538981"/>
                                  <a:pt x="1374477" y="1677511"/>
                                  <a:pt x="1525994" y="1677511"/>
                                </a:cubicBezTo>
                                <a:cubicBezTo>
                                  <a:pt x="1673181" y="1677511"/>
                                  <a:pt x="1673181" y="1538981"/>
                                  <a:pt x="1824698" y="1538981"/>
                                </a:cubicBezTo>
                                <a:cubicBezTo>
                                  <a:pt x="1971887" y="1538981"/>
                                  <a:pt x="1971887" y="1677511"/>
                                  <a:pt x="2123404" y="1677511"/>
                                </a:cubicBezTo>
                                <a:cubicBezTo>
                                  <a:pt x="2270592" y="1677511"/>
                                  <a:pt x="2270592" y="1538981"/>
                                  <a:pt x="2422109" y="1538981"/>
                                </a:cubicBezTo>
                                <a:cubicBezTo>
                                  <a:pt x="2569297" y="1538981"/>
                                  <a:pt x="2569297" y="1677511"/>
                                  <a:pt x="2720814" y="1677511"/>
                                </a:cubicBezTo>
                                <a:cubicBezTo>
                                  <a:pt x="2868002" y="1677511"/>
                                  <a:pt x="2868002" y="1538981"/>
                                  <a:pt x="3019519" y="1538981"/>
                                </a:cubicBezTo>
                                <a:cubicBezTo>
                                  <a:pt x="3166707" y="1538981"/>
                                  <a:pt x="3166707" y="1677511"/>
                                  <a:pt x="3318224" y="1677511"/>
                                </a:cubicBezTo>
                                <a:cubicBezTo>
                                  <a:pt x="3465413" y="1677511"/>
                                  <a:pt x="3465413" y="1538981"/>
                                  <a:pt x="3616930" y="1538981"/>
                                </a:cubicBezTo>
                                <a:cubicBezTo>
                                  <a:pt x="3764117" y="1538981"/>
                                  <a:pt x="3764117" y="1677511"/>
                                  <a:pt x="3915635" y="1677511"/>
                                </a:cubicBezTo>
                                <a:cubicBezTo>
                                  <a:pt x="4062822" y="1677511"/>
                                  <a:pt x="4062822" y="1538981"/>
                                  <a:pt x="4214339" y="1538981"/>
                                </a:cubicBezTo>
                                <a:lnTo>
                                  <a:pt x="4214339" y="1465387"/>
                                </a:lnTo>
                                <a:cubicBezTo>
                                  <a:pt x="4179707" y="668840"/>
                                  <a:pt x="3257618" y="32468"/>
                                  <a:pt x="2119075" y="324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Freeform: Shape 13">
                          <a:extLst>
                            <a:ext uri="{FF2B5EF4-FFF2-40B4-BE49-F238E27FC236}">
                              <a16:creationId xmlns:a16="http://schemas.microsoft.com/office/drawing/2014/main" id="{46CE4A55-96C2-4F4B-9ED2-6CFCD29F58A3}"/>
                            </a:ext>
                          </a:extLst>
                        </wps:cNvPr>
                        <wps:cNvSpPr/>
                        <wps:spPr>
                          <a:xfrm>
                            <a:off x="4764371" y="1580068"/>
                            <a:ext cx="303034" cy="779232"/>
                          </a:xfrm>
                          <a:custGeom>
                            <a:avLst/>
                            <a:gdLst>
                              <a:gd name="connsiteX0" fmla="*/ 172922 w 303034"/>
                              <a:gd name="connsiteY0" fmla="*/ 32468 h 779230"/>
                              <a:gd name="connsiteX1" fmla="*/ 172922 w 303034"/>
                              <a:gd name="connsiteY1" fmla="*/ 772737 h 779230"/>
                              <a:gd name="connsiteX2" fmla="*/ 172922 w 303034"/>
                              <a:gd name="connsiteY2" fmla="*/ 32468 h 7792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03034" h="779230">
                                <a:moveTo>
                                  <a:pt x="172922" y="32468"/>
                                </a:moveTo>
                                <a:cubicBezTo>
                                  <a:pt x="172922" y="32468"/>
                                  <a:pt x="-143100" y="772737"/>
                                  <a:pt x="172922" y="772737"/>
                                </a:cubicBezTo>
                                <a:cubicBezTo>
                                  <a:pt x="488943" y="772737"/>
                                  <a:pt x="172922" y="32468"/>
                                  <a:pt x="172922" y="324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reeform: Shape 14">
                          <a:extLst>
                            <a:ext uri="{FF2B5EF4-FFF2-40B4-BE49-F238E27FC236}">
                              <a16:creationId xmlns:a16="http://schemas.microsoft.com/office/drawing/2014/main" id="{A84FB569-C148-4CD6-9E49-ED9A8A0F17AE}"/>
                            </a:ext>
                          </a:extLst>
                        </wps:cNvPr>
                        <wps:cNvSpPr/>
                        <wps:spPr>
                          <a:xfrm>
                            <a:off x="5207860" y="1580068"/>
                            <a:ext cx="606068" cy="649358"/>
                          </a:xfrm>
                          <a:custGeom>
                            <a:avLst/>
                            <a:gdLst>
                              <a:gd name="connsiteX0" fmla="*/ 32468 w 606068"/>
                              <a:gd name="connsiteY0" fmla="*/ 32468 h 649358"/>
                              <a:gd name="connsiteX1" fmla="*/ 530310 w 606068"/>
                              <a:gd name="connsiteY1" fmla="*/ 582259 h 649358"/>
                              <a:gd name="connsiteX2" fmla="*/ 32468 w 606068"/>
                              <a:gd name="connsiteY2" fmla="*/ 32468 h 6493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606068" h="649358">
                                <a:moveTo>
                                  <a:pt x="32468" y="32468"/>
                                </a:moveTo>
                                <a:cubicBezTo>
                                  <a:pt x="32468" y="32468"/>
                                  <a:pt x="296541" y="794383"/>
                                  <a:pt x="530310" y="582259"/>
                                </a:cubicBezTo>
                                <a:cubicBezTo>
                                  <a:pt x="768408" y="365806"/>
                                  <a:pt x="32468" y="32468"/>
                                  <a:pt x="32468" y="324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Freeform: Shape 15">
                          <a:extLst>
                            <a:ext uri="{FF2B5EF4-FFF2-40B4-BE49-F238E27FC236}">
                              <a16:creationId xmlns:a16="http://schemas.microsoft.com/office/drawing/2014/main" id="{65214AF4-BF0C-4FFE-AD82-81B4CE4B2C94}"/>
                            </a:ext>
                          </a:extLst>
                        </wps:cNvPr>
                        <wps:cNvSpPr/>
                        <wps:spPr>
                          <a:xfrm>
                            <a:off x="4070849" y="1580068"/>
                            <a:ext cx="606068" cy="649358"/>
                          </a:xfrm>
                          <a:custGeom>
                            <a:avLst/>
                            <a:gdLst>
                              <a:gd name="connsiteX0" fmla="*/ 576396 w 606068"/>
                              <a:gd name="connsiteY0" fmla="*/ 32468 h 649358"/>
                              <a:gd name="connsiteX1" fmla="*/ 78554 w 606068"/>
                              <a:gd name="connsiteY1" fmla="*/ 582259 h 649358"/>
                              <a:gd name="connsiteX2" fmla="*/ 576396 w 606068"/>
                              <a:gd name="connsiteY2" fmla="*/ 32468 h 6493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606068" h="649358">
                                <a:moveTo>
                                  <a:pt x="576396" y="32468"/>
                                </a:moveTo>
                                <a:cubicBezTo>
                                  <a:pt x="576396" y="32468"/>
                                  <a:pt x="312324" y="794383"/>
                                  <a:pt x="78554" y="582259"/>
                                </a:cubicBezTo>
                                <a:cubicBezTo>
                                  <a:pt x="-155215" y="365806"/>
                                  <a:pt x="576396" y="32468"/>
                                  <a:pt x="576396" y="324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reeform: Shape 16">
                          <a:extLst>
                            <a:ext uri="{FF2B5EF4-FFF2-40B4-BE49-F238E27FC236}">
                              <a16:creationId xmlns:a16="http://schemas.microsoft.com/office/drawing/2014/main" id="{D71CAC68-7055-4140-A163-118FFCE406FA}"/>
                            </a:ext>
                          </a:extLst>
                        </wps:cNvPr>
                        <wps:cNvSpPr/>
                        <wps:spPr>
                          <a:xfrm>
                            <a:off x="4491492" y="735900"/>
                            <a:ext cx="865813" cy="909103"/>
                          </a:xfrm>
                          <a:custGeom>
                            <a:avLst/>
                            <a:gdLst>
                              <a:gd name="connsiteX0" fmla="*/ 90818 w 865811"/>
                              <a:gd name="connsiteY0" fmla="*/ 833344 h 909102"/>
                              <a:gd name="connsiteX1" fmla="*/ 116793 w 865811"/>
                              <a:gd name="connsiteY1" fmla="*/ 595246 h 909102"/>
                              <a:gd name="connsiteX2" fmla="*/ 164412 w 865811"/>
                              <a:gd name="connsiteY2" fmla="*/ 279224 h 909102"/>
                              <a:gd name="connsiteX3" fmla="*/ 367878 w 865811"/>
                              <a:gd name="connsiteY3" fmla="*/ 32468 h 909102"/>
                              <a:gd name="connsiteX4" fmla="*/ 770481 w 865811"/>
                              <a:gd name="connsiteY4" fmla="*/ 543297 h 909102"/>
                              <a:gd name="connsiteX5" fmla="*/ 809442 w 865811"/>
                              <a:gd name="connsiteY5" fmla="*/ 829015 h 909102"/>
                              <a:gd name="connsiteX6" fmla="*/ 90818 w 865811"/>
                              <a:gd name="connsiteY6" fmla="*/ 833344 h 9091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65811" h="909102">
                                <a:moveTo>
                                  <a:pt x="90818" y="833344"/>
                                </a:moveTo>
                                <a:cubicBezTo>
                                  <a:pt x="90818" y="833344"/>
                                  <a:pt x="-56370" y="725117"/>
                                  <a:pt x="116793" y="595246"/>
                                </a:cubicBezTo>
                                <a:cubicBezTo>
                                  <a:pt x="116793" y="595246"/>
                                  <a:pt x="-56370" y="357147"/>
                                  <a:pt x="164412" y="279224"/>
                                </a:cubicBezTo>
                                <a:cubicBezTo>
                                  <a:pt x="164412" y="279224"/>
                                  <a:pt x="432814" y="166669"/>
                                  <a:pt x="367878" y="32468"/>
                                </a:cubicBezTo>
                                <a:cubicBezTo>
                                  <a:pt x="367878" y="32468"/>
                                  <a:pt x="1008579" y="283553"/>
                                  <a:pt x="770481" y="543297"/>
                                </a:cubicBezTo>
                                <a:cubicBezTo>
                                  <a:pt x="770481" y="543297"/>
                                  <a:pt x="952301" y="742434"/>
                                  <a:pt x="809442" y="829015"/>
                                </a:cubicBezTo>
                                <a:cubicBezTo>
                                  <a:pt x="805113" y="833344"/>
                                  <a:pt x="367878" y="976203"/>
                                  <a:pt x="90818" y="8333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9F6F2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Freeform: Shape 17">
                          <a:extLst>
                            <a:ext uri="{FF2B5EF4-FFF2-40B4-BE49-F238E27FC236}">
                              <a16:creationId xmlns:a16="http://schemas.microsoft.com/office/drawing/2014/main" id="{09BCA110-A238-4B93-BA8E-C5EA59D0EF6E}"/>
                            </a:ext>
                          </a:extLst>
                        </wps:cNvPr>
                        <wps:cNvSpPr/>
                        <wps:spPr>
                          <a:xfrm>
                            <a:off x="4576266" y="1236532"/>
                            <a:ext cx="692650" cy="129872"/>
                          </a:xfrm>
                          <a:custGeom>
                            <a:avLst/>
                            <a:gdLst>
                              <a:gd name="connsiteX0" fmla="*/ 45006 w 692649"/>
                              <a:gd name="connsiteY0" fmla="*/ 107601 h 129871"/>
                              <a:gd name="connsiteX1" fmla="*/ 655403 w 692649"/>
                              <a:gd name="connsiteY1" fmla="*/ 64311 h 129871"/>
                              <a:gd name="connsiteX2" fmla="*/ 646745 w 692649"/>
                              <a:gd name="connsiteY2" fmla="*/ 34007 h 129871"/>
                              <a:gd name="connsiteX3" fmla="*/ 53664 w 692649"/>
                              <a:gd name="connsiteY3" fmla="*/ 77298 h 129871"/>
                              <a:gd name="connsiteX4" fmla="*/ 45006 w 692649"/>
                              <a:gd name="connsiteY4" fmla="*/ 107601 h 129871"/>
                              <a:gd name="connsiteX5" fmla="*/ 45006 w 692649"/>
                              <a:gd name="connsiteY5" fmla="*/ 107601 h 1298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92649" h="129871">
                                <a:moveTo>
                                  <a:pt x="45006" y="107601"/>
                                </a:moveTo>
                                <a:cubicBezTo>
                                  <a:pt x="244143" y="137905"/>
                                  <a:pt x="460596" y="137905"/>
                                  <a:pt x="655403" y="64311"/>
                                </a:cubicBezTo>
                                <a:cubicBezTo>
                                  <a:pt x="672720" y="55653"/>
                                  <a:pt x="668391" y="25349"/>
                                  <a:pt x="646745" y="34007"/>
                                </a:cubicBezTo>
                                <a:cubicBezTo>
                                  <a:pt x="460596" y="103272"/>
                                  <a:pt x="248472" y="107601"/>
                                  <a:pt x="53664" y="77298"/>
                                </a:cubicBezTo>
                                <a:cubicBezTo>
                                  <a:pt x="32019" y="72969"/>
                                  <a:pt x="23361" y="103272"/>
                                  <a:pt x="45006" y="107601"/>
                                </a:cubicBezTo>
                                <a:lnTo>
                                  <a:pt x="45006" y="1076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3D6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60" name="Group 200"/>
                      <wpg:cNvGrpSpPr/>
                      <wpg:grpSpPr>
                        <a:xfrm flipH="1">
                          <a:off x="7879080" y="381000"/>
                          <a:ext cx="1543308" cy="657922"/>
                          <a:chOff x="0" y="0"/>
                          <a:chExt cx="9182288" cy="3917799"/>
                        </a:xfrm>
                        <a:effectLst>
                          <a:outerShdw blurRad="63500" sx="102000" sy="102000" algn="ctr" rotWithShape="0">
                            <a:prstClr val="black">
                              <a:alpha val="76000"/>
                            </a:prstClr>
                          </a:outerShdw>
                        </a:effectLst>
                      </wpg:grpSpPr>
                      <wps:wsp>
                        <wps:cNvPr id="61" name="Freeform: Shape 2"/>
                        <wps:cNvSpPr/>
                        <wps:spPr>
                          <a:xfrm>
                            <a:off x="0" y="2965406"/>
                            <a:ext cx="4588803" cy="952393"/>
                          </a:xfrm>
                          <a:custGeom>
                            <a:avLst/>
                            <a:gdLst>
                              <a:gd name="connsiteX0" fmla="*/ 3534677 w 4588803"/>
                              <a:gd name="connsiteY0" fmla="*/ 32468 h 952393"/>
                              <a:gd name="connsiteX1" fmla="*/ 2300895 w 4588803"/>
                              <a:gd name="connsiteY1" fmla="*/ 32468 h 952393"/>
                              <a:gd name="connsiteX2" fmla="*/ 2300895 w 4588803"/>
                              <a:gd name="connsiteY2" fmla="*/ 32468 h 952393"/>
                              <a:gd name="connsiteX3" fmla="*/ 1062784 w 4588803"/>
                              <a:gd name="connsiteY3" fmla="*/ 32468 h 952393"/>
                              <a:gd name="connsiteX4" fmla="*/ 32468 w 4588803"/>
                              <a:gd name="connsiteY4" fmla="*/ 919925 h 952393"/>
                              <a:gd name="connsiteX5" fmla="*/ 2300895 w 4588803"/>
                              <a:gd name="connsiteY5" fmla="*/ 919925 h 952393"/>
                              <a:gd name="connsiteX6" fmla="*/ 2300895 w 4588803"/>
                              <a:gd name="connsiteY6" fmla="*/ 919925 h 952393"/>
                              <a:gd name="connsiteX7" fmla="*/ 4564994 w 4588803"/>
                              <a:gd name="connsiteY7" fmla="*/ 919925 h 9523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588803" h="952393">
                                <a:moveTo>
                                  <a:pt x="3534677" y="32468"/>
                                </a:moveTo>
                                <a:lnTo>
                                  <a:pt x="2300895" y="32468"/>
                                </a:lnTo>
                                <a:lnTo>
                                  <a:pt x="2300895" y="32468"/>
                                </a:lnTo>
                                <a:lnTo>
                                  <a:pt x="1062784" y="32468"/>
                                </a:lnTo>
                                <a:lnTo>
                                  <a:pt x="32468" y="919925"/>
                                </a:lnTo>
                                <a:lnTo>
                                  <a:pt x="2300895" y="919925"/>
                                </a:lnTo>
                                <a:lnTo>
                                  <a:pt x="2300895" y="919925"/>
                                </a:lnTo>
                                <a:lnTo>
                                  <a:pt x="4564994" y="9199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75000"/>
                            </a:schemeClr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Freeform: Shape 3"/>
                        <wps:cNvSpPr/>
                        <wps:spPr>
                          <a:xfrm>
                            <a:off x="1030316" y="363641"/>
                            <a:ext cx="2510855" cy="2684017"/>
                          </a:xfrm>
                          <a:custGeom>
                            <a:avLst/>
                            <a:gdLst>
                              <a:gd name="connsiteX0" fmla="*/ 2028165 w 2510854"/>
                              <a:gd name="connsiteY0" fmla="*/ 32468 h 2684016"/>
                              <a:gd name="connsiteX1" fmla="*/ 1292224 w 2510854"/>
                              <a:gd name="connsiteY1" fmla="*/ 32468 h 2684016"/>
                              <a:gd name="connsiteX2" fmla="*/ 1253263 w 2510854"/>
                              <a:gd name="connsiteY2" fmla="*/ 32468 h 2684016"/>
                              <a:gd name="connsiteX3" fmla="*/ 512994 w 2510854"/>
                              <a:gd name="connsiteY3" fmla="*/ 32468 h 2684016"/>
                              <a:gd name="connsiteX4" fmla="*/ 32468 w 2510854"/>
                              <a:gd name="connsiteY4" fmla="*/ 2668865 h 2684016"/>
                              <a:gd name="connsiteX5" fmla="*/ 1253263 w 2510854"/>
                              <a:gd name="connsiteY5" fmla="*/ 2668865 h 2684016"/>
                              <a:gd name="connsiteX6" fmla="*/ 1292224 w 2510854"/>
                              <a:gd name="connsiteY6" fmla="*/ 2668865 h 2684016"/>
                              <a:gd name="connsiteX7" fmla="*/ 2513019 w 2510854"/>
                              <a:gd name="connsiteY7" fmla="*/ 2668865 h 26840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510854" h="2684016">
                                <a:moveTo>
                                  <a:pt x="2028165" y="32468"/>
                                </a:moveTo>
                                <a:lnTo>
                                  <a:pt x="1292224" y="32468"/>
                                </a:lnTo>
                                <a:lnTo>
                                  <a:pt x="1253263" y="32468"/>
                                </a:lnTo>
                                <a:lnTo>
                                  <a:pt x="512994" y="32468"/>
                                </a:lnTo>
                                <a:lnTo>
                                  <a:pt x="32468" y="2668865"/>
                                </a:lnTo>
                                <a:lnTo>
                                  <a:pt x="1253263" y="2668865"/>
                                </a:lnTo>
                                <a:lnTo>
                                  <a:pt x="1292224" y="2668865"/>
                                </a:lnTo>
                                <a:lnTo>
                                  <a:pt x="2513019" y="26688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75000"/>
                            </a:schemeClr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Freeform: Shape 4"/>
                        <wps:cNvSpPr/>
                        <wps:spPr>
                          <a:xfrm>
                            <a:off x="1038974" y="1874483"/>
                            <a:ext cx="2510855" cy="1125555"/>
                          </a:xfrm>
                          <a:custGeom>
                            <a:avLst/>
                            <a:gdLst>
                              <a:gd name="connsiteX0" fmla="*/ 32468 w 2510854"/>
                              <a:gd name="connsiteY0" fmla="*/ 1123391 h 1125555"/>
                              <a:gd name="connsiteX1" fmla="*/ 2495703 w 2510854"/>
                              <a:gd name="connsiteY1" fmla="*/ 1123391 h 1125555"/>
                              <a:gd name="connsiteX2" fmla="*/ 2296566 w 2510854"/>
                              <a:gd name="connsiteY2" fmla="*/ 32468 h 1125555"/>
                              <a:gd name="connsiteX3" fmla="*/ 231605 w 2510854"/>
                              <a:gd name="connsiteY3" fmla="*/ 32468 h 11255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510854" h="1125555">
                                <a:moveTo>
                                  <a:pt x="32468" y="1123391"/>
                                </a:moveTo>
                                <a:lnTo>
                                  <a:pt x="2495703" y="1123391"/>
                                </a:lnTo>
                                <a:lnTo>
                                  <a:pt x="2296566" y="32468"/>
                                </a:lnTo>
                                <a:lnTo>
                                  <a:pt x="231605" y="324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74732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Freeform: Shape 5"/>
                        <wps:cNvSpPr/>
                        <wps:spPr>
                          <a:xfrm>
                            <a:off x="1909115" y="1874483"/>
                            <a:ext cx="779231" cy="1125555"/>
                          </a:xfrm>
                          <a:custGeom>
                            <a:avLst/>
                            <a:gdLst>
                              <a:gd name="connsiteX0" fmla="*/ 32468 w 779230"/>
                              <a:gd name="connsiteY0" fmla="*/ 32468 h 1125555"/>
                              <a:gd name="connsiteX1" fmla="*/ 32468 w 779230"/>
                              <a:gd name="connsiteY1" fmla="*/ 1127720 h 1125555"/>
                              <a:gd name="connsiteX2" fmla="*/ 755421 w 779230"/>
                              <a:gd name="connsiteY2" fmla="*/ 1127720 h 1125555"/>
                              <a:gd name="connsiteX3" fmla="*/ 755421 w 779230"/>
                              <a:gd name="connsiteY3" fmla="*/ 32468 h 1125555"/>
                              <a:gd name="connsiteX4" fmla="*/ 32468 w 779230"/>
                              <a:gd name="connsiteY4" fmla="*/ 32468 h 1125555"/>
                              <a:gd name="connsiteX5" fmla="*/ 634207 w 779230"/>
                              <a:gd name="connsiteY5" fmla="*/ 971874 h 1125555"/>
                              <a:gd name="connsiteX6" fmla="*/ 153682 w 779230"/>
                              <a:gd name="connsiteY6" fmla="*/ 971874 h 1125555"/>
                              <a:gd name="connsiteX7" fmla="*/ 153682 w 779230"/>
                              <a:gd name="connsiteY7" fmla="*/ 170998 h 1125555"/>
                              <a:gd name="connsiteX8" fmla="*/ 634207 w 779230"/>
                              <a:gd name="connsiteY8" fmla="*/ 170998 h 1125555"/>
                              <a:gd name="connsiteX9" fmla="*/ 634207 w 779230"/>
                              <a:gd name="connsiteY9" fmla="*/ 971874 h 11255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779230" h="1125555">
                                <a:moveTo>
                                  <a:pt x="32468" y="32468"/>
                                </a:moveTo>
                                <a:lnTo>
                                  <a:pt x="32468" y="1127720"/>
                                </a:lnTo>
                                <a:lnTo>
                                  <a:pt x="755421" y="1127720"/>
                                </a:lnTo>
                                <a:lnTo>
                                  <a:pt x="755421" y="32468"/>
                                </a:lnTo>
                                <a:lnTo>
                                  <a:pt x="32468" y="32468"/>
                                </a:lnTo>
                                <a:close/>
                                <a:moveTo>
                                  <a:pt x="634207" y="971874"/>
                                </a:moveTo>
                                <a:lnTo>
                                  <a:pt x="153682" y="971874"/>
                                </a:lnTo>
                                <a:lnTo>
                                  <a:pt x="153682" y="170998"/>
                                </a:lnTo>
                                <a:lnTo>
                                  <a:pt x="634207" y="170998"/>
                                </a:lnTo>
                                <a:lnTo>
                                  <a:pt x="634207" y="9718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802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Freeform: Shape 6"/>
                        <wps:cNvSpPr/>
                        <wps:spPr>
                          <a:xfrm>
                            <a:off x="5545878" y="790775"/>
                            <a:ext cx="3636410" cy="2987051"/>
                          </a:xfrm>
                          <a:custGeom>
                            <a:avLst/>
                            <a:gdLst>
                              <a:gd name="connsiteX0" fmla="*/ 3322201 w 3636410"/>
                              <a:gd name="connsiteY0" fmla="*/ 297984 h 2987051"/>
                              <a:gd name="connsiteX1" fmla="*/ 2304872 w 3636410"/>
                              <a:gd name="connsiteY1" fmla="*/ 297984 h 2987051"/>
                              <a:gd name="connsiteX2" fmla="*/ 1824346 w 3636410"/>
                              <a:gd name="connsiteY2" fmla="*/ 42569 h 2987051"/>
                              <a:gd name="connsiteX3" fmla="*/ 1343820 w 3636410"/>
                              <a:gd name="connsiteY3" fmla="*/ 297984 h 2987051"/>
                              <a:gd name="connsiteX4" fmla="*/ 326491 w 3636410"/>
                              <a:gd name="connsiteY4" fmla="*/ 297984 h 2987051"/>
                              <a:gd name="connsiteX5" fmla="*/ 1824346 w 3636410"/>
                              <a:gd name="connsiteY5" fmla="*/ 2986330 h 2987051"/>
                              <a:gd name="connsiteX6" fmla="*/ 3322201 w 3636410"/>
                              <a:gd name="connsiteY6" fmla="*/ 297984 h 29870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636410" h="2987051">
                                <a:moveTo>
                                  <a:pt x="3322201" y="297984"/>
                                </a:moveTo>
                                <a:cubicBezTo>
                                  <a:pt x="2802714" y="-299427"/>
                                  <a:pt x="2304872" y="297984"/>
                                  <a:pt x="2304872" y="297984"/>
                                </a:cubicBezTo>
                                <a:cubicBezTo>
                                  <a:pt x="2196645" y="68543"/>
                                  <a:pt x="1975863" y="38240"/>
                                  <a:pt x="1824346" y="42569"/>
                                </a:cubicBezTo>
                                <a:cubicBezTo>
                                  <a:pt x="1668500" y="33911"/>
                                  <a:pt x="1447718" y="68543"/>
                                  <a:pt x="1343820" y="297984"/>
                                </a:cubicBezTo>
                                <a:cubicBezTo>
                                  <a:pt x="1343820" y="297984"/>
                                  <a:pt x="845978" y="-299427"/>
                                  <a:pt x="326491" y="297984"/>
                                </a:cubicBezTo>
                                <a:cubicBezTo>
                                  <a:pt x="-180009" y="882407"/>
                                  <a:pt x="-231957" y="3029620"/>
                                  <a:pt x="1824346" y="2986330"/>
                                </a:cubicBezTo>
                                <a:cubicBezTo>
                                  <a:pt x="3884979" y="3029620"/>
                                  <a:pt x="3828701" y="878078"/>
                                  <a:pt x="3322201" y="2979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0" name="Group 210"/>
                        <wpg:cNvGrpSpPr/>
                        <wpg:grpSpPr>
                          <a:xfrm>
                            <a:off x="5972672" y="942182"/>
                            <a:ext cx="2796451" cy="2775777"/>
                            <a:chOff x="5972672" y="942182"/>
                            <a:chExt cx="2796451" cy="2775777"/>
                          </a:xfrm>
                          <a:solidFill>
                            <a:schemeClr val="accent4">
                              <a:lumMod val="75000"/>
                            </a:schemeClr>
                          </a:solidFill>
                        </wpg:grpSpPr>
                        <wpg:grpSp>
                          <wpg:cNvPr id="211" name="Group 211"/>
                          <wpg:cNvGrpSpPr/>
                          <wpg:grpSpPr>
                            <a:xfrm>
                              <a:off x="5972672" y="942182"/>
                              <a:ext cx="2796451" cy="2775777"/>
                              <a:chOff x="5972672" y="942182"/>
                              <a:chExt cx="2796451" cy="2775777"/>
                            </a:xfrm>
                            <a:grpFill/>
                          </wpg:grpSpPr>
                          <wps:wsp>
                            <wps:cNvPr id="212" name="Freeform: Shape 20"/>
                            <wps:cNvSpPr/>
                            <wps:spPr>
                              <a:xfrm>
                                <a:off x="5972672" y="942182"/>
                                <a:ext cx="1125556" cy="2770598"/>
                              </a:xfrm>
                              <a:custGeom>
                                <a:avLst/>
                                <a:gdLst>
                                  <a:gd name="connsiteX0" fmla="*/ 289313 w 1125555"/>
                                  <a:gd name="connsiteY0" fmla="*/ 51337 h 2770598"/>
                                  <a:gd name="connsiteX1" fmla="*/ 33899 w 1125555"/>
                                  <a:gd name="connsiteY1" fmla="*/ 1003730 h 2770598"/>
                                  <a:gd name="connsiteX2" fmla="*/ 1064215 w 1125555"/>
                                  <a:gd name="connsiteY2" fmla="*/ 2761328 h 2770598"/>
                                  <a:gd name="connsiteX3" fmla="*/ 1103176 w 1125555"/>
                                  <a:gd name="connsiteY3" fmla="*/ 2692063 h 2770598"/>
                                  <a:gd name="connsiteX4" fmla="*/ 116151 w 1125555"/>
                                  <a:gd name="connsiteY4" fmla="*/ 973427 h 2770598"/>
                                  <a:gd name="connsiteX5" fmla="*/ 358578 w 1125555"/>
                                  <a:gd name="connsiteY5" fmla="*/ 90298 h 2770598"/>
                                  <a:gd name="connsiteX6" fmla="*/ 289313 w 1125555"/>
                                  <a:gd name="connsiteY6" fmla="*/ 51337 h 2770598"/>
                                  <a:gd name="connsiteX7" fmla="*/ 289313 w 1125555"/>
                                  <a:gd name="connsiteY7" fmla="*/ 51337 h 27705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125555" h="2770598">
                                    <a:moveTo>
                                      <a:pt x="289313" y="51337"/>
                                    </a:moveTo>
                                    <a:cubicBezTo>
                                      <a:pt x="150783" y="285106"/>
                                      <a:pt x="46886" y="700696"/>
                                      <a:pt x="33899" y="1003730"/>
                                    </a:cubicBezTo>
                                    <a:cubicBezTo>
                                      <a:pt x="3595" y="1752657"/>
                                      <a:pt x="458147" y="2358726"/>
                                      <a:pt x="1064215" y="2761328"/>
                                    </a:cubicBezTo>
                                    <a:cubicBezTo>
                                      <a:pt x="1107506" y="2791632"/>
                                      <a:pt x="1146467" y="2722367"/>
                                      <a:pt x="1103176" y="2692063"/>
                                    </a:cubicBezTo>
                                    <a:cubicBezTo>
                                      <a:pt x="505766" y="2293790"/>
                                      <a:pt x="85847" y="1709367"/>
                                      <a:pt x="116151" y="973427"/>
                                    </a:cubicBezTo>
                                    <a:cubicBezTo>
                                      <a:pt x="129138" y="674721"/>
                                      <a:pt x="207061" y="350042"/>
                                      <a:pt x="358578" y="90298"/>
                                    </a:cubicBezTo>
                                    <a:cubicBezTo>
                                      <a:pt x="384553" y="47008"/>
                                      <a:pt x="315288" y="8046"/>
                                      <a:pt x="289313" y="51337"/>
                                    </a:cubicBezTo>
                                    <a:lnTo>
                                      <a:pt x="289313" y="51337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3" name="Freeform: Shape 21"/>
                            <wps:cNvSpPr/>
                            <wps:spPr>
                              <a:xfrm>
                                <a:off x="6647035" y="1163814"/>
                                <a:ext cx="692650" cy="2554145"/>
                              </a:xfrm>
                              <a:custGeom>
                                <a:avLst/>
                                <a:gdLst>
                                  <a:gd name="connsiteX0" fmla="*/ 186386 w 692649"/>
                                  <a:gd name="connsiteY0" fmla="*/ 59146 h 2554145"/>
                                  <a:gd name="connsiteX1" fmla="*/ 632279 w 692649"/>
                                  <a:gd name="connsiteY1" fmla="*/ 2535368 h 2554145"/>
                                  <a:gd name="connsiteX2" fmla="*/ 688557 w 692649"/>
                                  <a:gd name="connsiteY2" fmla="*/ 2479090 h 2554145"/>
                                  <a:gd name="connsiteX3" fmla="*/ 264309 w 692649"/>
                                  <a:gd name="connsiteY3" fmla="*/ 80791 h 2554145"/>
                                  <a:gd name="connsiteX4" fmla="*/ 186386 w 692649"/>
                                  <a:gd name="connsiteY4" fmla="*/ 59146 h 2554145"/>
                                  <a:gd name="connsiteX5" fmla="*/ 186386 w 692649"/>
                                  <a:gd name="connsiteY5" fmla="*/ 59146 h 25541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92649" h="2554145">
                                    <a:moveTo>
                                      <a:pt x="186386" y="59146"/>
                                    </a:moveTo>
                                    <a:cubicBezTo>
                                      <a:pt x="-107990" y="842706"/>
                                      <a:pt x="8895" y="1911983"/>
                                      <a:pt x="632279" y="2535368"/>
                                    </a:cubicBezTo>
                                    <a:cubicBezTo>
                                      <a:pt x="666912" y="2570000"/>
                                      <a:pt x="727519" y="2513723"/>
                                      <a:pt x="688557" y="2479090"/>
                                    </a:cubicBezTo>
                                    <a:cubicBezTo>
                                      <a:pt x="69501" y="1864364"/>
                                      <a:pt x="-38725" y="877338"/>
                                      <a:pt x="264309" y="80791"/>
                                    </a:cubicBezTo>
                                    <a:cubicBezTo>
                                      <a:pt x="281626" y="33171"/>
                                      <a:pt x="203702" y="11526"/>
                                      <a:pt x="186386" y="59146"/>
                                    </a:cubicBezTo>
                                    <a:lnTo>
                                      <a:pt x="186386" y="5914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4" name="Freeform: Shape 22"/>
                            <wps:cNvSpPr/>
                            <wps:spPr>
                              <a:xfrm>
                                <a:off x="7643567" y="942182"/>
                                <a:ext cx="1125556" cy="2770598"/>
                              </a:xfrm>
                              <a:custGeom>
                                <a:avLst/>
                                <a:gdLst>
                                  <a:gd name="connsiteX0" fmla="*/ 795935 w 1125555"/>
                                  <a:gd name="connsiteY0" fmla="*/ 90298 h 2770598"/>
                                  <a:gd name="connsiteX1" fmla="*/ 1038363 w 1125555"/>
                                  <a:gd name="connsiteY1" fmla="*/ 943123 h 2770598"/>
                                  <a:gd name="connsiteX2" fmla="*/ 51337 w 1125555"/>
                                  <a:gd name="connsiteY2" fmla="*/ 2692063 h 2770598"/>
                                  <a:gd name="connsiteX3" fmla="*/ 90298 w 1125555"/>
                                  <a:gd name="connsiteY3" fmla="*/ 2761328 h 2770598"/>
                                  <a:gd name="connsiteX4" fmla="*/ 1120615 w 1125555"/>
                                  <a:gd name="connsiteY4" fmla="*/ 1034034 h 2770598"/>
                                  <a:gd name="connsiteX5" fmla="*/ 865200 w 1125555"/>
                                  <a:gd name="connsiteY5" fmla="*/ 51337 h 2770598"/>
                                  <a:gd name="connsiteX6" fmla="*/ 795935 w 1125555"/>
                                  <a:gd name="connsiteY6" fmla="*/ 90298 h 2770598"/>
                                  <a:gd name="connsiteX7" fmla="*/ 795935 w 1125555"/>
                                  <a:gd name="connsiteY7" fmla="*/ 90298 h 27705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125555" h="2770598">
                                    <a:moveTo>
                                      <a:pt x="795935" y="90298"/>
                                    </a:moveTo>
                                    <a:cubicBezTo>
                                      <a:pt x="943124" y="345713"/>
                                      <a:pt x="1016717" y="653076"/>
                                      <a:pt x="1038363" y="943123"/>
                                    </a:cubicBezTo>
                                    <a:cubicBezTo>
                                      <a:pt x="1085982" y="1687721"/>
                                      <a:pt x="653076" y="2293790"/>
                                      <a:pt x="51337" y="2692063"/>
                                    </a:cubicBezTo>
                                    <a:cubicBezTo>
                                      <a:pt x="8046" y="2722367"/>
                                      <a:pt x="47008" y="2791632"/>
                                      <a:pt x="90298" y="2761328"/>
                                    </a:cubicBezTo>
                                    <a:cubicBezTo>
                                      <a:pt x="692038" y="2358726"/>
                                      <a:pt x="1124944" y="1774303"/>
                                      <a:pt x="1120615" y="1034034"/>
                                    </a:cubicBezTo>
                                    <a:cubicBezTo>
                                      <a:pt x="1116286" y="705025"/>
                                      <a:pt x="1034033" y="341384"/>
                                      <a:pt x="865200" y="51337"/>
                                    </a:cubicBezTo>
                                    <a:cubicBezTo>
                                      <a:pt x="839226" y="8046"/>
                                      <a:pt x="765632" y="47008"/>
                                      <a:pt x="795935" y="90298"/>
                                    </a:cubicBezTo>
                                    <a:lnTo>
                                      <a:pt x="795935" y="9029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5" name="Freeform: Shape 23"/>
                            <wps:cNvSpPr/>
                            <wps:spPr>
                              <a:xfrm>
                                <a:off x="7387507" y="1163814"/>
                                <a:ext cx="735940" cy="2554145"/>
                              </a:xfrm>
                              <a:custGeom>
                                <a:avLst/>
                                <a:gdLst>
                                  <a:gd name="connsiteX0" fmla="*/ 467572 w 735940"/>
                                  <a:gd name="connsiteY0" fmla="*/ 80791 h 2554145"/>
                                  <a:gd name="connsiteX1" fmla="*/ 43324 w 735940"/>
                                  <a:gd name="connsiteY1" fmla="*/ 2479090 h 2554145"/>
                                  <a:gd name="connsiteX2" fmla="*/ 99601 w 735940"/>
                                  <a:gd name="connsiteY2" fmla="*/ 2535368 h 2554145"/>
                                  <a:gd name="connsiteX3" fmla="*/ 545495 w 735940"/>
                                  <a:gd name="connsiteY3" fmla="*/ 59146 h 2554145"/>
                                  <a:gd name="connsiteX4" fmla="*/ 467572 w 735940"/>
                                  <a:gd name="connsiteY4" fmla="*/ 80791 h 2554145"/>
                                  <a:gd name="connsiteX5" fmla="*/ 467572 w 735940"/>
                                  <a:gd name="connsiteY5" fmla="*/ 80791 h 25541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5940" h="2554145">
                                    <a:moveTo>
                                      <a:pt x="467572" y="80791"/>
                                    </a:moveTo>
                                    <a:cubicBezTo>
                                      <a:pt x="766277" y="877338"/>
                                      <a:pt x="662379" y="1860035"/>
                                      <a:pt x="43324" y="2479090"/>
                                    </a:cubicBezTo>
                                    <a:cubicBezTo>
                                      <a:pt x="8692" y="2513723"/>
                                      <a:pt x="64969" y="2574329"/>
                                      <a:pt x="99601" y="2535368"/>
                                    </a:cubicBezTo>
                                    <a:cubicBezTo>
                                      <a:pt x="740302" y="1898996"/>
                                      <a:pt x="857187" y="881667"/>
                                      <a:pt x="545495" y="59146"/>
                                    </a:cubicBezTo>
                                    <a:cubicBezTo>
                                      <a:pt x="528179" y="11526"/>
                                      <a:pt x="450256" y="33171"/>
                                      <a:pt x="467572" y="80791"/>
                                    </a:cubicBezTo>
                                    <a:lnTo>
                                      <a:pt x="467572" y="80791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6" name="Freeform: Shape 19"/>
                          <wps:cNvSpPr/>
                          <wps:spPr>
                            <a:xfrm>
                              <a:off x="7298795" y="1251098"/>
                              <a:ext cx="129872" cy="2337692"/>
                            </a:xfrm>
                            <a:custGeom>
                              <a:avLst/>
                              <a:gdLst>
                                <a:gd name="connsiteX0" fmla="*/ 32468 w 129871"/>
                                <a:gd name="connsiteY0" fmla="*/ 71429 h 2337692"/>
                                <a:gd name="connsiteX1" fmla="*/ 32468 w 129871"/>
                                <a:gd name="connsiteY1" fmla="*/ 2300895 h 2337692"/>
                                <a:gd name="connsiteX2" fmla="*/ 114720 w 129871"/>
                                <a:gd name="connsiteY2" fmla="*/ 2300895 h 2337692"/>
                                <a:gd name="connsiteX3" fmla="*/ 114720 w 129871"/>
                                <a:gd name="connsiteY3" fmla="*/ 71429 h 2337692"/>
                                <a:gd name="connsiteX4" fmla="*/ 32468 w 129871"/>
                                <a:gd name="connsiteY4" fmla="*/ 71429 h 2337692"/>
                                <a:gd name="connsiteX5" fmla="*/ 32468 w 129871"/>
                                <a:gd name="connsiteY5" fmla="*/ 71429 h 2337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29871" h="2337692">
                                  <a:moveTo>
                                    <a:pt x="32468" y="71429"/>
                                  </a:moveTo>
                                  <a:cubicBezTo>
                                    <a:pt x="32468" y="803041"/>
                                    <a:pt x="32468" y="1547639"/>
                                    <a:pt x="32468" y="2300895"/>
                                  </a:cubicBezTo>
                                  <a:cubicBezTo>
                                    <a:pt x="32468" y="2352844"/>
                                    <a:pt x="114720" y="2352844"/>
                                    <a:pt x="114720" y="2300895"/>
                                  </a:cubicBezTo>
                                  <a:cubicBezTo>
                                    <a:pt x="114720" y="1556297"/>
                                    <a:pt x="114720" y="816028"/>
                                    <a:pt x="114720" y="71429"/>
                                  </a:cubicBezTo>
                                  <a:cubicBezTo>
                                    <a:pt x="114720" y="19481"/>
                                    <a:pt x="32468" y="19481"/>
                                    <a:pt x="32468" y="71429"/>
                                  </a:cubicBezTo>
                                  <a:lnTo>
                                    <a:pt x="32468" y="7142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7" name="Freeform: Shape 8"/>
                        <wps:cNvSpPr/>
                        <wps:spPr>
                          <a:xfrm>
                            <a:off x="6658094" y="0"/>
                            <a:ext cx="1428590" cy="1082265"/>
                          </a:xfrm>
                          <a:custGeom>
                            <a:avLst/>
                            <a:gdLst>
                              <a:gd name="connsiteX0" fmla="*/ 231604 w 1428589"/>
                              <a:gd name="connsiteY0" fmla="*/ 1088759 h 1082264"/>
                              <a:gd name="connsiteX1" fmla="*/ 712130 w 1428589"/>
                              <a:gd name="connsiteY1" fmla="*/ 833344 h 1082264"/>
                              <a:gd name="connsiteX2" fmla="*/ 1192656 w 1428589"/>
                              <a:gd name="connsiteY2" fmla="*/ 1088759 h 1082264"/>
                              <a:gd name="connsiteX3" fmla="*/ 1396122 w 1428589"/>
                              <a:gd name="connsiteY3" fmla="*/ 919925 h 1082264"/>
                              <a:gd name="connsiteX4" fmla="*/ 850660 w 1428589"/>
                              <a:gd name="connsiteY4" fmla="*/ 32468 h 1082264"/>
                              <a:gd name="connsiteX5" fmla="*/ 716460 w 1428589"/>
                              <a:gd name="connsiteY5" fmla="*/ 32468 h 1082264"/>
                              <a:gd name="connsiteX6" fmla="*/ 582258 w 1428589"/>
                              <a:gd name="connsiteY6" fmla="*/ 32468 h 1082264"/>
                              <a:gd name="connsiteX7" fmla="*/ 32468 w 1428589"/>
                              <a:gd name="connsiteY7" fmla="*/ 919925 h 1082264"/>
                              <a:gd name="connsiteX8" fmla="*/ 231604 w 1428589"/>
                              <a:gd name="connsiteY8" fmla="*/ 1088759 h 10822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428589" h="1082264">
                                <a:moveTo>
                                  <a:pt x="231604" y="1088759"/>
                                </a:moveTo>
                                <a:cubicBezTo>
                                  <a:pt x="339831" y="859318"/>
                                  <a:pt x="560613" y="829015"/>
                                  <a:pt x="712130" y="833344"/>
                                </a:cubicBezTo>
                                <a:cubicBezTo>
                                  <a:pt x="867977" y="824686"/>
                                  <a:pt x="1088758" y="859318"/>
                                  <a:pt x="1192656" y="1088759"/>
                                </a:cubicBezTo>
                                <a:cubicBezTo>
                                  <a:pt x="1192656" y="1088759"/>
                                  <a:pt x="1270579" y="993519"/>
                                  <a:pt x="1396122" y="919925"/>
                                </a:cubicBezTo>
                                <a:cubicBezTo>
                                  <a:pt x="1171011" y="768408"/>
                                  <a:pt x="850660" y="474032"/>
                                  <a:pt x="850660" y="32468"/>
                                </a:cubicBezTo>
                                <a:lnTo>
                                  <a:pt x="716460" y="32468"/>
                                </a:lnTo>
                                <a:lnTo>
                                  <a:pt x="582258" y="32468"/>
                                </a:lnTo>
                                <a:cubicBezTo>
                                  <a:pt x="582258" y="474032"/>
                                  <a:pt x="257579" y="768408"/>
                                  <a:pt x="32468" y="919925"/>
                                </a:cubicBezTo>
                                <a:cubicBezTo>
                                  <a:pt x="153682" y="993519"/>
                                  <a:pt x="231604" y="1088759"/>
                                  <a:pt x="231604" y="10887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C8A54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Freeform: Shape 9"/>
                        <wps:cNvSpPr/>
                        <wps:spPr>
                          <a:xfrm>
                            <a:off x="2965406" y="2177517"/>
                            <a:ext cx="3939444" cy="1645043"/>
                          </a:xfrm>
                          <a:custGeom>
                            <a:avLst/>
                            <a:gdLst>
                              <a:gd name="connsiteX0" fmla="*/ 3915635 w 3939444"/>
                              <a:gd name="connsiteY0" fmla="*/ 1132049 h 1645042"/>
                              <a:gd name="connsiteX1" fmla="*/ 3530348 w 3939444"/>
                              <a:gd name="connsiteY1" fmla="*/ 1612575 h 1645042"/>
                              <a:gd name="connsiteX2" fmla="*/ 417754 w 3939444"/>
                              <a:gd name="connsiteY2" fmla="*/ 1612575 h 1645042"/>
                              <a:gd name="connsiteX3" fmla="*/ 32468 w 3939444"/>
                              <a:gd name="connsiteY3" fmla="*/ 1132049 h 1645042"/>
                              <a:gd name="connsiteX4" fmla="*/ 32468 w 3939444"/>
                              <a:gd name="connsiteY4" fmla="*/ 512994 h 1645042"/>
                              <a:gd name="connsiteX5" fmla="*/ 417754 w 3939444"/>
                              <a:gd name="connsiteY5" fmla="*/ 32468 h 1645042"/>
                              <a:gd name="connsiteX6" fmla="*/ 3530348 w 3939444"/>
                              <a:gd name="connsiteY6" fmla="*/ 32468 h 1645042"/>
                              <a:gd name="connsiteX7" fmla="*/ 3915635 w 3939444"/>
                              <a:gd name="connsiteY7" fmla="*/ 512994 h 1645042"/>
                              <a:gd name="connsiteX8" fmla="*/ 3915635 w 3939444"/>
                              <a:gd name="connsiteY8" fmla="*/ 1132049 h 16450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939444" h="1645042">
                                <a:moveTo>
                                  <a:pt x="3915635" y="1132049"/>
                                </a:moveTo>
                                <a:cubicBezTo>
                                  <a:pt x="3915635" y="1396122"/>
                                  <a:pt x="3742472" y="1612575"/>
                                  <a:pt x="3530348" y="1612575"/>
                                </a:cubicBezTo>
                                <a:lnTo>
                                  <a:pt x="417754" y="1612575"/>
                                </a:lnTo>
                                <a:cubicBezTo>
                                  <a:pt x="205630" y="1612575"/>
                                  <a:pt x="32468" y="1396122"/>
                                  <a:pt x="32468" y="1132049"/>
                                </a:cubicBezTo>
                                <a:lnTo>
                                  <a:pt x="32468" y="512994"/>
                                </a:lnTo>
                                <a:cubicBezTo>
                                  <a:pt x="32468" y="248921"/>
                                  <a:pt x="205630" y="32468"/>
                                  <a:pt x="417754" y="32468"/>
                                </a:cubicBezTo>
                                <a:lnTo>
                                  <a:pt x="3530348" y="32468"/>
                                </a:lnTo>
                                <a:cubicBezTo>
                                  <a:pt x="3742472" y="32468"/>
                                  <a:pt x="3915635" y="248921"/>
                                  <a:pt x="3915635" y="512994"/>
                                </a:cubicBezTo>
                                <a:lnTo>
                                  <a:pt x="3915635" y="1132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406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Freeform: Shape 10"/>
                        <wps:cNvSpPr/>
                        <wps:spPr>
                          <a:xfrm>
                            <a:off x="2965406" y="2402589"/>
                            <a:ext cx="3939444" cy="1515171"/>
                          </a:xfrm>
                          <a:custGeom>
                            <a:avLst/>
                            <a:gdLst>
                              <a:gd name="connsiteX0" fmla="*/ 3530348 w 3939444"/>
                              <a:gd name="connsiteY0" fmla="*/ 32468 h 1515170"/>
                              <a:gd name="connsiteX1" fmla="*/ 417754 w 3939444"/>
                              <a:gd name="connsiteY1" fmla="*/ 32468 h 1515170"/>
                              <a:gd name="connsiteX2" fmla="*/ 32468 w 3939444"/>
                              <a:gd name="connsiteY2" fmla="*/ 512994 h 1515170"/>
                              <a:gd name="connsiteX3" fmla="*/ 32468 w 3939444"/>
                              <a:gd name="connsiteY3" fmla="*/ 1032481 h 1515170"/>
                              <a:gd name="connsiteX4" fmla="*/ 417754 w 3939444"/>
                              <a:gd name="connsiteY4" fmla="*/ 1513006 h 1515170"/>
                              <a:gd name="connsiteX5" fmla="*/ 3530348 w 3939444"/>
                              <a:gd name="connsiteY5" fmla="*/ 1513006 h 1515170"/>
                              <a:gd name="connsiteX6" fmla="*/ 3915635 w 3939444"/>
                              <a:gd name="connsiteY6" fmla="*/ 1032481 h 1515170"/>
                              <a:gd name="connsiteX7" fmla="*/ 3915635 w 3939444"/>
                              <a:gd name="connsiteY7" fmla="*/ 512994 h 1515170"/>
                              <a:gd name="connsiteX8" fmla="*/ 3530348 w 3939444"/>
                              <a:gd name="connsiteY8" fmla="*/ 32468 h 15151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939444" h="1515170">
                                <a:moveTo>
                                  <a:pt x="3530348" y="32468"/>
                                </a:moveTo>
                                <a:lnTo>
                                  <a:pt x="417754" y="32468"/>
                                </a:lnTo>
                                <a:cubicBezTo>
                                  <a:pt x="205630" y="32468"/>
                                  <a:pt x="32468" y="248921"/>
                                  <a:pt x="32468" y="512994"/>
                                </a:cubicBezTo>
                                <a:lnTo>
                                  <a:pt x="32468" y="1032481"/>
                                </a:lnTo>
                                <a:cubicBezTo>
                                  <a:pt x="32468" y="1296553"/>
                                  <a:pt x="205630" y="1513006"/>
                                  <a:pt x="417754" y="1513006"/>
                                </a:cubicBezTo>
                                <a:lnTo>
                                  <a:pt x="3530348" y="1513006"/>
                                </a:lnTo>
                                <a:cubicBezTo>
                                  <a:pt x="3742472" y="1513006"/>
                                  <a:pt x="3915635" y="1296553"/>
                                  <a:pt x="3915635" y="1032481"/>
                                </a:cubicBezTo>
                                <a:lnTo>
                                  <a:pt x="3915635" y="512994"/>
                                </a:lnTo>
                                <a:cubicBezTo>
                                  <a:pt x="3915635" y="248921"/>
                                  <a:pt x="3742472" y="32468"/>
                                  <a:pt x="3530348" y="324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Freeform: Shape 11"/>
                        <wps:cNvSpPr/>
                        <wps:spPr>
                          <a:xfrm>
                            <a:off x="2735966" y="1398246"/>
                            <a:ext cx="4415641" cy="1861496"/>
                          </a:xfrm>
                          <a:custGeom>
                            <a:avLst/>
                            <a:gdLst>
                              <a:gd name="connsiteX0" fmla="*/ 2201327 w 4415640"/>
                              <a:gd name="connsiteY0" fmla="*/ 32468 h 1861495"/>
                              <a:gd name="connsiteX1" fmla="*/ 32468 w 4415640"/>
                              <a:gd name="connsiteY1" fmla="*/ 1629891 h 1861495"/>
                              <a:gd name="connsiteX2" fmla="*/ 32468 w 4415640"/>
                              <a:gd name="connsiteY2" fmla="*/ 1712143 h 1861495"/>
                              <a:gd name="connsiteX3" fmla="*/ 344160 w 4415640"/>
                              <a:gd name="connsiteY3" fmla="*/ 1867989 h 1861495"/>
                              <a:gd name="connsiteX4" fmla="*/ 655852 w 4415640"/>
                              <a:gd name="connsiteY4" fmla="*/ 1712143 h 1861495"/>
                              <a:gd name="connsiteX5" fmla="*/ 967545 w 4415640"/>
                              <a:gd name="connsiteY5" fmla="*/ 1867989 h 1861495"/>
                              <a:gd name="connsiteX6" fmla="*/ 1279237 w 4415640"/>
                              <a:gd name="connsiteY6" fmla="*/ 1712143 h 1861495"/>
                              <a:gd name="connsiteX7" fmla="*/ 1590929 w 4415640"/>
                              <a:gd name="connsiteY7" fmla="*/ 1867989 h 1861495"/>
                              <a:gd name="connsiteX8" fmla="*/ 1902622 w 4415640"/>
                              <a:gd name="connsiteY8" fmla="*/ 1712143 h 1861495"/>
                              <a:gd name="connsiteX9" fmla="*/ 2214314 w 4415640"/>
                              <a:gd name="connsiteY9" fmla="*/ 1867989 h 1861495"/>
                              <a:gd name="connsiteX10" fmla="*/ 2526007 w 4415640"/>
                              <a:gd name="connsiteY10" fmla="*/ 1712143 h 1861495"/>
                              <a:gd name="connsiteX11" fmla="*/ 2837699 w 4415640"/>
                              <a:gd name="connsiteY11" fmla="*/ 1867989 h 1861495"/>
                              <a:gd name="connsiteX12" fmla="*/ 3149391 w 4415640"/>
                              <a:gd name="connsiteY12" fmla="*/ 1712143 h 1861495"/>
                              <a:gd name="connsiteX13" fmla="*/ 3461083 w 4415640"/>
                              <a:gd name="connsiteY13" fmla="*/ 1867989 h 1861495"/>
                              <a:gd name="connsiteX14" fmla="*/ 3772776 w 4415640"/>
                              <a:gd name="connsiteY14" fmla="*/ 1712143 h 1861495"/>
                              <a:gd name="connsiteX15" fmla="*/ 4084468 w 4415640"/>
                              <a:gd name="connsiteY15" fmla="*/ 1867989 h 1861495"/>
                              <a:gd name="connsiteX16" fmla="*/ 4396160 w 4415640"/>
                              <a:gd name="connsiteY16" fmla="*/ 1712143 h 1861495"/>
                              <a:gd name="connsiteX17" fmla="*/ 4396160 w 4415640"/>
                              <a:gd name="connsiteY17" fmla="*/ 1629891 h 1861495"/>
                              <a:gd name="connsiteX18" fmla="*/ 2201327 w 4415640"/>
                              <a:gd name="connsiteY18" fmla="*/ 32468 h 18614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4415640" h="1861495">
                                <a:moveTo>
                                  <a:pt x="2201327" y="32468"/>
                                </a:moveTo>
                                <a:cubicBezTo>
                                  <a:pt x="1019494" y="32468"/>
                                  <a:pt x="62771" y="746763"/>
                                  <a:pt x="32468" y="1629891"/>
                                </a:cubicBezTo>
                                <a:lnTo>
                                  <a:pt x="32468" y="1712143"/>
                                </a:lnTo>
                                <a:cubicBezTo>
                                  <a:pt x="188314" y="1712143"/>
                                  <a:pt x="188314" y="1867989"/>
                                  <a:pt x="344160" y="1867989"/>
                                </a:cubicBezTo>
                                <a:cubicBezTo>
                                  <a:pt x="500006" y="1867989"/>
                                  <a:pt x="500006" y="1712143"/>
                                  <a:pt x="655852" y="1712143"/>
                                </a:cubicBezTo>
                                <a:cubicBezTo>
                                  <a:pt x="811699" y="1712143"/>
                                  <a:pt x="811699" y="1867989"/>
                                  <a:pt x="967545" y="1867989"/>
                                </a:cubicBezTo>
                                <a:cubicBezTo>
                                  <a:pt x="1123391" y="1867989"/>
                                  <a:pt x="1123391" y="1712143"/>
                                  <a:pt x="1279237" y="1712143"/>
                                </a:cubicBezTo>
                                <a:cubicBezTo>
                                  <a:pt x="1435083" y="1712143"/>
                                  <a:pt x="1435083" y="1867989"/>
                                  <a:pt x="1590929" y="1867989"/>
                                </a:cubicBezTo>
                                <a:cubicBezTo>
                                  <a:pt x="1746776" y="1867989"/>
                                  <a:pt x="1746776" y="1712143"/>
                                  <a:pt x="1902622" y="1712143"/>
                                </a:cubicBezTo>
                                <a:cubicBezTo>
                                  <a:pt x="2058468" y="1712143"/>
                                  <a:pt x="2058468" y="1867989"/>
                                  <a:pt x="2214314" y="1867989"/>
                                </a:cubicBezTo>
                                <a:cubicBezTo>
                                  <a:pt x="2370160" y="1867989"/>
                                  <a:pt x="2370160" y="1712143"/>
                                  <a:pt x="2526007" y="1712143"/>
                                </a:cubicBezTo>
                                <a:cubicBezTo>
                                  <a:pt x="2681853" y="1712143"/>
                                  <a:pt x="2681853" y="1867989"/>
                                  <a:pt x="2837699" y="1867989"/>
                                </a:cubicBezTo>
                                <a:cubicBezTo>
                                  <a:pt x="2993545" y="1867989"/>
                                  <a:pt x="2993545" y="1712143"/>
                                  <a:pt x="3149391" y="1712143"/>
                                </a:cubicBezTo>
                                <a:cubicBezTo>
                                  <a:pt x="3305237" y="1712143"/>
                                  <a:pt x="3305237" y="1867989"/>
                                  <a:pt x="3461083" y="1867989"/>
                                </a:cubicBezTo>
                                <a:cubicBezTo>
                                  <a:pt x="3616929" y="1867989"/>
                                  <a:pt x="3616929" y="1712143"/>
                                  <a:pt x="3772776" y="1712143"/>
                                </a:cubicBezTo>
                                <a:cubicBezTo>
                                  <a:pt x="3928622" y="1712143"/>
                                  <a:pt x="3928622" y="1867989"/>
                                  <a:pt x="4084468" y="1867989"/>
                                </a:cubicBezTo>
                                <a:cubicBezTo>
                                  <a:pt x="4240314" y="1867989"/>
                                  <a:pt x="4240314" y="1712143"/>
                                  <a:pt x="4396160" y="1712143"/>
                                </a:cubicBezTo>
                                <a:lnTo>
                                  <a:pt x="4396160" y="1629891"/>
                                </a:lnTo>
                                <a:cubicBezTo>
                                  <a:pt x="4339882" y="746763"/>
                                  <a:pt x="3383161" y="32468"/>
                                  <a:pt x="2201327" y="324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Freeform: Shape 12"/>
                        <wps:cNvSpPr/>
                        <wps:spPr>
                          <a:xfrm>
                            <a:off x="2826875" y="1480498"/>
                            <a:ext cx="4242479" cy="1688333"/>
                          </a:xfrm>
                          <a:custGeom>
                            <a:avLst/>
                            <a:gdLst>
                              <a:gd name="connsiteX0" fmla="*/ 2119075 w 4242478"/>
                              <a:gd name="connsiteY0" fmla="*/ 32468 h 1688333"/>
                              <a:gd name="connsiteX1" fmla="*/ 32468 w 4242478"/>
                              <a:gd name="connsiteY1" fmla="*/ 1465387 h 1688333"/>
                              <a:gd name="connsiteX2" fmla="*/ 32468 w 4242478"/>
                              <a:gd name="connsiteY2" fmla="*/ 1538981 h 1688333"/>
                              <a:gd name="connsiteX3" fmla="*/ 331173 w 4242478"/>
                              <a:gd name="connsiteY3" fmla="*/ 1677511 h 1688333"/>
                              <a:gd name="connsiteX4" fmla="*/ 629878 w 4242478"/>
                              <a:gd name="connsiteY4" fmla="*/ 1538981 h 1688333"/>
                              <a:gd name="connsiteX5" fmla="*/ 928583 w 4242478"/>
                              <a:gd name="connsiteY5" fmla="*/ 1677511 h 1688333"/>
                              <a:gd name="connsiteX6" fmla="*/ 1227288 w 4242478"/>
                              <a:gd name="connsiteY6" fmla="*/ 1538981 h 1688333"/>
                              <a:gd name="connsiteX7" fmla="*/ 1525994 w 4242478"/>
                              <a:gd name="connsiteY7" fmla="*/ 1677511 h 1688333"/>
                              <a:gd name="connsiteX8" fmla="*/ 1824698 w 4242478"/>
                              <a:gd name="connsiteY8" fmla="*/ 1538981 h 1688333"/>
                              <a:gd name="connsiteX9" fmla="*/ 2123404 w 4242478"/>
                              <a:gd name="connsiteY9" fmla="*/ 1677511 h 1688333"/>
                              <a:gd name="connsiteX10" fmla="*/ 2422109 w 4242478"/>
                              <a:gd name="connsiteY10" fmla="*/ 1538981 h 1688333"/>
                              <a:gd name="connsiteX11" fmla="*/ 2720814 w 4242478"/>
                              <a:gd name="connsiteY11" fmla="*/ 1677511 h 1688333"/>
                              <a:gd name="connsiteX12" fmla="*/ 3019519 w 4242478"/>
                              <a:gd name="connsiteY12" fmla="*/ 1538981 h 1688333"/>
                              <a:gd name="connsiteX13" fmla="*/ 3318224 w 4242478"/>
                              <a:gd name="connsiteY13" fmla="*/ 1677511 h 1688333"/>
                              <a:gd name="connsiteX14" fmla="*/ 3616930 w 4242478"/>
                              <a:gd name="connsiteY14" fmla="*/ 1538981 h 1688333"/>
                              <a:gd name="connsiteX15" fmla="*/ 3915635 w 4242478"/>
                              <a:gd name="connsiteY15" fmla="*/ 1677511 h 1688333"/>
                              <a:gd name="connsiteX16" fmla="*/ 4214339 w 4242478"/>
                              <a:gd name="connsiteY16" fmla="*/ 1538981 h 1688333"/>
                              <a:gd name="connsiteX17" fmla="*/ 4214339 w 4242478"/>
                              <a:gd name="connsiteY17" fmla="*/ 1465387 h 1688333"/>
                              <a:gd name="connsiteX18" fmla="*/ 2119075 w 4242478"/>
                              <a:gd name="connsiteY18" fmla="*/ 32468 h 16883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4242478" h="1688333">
                                <a:moveTo>
                                  <a:pt x="2119075" y="32468"/>
                                </a:moveTo>
                                <a:cubicBezTo>
                                  <a:pt x="984861" y="32468"/>
                                  <a:pt x="62771" y="668840"/>
                                  <a:pt x="32468" y="1465387"/>
                                </a:cubicBezTo>
                                <a:lnTo>
                                  <a:pt x="32468" y="1538981"/>
                                </a:lnTo>
                                <a:cubicBezTo>
                                  <a:pt x="179656" y="1538981"/>
                                  <a:pt x="179656" y="1677511"/>
                                  <a:pt x="331173" y="1677511"/>
                                </a:cubicBezTo>
                                <a:cubicBezTo>
                                  <a:pt x="478361" y="1677511"/>
                                  <a:pt x="478361" y="1538981"/>
                                  <a:pt x="629878" y="1538981"/>
                                </a:cubicBezTo>
                                <a:cubicBezTo>
                                  <a:pt x="777066" y="1538981"/>
                                  <a:pt x="777066" y="1677511"/>
                                  <a:pt x="928583" y="1677511"/>
                                </a:cubicBezTo>
                                <a:cubicBezTo>
                                  <a:pt x="1075771" y="1677511"/>
                                  <a:pt x="1075771" y="1538981"/>
                                  <a:pt x="1227288" y="1538981"/>
                                </a:cubicBezTo>
                                <a:cubicBezTo>
                                  <a:pt x="1374477" y="1538981"/>
                                  <a:pt x="1374477" y="1677511"/>
                                  <a:pt x="1525994" y="1677511"/>
                                </a:cubicBezTo>
                                <a:cubicBezTo>
                                  <a:pt x="1673181" y="1677511"/>
                                  <a:pt x="1673181" y="1538981"/>
                                  <a:pt x="1824698" y="1538981"/>
                                </a:cubicBezTo>
                                <a:cubicBezTo>
                                  <a:pt x="1971887" y="1538981"/>
                                  <a:pt x="1971887" y="1677511"/>
                                  <a:pt x="2123404" y="1677511"/>
                                </a:cubicBezTo>
                                <a:cubicBezTo>
                                  <a:pt x="2270592" y="1677511"/>
                                  <a:pt x="2270592" y="1538981"/>
                                  <a:pt x="2422109" y="1538981"/>
                                </a:cubicBezTo>
                                <a:cubicBezTo>
                                  <a:pt x="2569297" y="1538981"/>
                                  <a:pt x="2569297" y="1677511"/>
                                  <a:pt x="2720814" y="1677511"/>
                                </a:cubicBezTo>
                                <a:cubicBezTo>
                                  <a:pt x="2868002" y="1677511"/>
                                  <a:pt x="2868002" y="1538981"/>
                                  <a:pt x="3019519" y="1538981"/>
                                </a:cubicBezTo>
                                <a:cubicBezTo>
                                  <a:pt x="3166707" y="1538981"/>
                                  <a:pt x="3166707" y="1677511"/>
                                  <a:pt x="3318224" y="1677511"/>
                                </a:cubicBezTo>
                                <a:cubicBezTo>
                                  <a:pt x="3465413" y="1677511"/>
                                  <a:pt x="3465413" y="1538981"/>
                                  <a:pt x="3616930" y="1538981"/>
                                </a:cubicBezTo>
                                <a:cubicBezTo>
                                  <a:pt x="3764117" y="1538981"/>
                                  <a:pt x="3764117" y="1677511"/>
                                  <a:pt x="3915635" y="1677511"/>
                                </a:cubicBezTo>
                                <a:cubicBezTo>
                                  <a:pt x="4062822" y="1677511"/>
                                  <a:pt x="4062822" y="1538981"/>
                                  <a:pt x="4214339" y="1538981"/>
                                </a:cubicBezTo>
                                <a:lnTo>
                                  <a:pt x="4214339" y="1465387"/>
                                </a:lnTo>
                                <a:cubicBezTo>
                                  <a:pt x="4179707" y="668840"/>
                                  <a:pt x="3257618" y="32468"/>
                                  <a:pt x="2119075" y="324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Freeform: Shape 13"/>
                        <wps:cNvSpPr/>
                        <wps:spPr>
                          <a:xfrm>
                            <a:off x="4764371" y="1580068"/>
                            <a:ext cx="303034" cy="779232"/>
                          </a:xfrm>
                          <a:custGeom>
                            <a:avLst/>
                            <a:gdLst>
                              <a:gd name="connsiteX0" fmla="*/ 172922 w 303034"/>
                              <a:gd name="connsiteY0" fmla="*/ 32468 h 779230"/>
                              <a:gd name="connsiteX1" fmla="*/ 172922 w 303034"/>
                              <a:gd name="connsiteY1" fmla="*/ 772737 h 779230"/>
                              <a:gd name="connsiteX2" fmla="*/ 172922 w 303034"/>
                              <a:gd name="connsiteY2" fmla="*/ 32468 h 7792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03034" h="779230">
                                <a:moveTo>
                                  <a:pt x="172922" y="32468"/>
                                </a:moveTo>
                                <a:cubicBezTo>
                                  <a:pt x="172922" y="32468"/>
                                  <a:pt x="-143100" y="772737"/>
                                  <a:pt x="172922" y="772737"/>
                                </a:cubicBezTo>
                                <a:cubicBezTo>
                                  <a:pt x="488943" y="772737"/>
                                  <a:pt x="172922" y="32468"/>
                                  <a:pt x="172922" y="324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Freeform: Shape 14"/>
                        <wps:cNvSpPr/>
                        <wps:spPr>
                          <a:xfrm>
                            <a:off x="5207860" y="1580068"/>
                            <a:ext cx="606068" cy="649358"/>
                          </a:xfrm>
                          <a:custGeom>
                            <a:avLst/>
                            <a:gdLst>
                              <a:gd name="connsiteX0" fmla="*/ 32468 w 606068"/>
                              <a:gd name="connsiteY0" fmla="*/ 32468 h 649358"/>
                              <a:gd name="connsiteX1" fmla="*/ 530310 w 606068"/>
                              <a:gd name="connsiteY1" fmla="*/ 582259 h 649358"/>
                              <a:gd name="connsiteX2" fmla="*/ 32468 w 606068"/>
                              <a:gd name="connsiteY2" fmla="*/ 32468 h 6493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606068" h="649358">
                                <a:moveTo>
                                  <a:pt x="32468" y="32468"/>
                                </a:moveTo>
                                <a:cubicBezTo>
                                  <a:pt x="32468" y="32468"/>
                                  <a:pt x="296541" y="794383"/>
                                  <a:pt x="530310" y="582259"/>
                                </a:cubicBezTo>
                                <a:cubicBezTo>
                                  <a:pt x="768408" y="365806"/>
                                  <a:pt x="32468" y="32468"/>
                                  <a:pt x="32468" y="324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Freeform: Shape 15"/>
                        <wps:cNvSpPr/>
                        <wps:spPr>
                          <a:xfrm>
                            <a:off x="4070849" y="1580068"/>
                            <a:ext cx="606068" cy="649358"/>
                          </a:xfrm>
                          <a:custGeom>
                            <a:avLst/>
                            <a:gdLst>
                              <a:gd name="connsiteX0" fmla="*/ 576396 w 606068"/>
                              <a:gd name="connsiteY0" fmla="*/ 32468 h 649358"/>
                              <a:gd name="connsiteX1" fmla="*/ 78554 w 606068"/>
                              <a:gd name="connsiteY1" fmla="*/ 582259 h 649358"/>
                              <a:gd name="connsiteX2" fmla="*/ 576396 w 606068"/>
                              <a:gd name="connsiteY2" fmla="*/ 32468 h 6493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606068" h="649358">
                                <a:moveTo>
                                  <a:pt x="576396" y="32468"/>
                                </a:moveTo>
                                <a:cubicBezTo>
                                  <a:pt x="576396" y="32468"/>
                                  <a:pt x="312324" y="794383"/>
                                  <a:pt x="78554" y="582259"/>
                                </a:cubicBezTo>
                                <a:cubicBezTo>
                                  <a:pt x="-155215" y="365806"/>
                                  <a:pt x="576396" y="32468"/>
                                  <a:pt x="576396" y="324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Freeform: Shape 16"/>
                        <wps:cNvSpPr/>
                        <wps:spPr>
                          <a:xfrm>
                            <a:off x="4491492" y="735900"/>
                            <a:ext cx="865813" cy="909103"/>
                          </a:xfrm>
                          <a:custGeom>
                            <a:avLst/>
                            <a:gdLst>
                              <a:gd name="connsiteX0" fmla="*/ 90818 w 865811"/>
                              <a:gd name="connsiteY0" fmla="*/ 833344 h 909102"/>
                              <a:gd name="connsiteX1" fmla="*/ 116793 w 865811"/>
                              <a:gd name="connsiteY1" fmla="*/ 595246 h 909102"/>
                              <a:gd name="connsiteX2" fmla="*/ 164412 w 865811"/>
                              <a:gd name="connsiteY2" fmla="*/ 279224 h 909102"/>
                              <a:gd name="connsiteX3" fmla="*/ 367878 w 865811"/>
                              <a:gd name="connsiteY3" fmla="*/ 32468 h 909102"/>
                              <a:gd name="connsiteX4" fmla="*/ 770481 w 865811"/>
                              <a:gd name="connsiteY4" fmla="*/ 543297 h 909102"/>
                              <a:gd name="connsiteX5" fmla="*/ 809442 w 865811"/>
                              <a:gd name="connsiteY5" fmla="*/ 829015 h 909102"/>
                              <a:gd name="connsiteX6" fmla="*/ 90818 w 865811"/>
                              <a:gd name="connsiteY6" fmla="*/ 833344 h 9091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65811" h="909102">
                                <a:moveTo>
                                  <a:pt x="90818" y="833344"/>
                                </a:moveTo>
                                <a:cubicBezTo>
                                  <a:pt x="90818" y="833344"/>
                                  <a:pt x="-56370" y="725117"/>
                                  <a:pt x="116793" y="595246"/>
                                </a:cubicBezTo>
                                <a:cubicBezTo>
                                  <a:pt x="116793" y="595246"/>
                                  <a:pt x="-56370" y="357147"/>
                                  <a:pt x="164412" y="279224"/>
                                </a:cubicBezTo>
                                <a:cubicBezTo>
                                  <a:pt x="164412" y="279224"/>
                                  <a:pt x="432814" y="166669"/>
                                  <a:pt x="367878" y="32468"/>
                                </a:cubicBezTo>
                                <a:cubicBezTo>
                                  <a:pt x="367878" y="32468"/>
                                  <a:pt x="1008579" y="283553"/>
                                  <a:pt x="770481" y="543297"/>
                                </a:cubicBezTo>
                                <a:cubicBezTo>
                                  <a:pt x="770481" y="543297"/>
                                  <a:pt x="952301" y="742434"/>
                                  <a:pt x="809442" y="829015"/>
                                </a:cubicBezTo>
                                <a:cubicBezTo>
                                  <a:pt x="805113" y="833344"/>
                                  <a:pt x="367878" y="976203"/>
                                  <a:pt x="90818" y="8333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9F6F2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Freeform: Shape 17"/>
                        <wps:cNvSpPr/>
                        <wps:spPr>
                          <a:xfrm>
                            <a:off x="4576266" y="1236532"/>
                            <a:ext cx="692650" cy="129872"/>
                          </a:xfrm>
                          <a:custGeom>
                            <a:avLst/>
                            <a:gdLst>
                              <a:gd name="connsiteX0" fmla="*/ 45006 w 692649"/>
                              <a:gd name="connsiteY0" fmla="*/ 107601 h 129871"/>
                              <a:gd name="connsiteX1" fmla="*/ 655403 w 692649"/>
                              <a:gd name="connsiteY1" fmla="*/ 64311 h 129871"/>
                              <a:gd name="connsiteX2" fmla="*/ 646745 w 692649"/>
                              <a:gd name="connsiteY2" fmla="*/ 34007 h 129871"/>
                              <a:gd name="connsiteX3" fmla="*/ 53664 w 692649"/>
                              <a:gd name="connsiteY3" fmla="*/ 77298 h 129871"/>
                              <a:gd name="connsiteX4" fmla="*/ 45006 w 692649"/>
                              <a:gd name="connsiteY4" fmla="*/ 107601 h 129871"/>
                              <a:gd name="connsiteX5" fmla="*/ 45006 w 692649"/>
                              <a:gd name="connsiteY5" fmla="*/ 107601 h 1298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92649" h="129871">
                                <a:moveTo>
                                  <a:pt x="45006" y="107601"/>
                                </a:moveTo>
                                <a:cubicBezTo>
                                  <a:pt x="244143" y="137905"/>
                                  <a:pt x="460596" y="137905"/>
                                  <a:pt x="655403" y="64311"/>
                                </a:cubicBezTo>
                                <a:cubicBezTo>
                                  <a:pt x="672720" y="55653"/>
                                  <a:pt x="668391" y="25349"/>
                                  <a:pt x="646745" y="34007"/>
                                </a:cubicBezTo>
                                <a:cubicBezTo>
                                  <a:pt x="460596" y="103272"/>
                                  <a:pt x="248472" y="107601"/>
                                  <a:pt x="53664" y="77298"/>
                                </a:cubicBezTo>
                                <a:cubicBezTo>
                                  <a:pt x="32019" y="72969"/>
                                  <a:pt x="23361" y="103272"/>
                                  <a:pt x="45006" y="107601"/>
                                </a:cubicBezTo>
                                <a:lnTo>
                                  <a:pt x="45006" y="1076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3D6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32" name="Rectangle 32"/>
                      <wps:cNvSpPr/>
                      <wps:spPr>
                        <a:xfrm>
                          <a:off x="1981200" y="0"/>
                          <a:ext cx="5673725" cy="136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2E25DC" w14:textId="37D2AD20" w:rsidR="0049367A" w:rsidRPr="0049367A" w:rsidRDefault="0095608A" w:rsidP="0049367A">
                            <w:pPr>
                              <w:pStyle w:val="Title"/>
                            </w:pPr>
                            <w:r>
                              <w:t>CHRISTMAS PARTY</w:t>
                            </w:r>
                            <w:r w:rsidR="009F2932">
                              <w:t xml:space="preserve"> SIGN-UP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6A02B6" id="Group 26" o:spid="_x0000_s1026" style="position:absolute;left:0;text-align:left;margin-left:17.6pt;margin-top:19.2pt;width:573.5pt;height:118.4pt;z-index:251659264;mso-position-horizontal-relative:page;mso-position-vertical-relative:page" coordorigin="822" coordsize="98262,139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">
              <v:rect id="Rectangle 1" o:spid="_x0000_s1027" style="position:absolute;left:3015;top:152;width:96069;height:13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" fillcolor="#ffbd47 [3205]" stroked="f" strokeweight="1pt">
                <v:textbox>
                  <w:txbxContent>
                    <w:p w14:paraId="69C48F56" w14:textId="77777777" w:rsidR="0049367A" w:rsidRDefault="0049367A" w:rsidP="0095608A">
                      <w:pPr>
                        <w:jc w:val="right"/>
                      </w:pPr>
                    </w:p>
                  </w:txbxContent>
                </v:textbox>
              </v:rect>
              <v:rect id="Rectangle 59" o:spid="_x0000_s1028" style="position:absolute;left:822;top:304;width:96069;height:13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" stroked="f" strokeweight="1pt">
                <v:fill r:id="rId2" o:title="" opacity="6554f" recolor="t" rotate="t" type="frame"/>
                <v:imagedata recolortarget="black"/>
                <v:textbox>
                  <w:txbxContent>
                    <w:p w14:paraId="20BD9786" w14:textId="77777777" w:rsidR="0049367A" w:rsidRDefault="0049367A" w:rsidP="0049367A">
                      <w:pPr>
                        <w:jc w:val="center"/>
                      </w:pPr>
                    </w:p>
                    <w:p w14:paraId="246AC506" w14:textId="77777777" w:rsidR="0049367A" w:rsidRDefault="0049367A" w:rsidP="0049367A"/>
                  </w:txbxContent>
                </v:textbox>
              </v:rect>
              <v:group id="Group 200" o:spid="_x0000_s1029" style="position:absolute;left:2286;top:3810;width:15433;height:6579" coordsize="91822,39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<v:shape id="Freeform: Shape 2" o:spid="_x0000_s1030" style="position:absolute;top:29654;width:45888;height:9523;visibility:visible;mso-wrap-style:square;v-text-anchor:middle" coordsize="4588803,95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" path="m3534677,32468r-1233782,l2300895,32468r-1238111,l32468,919925r2268427,l2300895,919925r2264099,l3534677,32468xe" fillcolor="#88361c [2406]" stroked="f">
                  <v:stroke joinstyle="miter"/>
                  <v:path arrowok="t" o:connecttype="custom" o:connectlocs="3534677,32468;2300895,32468;2300895,32468;1062784,32468;32468,919925;2300895,919925;2300895,919925;4564994,919925" o:connectangles="0,0,0,0,0,0,0,0"/>
                </v:shape>
                <v:shape id="Freeform: Shape 3" o:spid="_x0000_s1031" style="position:absolute;left:10303;top:3636;width:25108;height:26840;visibility:visible;mso-wrap-style:square;v-text-anchor:middle" coordsize="2510854,2684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" path="m2028165,32468r-735941,l1253263,32468r-740269,l32468,2668865r1220795,l1292224,2668865r1220795,l2028165,32468xe" fillcolor="#88361c [2406]" stroked="f">
                  <v:stroke joinstyle="miter"/>
                  <v:path arrowok="t" o:connecttype="custom" o:connectlocs="2028166,32468;1292225,32468;1253263,32468;512994,32468;32468,2668866;1253263,2668866;1292225,2668866;2513020,2668866" o:connectangles="0,0,0,0,0,0,0,0"/>
                </v:shape>
                <v:shape id="Freeform: Shape 4" o:spid="_x0000_s1032" style="position:absolute;left:10389;top:18744;width:25109;height:11256;visibility:visible;mso-wrap-style:square;v-text-anchor:middle" coordsize="2510854,1125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" path="m32468,1123391r2463235,l2296566,32468r-2064961,l32468,1123391xe" fillcolor="#674732" stroked="f">
                  <v:stroke joinstyle="miter"/>
                  <v:path arrowok="t" o:connecttype="custom" o:connectlocs="32468,1123391;2495704,1123391;2296567,32468;231605,32468" o:connectangles="0,0,0,0"/>
                </v:shape>
                <v:shape id="Freeform: Shape 5" o:spid="_x0000_s1033" style="position:absolute;left:19091;top:18744;width:7792;height:11256;visibility:visible;mso-wrap-style:square;v-text-anchor:middle" coordsize="779230,1125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" path="m32468,32468r,1095252l755421,1127720r,-1095252l32468,32468xm634207,971874r-480525,l153682,170998r480525,l634207,971874xe" fillcolor="#ffc802" stroked="f">
                  <v:stroke joinstyle="miter"/>
                  <v:path arrowok="t" o:connecttype="custom" o:connectlocs="32468,32468;32468,1127720;755422,1127720;755422,32468;32468,32468;634208,971874;153682,971874;153682,170998;634208,170998;634208,971874" o:connectangles="0,0,0,0,0,0,0,0,0,0"/>
                </v:shape>
                <v:shape id="Freeform: Shape 6" o:spid="_x0000_s1034" style="position:absolute;left:55458;top:7907;width:36364;height:29871;visibility:visible;mso-wrap-style:square;v-text-anchor:middle" coordsize="3636410,2987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" path="m3322201,297984v-519487,-597411,-1017329,,-1017329,c2196645,68543,1975863,38240,1824346,42569,1668500,33911,1447718,68543,1343820,297984v,,-497842,-597411,-1017329,c-180009,882407,-231957,3029620,1824346,2986330,3884979,3029620,3828701,878078,3322201,297984xe" fillcolor="#ff8427 [3207]" stroked="f">
                  <v:stroke joinstyle="miter"/>
                  <v:path arrowok="t" o:connecttype="custom" o:connectlocs="3322201,297984;2304872,297984;1824346,42569;1343820,297984;326491,297984;1824346,2986330;3322201,297984" o:connectangles="0,0,0,0,0,0,0"/>
                </v:shape>
                <v:group id="Group 7" o:spid="_x0000_s1035" style="position:absolute;left:59726;top:9421;width:27965;height:27758" coordorigin="59726,9421" coordsize="27964,27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group id="Group 18" o:spid="_x0000_s1036" style="position:absolute;left:59726;top:9421;width:27965;height:27758" coordorigin="59726,9421" coordsize="27964,27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shape id="Freeform: Shape 20" o:spid="_x0000_s1037" style="position:absolute;left:59726;top:9421;width:11256;height:27706;visibility:visible;mso-wrap-style:square;v-text-anchor:middle" coordsize="1125555,2770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" path="m289313,51337c150783,285106,46886,700696,33899,1003730,3595,1752657,458147,2358726,1064215,2761328v43291,30304,82252,-38961,38961,-69265c505766,2293790,85847,1709367,116151,973427,129138,674721,207061,350042,358578,90298,384553,47008,315288,8046,289313,51337r,xe" filled="f" stroked="f">
                      <v:stroke joinstyle="miter"/>
                      <v:path arrowok="t" o:connecttype="custom" o:connectlocs="289313,51337;33899,1003730;1064216,2761328;1103177,2692063;116151,973427;358578,90298;289313,51337;289313,51337" o:connectangles="0,0,0,0,0,0,0,0"/>
                    </v:shape>
                    <v:shape id="Freeform: Shape 21" o:spid="_x0000_s1038" style="position:absolute;left:66470;top:11638;width:6926;height:25541;visibility:visible;mso-wrap-style:square;v-text-anchor:middle" coordsize="692649,255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" path="m186386,59146c-107990,842706,8895,1911983,632279,2535368v34633,34632,95240,-21645,56278,-56278c69501,1864364,-38725,877338,264309,80791,281626,33171,203702,11526,186386,59146r,xe" filled="f" stroked="f">
                      <v:stroke joinstyle="miter"/>
                      <v:path arrowok="t" o:connecttype="custom" o:connectlocs="186386,59146;632280,2535368;688558,2479090;264309,80791;186386,59146;186386,59146" o:connectangles="0,0,0,0,0,0"/>
                    </v:shape>
                    <v:shape id="Freeform: Shape 22" o:spid="_x0000_s1039" style="position:absolute;left:76435;top:9421;width:11256;height:27706;visibility:visible;mso-wrap-style:square;v-text-anchor:middle" coordsize="1125555,2770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" path="m795935,90298v147189,255415,220782,562778,242428,852825c1085982,1687721,653076,2293790,51337,2692063v-43291,30304,-4329,99569,38961,69265c692038,2358726,1124944,1774303,1120615,1034034,1116286,705025,1034033,341384,865200,51337,839226,8046,765632,47008,795935,90298r,xe" filled="f" stroked="f">
                      <v:stroke joinstyle="miter"/>
                      <v:path arrowok="t" o:connecttype="custom" o:connectlocs="795936,90298;1038364,943123;51337,2692063;90298,2761328;1120616,1034034;865201,51337;795936,90298;795936,90298" o:connectangles="0,0,0,0,0,0,0,0"/>
                    </v:shape>
                    <v:shape id="Freeform: Shape 23" o:spid="_x0000_s1040" style="position:absolute;left:73875;top:11638;width:7359;height:25541;visibility:visible;mso-wrap-style:square;v-text-anchor:middle" coordsize="735940,255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" path="m467572,80791c766277,877338,662379,1860035,43324,2479090v-34632,34633,21645,95239,56277,56278c740302,1898996,857187,881667,545495,59146,528179,11526,450256,33171,467572,80791r,xe" filled="f" stroked="f">
                      <v:stroke joinstyle="miter"/>
                      <v:path arrowok="t" o:connecttype="custom" o:connectlocs="467572,80791;43324,2479090;99601,2535368;545495,59146;467572,80791;467572,80791" o:connectangles="0,0,0,0,0,0"/>
                    </v:shape>
                  </v:group>
                  <v:shape id="Freeform: Shape 19" o:spid="_x0000_s1041" style="position:absolute;left:72987;top:12510;width:1299;height:23377;visibility:visible;mso-wrap-style:square;v-text-anchor:middle" coordsize="129871,2337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" path="m32468,71429v,731612,,1476210,,2229466c32468,2352844,114720,2352844,114720,2300895v,-744598,,-1484867,,-2229466c114720,19481,32468,19481,32468,71429r,xe" filled="f" stroked="f">
                    <v:stroke joinstyle="miter"/>
                    <v:path arrowok="t" o:connecttype="custom" o:connectlocs="32468,71429;32468,2300895;114721,2300895;114721,71429;32468,71429;32468,71429" o:connectangles="0,0,0,0,0,0"/>
                  </v:shape>
                </v:group>
                <v:shape id="Freeform: Shape 8" o:spid="_x0000_s1042" style="position:absolute;left:66580;width:14286;height:10822;visibility:visible;mso-wrap-style:square;v-text-anchor:middle" coordsize="1428589,1082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" path="m231604,1088759c339831,859318,560613,829015,712130,833344v155847,-8658,376628,25974,480526,255415c1192656,1088759,1270579,993519,1396122,919925,1171011,768408,850660,474032,850660,32468r-134200,l582258,32468v,441564,-324679,735940,-549790,887457c153682,993519,231604,1088759,231604,1088759xe" fillcolor="#6c8a54" stroked="f">
                  <v:stroke joinstyle="miter"/>
                  <v:path arrowok="t" o:connecttype="custom" o:connectlocs="231604,1088760;712130,833345;1192657,1088760;1396123,919926;850661,32468;716461,32468;582258,32468;32468,919926;231604,1088760" o:connectangles="0,0,0,0,0,0,0,0,0"/>
                </v:shape>
                <v:shape id="Freeform: Shape 9" o:spid="_x0000_s1043" style="position:absolute;left:29654;top:21775;width:39394;height:16450;visibility:visible;mso-wrap-style:square;v-text-anchor:middle" coordsize="3939444,1645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" path="m3915635,1132049v,264073,-173163,480526,-385287,480526l417754,1612575v-212124,,-385286,-216453,-385286,-480526l32468,512994c32468,248921,205630,32468,417754,32468r3112594,c3742472,32468,3915635,248921,3915635,512994r,619055xe" fillcolor="#ff9406" stroked="f">
                  <v:stroke joinstyle="miter"/>
                  <v:path arrowok="t" o:connecttype="custom" o:connectlocs="3915635,1132050;3530348,1612576;417754,1612576;32468,1132050;32468,512994;417754,32468;3530348,32468;3915635,512994;3915635,1132050" o:connectangles="0,0,0,0,0,0,0,0,0"/>
                </v:shape>
                <v:shape id="Freeform: Shape 10" o:spid="_x0000_s1044" style="position:absolute;left:29654;top:24025;width:39394;height:15152;visibility:visible;mso-wrap-style:square;v-text-anchor:middle" coordsize="3939444,1515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" path="m3530348,32468r-3112594,c205630,32468,32468,248921,32468,512994r,519487c32468,1296553,205630,1513006,417754,1513006r3112594,c3742472,1513006,3915635,1296553,3915635,1032481r,-519487c3915635,248921,3742472,32468,3530348,32468xe" fillcolor="#f49b00 [2405]" stroked="f">
                  <v:stroke joinstyle="miter"/>
                  <v:path arrowok="t" o:connecttype="custom" o:connectlocs="3530348,32468;417754,32468;32468,512994;32468,1032482;417754,1513007;3530348,1513007;3915635,1032482;3915635,512994;3530348,32468" o:connectangles="0,0,0,0,0,0,0,0,0"/>
                </v:shape>
                <v:shape id="Freeform: Shape 11" o:spid="_x0000_s1045" style="position:absolute;left:27359;top:13982;width:44157;height:18615;visibility:visible;mso-wrap-style:square;v-text-anchor:middle" coordsize="4415640,1861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" path="m2201327,32468c1019494,32468,62771,746763,32468,1629891r,82252c188314,1712143,188314,1867989,344160,1867989v155846,,155846,-155846,311692,-155846c811699,1712143,811699,1867989,967545,1867989v155846,,155846,-155846,311692,-155846c1435083,1712143,1435083,1867989,1590929,1867989v155847,,155847,-155846,311693,-155846c2058468,1712143,2058468,1867989,2214314,1867989v155846,,155846,-155846,311693,-155846c2681853,1712143,2681853,1867989,2837699,1867989v155846,,155846,-155846,311692,-155846c3305237,1712143,3305237,1867989,3461083,1867989v155846,,155846,-155846,311693,-155846c3928622,1712143,3928622,1867989,4084468,1867989v155846,,155846,-155846,311692,-155846l4396160,1629891c4339882,746763,3383161,32468,2201327,32468xe" fillcolor="#ffe4b5 [1301]" stroked="f">
                  <v:stroke joinstyle="miter"/>
                  <v:path arrowok="t" o:connecttype="custom" o:connectlocs="2201327,32468;32468,1629892;32468,1712144;344160,1867990;655852,1712144;967545,1867990;1279237,1712144;1590929,1867990;1902622,1712144;2214315,1867990;2526008,1712144;2837700,1867990;3149392,1712144;3461084,1867990;3772777,1712144;4084469,1867990;4396161,1712144;4396161,1629892;2201327,32468" o:connectangles="0,0,0,0,0,0,0,0,0,0,0,0,0,0,0,0,0,0,0"/>
                </v:shape>
                <v:shape id="Freeform: Shape 12" o:spid="_x0000_s1046" style="position:absolute;left:28268;top:14804;width:42425;height:16884;visibility:visible;mso-wrap-style:square;v-text-anchor:middle" coordsize="4242478,1688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" path="m2119075,32468c984861,32468,62771,668840,32468,1465387r,73594c179656,1538981,179656,1677511,331173,1677511v147188,,147188,-138530,298705,-138530c777066,1538981,777066,1677511,928583,1677511v147188,,147188,-138530,298705,-138530c1374477,1538981,1374477,1677511,1525994,1677511v147187,,147187,-138530,298704,-138530c1971887,1538981,1971887,1677511,2123404,1677511v147188,,147188,-138530,298705,-138530c2569297,1538981,2569297,1677511,2720814,1677511v147188,,147188,-138530,298705,-138530c3166707,1538981,3166707,1677511,3318224,1677511v147189,,147189,-138530,298706,-138530c3764117,1538981,3764117,1677511,3915635,1677511v147187,,147187,-138530,298704,-138530l4214339,1465387c4179707,668840,3257618,32468,2119075,32468xe" fillcolor="#ffe4b5 [1301]" stroked="f">
                  <v:stroke joinstyle="miter"/>
                  <v:path arrowok="t" o:connecttype="custom" o:connectlocs="2119075,32468;32468,1465387;32468,1538981;331173,1677511;629878,1538981;928583,1677511;1227288,1538981;1525994,1677511;1824698,1538981;2123405,1677511;2422110,1538981;2720815,1677511;3019520,1538981;3318225,1677511;3616931,1538981;3915636,1677511;4214340,1538981;4214340,1465387;2119075,32468" o:connectangles="0,0,0,0,0,0,0,0,0,0,0,0,0,0,0,0,0,0,0"/>
                </v:shape>
                <v:shape id="Freeform: Shape 13" o:spid="_x0000_s1047" style="position:absolute;left:47643;top:15800;width:3031;height:7793;visibility:visible;mso-wrap-style:square;v-text-anchor:middle" coordsize="303034,77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" path="m172922,32468v,,-316022,740269,,740269c488943,772737,172922,32468,172922,32468xe" fillcolor="#f49b00 [2405]" stroked="f">
                  <v:stroke joinstyle="miter"/>
                  <v:path arrowok="t" o:connecttype="custom" o:connectlocs="172922,32468;172922,772739;172922,32468" o:connectangles="0,0,0"/>
                </v:shape>
                <v:shape id="Freeform: Shape 14" o:spid="_x0000_s1048" style="position:absolute;left:52078;top:15800;width:6061;height:6494;visibility:visible;mso-wrap-style:square;v-text-anchor:middle" coordsize="606068,649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" path="m32468,32468v,,264073,761915,497842,549791c768408,365806,32468,32468,32468,32468xe" fillcolor="#f49b00 [2405]" stroked="f">
                  <v:stroke joinstyle="miter"/>
                  <v:path arrowok="t" o:connecttype="custom" o:connectlocs="32468,32468;530310,582259;32468,32468" o:connectangles="0,0,0"/>
                </v:shape>
                <v:shape id="Freeform: Shape 15" o:spid="_x0000_s1049" style="position:absolute;left:40708;top:15800;width:6061;height:6494;visibility:visible;mso-wrap-style:square;v-text-anchor:middle" coordsize="606068,649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" path="m576396,32468v,,-264072,761915,-497842,549791c-155215,365806,576396,32468,576396,32468xe" fillcolor="#f49b00 [2405]" stroked="f">
                  <v:stroke joinstyle="miter"/>
                  <v:path arrowok="t" o:connecttype="custom" o:connectlocs="576396,32468;78554,582259;576396,32468" o:connectangles="0,0,0"/>
                </v:shape>
                <v:shape id="Freeform: Shape 16" o:spid="_x0000_s1050" style="position:absolute;left:44914;top:7359;width:8659;height:9091;visibility:visible;mso-wrap-style:square;v-text-anchor:middle" coordsize="865811,909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" path="m90818,833344v,,-147188,-108227,25975,-238098c116793,595246,-56370,357147,164412,279224v,,268402,-112555,203466,-246756c367878,32468,1008579,283553,770481,543297v,,181820,199137,38961,285718c805113,833344,367878,976203,90818,833344xe" fillcolor="#f9f6f2" stroked="f">
                  <v:stroke joinstyle="miter"/>
                  <v:path arrowok="t" o:connecttype="custom" o:connectlocs="90818,833345;116793,595247;164412,279224;367879,32468;770483,543298;809444,829016;90818,833345" o:connectangles="0,0,0,0,0,0,0"/>
                </v:shape>
                <v:shape id="Freeform: Shape 17" o:spid="_x0000_s1051" style="position:absolute;left:45762;top:12365;width:6927;height:1299;visibility:visible;mso-wrap-style:square;v-text-anchor:middle" coordsize="692649,129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" path="m45006,107601v199137,30304,415590,30304,610397,-43290c672720,55653,668391,25349,646745,34007,460596,103272,248472,107601,53664,77298,32019,72969,23361,103272,45006,107601r,xe" fillcolor="#ede3d6" stroked="f">
                  <v:stroke joinstyle="miter"/>
                  <v:path arrowok="t" o:connecttype="custom" o:connectlocs="45006,107602;655404,64311;646746,34007;53664,77299;45006,107602;45006,107602" o:connectangles="0,0,0,0,0,0"/>
                </v:shape>
              </v:group>
              <v:group id="Group 200" o:spid="_x0000_s1052" style="position:absolute;left:78790;top:3810;width:15433;height:6579;flip:x" coordsize="91822,39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">
                <v:shape id="Freeform: Shape 2" o:spid="_x0000_s1053" style="position:absolute;top:29654;width:45888;height:9523;visibility:visible;mso-wrap-style:square;v-text-anchor:middle" coordsize="4588803,95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" path="m3534677,32468r-1233782,l2300895,32468r-1238111,l32468,919925r2268427,l2300895,919925r2264099,l3534677,32468xe" fillcolor="#88361c [2406]" stroked="f">
                  <v:stroke joinstyle="miter"/>
                  <v:path arrowok="t" o:connecttype="custom" o:connectlocs="3534677,32468;2300895,32468;2300895,32468;1062784,32468;32468,919925;2300895,919925;2300895,919925;4564994,919925" o:connectangles="0,0,0,0,0,0,0,0"/>
                </v:shape>
                <v:shape id="Freeform: Shape 3" o:spid="_x0000_s1054" style="position:absolute;left:10303;top:3636;width:25108;height:26840;visibility:visible;mso-wrap-style:square;v-text-anchor:middle" coordsize="2510854,2684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" path="m2028165,32468r-735941,l1253263,32468r-740269,l32468,2668865r1220795,l1292224,2668865r1220795,l2028165,32468xe" fillcolor="#88361c [2406]" stroked="f">
                  <v:stroke joinstyle="miter"/>
                  <v:path arrowok="t" o:connecttype="custom" o:connectlocs="2028166,32468;1292225,32468;1253263,32468;512994,32468;32468,2668866;1253263,2668866;1292225,2668866;2513020,2668866" o:connectangles="0,0,0,0,0,0,0,0"/>
                </v:shape>
                <v:shape id="Freeform: Shape 4" o:spid="_x0000_s1055" style="position:absolute;left:10389;top:18744;width:25109;height:11256;visibility:visible;mso-wrap-style:square;v-text-anchor:middle" coordsize="2510854,1125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" path="m32468,1123391r2463235,l2296566,32468r-2064961,l32468,1123391xe" fillcolor="#674732" stroked="f">
                  <v:stroke joinstyle="miter"/>
                  <v:path arrowok="t" o:connecttype="custom" o:connectlocs="32468,1123391;2495704,1123391;2296567,32468;231605,32468" o:connectangles="0,0,0,0"/>
                </v:shape>
                <v:shape id="Freeform: Shape 5" o:spid="_x0000_s1056" style="position:absolute;left:19091;top:18744;width:7792;height:11256;visibility:visible;mso-wrap-style:square;v-text-anchor:middle" coordsize="779230,1125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" path="m32468,32468r,1095252l755421,1127720r,-1095252l32468,32468xm634207,971874r-480525,l153682,170998r480525,l634207,971874xe" fillcolor="#ffc802" stroked="f">
                  <v:stroke joinstyle="miter"/>
                  <v:path arrowok="t" o:connecttype="custom" o:connectlocs="32468,32468;32468,1127720;755422,1127720;755422,32468;32468,32468;634208,971874;153682,971874;153682,170998;634208,170998;634208,971874" o:connectangles="0,0,0,0,0,0,0,0,0,0"/>
                </v:shape>
                <v:shape id="Freeform: Shape 6" o:spid="_x0000_s1057" style="position:absolute;left:55458;top:7907;width:36364;height:29871;visibility:visible;mso-wrap-style:square;v-text-anchor:middle" coordsize="3636410,2987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" path="m3322201,297984v-519487,-597411,-1017329,,-1017329,c2196645,68543,1975863,38240,1824346,42569,1668500,33911,1447718,68543,1343820,297984v,,-497842,-597411,-1017329,c-180009,882407,-231957,3029620,1824346,2986330,3884979,3029620,3828701,878078,3322201,297984xe" fillcolor="#ff8427 [3207]" stroked="f">
                  <v:stroke joinstyle="miter"/>
                  <v:path arrowok="t" o:connecttype="custom" o:connectlocs="3322201,297984;2304872,297984;1824346,42569;1343820,297984;326491,297984;1824346,2986330;3322201,297984" o:connectangles="0,0,0,0,0,0,0"/>
                </v:shape>
                <v:group id="Group 210" o:spid="_x0000_s1058" style="position:absolute;left:59726;top:9421;width:27965;height:27758" coordorigin="59726,9421" coordsize="27964,27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  <v:group id="Group 211" o:spid="_x0000_s1059" style="position:absolute;left:59726;top:9421;width:27965;height:27758" coordorigin="59726,9421" coordsize="27964,27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  <v:shape id="Freeform: Shape 20" o:spid="_x0000_s1060" style="position:absolute;left:59726;top:9421;width:11256;height:27706;visibility:visible;mso-wrap-style:square;v-text-anchor:middle" coordsize="1125555,2770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" path="m289313,51337c150783,285106,46886,700696,33899,1003730,3595,1752657,458147,2358726,1064215,2761328v43291,30304,82252,-38961,38961,-69265c505766,2293790,85847,1709367,116151,973427,129138,674721,207061,350042,358578,90298,384553,47008,315288,8046,289313,51337r,xe" filled="f" stroked="f">
                      <v:stroke joinstyle="miter"/>
                      <v:path arrowok="t" o:connecttype="custom" o:connectlocs="289313,51337;33899,1003730;1064216,2761328;1103177,2692063;116151,973427;358578,90298;289313,51337;289313,51337" o:connectangles="0,0,0,0,0,0,0,0"/>
                    </v:shape>
                    <v:shape id="Freeform: Shape 21" o:spid="_x0000_s1061" style="position:absolute;left:66470;top:11638;width:6926;height:25541;visibility:visible;mso-wrap-style:square;v-text-anchor:middle" coordsize="692649,255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" path="m186386,59146c-107990,842706,8895,1911983,632279,2535368v34633,34632,95240,-21645,56278,-56278c69501,1864364,-38725,877338,264309,80791,281626,33171,203702,11526,186386,59146r,xe" filled="f" stroked="f">
                      <v:stroke joinstyle="miter"/>
                      <v:path arrowok="t" o:connecttype="custom" o:connectlocs="186386,59146;632280,2535368;688558,2479090;264309,80791;186386,59146;186386,59146" o:connectangles="0,0,0,0,0,0"/>
                    </v:shape>
                    <v:shape id="Freeform: Shape 22" o:spid="_x0000_s1062" style="position:absolute;left:76435;top:9421;width:11256;height:27706;visibility:visible;mso-wrap-style:square;v-text-anchor:middle" coordsize="1125555,2770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" path="m795935,90298v147189,255415,220782,562778,242428,852825c1085982,1687721,653076,2293790,51337,2692063v-43291,30304,-4329,99569,38961,69265c692038,2358726,1124944,1774303,1120615,1034034,1116286,705025,1034033,341384,865200,51337,839226,8046,765632,47008,795935,90298r,xe" filled="f" stroked="f">
                      <v:stroke joinstyle="miter"/>
                      <v:path arrowok="t" o:connecttype="custom" o:connectlocs="795936,90298;1038364,943123;51337,2692063;90298,2761328;1120616,1034034;865201,51337;795936,90298;795936,90298" o:connectangles="0,0,0,0,0,0,0,0"/>
                    </v:shape>
                    <v:shape id="Freeform: Shape 23" o:spid="_x0000_s1063" style="position:absolute;left:73875;top:11638;width:7359;height:25541;visibility:visible;mso-wrap-style:square;v-text-anchor:middle" coordsize="735940,255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" path="m467572,80791c766277,877338,662379,1860035,43324,2479090v-34632,34633,21645,95239,56277,56278c740302,1898996,857187,881667,545495,59146,528179,11526,450256,33171,467572,80791r,xe" filled="f" stroked="f">
                      <v:stroke joinstyle="miter"/>
                      <v:path arrowok="t" o:connecttype="custom" o:connectlocs="467572,80791;43324,2479090;99601,2535368;545495,59146;467572,80791;467572,80791" o:connectangles="0,0,0,0,0,0"/>
                    </v:shape>
                  </v:group>
                  <v:shape id="Freeform: Shape 19" o:spid="_x0000_s1064" style="position:absolute;left:72987;top:12510;width:1299;height:23377;visibility:visible;mso-wrap-style:square;v-text-anchor:middle" coordsize="129871,2337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" path="m32468,71429v,731612,,1476210,,2229466c32468,2352844,114720,2352844,114720,2300895v,-744598,,-1484867,,-2229466c114720,19481,32468,19481,32468,71429r,xe" filled="f" stroked="f">
                    <v:stroke joinstyle="miter"/>
                    <v:path arrowok="t" o:connecttype="custom" o:connectlocs="32468,71429;32468,2300895;114721,2300895;114721,71429;32468,71429;32468,71429" o:connectangles="0,0,0,0,0,0"/>
                  </v:shape>
                </v:group>
                <v:shape id="Freeform: Shape 8" o:spid="_x0000_s1065" style="position:absolute;left:66580;width:14286;height:10822;visibility:visible;mso-wrap-style:square;v-text-anchor:middle" coordsize="1428589,1082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" path="m231604,1088759c339831,859318,560613,829015,712130,833344v155847,-8658,376628,25974,480526,255415c1192656,1088759,1270579,993519,1396122,919925,1171011,768408,850660,474032,850660,32468r-134200,l582258,32468v,441564,-324679,735940,-549790,887457c153682,993519,231604,1088759,231604,1088759xe" fillcolor="#6c8a54" stroked="f">
                  <v:stroke joinstyle="miter"/>
                  <v:path arrowok="t" o:connecttype="custom" o:connectlocs="231604,1088760;712130,833345;1192657,1088760;1396123,919926;850661,32468;716461,32468;582258,32468;32468,919926;231604,1088760" o:connectangles="0,0,0,0,0,0,0,0,0"/>
                </v:shape>
                <v:shape id="Freeform: Shape 9" o:spid="_x0000_s1066" style="position:absolute;left:29654;top:21775;width:39394;height:16450;visibility:visible;mso-wrap-style:square;v-text-anchor:middle" coordsize="3939444,1645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" path="m3915635,1132049v,264073,-173163,480526,-385287,480526l417754,1612575v-212124,,-385286,-216453,-385286,-480526l32468,512994c32468,248921,205630,32468,417754,32468r3112594,c3742472,32468,3915635,248921,3915635,512994r,619055xe" fillcolor="#ff9406" stroked="f">
                  <v:stroke joinstyle="miter"/>
                  <v:path arrowok="t" o:connecttype="custom" o:connectlocs="3915635,1132050;3530348,1612576;417754,1612576;32468,1132050;32468,512994;417754,32468;3530348,32468;3915635,512994;3915635,1132050" o:connectangles="0,0,0,0,0,0,0,0,0"/>
                </v:shape>
                <v:shape id="Freeform: Shape 10" o:spid="_x0000_s1067" style="position:absolute;left:29654;top:24025;width:39394;height:15152;visibility:visible;mso-wrap-style:square;v-text-anchor:middle" coordsize="3939444,1515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" path="m3530348,32468r-3112594,c205630,32468,32468,248921,32468,512994r,519487c32468,1296553,205630,1513006,417754,1513006r3112594,c3742472,1513006,3915635,1296553,3915635,1032481r,-519487c3915635,248921,3742472,32468,3530348,32468xe" fillcolor="#f49b00 [2405]" stroked="f">
                  <v:stroke joinstyle="miter"/>
                  <v:path arrowok="t" o:connecttype="custom" o:connectlocs="3530348,32468;417754,32468;32468,512994;32468,1032482;417754,1513007;3530348,1513007;3915635,1032482;3915635,512994;3530348,32468" o:connectangles="0,0,0,0,0,0,0,0,0"/>
                </v:shape>
                <v:shape id="Freeform: Shape 11" o:spid="_x0000_s1068" style="position:absolute;left:27359;top:13982;width:44157;height:18615;visibility:visible;mso-wrap-style:square;v-text-anchor:middle" coordsize="4415640,1861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" path="m2201327,32468c1019494,32468,62771,746763,32468,1629891r,82252c188314,1712143,188314,1867989,344160,1867989v155846,,155846,-155846,311692,-155846c811699,1712143,811699,1867989,967545,1867989v155846,,155846,-155846,311692,-155846c1435083,1712143,1435083,1867989,1590929,1867989v155847,,155847,-155846,311693,-155846c2058468,1712143,2058468,1867989,2214314,1867989v155846,,155846,-155846,311693,-155846c2681853,1712143,2681853,1867989,2837699,1867989v155846,,155846,-155846,311692,-155846c3305237,1712143,3305237,1867989,3461083,1867989v155846,,155846,-155846,311693,-155846c3928622,1712143,3928622,1867989,4084468,1867989v155846,,155846,-155846,311692,-155846l4396160,1629891c4339882,746763,3383161,32468,2201327,32468xe" fillcolor="#ffe4b5 [1301]" stroked="f">
                  <v:stroke joinstyle="miter"/>
                  <v:path arrowok="t" o:connecttype="custom" o:connectlocs="2201327,32468;32468,1629892;32468,1712144;344160,1867990;655852,1712144;967545,1867990;1279237,1712144;1590929,1867990;1902622,1712144;2214315,1867990;2526008,1712144;2837700,1867990;3149392,1712144;3461084,1867990;3772777,1712144;4084469,1867990;4396161,1712144;4396161,1629892;2201327,32468" o:connectangles="0,0,0,0,0,0,0,0,0,0,0,0,0,0,0,0,0,0,0"/>
                </v:shape>
                <v:shape id="Freeform: Shape 12" o:spid="_x0000_s1069" style="position:absolute;left:28268;top:14804;width:42425;height:16884;visibility:visible;mso-wrap-style:square;v-text-anchor:middle" coordsize="4242478,1688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" path="m2119075,32468c984861,32468,62771,668840,32468,1465387r,73594c179656,1538981,179656,1677511,331173,1677511v147188,,147188,-138530,298705,-138530c777066,1538981,777066,1677511,928583,1677511v147188,,147188,-138530,298705,-138530c1374477,1538981,1374477,1677511,1525994,1677511v147187,,147187,-138530,298704,-138530c1971887,1538981,1971887,1677511,2123404,1677511v147188,,147188,-138530,298705,-138530c2569297,1538981,2569297,1677511,2720814,1677511v147188,,147188,-138530,298705,-138530c3166707,1538981,3166707,1677511,3318224,1677511v147189,,147189,-138530,298706,-138530c3764117,1538981,3764117,1677511,3915635,1677511v147187,,147187,-138530,298704,-138530l4214339,1465387c4179707,668840,3257618,32468,2119075,32468xe" fillcolor="#ffe4b5 [1301]" stroked="f">
                  <v:stroke joinstyle="miter"/>
                  <v:path arrowok="t" o:connecttype="custom" o:connectlocs="2119075,32468;32468,1465387;32468,1538981;331173,1677511;629878,1538981;928583,1677511;1227288,1538981;1525994,1677511;1824698,1538981;2123405,1677511;2422110,1538981;2720815,1677511;3019520,1538981;3318225,1677511;3616931,1538981;3915636,1677511;4214340,1538981;4214340,1465387;2119075,32468" o:connectangles="0,0,0,0,0,0,0,0,0,0,0,0,0,0,0,0,0,0,0"/>
                </v:shape>
                <v:shape id="Freeform: Shape 13" o:spid="_x0000_s1070" style="position:absolute;left:47643;top:15800;width:3031;height:7793;visibility:visible;mso-wrap-style:square;v-text-anchor:middle" coordsize="303034,77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" path="m172922,32468v,,-316022,740269,,740269c488943,772737,172922,32468,172922,32468xe" fillcolor="#f49b00 [2405]" stroked="f">
                  <v:stroke joinstyle="miter"/>
                  <v:path arrowok="t" o:connecttype="custom" o:connectlocs="172922,32468;172922,772739;172922,32468" o:connectangles="0,0,0"/>
                </v:shape>
                <v:shape id="Freeform: Shape 14" o:spid="_x0000_s1071" style="position:absolute;left:52078;top:15800;width:6061;height:6494;visibility:visible;mso-wrap-style:square;v-text-anchor:middle" coordsize="606068,649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" path="m32468,32468v,,264073,761915,497842,549791c768408,365806,32468,32468,32468,32468xe" fillcolor="#f49b00 [2405]" stroked="f">
                  <v:stroke joinstyle="miter"/>
                  <v:path arrowok="t" o:connecttype="custom" o:connectlocs="32468,32468;530310,582259;32468,32468" o:connectangles="0,0,0"/>
                </v:shape>
                <v:shape id="Freeform: Shape 15" o:spid="_x0000_s1072" style="position:absolute;left:40708;top:15800;width:6061;height:6494;visibility:visible;mso-wrap-style:square;v-text-anchor:middle" coordsize="606068,649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" path="m576396,32468v,,-264072,761915,-497842,549791c-155215,365806,576396,32468,576396,32468xe" fillcolor="#f49b00 [2405]" stroked="f">
                  <v:stroke joinstyle="miter"/>
                  <v:path arrowok="t" o:connecttype="custom" o:connectlocs="576396,32468;78554,582259;576396,32468" o:connectangles="0,0,0"/>
                </v:shape>
                <v:shape id="Freeform: Shape 16" o:spid="_x0000_s1073" style="position:absolute;left:44914;top:7359;width:8659;height:9091;visibility:visible;mso-wrap-style:square;v-text-anchor:middle" coordsize="865811,909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" path="m90818,833344v,,-147188,-108227,25975,-238098c116793,595246,-56370,357147,164412,279224v,,268402,-112555,203466,-246756c367878,32468,1008579,283553,770481,543297v,,181820,199137,38961,285718c805113,833344,367878,976203,90818,833344xe" fillcolor="#f9f6f2" stroked="f">
                  <v:stroke joinstyle="miter"/>
                  <v:path arrowok="t" o:connecttype="custom" o:connectlocs="90818,833345;116793,595247;164412,279224;367879,32468;770483,543298;809444,829016;90818,833345" o:connectangles="0,0,0,0,0,0,0"/>
                </v:shape>
                <v:shape id="Freeform: Shape 17" o:spid="_x0000_s1074" style="position:absolute;left:45762;top:12365;width:6927;height:1299;visibility:visible;mso-wrap-style:square;v-text-anchor:middle" coordsize="692649,129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" path="m45006,107601v199137,30304,415590,30304,610397,-43290c672720,55653,668391,25349,646745,34007,460596,103272,248472,107601,53664,77298,32019,72969,23361,103272,45006,107601r,xe" fillcolor="#ede3d6" stroked="f">
                  <v:stroke joinstyle="miter"/>
                  <v:path arrowok="t" o:connecttype="custom" o:connectlocs="45006,107602;655404,64311;646746,34007;53664,77299;45006,107602;45006,107602" o:connectangles="0,0,0,0,0,0"/>
                </v:shape>
              </v:group>
              <v:rect id="Rectangle 32" o:spid="_x0000_s1075" style="position:absolute;left:19812;width:56737;height:13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" filled="f" stroked="f" strokeweight="1pt">
                <v:textbox>
                  <w:txbxContent>
                    <w:p w14:paraId="5F2E25DC" w14:textId="37D2AD20" w:rsidR="0049367A" w:rsidRPr="0049367A" w:rsidRDefault="0095608A" w:rsidP="0049367A">
                      <w:pPr>
                        <w:pStyle w:val="Title"/>
                      </w:pPr>
                      <w:r>
                        <w:t>CHRISTMAS PARTY</w:t>
                      </w:r>
                      <w:r w:rsidR="009F2932">
                        <w:t xml:space="preserve"> SIGN-UP</w:t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03057E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DF8D77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75444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83AD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8AB4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30417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6DA96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A6C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9CC56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349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revisionView w:inkAnnotation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08A"/>
    <w:rsid w:val="00006F71"/>
    <w:rsid w:val="000600DA"/>
    <w:rsid w:val="000C3E72"/>
    <w:rsid w:val="000D6F65"/>
    <w:rsid w:val="00105803"/>
    <w:rsid w:val="00196792"/>
    <w:rsid w:val="001C1DB1"/>
    <w:rsid w:val="00296873"/>
    <w:rsid w:val="0035000A"/>
    <w:rsid w:val="003E3A0D"/>
    <w:rsid w:val="00442FEE"/>
    <w:rsid w:val="004720F0"/>
    <w:rsid w:val="0049367A"/>
    <w:rsid w:val="005D2002"/>
    <w:rsid w:val="006E0C98"/>
    <w:rsid w:val="008043B3"/>
    <w:rsid w:val="00856BE8"/>
    <w:rsid w:val="00857DF7"/>
    <w:rsid w:val="008D4233"/>
    <w:rsid w:val="008E65D7"/>
    <w:rsid w:val="008F5701"/>
    <w:rsid w:val="0095608A"/>
    <w:rsid w:val="009734E7"/>
    <w:rsid w:val="00980738"/>
    <w:rsid w:val="009F2932"/>
    <w:rsid w:val="00A323D0"/>
    <w:rsid w:val="00B201D2"/>
    <w:rsid w:val="00BC19F6"/>
    <w:rsid w:val="00C02806"/>
    <w:rsid w:val="00CE77C7"/>
    <w:rsid w:val="00D31A81"/>
    <w:rsid w:val="00D70B7B"/>
    <w:rsid w:val="00DC46AC"/>
    <w:rsid w:val="00E711E5"/>
    <w:rsid w:val="00F06736"/>
    <w:rsid w:val="00F576FB"/>
    <w:rsid w:val="00F9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38BC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semiHidden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9367A"/>
    <w:pPr>
      <w:spacing w:after="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5">
    <w:name w:val="Grid Table 4 Accent 5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FFD047" w:themeColor="accent5" w:themeTint="99"/>
        <w:left w:val="single" w:sz="4" w:space="0" w:color="FFD047" w:themeColor="accent5" w:themeTint="99"/>
        <w:bottom w:val="single" w:sz="4" w:space="0" w:color="FFD047" w:themeColor="accent5" w:themeTint="99"/>
        <w:right w:val="single" w:sz="4" w:space="0" w:color="FFD047" w:themeColor="accent5" w:themeTint="99"/>
        <w:insideH w:val="single" w:sz="4" w:space="0" w:color="FFD047" w:themeColor="accent5" w:themeTint="99"/>
        <w:insideV w:val="single" w:sz="4" w:space="0" w:color="FFD047" w:themeColor="accent5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C9900" w:themeColor="accent5"/>
          <w:left w:val="single" w:sz="4" w:space="0" w:color="CC9900" w:themeColor="accent5"/>
          <w:bottom w:val="single" w:sz="4" w:space="0" w:color="CC9900" w:themeColor="accent5"/>
          <w:right w:val="single" w:sz="4" w:space="0" w:color="CC9900" w:themeColor="accent5"/>
          <w:insideH w:val="nil"/>
          <w:insideV w:val="nil"/>
        </w:tcBorders>
        <w:shd w:val="clear" w:color="auto" w:fill="CC9900" w:themeFill="accent5"/>
      </w:tcPr>
    </w:tblStylePr>
    <w:tblStylePr w:type="lastRow">
      <w:rPr>
        <w:b/>
        <w:bCs/>
      </w:rPr>
      <w:tblPr/>
      <w:tcPr>
        <w:tcBorders>
          <w:top w:val="double" w:sz="4" w:space="0" w:color="CC99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1" w:themeFill="accent5" w:themeFillTint="33"/>
      </w:tcPr>
    </w:tblStylePr>
    <w:tblStylePr w:type="band1Horz">
      <w:tblPr/>
      <w:tcPr>
        <w:shd w:val="clear" w:color="auto" w:fill="FFEFC1" w:themeFill="accent5" w:themeFillTint="33"/>
      </w:tcPr>
    </w:tblStylePr>
  </w:style>
  <w:style w:type="paragraph" w:styleId="Title">
    <w:name w:val="Title"/>
    <w:basedOn w:val="NoSpacing"/>
    <w:next w:val="Normal"/>
    <w:link w:val="TitleChar"/>
    <w:uiPriority w:val="1"/>
    <w:qFormat/>
    <w:rsid w:val="0049367A"/>
    <w:pPr>
      <w:jc w:val="center"/>
    </w:pPr>
    <w:rPr>
      <w:rFonts w:asciiTheme="majorHAnsi" w:hAnsiTheme="majorHAnsi"/>
      <w:b/>
      <w:color w:val="000000" w:themeColor="text1"/>
      <w:sz w:val="52"/>
      <w:szCs w:val="12"/>
    </w:rPr>
  </w:style>
  <w:style w:type="character" w:customStyle="1" w:styleId="TitleChar">
    <w:name w:val="Title Char"/>
    <w:basedOn w:val="DefaultParagraphFont"/>
    <w:link w:val="Title"/>
    <w:uiPriority w:val="1"/>
    <w:rsid w:val="0049367A"/>
    <w:rPr>
      <w:rFonts w:asciiTheme="majorHAnsi" w:hAnsiTheme="majorHAnsi"/>
      <w:b/>
      <w:color w:val="000000" w:themeColor="text1"/>
      <w:sz w:val="52"/>
      <w:szCs w:val="12"/>
    </w:rPr>
  </w:style>
  <w:style w:type="table" w:styleId="GridTable4-Accent1">
    <w:name w:val="Grid Table 4 Accent 1"/>
    <w:basedOn w:val="TableNormal"/>
    <w:uiPriority w:val="49"/>
    <w:pPr>
      <w:spacing w:before="60" w:after="60" w:line="240" w:lineRule="auto"/>
    </w:pPr>
    <w:tblPr>
      <w:tblStyleRowBandSize w:val="1"/>
      <w:tblStyleColBandSize w:val="1"/>
      <w:tblBorders>
        <w:top w:val="single" w:sz="4" w:space="0" w:color="F1937A" w:themeColor="accent1" w:themeTint="99"/>
        <w:left w:val="single" w:sz="4" w:space="0" w:color="F1937A" w:themeColor="accent1" w:themeTint="99"/>
        <w:bottom w:val="single" w:sz="4" w:space="0" w:color="F1937A" w:themeColor="accent1" w:themeTint="99"/>
        <w:right w:val="single" w:sz="4" w:space="0" w:color="F1937A" w:themeColor="accent1" w:themeTint="99"/>
        <w:insideH w:val="single" w:sz="4" w:space="0" w:color="F1937A" w:themeColor="accent1" w:themeTint="99"/>
        <w:insideV w:val="single" w:sz="4" w:space="0" w:color="F1937A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4C22" w:themeColor="accent1"/>
          <w:left w:val="single" w:sz="4" w:space="0" w:color="E84C22" w:themeColor="accent1"/>
          <w:bottom w:val="single" w:sz="4" w:space="0" w:color="E84C22" w:themeColor="accent1"/>
          <w:right w:val="single" w:sz="4" w:space="0" w:color="E84C22" w:themeColor="accent1"/>
          <w:insideH w:val="nil"/>
          <w:insideV w:val="nil"/>
        </w:tcBorders>
        <w:shd w:val="clear" w:color="auto" w:fill="E84C22" w:themeFill="accent1"/>
      </w:tcPr>
    </w:tblStylePr>
    <w:tblStylePr w:type="lastRow">
      <w:rPr>
        <w:b/>
        <w:bCs/>
      </w:rPr>
      <w:tblPr/>
      <w:tcPr>
        <w:tcBorders>
          <w:top w:val="double" w:sz="4" w:space="0" w:color="E84C2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AD2" w:themeFill="accent1" w:themeFillTint="33"/>
      </w:tcPr>
    </w:tblStylePr>
    <w:tblStylePr w:type="band1Horz">
      <w:tblPr/>
      <w:tcPr>
        <w:shd w:val="clear" w:color="auto" w:fill="FADAD2" w:themeFill="accent1" w:themeFillTint="33"/>
      </w:tcPr>
    </w:tblStylePr>
  </w:style>
  <w:style w:type="paragraph" w:styleId="Header">
    <w:name w:val="header"/>
    <w:basedOn w:val="Normal"/>
    <w:link w:val="HeaderChar"/>
    <w:uiPriority w:val="99"/>
    <w:rsid w:val="0049367A"/>
    <w:pPr>
      <w:jc w:val="center"/>
    </w:pPr>
    <w:rPr>
      <w:bCs/>
      <w:color w:val="000000" w:themeColor="text1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49367A"/>
    <w:rPr>
      <w:bCs/>
      <w:color w:val="000000" w:themeColor="text1"/>
      <w:sz w:val="24"/>
    </w:rPr>
  </w:style>
  <w:style w:type="paragraph" w:styleId="Footer">
    <w:name w:val="footer"/>
    <w:basedOn w:val="Normal"/>
    <w:link w:val="FooterChar"/>
    <w:uiPriority w:val="99"/>
    <w:semiHidden/>
    <w:pPr>
      <w:spacing w:line="240" w:lineRule="auto"/>
      <w:jc w:val="center"/>
    </w:pPr>
    <w:rPr>
      <w:color w:val="948A54" w:themeColor="background2" w:themeShade="8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9367A"/>
    <w:rPr>
      <w:color w:val="948A54" w:themeColor="background2" w:themeShade="80"/>
    </w:rPr>
  </w:style>
  <w:style w:type="paragraph" w:styleId="NoSpacing">
    <w:name w:val="No Spacing"/>
    <w:uiPriority w:val="3"/>
    <w:semiHidden/>
    <w:pPr>
      <w:spacing w:after="0" w:line="240" w:lineRule="auto"/>
    </w:pPr>
  </w:style>
  <w:style w:type="paragraph" w:customStyle="1" w:styleId="Checkbox">
    <w:name w:val="Checkbox"/>
    <w:basedOn w:val="Normal"/>
    <w:next w:val="Normal"/>
    <w:qFormat/>
    <w:pPr>
      <w:spacing w:line="240" w:lineRule="auto"/>
      <w:jc w:val="center"/>
    </w:pPr>
    <w:rPr>
      <w:rFonts w:ascii="MS Gothic" w:eastAsia="MS Gothic" w:hAnsi="MS Gothic"/>
      <w:sz w:val="24"/>
    </w:rPr>
  </w:style>
  <w:style w:type="table" w:styleId="GridTable4-Accent2">
    <w:name w:val="Grid Table 4 Accent 2"/>
    <w:basedOn w:val="TableNormal"/>
    <w:uiPriority w:val="49"/>
    <w:rsid w:val="00BC19F6"/>
    <w:pPr>
      <w:spacing w:after="0" w:line="240" w:lineRule="auto"/>
    </w:pPr>
    <w:tblPr>
      <w:tblStyleRowBandSize w:val="1"/>
      <w:tblStyleColBandSize w:val="1"/>
      <w:tblBorders>
        <w:top w:val="single" w:sz="4" w:space="0" w:color="FFD790" w:themeColor="accent2" w:themeTint="99"/>
        <w:left w:val="single" w:sz="4" w:space="0" w:color="FFD790" w:themeColor="accent2" w:themeTint="99"/>
        <w:bottom w:val="single" w:sz="4" w:space="0" w:color="FFD790" w:themeColor="accent2" w:themeTint="99"/>
        <w:right w:val="single" w:sz="4" w:space="0" w:color="FFD790" w:themeColor="accent2" w:themeTint="99"/>
        <w:insideH w:val="single" w:sz="4" w:space="0" w:color="FFD790" w:themeColor="accent2" w:themeTint="99"/>
        <w:insideV w:val="single" w:sz="4" w:space="0" w:color="FFD7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BD47" w:themeColor="accent2"/>
          <w:left w:val="single" w:sz="4" w:space="0" w:color="FFBD47" w:themeColor="accent2"/>
          <w:bottom w:val="single" w:sz="4" w:space="0" w:color="FFBD47" w:themeColor="accent2"/>
          <w:right w:val="single" w:sz="4" w:space="0" w:color="FFBD47" w:themeColor="accent2"/>
          <w:insideH w:val="nil"/>
          <w:insideV w:val="nil"/>
        </w:tcBorders>
        <w:shd w:val="clear" w:color="auto" w:fill="FFBD47" w:themeFill="accent2"/>
      </w:tcPr>
    </w:tblStylePr>
    <w:tblStylePr w:type="lastRow">
      <w:rPr>
        <w:b/>
        <w:bCs/>
      </w:rPr>
      <w:tblPr/>
      <w:tcPr>
        <w:tcBorders>
          <w:top w:val="double" w:sz="4" w:space="0" w:color="FFBD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1DA" w:themeFill="accent2" w:themeFillTint="33"/>
      </w:tcPr>
    </w:tblStylePr>
    <w:tblStylePr w:type="band1Horz">
      <w:tblPr/>
      <w:tcPr>
        <w:shd w:val="clear" w:color="auto" w:fill="FFF1DA" w:themeFill="accent2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4936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Friendsgiving%20sign-up.dotx" TargetMode="External"/></Relationships>
</file>

<file path=word/theme/theme1.xml><?xml version="1.0" encoding="utf-8"?>
<a:theme xmlns:a="http://schemas.openxmlformats.org/drawingml/2006/main" name="Office Theme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entury Schoolbook">
      <a:maj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6F709-7F59-4332-8311-266F5FB7A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Friendsgiving sign-up.dotx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2019-12-14T08:39:00Z</dcterms:created>
  <dcterms:modified xsi:type="dcterms:W3CDTF">2019-12-14T08:45:00Z</dcterms:modified>
</cp:coreProperties>
</file>