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820"/>
        <w:gridCol w:w="881"/>
        <w:gridCol w:w="6315"/>
      </w:tblGrid>
      <w:tr w:rsidR="00B41A5A" w:rsidTr="00CE162B">
        <w:trPr>
          <w:trHeight w:val="2886"/>
          <w:jc w:val="center"/>
        </w:trPr>
        <w:tc>
          <w:tcPr>
            <w:tcW w:w="6374" w:type="dxa"/>
          </w:tcPr>
          <w:p w:rsidR="00B41A5A" w:rsidRDefault="00581560" w:rsidP="00581560">
            <w:pPr>
              <w:tabs>
                <w:tab w:val="left" w:pos="4992"/>
              </w:tabs>
              <w:jc w:val="left"/>
            </w:pPr>
            <w:bookmarkStart w:id="0" w:name="_GoBack" w:colFirst="2" w:colLast="2"/>
            <w:r>
              <w:tab/>
            </w:r>
          </w:p>
          <w:p w:rsidR="00581560" w:rsidRPr="00581560" w:rsidRDefault="00581560" w:rsidP="00581560"/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</w:tcPr>
          <w:p w:rsidR="00B41A5A" w:rsidRDefault="00B41A5A" w:rsidP="00B41A5A"/>
        </w:tc>
      </w:tr>
      <w:tr w:rsidR="00B41A5A" w:rsidTr="00CE162B">
        <w:trPr>
          <w:trHeight w:val="1266"/>
          <w:jc w:val="center"/>
        </w:trPr>
        <w:tc>
          <w:tcPr>
            <w:tcW w:w="6374" w:type="dxa"/>
            <w:vMerge w:val="restart"/>
            <w:vAlign w:val="center"/>
          </w:tcPr>
          <w:p w:rsidR="00B41A5A" w:rsidRDefault="00794D82" w:rsidP="00FB5DF6">
            <w:sdt>
              <w:sdtPr>
                <w:id w:val="185566753"/>
                <w:placeholder>
                  <w:docPart w:val="E321C9C1622943D08F63A5B547CDCD3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 w:rsidRPr="00B41A5A">
                  <w:t>THE BEST TEACHER</w:t>
                </w:r>
                <w:r w:rsidR="00FB5DF6" w:rsidRPr="00B41A5A">
                  <w:br/>
                  <w:t>AROUND THE WORLD</w:t>
                </w:r>
              </w:sdtContent>
            </w:sdt>
          </w:p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  <w:vAlign w:val="center"/>
          </w:tcPr>
          <w:p w:rsidR="00B41A5A" w:rsidRPr="00B41A5A" w:rsidRDefault="00794D82" w:rsidP="00FB5DF6">
            <w:pPr>
              <w:pStyle w:val="Title"/>
            </w:pPr>
            <w:sdt>
              <w:sdtPr>
                <w:id w:val="-1882622866"/>
                <w:placeholder>
                  <w:docPart w:val="0408F7F0869949CE9B862FDF3BCB9BDC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 w:rsidRPr="00B41A5A">
                  <w:t>THANK YOU!</w:t>
                </w:r>
              </w:sdtContent>
            </w:sdt>
          </w:p>
        </w:tc>
      </w:tr>
      <w:tr w:rsidR="00B41A5A" w:rsidTr="00CE162B">
        <w:trPr>
          <w:trHeight w:val="468"/>
          <w:jc w:val="center"/>
        </w:trPr>
        <w:tc>
          <w:tcPr>
            <w:tcW w:w="6374" w:type="dxa"/>
            <w:vMerge/>
          </w:tcPr>
          <w:p w:rsidR="00B41A5A" w:rsidRDefault="00B41A5A" w:rsidP="00B41A5A"/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</w:tcPr>
          <w:p w:rsidR="00B41A5A" w:rsidRDefault="00B41A5A" w:rsidP="00B41A5A"/>
        </w:tc>
      </w:tr>
      <w:tr w:rsidR="00B41A5A" w:rsidTr="00CE162B">
        <w:trPr>
          <w:trHeight w:val="1600"/>
          <w:jc w:val="center"/>
        </w:trPr>
        <w:tc>
          <w:tcPr>
            <w:tcW w:w="6374" w:type="dxa"/>
            <w:vMerge/>
          </w:tcPr>
          <w:p w:rsidR="00B41A5A" w:rsidRDefault="00B41A5A" w:rsidP="00B41A5A"/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  <w:vAlign w:val="center"/>
          </w:tcPr>
          <w:p w:rsidR="00B41A5A" w:rsidRPr="002D7122" w:rsidRDefault="00794D82" w:rsidP="00FB5DF6">
            <w:pPr>
              <w:pStyle w:val="Title"/>
              <w:rPr>
                <w:color w:val="auto"/>
                <w:sz w:val="24"/>
                <w:szCs w:val="24"/>
              </w:rPr>
            </w:pPr>
            <w:sdt>
              <w:sdtPr>
                <w:id w:val="-1071882432"/>
                <w:placeholder>
                  <w:docPart w:val="CA25F86B097140D0AED9A74A0C5EB83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[TEACHER NAME]</w:t>
                </w:r>
              </w:sdtContent>
            </w:sdt>
          </w:p>
        </w:tc>
      </w:tr>
      <w:tr w:rsidR="00B41A5A" w:rsidTr="00CE162B">
        <w:trPr>
          <w:trHeight w:val="3323"/>
          <w:jc w:val="center"/>
        </w:trPr>
        <w:tc>
          <w:tcPr>
            <w:tcW w:w="6374" w:type="dxa"/>
          </w:tcPr>
          <w:p w:rsidR="00B41A5A" w:rsidRDefault="00B41A5A" w:rsidP="00B41A5A"/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</w:tcPr>
          <w:p w:rsidR="00B41A5A" w:rsidRDefault="00B41A5A" w:rsidP="00B41A5A"/>
        </w:tc>
      </w:tr>
      <w:tr w:rsidR="00B41A5A" w:rsidTr="00CE162B">
        <w:trPr>
          <w:trHeight w:val="2989"/>
          <w:jc w:val="center"/>
        </w:trPr>
        <w:tc>
          <w:tcPr>
            <w:tcW w:w="6374" w:type="dxa"/>
          </w:tcPr>
          <w:p w:rsidR="00B41A5A" w:rsidRDefault="00B41A5A" w:rsidP="00B41A5A"/>
        </w:tc>
        <w:tc>
          <w:tcPr>
            <w:tcW w:w="820" w:type="dxa"/>
          </w:tcPr>
          <w:p w:rsidR="00B41A5A" w:rsidRDefault="00B41A5A" w:rsidP="00B41A5A"/>
        </w:tc>
        <w:tc>
          <w:tcPr>
            <w:tcW w:w="881" w:type="dxa"/>
          </w:tcPr>
          <w:p w:rsidR="00B41A5A" w:rsidRDefault="00B41A5A" w:rsidP="00B41A5A"/>
        </w:tc>
        <w:tc>
          <w:tcPr>
            <w:tcW w:w="6315" w:type="dxa"/>
          </w:tcPr>
          <w:p w:rsidR="00B41A5A" w:rsidRDefault="00B41A5A" w:rsidP="00B41A5A"/>
        </w:tc>
      </w:tr>
      <w:tr w:rsidR="00B41A5A" w:rsidTr="00CE162B">
        <w:trPr>
          <w:trHeight w:val="3687"/>
          <w:jc w:val="center"/>
        </w:trPr>
        <w:tc>
          <w:tcPr>
            <w:tcW w:w="6374" w:type="dxa"/>
            <w:vAlign w:val="center"/>
          </w:tcPr>
          <w:p w:rsidR="002D7122" w:rsidRPr="002D7122" w:rsidRDefault="00794D82" w:rsidP="002D7122">
            <w:pPr>
              <w:rPr>
                <w:color w:val="auto"/>
                <w:sz w:val="24"/>
                <w:szCs w:val="24"/>
              </w:rPr>
            </w:pPr>
            <w:sdt>
              <w:sdtPr>
                <w:id w:val="610323580"/>
                <w:placeholder>
                  <w:docPart w:val="051ECA64E0BE47C18BB828A592970F8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You made the school year</w:t>
                </w:r>
                <w:r w:rsidR="00FB5DF6">
                  <w:br/>
                  <w:t xml:space="preserve">wonderful with everything </w:t>
                </w:r>
                <w:r w:rsidR="00FB5DF6">
                  <w:br/>
                  <w:t>you did...</w:t>
                </w:r>
              </w:sdtContent>
            </w:sdt>
          </w:p>
          <w:p w:rsidR="00B41A5A" w:rsidRDefault="00B41A5A" w:rsidP="002D7122"/>
        </w:tc>
        <w:tc>
          <w:tcPr>
            <w:tcW w:w="820" w:type="dxa"/>
            <w:vAlign w:val="center"/>
          </w:tcPr>
          <w:p w:rsidR="00B41A5A" w:rsidRDefault="00B41A5A" w:rsidP="002D7122"/>
        </w:tc>
        <w:tc>
          <w:tcPr>
            <w:tcW w:w="881" w:type="dxa"/>
            <w:vAlign w:val="center"/>
          </w:tcPr>
          <w:p w:rsidR="00B41A5A" w:rsidRDefault="00B41A5A" w:rsidP="002D7122"/>
        </w:tc>
        <w:tc>
          <w:tcPr>
            <w:tcW w:w="6315" w:type="dxa"/>
            <w:vAlign w:val="center"/>
          </w:tcPr>
          <w:p w:rsidR="00B41A5A" w:rsidRDefault="00794D82" w:rsidP="00FB5DF6">
            <w:sdt>
              <w:sdtPr>
                <w:id w:val="565845474"/>
                <w:placeholder>
                  <w:docPart w:val="822C448DF1484E54BCA33E9B07D3124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FB5DF6">
                  <w:t>Nice place for you message</w:t>
                </w:r>
              </w:sdtContent>
            </w:sdt>
          </w:p>
        </w:tc>
      </w:tr>
      <w:bookmarkEnd w:id="0"/>
    </w:tbl>
    <w:p w:rsidR="001168CD" w:rsidRDefault="001168CD" w:rsidP="00B41A5A"/>
    <w:sectPr w:rsidR="001168CD" w:rsidSect="00CE162B">
      <w:headerReference w:type="even" r:id="rId9"/>
      <w:headerReference w:type="default" r:id="rId10"/>
      <w:pgSz w:w="15840" w:h="12240" w:orient="landscape" w:code="1"/>
      <w:pgMar w:top="720" w:right="720" w:bottom="720" w:left="720" w:header="709" w:footer="709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D82" w:rsidRDefault="00794D82" w:rsidP="00B41A5A">
      <w:r>
        <w:separator/>
      </w:r>
    </w:p>
  </w:endnote>
  <w:endnote w:type="continuationSeparator" w:id="0">
    <w:p w:rsidR="00794D82" w:rsidRDefault="00794D82" w:rsidP="00B4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D82" w:rsidRDefault="00794D82" w:rsidP="00B41A5A">
      <w:r>
        <w:separator/>
      </w:r>
    </w:p>
  </w:footnote>
  <w:footnote w:type="continuationSeparator" w:id="0">
    <w:p w:rsidR="00794D82" w:rsidRDefault="00794D82" w:rsidP="00B41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A5A" w:rsidRDefault="00B41A5A" w:rsidP="00B41A5A">
    <w:pPr>
      <w:pStyle w:val="Header"/>
    </w:pPr>
    <w:r w:rsidRPr="00B41A5A"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132B181" wp14:editId="6CCDC025">
              <wp:simplePos x="0" y="0"/>
              <wp:positionH relativeFrom="page">
                <wp:align>center</wp:align>
              </wp:positionH>
              <wp:positionV relativeFrom="paragraph">
                <wp:posOffset>-456721</wp:posOffset>
              </wp:positionV>
              <wp:extent cx="10058402" cy="7772400"/>
              <wp:effectExtent l="0" t="0" r="0" b="0"/>
              <wp:wrapNone/>
              <wp:docPr id="1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58402" cy="7772400"/>
                        <a:chOff x="0" y="0"/>
                        <a:chExt cx="10058402" cy="7772400"/>
                      </a:xfrm>
                    </wpg:grpSpPr>
                    <wps:wsp>
                      <wps:cNvPr id="33" name="Rectangle"/>
                      <wps:cNvSpPr/>
                      <wps:spPr>
                        <a:xfrm>
                          <a:off x="0" y="0"/>
                          <a:ext cx="10058402" cy="7772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4" name="Shape"/>
                      <wps:cNvSpPr/>
                      <wps:spPr>
                        <a:xfrm>
                          <a:off x="5486399" y="457199"/>
                          <a:ext cx="4115334" cy="6859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62" h="21211" extrusionOk="0">
                              <a:moveTo>
                                <a:pt x="420" y="2087"/>
                              </a:moveTo>
                              <a:cubicBezTo>
                                <a:pt x="1100" y="2087"/>
                                <a:pt x="608" y="967"/>
                                <a:pt x="388" y="948"/>
                              </a:cubicBezTo>
                              <a:cubicBezTo>
                                <a:pt x="110" y="924"/>
                                <a:pt x="-272" y="2087"/>
                                <a:pt x="420" y="2087"/>
                              </a:cubicBezTo>
                              <a:close/>
                              <a:moveTo>
                                <a:pt x="194" y="11088"/>
                              </a:moveTo>
                              <a:cubicBezTo>
                                <a:pt x="298" y="11088"/>
                                <a:pt x="388" y="10970"/>
                                <a:pt x="388" y="10825"/>
                              </a:cubicBezTo>
                              <a:cubicBezTo>
                                <a:pt x="388" y="10680"/>
                                <a:pt x="304" y="10562"/>
                                <a:pt x="194" y="10562"/>
                              </a:cubicBezTo>
                              <a:cubicBezTo>
                                <a:pt x="91" y="10562"/>
                                <a:pt x="0" y="10680"/>
                                <a:pt x="0" y="10825"/>
                              </a:cubicBezTo>
                              <a:cubicBezTo>
                                <a:pt x="0" y="10970"/>
                                <a:pt x="91" y="11088"/>
                                <a:pt x="194" y="11088"/>
                              </a:cubicBezTo>
                              <a:close/>
                              <a:moveTo>
                                <a:pt x="149" y="2593"/>
                              </a:moveTo>
                              <a:lnTo>
                                <a:pt x="149" y="10051"/>
                              </a:lnTo>
                              <a:cubicBezTo>
                                <a:pt x="149" y="10067"/>
                                <a:pt x="168" y="10083"/>
                                <a:pt x="194" y="10083"/>
                              </a:cubicBezTo>
                              <a:cubicBezTo>
                                <a:pt x="220" y="10083"/>
                                <a:pt x="239" y="10067"/>
                                <a:pt x="239" y="10051"/>
                              </a:cubicBezTo>
                              <a:lnTo>
                                <a:pt x="239" y="2593"/>
                              </a:lnTo>
                              <a:cubicBezTo>
                                <a:pt x="239" y="2578"/>
                                <a:pt x="220" y="2562"/>
                                <a:pt x="194" y="2562"/>
                              </a:cubicBezTo>
                              <a:cubicBezTo>
                                <a:pt x="168" y="2562"/>
                                <a:pt x="149" y="2578"/>
                                <a:pt x="149" y="2593"/>
                              </a:cubicBezTo>
                              <a:close/>
                              <a:moveTo>
                                <a:pt x="1876" y="20199"/>
                              </a:moveTo>
                              <a:cubicBezTo>
                                <a:pt x="1572" y="19991"/>
                                <a:pt x="925" y="20671"/>
                                <a:pt x="1048" y="20722"/>
                              </a:cubicBezTo>
                              <a:cubicBezTo>
                                <a:pt x="1190" y="20777"/>
                                <a:pt x="2180" y="20407"/>
                                <a:pt x="1876" y="20199"/>
                              </a:cubicBezTo>
                              <a:close/>
                              <a:moveTo>
                                <a:pt x="149" y="11551"/>
                              </a:moveTo>
                              <a:lnTo>
                                <a:pt x="149" y="19009"/>
                              </a:lnTo>
                              <a:cubicBezTo>
                                <a:pt x="149" y="19025"/>
                                <a:pt x="168" y="19041"/>
                                <a:pt x="194" y="19041"/>
                              </a:cubicBezTo>
                              <a:cubicBezTo>
                                <a:pt x="220" y="19041"/>
                                <a:pt x="239" y="19025"/>
                                <a:pt x="239" y="19009"/>
                              </a:cubicBezTo>
                              <a:lnTo>
                                <a:pt x="239" y="11551"/>
                              </a:lnTo>
                              <a:cubicBezTo>
                                <a:pt x="239" y="11536"/>
                                <a:pt x="220" y="11520"/>
                                <a:pt x="194" y="11520"/>
                              </a:cubicBezTo>
                              <a:cubicBezTo>
                                <a:pt x="168" y="11520"/>
                                <a:pt x="149" y="11532"/>
                                <a:pt x="149" y="11551"/>
                              </a:cubicBezTo>
                              <a:close/>
                              <a:moveTo>
                                <a:pt x="362" y="19155"/>
                              </a:moveTo>
                              <a:cubicBezTo>
                                <a:pt x="-317" y="19155"/>
                                <a:pt x="123" y="20616"/>
                                <a:pt x="427" y="20580"/>
                              </a:cubicBezTo>
                              <a:cubicBezTo>
                                <a:pt x="731" y="20553"/>
                                <a:pt x="1093" y="19155"/>
                                <a:pt x="362" y="19155"/>
                              </a:cubicBezTo>
                              <a:close/>
                              <a:moveTo>
                                <a:pt x="789" y="20796"/>
                              </a:moveTo>
                              <a:cubicBezTo>
                                <a:pt x="705" y="20796"/>
                                <a:pt x="634" y="20839"/>
                                <a:pt x="634" y="20891"/>
                              </a:cubicBezTo>
                              <a:cubicBezTo>
                                <a:pt x="634" y="20942"/>
                                <a:pt x="705" y="20985"/>
                                <a:pt x="789" y="20985"/>
                              </a:cubicBezTo>
                              <a:cubicBezTo>
                                <a:pt x="873" y="20985"/>
                                <a:pt x="944" y="20942"/>
                                <a:pt x="944" y="20891"/>
                              </a:cubicBezTo>
                              <a:cubicBezTo>
                                <a:pt x="944" y="20839"/>
                                <a:pt x="873" y="20796"/>
                                <a:pt x="789" y="20796"/>
                              </a:cubicBezTo>
                              <a:close/>
                              <a:moveTo>
                                <a:pt x="20817" y="10051"/>
                              </a:moveTo>
                              <a:lnTo>
                                <a:pt x="20817" y="2593"/>
                              </a:lnTo>
                              <a:cubicBezTo>
                                <a:pt x="20817" y="2578"/>
                                <a:pt x="20798" y="2562"/>
                                <a:pt x="20772" y="2562"/>
                              </a:cubicBezTo>
                              <a:cubicBezTo>
                                <a:pt x="20746" y="2562"/>
                                <a:pt x="20727" y="2578"/>
                                <a:pt x="20727" y="2593"/>
                              </a:cubicBezTo>
                              <a:lnTo>
                                <a:pt x="20727" y="10051"/>
                              </a:lnTo>
                              <a:cubicBezTo>
                                <a:pt x="20727" y="10067"/>
                                <a:pt x="20746" y="10083"/>
                                <a:pt x="20772" y="10083"/>
                              </a:cubicBezTo>
                              <a:cubicBezTo>
                                <a:pt x="20798" y="10083"/>
                                <a:pt x="20817" y="10071"/>
                                <a:pt x="20817" y="10051"/>
                              </a:cubicBezTo>
                              <a:close/>
                              <a:moveTo>
                                <a:pt x="20727" y="11551"/>
                              </a:moveTo>
                              <a:lnTo>
                                <a:pt x="20727" y="19009"/>
                              </a:lnTo>
                              <a:cubicBezTo>
                                <a:pt x="20727" y="19025"/>
                                <a:pt x="20746" y="19041"/>
                                <a:pt x="20772" y="19041"/>
                              </a:cubicBezTo>
                              <a:cubicBezTo>
                                <a:pt x="20798" y="19041"/>
                                <a:pt x="20817" y="19025"/>
                                <a:pt x="20817" y="19009"/>
                              </a:cubicBezTo>
                              <a:lnTo>
                                <a:pt x="20817" y="11551"/>
                              </a:lnTo>
                              <a:cubicBezTo>
                                <a:pt x="20817" y="11536"/>
                                <a:pt x="20798" y="11520"/>
                                <a:pt x="20772" y="11520"/>
                              </a:cubicBezTo>
                              <a:cubicBezTo>
                                <a:pt x="20746" y="11520"/>
                                <a:pt x="20727" y="11532"/>
                                <a:pt x="20727" y="11551"/>
                              </a:cubicBezTo>
                              <a:close/>
                              <a:moveTo>
                                <a:pt x="20960" y="10825"/>
                              </a:moveTo>
                              <a:cubicBezTo>
                                <a:pt x="20960" y="10680"/>
                                <a:pt x="20875" y="10562"/>
                                <a:pt x="20765" y="10562"/>
                              </a:cubicBezTo>
                              <a:cubicBezTo>
                                <a:pt x="20662" y="10562"/>
                                <a:pt x="20571" y="10680"/>
                                <a:pt x="20571" y="10825"/>
                              </a:cubicBezTo>
                              <a:cubicBezTo>
                                <a:pt x="20571" y="10970"/>
                                <a:pt x="20656" y="11088"/>
                                <a:pt x="20765" y="11088"/>
                              </a:cubicBezTo>
                              <a:cubicBezTo>
                                <a:pt x="20875" y="11088"/>
                                <a:pt x="20960" y="10970"/>
                                <a:pt x="20960" y="10825"/>
                              </a:cubicBezTo>
                              <a:close/>
                              <a:moveTo>
                                <a:pt x="1695" y="1140"/>
                              </a:moveTo>
                              <a:cubicBezTo>
                                <a:pt x="2038" y="956"/>
                                <a:pt x="919" y="563"/>
                                <a:pt x="834" y="638"/>
                              </a:cubicBezTo>
                              <a:cubicBezTo>
                                <a:pt x="737" y="724"/>
                                <a:pt x="1352" y="1325"/>
                                <a:pt x="1695" y="1140"/>
                              </a:cubicBezTo>
                              <a:close/>
                              <a:moveTo>
                                <a:pt x="19090" y="1026"/>
                              </a:moveTo>
                              <a:cubicBezTo>
                                <a:pt x="19394" y="1235"/>
                                <a:pt x="20041" y="555"/>
                                <a:pt x="19918" y="504"/>
                              </a:cubicBezTo>
                              <a:cubicBezTo>
                                <a:pt x="19776" y="449"/>
                                <a:pt x="18786" y="818"/>
                                <a:pt x="19090" y="1026"/>
                              </a:cubicBezTo>
                              <a:close/>
                              <a:moveTo>
                                <a:pt x="556" y="571"/>
                              </a:moveTo>
                              <a:cubicBezTo>
                                <a:pt x="640" y="571"/>
                                <a:pt x="712" y="528"/>
                                <a:pt x="712" y="477"/>
                              </a:cubicBezTo>
                              <a:cubicBezTo>
                                <a:pt x="712" y="426"/>
                                <a:pt x="640" y="382"/>
                                <a:pt x="556" y="382"/>
                              </a:cubicBezTo>
                              <a:cubicBezTo>
                                <a:pt x="472" y="382"/>
                                <a:pt x="401" y="426"/>
                                <a:pt x="401" y="477"/>
                              </a:cubicBezTo>
                              <a:cubicBezTo>
                                <a:pt x="401" y="528"/>
                                <a:pt x="466" y="571"/>
                                <a:pt x="556" y="571"/>
                              </a:cubicBezTo>
                              <a:close/>
                              <a:moveTo>
                                <a:pt x="3409" y="217"/>
                              </a:moveTo>
                              <a:cubicBezTo>
                                <a:pt x="3409" y="-195"/>
                                <a:pt x="1003" y="72"/>
                                <a:pt x="1061" y="257"/>
                              </a:cubicBezTo>
                              <a:cubicBezTo>
                                <a:pt x="1113" y="445"/>
                                <a:pt x="3409" y="661"/>
                                <a:pt x="3409" y="217"/>
                              </a:cubicBezTo>
                              <a:close/>
                              <a:moveTo>
                                <a:pt x="10480" y="1"/>
                              </a:moveTo>
                              <a:cubicBezTo>
                                <a:pt x="10240" y="1"/>
                                <a:pt x="10046" y="52"/>
                                <a:pt x="10046" y="119"/>
                              </a:cubicBezTo>
                              <a:cubicBezTo>
                                <a:pt x="10046" y="182"/>
                                <a:pt x="10240" y="237"/>
                                <a:pt x="10480" y="237"/>
                              </a:cubicBezTo>
                              <a:cubicBezTo>
                                <a:pt x="10719" y="237"/>
                                <a:pt x="10913" y="186"/>
                                <a:pt x="10913" y="119"/>
                              </a:cubicBezTo>
                              <a:cubicBezTo>
                                <a:pt x="10913" y="52"/>
                                <a:pt x="10719" y="1"/>
                                <a:pt x="10480" y="1"/>
                              </a:cubicBezTo>
                              <a:close/>
                              <a:moveTo>
                                <a:pt x="20332" y="335"/>
                              </a:moveTo>
                              <a:cubicBezTo>
                                <a:pt x="20332" y="284"/>
                                <a:pt x="20261" y="241"/>
                                <a:pt x="20177" y="241"/>
                              </a:cubicBezTo>
                              <a:cubicBezTo>
                                <a:pt x="20093" y="241"/>
                                <a:pt x="20022" y="284"/>
                                <a:pt x="20022" y="335"/>
                              </a:cubicBezTo>
                              <a:cubicBezTo>
                                <a:pt x="20022" y="386"/>
                                <a:pt x="20093" y="429"/>
                                <a:pt x="20177" y="429"/>
                              </a:cubicBezTo>
                              <a:cubicBezTo>
                                <a:pt x="20261" y="429"/>
                                <a:pt x="20332" y="386"/>
                                <a:pt x="20332" y="335"/>
                              </a:cubicBezTo>
                              <a:close/>
                              <a:moveTo>
                                <a:pt x="17557" y="20993"/>
                              </a:moveTo>
                              <a:cubicBezTo>
                                <a:pt x="17557" y="21405"/>
                                <a:pt x="19963" y="21138"/>
                                <a:pt x="19905" y="20953"/>
                              </a:cubicBezTo>
                              <a:cubicBezTo>
                                <a:pt x="19853" y="20765"/>
                                <a:pt x="17557" y="20549"/>
                                <a:pt x="17557" y="20993"/>
                              </a:cubicBezTo>
                              <a:close/>
                              <a:moveTo>
                                <a:pt x="20604" y="2071"/>
                              </a:moveTo>
                              <a:cubicBezTo>
                                <a:pt x="21283" y="2071"/>
                                <a:pt x="20843" y="610"/>
                                <a:pt x="20539" y="645"/>
                              </a:cubicBezTo>
                              <a:cubicBezTo>
                                <a:pt x="20235" y="673"/>
                                <a:pt x="19873" y="2071"/>
                                <a:pt x="20604" y="2071"/>
                              </a:cubicBezTo>
                              <a:close/>
                              <a:moveTo>
                                <a:pt x="19271" y="20070"/>
                              </a:moveTo>
                              <a:cubicBezTo>
                                <a:pt x="18928" y="20254"/>
                                <a:pt x="20047" y="20647"/>
                                <a:pt x="20132" y="20572"/>
                              </a:cubicBezTo>
                              <a:cubicBezTo>
                                <a:pt x="20229" y="20486"/>
                                <a:pt x="19614" y="19885"/>
                                <a:pt x="19271" y="20070"/>
                              </a:cubicBezTo>
                              <a:close/>
                              <a:moveTo>
                                <a:pt x="20546" y="19123"/>
                              </a:moveTo>
                              <a:cubicBezTo>
                                <a:pt x="19866" y="19123"/>
                                <a:pt x="20358" y="20243"/>
                                <a:pt x="20578" y="20262"/>
                              </a:cubicBezTo>
                              <a:cubicBezTo>
                                <a:pt x="20856" y="20286"/>
                                <a:pt x="21238" y="19123"/>
                                <a:pt x="20546" y="19123"/>
                              </a:cubicBezTo>
                              <a:close/>
                              <a:moveTo>
                                <a:pt x="20410" y="20635"/>
                              </a:moveTo>
                              <a:cubicBezTo>
                                <a:pt x="20326" y="20635"/>
                                <a:pt x="20254" y="20678"/>
                                <a:pt x="20254" y="20730"/>
                              </a:cubicBezTo>
                              <a:cubicBezTo>
                                <a:pt x="20254" y="20781"/>
                                <a:pt x="20326" y="20824"/>
                                <a:pt x="20410" y="20824"/>
                              </a:cubicBezTo>
                              <a:cubicBezTo>
                                <a:pt x="20494" y="20824"/>
                                <a:pt x="20565" y="20781"/>
                                <a:pt x="20565" y="20730"/>
                              </a:cubicBezTo>
                              <a:cubicBezTo>
                                <a:pt x="20565" y="20678"/>
                                <a:pt x="20500" y="20635"/>
                                <a:pt x="20410" y="20635"/>
                              </a:cubicBezTo>
                              <a:close/>
                              <a:moveTo>
                                <a:pt x="9458" y="21091"/>
                              </a:moveTo>
                              <a:lnTo>
                                <a:pt x="3927" y="21091"/>
                              </a:lnTo>
                              <a:cubicBezTo>
                                <a:pt x="3914" y="21091"/>
                                <a:pt x="3901" y="21103"/>
                                <a:pt x="3901" y="21118"/>
                              </a:cubicBezTo>
                              <a:cubicBezTo>
                                <a:pt x="3901" y="21134"/>
                                <a:pt x="3914" y="21146"/>
                                <a:pt x="3927" y="21146"/>
                              </a:cubicBezTo>
                              <a:lnTo>
                                <a:pt x="9458" y="21146"/>
                              </a:lnTo>
                              <a:cubicBezTo>
                                <a:pt x="9471" y="21146"/>
                                <a:pt x="9484" y="21134"/>
                                <a:pt x="9484" y="21118"/>
                              </a:cubicBezTo>
                              <a:cubicBezTo>
                                <a:pt x="9477" y="21103"/>
                                <a:pt x="9471" y="21091"/>
                                <a:pt x="9458" y="21091"/>
                              </a:cubicBezTo>
                              <a:close/>
                              <a:moveTo>
                                <a:pt x="19401" y="233"/>
                              </a:moveTo>
                              <a:cubicBezTo>
                                <a:pt x="19439" y="64"/>
                                <a:pt x="17525" y="-168"/>
                                <a:pt x="17525" y="253"/>
                              </a:cubicBezTo>
                              <a:cubicBezTo>
                                <a:pt x="17531" y="669"/>
                                <a:pt x="19375" y="367"/>
                                <a:pt x="19401" y="233"/>
                              </a:cubicBezTo>
                              <a:close/>
                              <a:moveTo>
                                <a:pt x="10480" y="20973"/>
                              </a:moveTo>
                              <a:cubicBezTo>
                                <a:pt x="10240" y="20973"/>
                                <a:pt x="10046" y="21024"/>
                                <a:pt x="10046" y="21091"/>
                              </a:cubicBezTo>
                              <a:cubicBezTo>
                                <a:pt x="10046" y="21154"/>
                                <a:pt x="10240" y="21209"/>
                                <a:pt x="10480" y="21209"/>
                              </a:cubicBezTo>
                              <a:cubicBezTo>
                                <a:pt x="10719" y="21209"/>
                                <a:pt x="10913" y="21158"/>
                                <a:pt x="10913" y="21091"/>
                              </a:cubicBezTo>
                              <a:cubicBezTo>
                                <a:pt x="10913" y="21028"/>
                                <a:pt x="10719" y="20973"/>
                                <a:pt x="10480" y="20973"/>
                              </a:cubicBezTo>
                              <a:close/>
                              <a:moveTo>
                                <a:pt x="1565" y="20993"/>
                              </a:moveTo>
                              <a:cubicBezTo>
                                <a:pt x="1527" y="21162"/>
                                <a:pt x="3441" y="21393"/>
                                <a:pt x="3441" y="20973"/>
                              </a:cubicBezTo>
                              <a:cubicBezTo>
                                <a:pt x="3435" y="20557"/>
                                <a:pt x="1591" y="20859"/>
                                <a:pt x="1565" y="20993"/>
                              </a:cubicBezTo>
                              <a:close/>
                              <a:moveTo>
                                <a:pt x="9458" y="119"/>
                              </a:moveTo>
                              <a:lnTo>
                                <a:pt x="3927" y="119"/>
                              </a:lnTo>
                              <a:cubicBezTo>
                                <a:pt x="3914" y="119"/>
                                <a:pt x="3901" y="131"/>
                                <a:pt x="3901" y="147"/>
                              </a:cubicBezTo>
                              <a:cubicBezTo>
                                <a:pt x="3901" y="162"/>
                                <a:pt x="3914" y="174"/>
                                <a:pt x="3927" y="174"/>
                              </a:cubicBezTo>
                              <a:lnTo>
                                <a:pt x="9458" y="174"/>
                              </a:lnTo>
                              <a:cubicBezTo>
                                <a:pt x="9471" y="174"/>
                                <a:pt x="9484" y="162"/>
                                <a:pt x="9484" y="147"/>
                              </a:cubicBezTo>
                              <a:cubicBezTo>
                                <a:pt x="9477" y="131"/>
                                <a:pt x="9471" y="119"/>
                                <a:pt x="9458" y="119"/>
                              </a:cubicBezTo>
                              <a:close/>
                              <a:moveTo>
                                <a:pt x="17201" y="21091"/>
                              </a:moveTo>
                              <a:lnTo>
                                <a:pt x="11670" y="21091"/>
                              </a:lnTo>
                              <a:cubicBezTo>
                                <a:pt x="11657" y="21091"/>
                                <a:pt x="11644" y="21103"/>
                                <a:pt x="11644" y="21118"/>
                              </a:cubicBezTo>
                              <a:cubicBezTo>
                                <a:pt x="11644" y="21134"/>
                                <a:pt x="11657" y="21146"/>
                                <a:pt x="11670" y="21146"/>
                              </a:cubicBezTo>
                              <a:lnTo>
                                <a:pt x="17201" y="21146"/>
                              </a:lnTo>
                              <a:cubicBezTo>
                                <a:pt x="17214" y="21146"/>
                                <a:pt x="17227" y="21134"/>
                                <a:pt x="17227" y="21118"/>
                              </a:cubicBezTo>
                              <a:cubicBezTo>
                                <a:pt x="17227" y="21103"/>
                                <a:pt x="17214" y="21091"/>
                                <a:pt x="17201" y="21091"/>
                              </a:cubicBezTo>
                              <a:close/>
                              <a:moveTo>
                                <a:pt x="17201" y="119"/>
                              </a:moveTo>
                              <a:lnTo>
                                <a:pt x="11670" y="119"/>
                              </a:lnTo>
                              <a:cubicBezTo>
                                <a:pt x="11657" y="119"/>
                                <a:pt x="11644" y="131"/>
                                <a:pt x="11644" y="147"/>
                              </a:cubicBezTo>
                              <a:cubicBezTo>
                                <a:pt x="11644" y="162"/>
                                <a:pt x="11657" y="174"/>
                                <a:pt x="11670" y="174"/>
                              </a:cubicBezTo>
                              <a:lnTo>
                                <a:pt x="17201" y="174"/>
                              </a:lnTo>
                              <a:cubicBezTo>
                                <a:pt x="17214" y="174"/>
                                <a:pt x="17227" y="162"/>
                                <a:pt x="17227" y="147"/>
                              </a:cubicBezTo>
                              <a:cubicBezTo>
                                <a:pt x="17227" y="131"/>
                                <a:pt x="17214" y="119"/>
                                <a:pt x="17201" y="11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5" name="Shape"/>
                      <wps:cNvSpPr/>
                      <wps:spPr>
                        <a:xfrm>
                          <a:off x="457200" y="457199"/>
                          <a:ext cx="4115382" cy="6859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63" h="21211" extrusionOk="0">
                              <a:moveTo>
                                <a:pt x="17123" y="119"/>
                              </a:moveTo>
                              <a:lnTo>
                                <a:pt x="11592" y="119"/>
                              </a:lnTo>
                              <a:cubicBezTo>
                                <a:pt x="11579" y="119"/>
                                <a:pt x="11567" y="131"/>
                                <a:pt x="11567" y="147"/>
                              </a:cubicBezTo>
                              <a:cubicBezTo>
                                <a:pt x="11567" y="162"/>
                                <a:pt x="11579" y="174"/>
                                <a:pt x="11592" y="174"/>
                              </a:cubicBezTo>
                              <a:lnTo>
                                <a:pt x="17123" y="174"/>
                              </a:lnTo>
                              <a:cubicBezTo>
                                <a:pt x="17136" y="174"/>
                                <a:pt x="17149" y="162"/>
                                <a:pt x="17149" y="147"/>
                              </a:cubicBezTo>
                              <a:cubicBezTo>
                                <a:pt x="17143" y="131"/>
                                <a:pt x="17136" y="119"/>
                                <a:pt x="17123" y="119"/>
                              </a:cubicBezTo>
                              <a:close/>
                              <a:moveTo>
                                <a:pt x="10402" y="1"/>
                              </a:moveTo>
                              <a:cubicBezTo>
                                <a:pt x="10163" y="1"/>
                                <a:pt x="9969" y="52"/>
                                <a:pt x="9969" y="119"/>
                              </a:cubicBezTo>
                              <a:cubicBezTo>
                                <a:pt x="9969" y="182"/>
                                <a:pt x="10163" y="237"/>
                                <a:pt x="10402" y="237"/>
                              </a:cubicBezTo>
                              <a:cubicBezTo>
                                <a:pt x="10641" y="237"/>
                                <a:pt x="10836" y="186"/>
                                <a:pt x="10836" y="119"/>
                              </a:cubicBezTo>
                              <a:cubicBezTo>
                                <a:pt x="10836" y="52"/>
                                <a:pt x="10641" y="1"/>
                                <a:pt x="10402" y="1"/>
                              </a:cubicBezTo>
                              <a:close/>
                              <a:moveTo>
                                <a:pt x="9374" y="119"/>
                              </a:moveTo>
                              <a:lnTo>
                                <a:pt x="3843" y="119"/>
                              </a:lnTo>
                              <a:cubicBezTo>
                                <a:pt x="3830" y="119"/>
                                <a:pt x="3817" y="131"/>
                                <a:pt x="3817" y="147"/>
                              </a:cubicBezTo>
                              <a:cubicBezTo>
                                <a:pt x="3817" y="162"/>
                                <a:pt x="3830" y="174"/>
                                <a:pt x="3843" y="174"/>
                              </a:cubicBezTo>
                              <a:lnTo>
                                <a:pt x="9374" y="174"/>
                              </a:lnTo>
                              <a:cubicBezTo>
                                <a:pt x="9386" y="174"/>
                                <a:pt x="9399" y="162"/>
                                <a:pt x="9399" y="147"/>
                              </a:cubicBezTo>
                              <a:cubicBezTo>
                                <a:pt x="9399" y="131"/>
                                <a:pt x="9387" y="119"/>
                                <a:pt x="9374" y="119"/>
                              </a:cubicBezTo>
                              <a:close/>
                              <a:moveTo>
                                <a:pt x="17123" y="21091"/>
                              </a:moveTo>
                              <a:lnTo>
                                <a:pt x="11592" y="21091"/>
                              </a:lnTo>
                              <a:cubicBezTo>
                                <a:pt x="11579" y="21091"/>
                                <a:pt x="11567" y="21103"/>
                                <a:pt x="11567" y="21118"/>
                              </a:cubicBezTo>
                              <a:cubicBezTo>
                                <a:pt x="11567" y="21134"/>
                                <a:pt x="11579" y="21146"/>
                                <a:pt x="11592" y="21146"/>
                              </a:cubicBezTo>
                              <a:lnTo>
                                <a:pt x="17123" y="21146"/>
                              </a:lnTo>
                              <a:cubicBezTo>
                                <a:pt x="17136" y="21146"/>
                                <a:pt x="17149" y="21134"/>
                                <a:pt x="17149" y="21118"/>
                              </a:cubicBezTo>
                              <a:cubicBezTo>
                                <a:pt x="17143" y="21103"/>
                                <a:pt x="17136" y="21091"/>
                                <a:pt x="17123" y="21091"/>
                              </a:cubicBezTo>
                              <a:close/>
                              <a:moveTo>
                                <a:pt x="10402" y="20973"/>
                              </a:moveTo>
                              <a:cubicBezTo>
                                <a:pt x="10163" y="20973"/>
                                <a:pt x="9969" y="21024"/>
                                <a:pt x="9969" y="21091"/>
                              </a:cubicBezTo>
                              <a:cubicBezTo>
                                <a:pt x="9969" y="21154"/>
                                <a:pt x="10163" y="21209"/>
                                <a:pt x="10402" y="21209"/>
                              </a:cubicBezTo>
                              <a:cubicBezTo>
                                <a:pt x="10641" y="21209"/>
                                <a:pt x="10836" y="21158"/>
                                <a:pt x="10836" y="21091"/>
                              </a:cubicBezTo>
                              <a:cubicBezTo>
                                <a:pt x="10836" y="21028"/>
                                <a:pt x="10641" y="20973"/>
                                <a:pt x="10402" y="20973"/>
                              </a:cubicBezTo>
                              <a:close/>
                              <a:moveTo>
                                <a:pt x="9374" y="21091"/>
                              </a:moveTo>
                              <a:lnTo>
                                <a:pt x="3843" y="21091"/>
                              </a:lnTo>
                              <a:cubicBezTo>
                                <a:pt x="3830" y="21091"/>
                                <a:pt x="3817" y="21103"/>
                                <a:pt x="3817" y="21118"/>
                              </a:cubicBezTo>
                              <a:cubicBezTo>
                                <a:pt x="3817" y="21134"/>
                                <a:pt x="3830" y="21146"/>
                                <a:pt x="3843" y="21146"/>
                              </a:cubicBezTo>
                              <a:lnTo>
                                <a:pt x="9374" y="21146"/>
                              </a:lnTo>
                              <a:cubicBezTo>
                                <a:pt x="9386" y="21146"/>
                                <a:pt x="9399" y="21134"/>
                                <a:pt x="9399" y="21118"/>
                              </a:cubicBezTo>
                              <a:cubicBezTo>
                                <a:pt x="9399" y="21103"/>
                                <a:pt x="9387" y="21091"/>
                                <a:pt x="9374" y="21091"/>
                              </a:cubicBezTo>
                              <a:close/>
                              <a:moveTo>
                                <a:pt x="149" y="2593"/>
                              </a:moveTo>
                              <a:lnTo>
                                <a:pt x="149" y="10051"/>
                              </a:lnTo>
                              <a:cubicBezTo>
                                <a:pt x="149" y="10067"/>
                                <a:pt x="168" y="10083"/>
                                <a:pt x="194" y="10083"/>
                              </a:cubicBezTo>
                              <a:cubicBezTo>
                                <a:pt x="220" y="10083"/>
                                <a:pt x="239" y="10067"/>
                                <a:pt x="239" y="10051"/>
                              </a:cubicBezTo>
                              <a:lnTo>
                                <a:pt x="239" y="2593"/>
                              </a:lnTo>
                              <a:cubicBezTo>
                                <a:pt x="239" y="2578"/>
                                <a:pt x="220" y="2562"/>
                                <a:pt x="194" y="2562"/>
                              </a:cubicBezTo>
                              <a:cubicBezTo>
                                <a:pt x="168" y="2562"/>
                                <a:pt x="149" y="2578"/>
                                <a:pt x="149" y="2593"/>
                              </a:cubicBezTo>
                              <a:close/>
                              <a:moveTo>
                                <a:pt x="149" y="11551"/>
                              </a:moveTo>
                              <a:lnTo>
                                <a:pt x="149" y="19009"/>
                              </a:lnTo>
                              <a:cubicBezTo>
                                <a:pt x="149" y="19025"/>
                                <a:pt x="168" y="19041"/>
                                <a:pt x="194" y="19041"/>
                              </a:cubicBezTo>
                              <a:cubicBezTo>
                                <a:pt x="220" y="19041"/>
                                <a:pt x="239" y="19025"/>
                                <a:pt x="239" y="19009"/>
                              </a:cubicBezTo>
                              <a:lnTo>
                                <a:pt x="239" y="11551"/>
                              </a:lnTo>
                              <a:cubicBezTo>
                                <a:pt x="239" y="11536"/>
                                <a:pt x="220" y="11520"/>
                                <a:pt x="194" y="11520"/>
                              </a:cubicBezTo>
                              <a:cubicBezTo>
                                <a:pt x="168" y="11520"/>
                                <a:pt x="149" y="11532"/>
                                <a:pt x="149" y="11551"/>
                              </a:cubicBezTo>
                              <a:close/>
                              <a:moveTo>
                                <a:pt x="194" y="11088"/>
                              </a:moveTo>
                              <a:cubicBezTo>
                                <a:pt x="298" y="11088"/>
                                <a:pt x="388" y="10970"/>
                                <a:pt x="388" y="10825"/>
                              </a:cubicBezTo>
                              <a:cubicBezTo>
                                <a:pt x="388" y="10680"/>
                                <a:pt x="304" y="10562"/>
                                <a:pt x="194" y="10562"/>
                              </a:cubicBezTo>
                              <a:cubicBezTo>
                                <a:pt x="91" y="10562"/>
                                <a:pt x="0" y="10680"/>
                                <a:pt x="0" y="10825"/>
                              </a:cubicBezTo>
                              <a:cubicBezTo>
                                <a:pt x="0" y="10970"/>
                                <a:pt x="91" y="11088"/>
                                <a:pt x="194" y="11088"/>
                              </a:cubicBezTo>
                              <a:close/>
                              <a:moveTo>
                                <a:pt x="20960" y="10825"/>
                              </a:moveTo>
                              <a:cubicBezTo>
                                <a:pt x="20960" y="10680"/>
                                <a:pt x="20875" y="10562"/>
                                <a:pt x="20765" y="10562"/>
                              </a:cubicBezTo>
                              <a:cubicBezTo>
                                <a:pt x="20662" y="10562"/>
                                <a:pt x="20571" y="10680"/>
                                <a:pt x="20571" y="10825"/>
                              </a:cubicBezTo>
                              <a:cubicBezTo>
                                <a:pt x="20571" y="10970"/>
                                <a:pt x="20656" y="11088"/>
                                <a:pt x="20765" y="11088"/>
                              </a:cubicBezTo>
                              <a:cubicBezTo>
                                <a:pt x="20875" y="11088"/>
                                <a:pt x="20960" y="10970"/>
                                <a:pt x="20960" y="10825"/>
                              </a:cubicBezTo>
                              <a:close/>
                              <a:moveTo>
                                <a:pt x="20727" y="11551"/>
                              </a:moveTo>
                              <a:lnTo>
                                <a:pt x="20727" y="19009"/>
                              </a:lnTo>
                              <a:cubicBezTo>
                                <a:pt x="20727" y="19025"/>
                                <a:pt x="20746" y="19041"/>
                                <a:pt x="20772" y="19041"/>
                              </a:cubicBezTo>
                              <a:cubicBezTo>
                                <a:pt x="20798" y="19041"/>
                                <a:pt x="20817" y="19025"/>
                                <a:pt x="20817" y="19009"/>
                              </a:cubicBezTo>
                              <a:lnTo>
                                <a:pt x="20817" y="11551"/>
                              </a:lnTo>
                              <a:cubicBezTo>
                                <a:pt x="20817" y="11536"/>
                                <a:pt x="20798" y="11520"/>
                                <a:pt x="20772" y="11520"/>
                              </a:cubicBezTo>
                              <a:cubicBezTo>
                                <a:pt x="20746" y="11520"/>
                                <a:pt x="20727" y="11532"/>
                                <a:pt x="20727" y="11551"/>
                              </a:cubicBezTo>
                              <a:close/>
                              <a:moveTo>
                                <a:pt x="20817" y="10051"/>
                              </a:moveTo>
                              <a:lnTo>
                                <a:pt x="20817" y="2593"/>
                              </a:lnTo>
                              <a:cubicBezTo>
                                <a:pt x="20817" y="2578"/>
                                <a:pt x="20798" y="2562"/>
                                <a:pt x="20772" y="2562"/>
                              </a:cubicBezTo>
                              <a:cubicBezTo>
                                <a:pt x="20746" y="2562"/>
                                <a:pt x="20727" y="2578"/>
                                <a:pt x="20727" y="2593"/>
                              </a:cubicBezTo>
                              <a:lnTo>
                                <a:pt x="20727" y="10051"/>
                              </a:lnTo>
                              <a:cubicBezTo>
                                <a:pt x="20727" y="10067"/>
                                <a:pt x="20746" y="10083"/>
                                <a:pt x="20772" y="10083"/>
                              </a:cubicBezTo>
                              <a:cubicBezTo>
                                <a:pt x="20798" y="10083"/>
                                <a:pt x="20817" y="10071"/>
                                <a:pt x="20817" y="10051"/>
                              </a:cubicBezTo>
                              <a:close/>
                              <a:moveTo>
                                <a:pt x="1876" y="20199"/>
                              </a:moveTo>
                              <a:cubicBezTo>
                                <a:pt x="1572" y="19991"/>
                                <a:pt x="925" y="20671"/>
                                <a:pt x="1048" y="20722"/>
                              </a:cubicBezTo>
                              <a:cubicBezTo>
                                <a:pt x="1190" y="20777"/>
                                <a:pt x="2180" y="20407"/>
                                <a:pt x="1876" y="20199"/>
                              </a:cubicBezTo>
                              <a:close/>
                              <a:moveTo>
                                <a:pt x="362" y="19155"/>
                              </a:moveTo>
                              <a:cubicBezTo>
                                <a:pt x="-317" y="19155"/>
                                <a:pt x="123" y="20616"/>
                                <a:pt x="427" y="20580"/>
                              </a:cubicBezTo>
                              <a:cubicBezTo>
                                <a:pt x="731" y="20553"/>
                                <a:pt x="1093" y="19155"/>
                                <a:pt x="362" y="19155"/>
                              </a:cubicBezTo>
                              <a:close/>
                              <a:moveTo>
                                <a:pt x="789" y="20796"/>
                              </a:moveTo>
                              <a:cubicBezTo>
                                <a:pt x="705" y="20796"/>
                                <a:pt x="634" y="20839"/>
                                <a:pt x="634" y="20891"/>
                              </a:cubicBezTo>
                              <a:cubicBezTo>
                                <a:pt x="634" y="20942"/>
                                <a:pt x="705" y="20985"/>
                                <a:pt x="789" y="20985"/>
                              </a:cubicBezTo>
                              <a:cubicBezTo>
                                <a:pt x="873" y="20985"/>
                                <a:pt x="944" y="20942"/>
                                <a:pt x="944" y="20891"/>
                              </a:cubicBezTo>
                              <a:cubicBezTo>
                                <a:pt x="944" y="20839"/>
                                <a:pt x="873" y="20796"/>
                                <a:pt x="789" y="20796"/>
                              </a:cubicBezTo>
                              <a:close/>
                              <a:moveTo>
                                <a:pt x="1565" y="20993"/>
                              </a:moveTo>
                              <a:cubicBezTo>
                                <a:pt x="1527" y="21162"/>
                                <a:pt x="3441" y="21393"/>
                                <a:pt x="3441" y="20973"/>
                              </a:cubicBezTo>
                              <a:cubicBezTo>
                                <a:pt x="3435" y="20557"/>
                                <a:pt x="1591" y="20859"/>
                                <a:pt x="1565" y="20993"/>
                              </a:cubicBezTo>
                              <a:close/>
                              <a:moveTo>
                                <a:pt x="1669" y="1140"/>
                              </a:moveTo>
                              <a:cubicBezTo>
                                <a:pt x="2012" y="956"/>
                                <a:pt x="893" y="563"/>
                                <a:pt x="809" y="638"/>
                              </a:cubicBezTo>
                              <a:cubicBezTo>
                                <a:pt x="712" y="724"/>
                                <a:pt x="1326" y="1325"/>
                                <a:pt x="1669" y="1140"/>
                              </a:cubicBezTo>
                              <a:close/>
                              <a:moveTo>
                                <a:pt x="524" y="571"/>
                              </a:moveTo>
                              <a:cubicBezTo>
                                <a:pt x="608" y="571"/>
                                <a:pt x="679" y="528"/>
                                <a:pt x="679" y="477"/>
                              </a:cubicBezTo>
                              <a:cubicBezTo>
                                <a:pt x="679" y="426"/>
                                <a:pt x="608" y="382"/>
                                <a:pt x="524" y="382"/>
                              </a:cubicBezTo>
                              <a:cubicBezTo>
                                <a:pt x="440" y="382"/>
                                <a:pt x="369" y="426"/>
                                <a:pt x="369" y="477"/>
                              </a:cubicBezTo>
                              <a:cubicBezTo>
                                <a:pt x="369" y="528"/>
                                <a:pt x="440" y="571"/>
                                <a:pt x="524" y="571"/>
                              </a:cubicBezTo>
                              <a:close/>
                              <a:moveTo>
                                <a:pt x="3383" y="217"/>
                              </a:moveTo>
                              <a:cubicBezTo>
                                <a:pt x="3383" y="-195"/>
                                <a:pt x="977" y="72"/>
                                <a:pt x="1035" y="257"/>
                              </a:cubicBezTo>
                              <a:cubicBezTo>
                                <a:pt x="1087" y="445"/>
                                <a:pt x="3383" y="661"/>
                                <a:pt x="3383" y="217"/>
                              </a:cubicBezTo>
                              <a:close/>
                              <a:moveTo>
                                <a:pt x="395" y="2087"/>
                              </a:moveTo>
                              <a:cubicBezTo>
                                <a:pt x="1074" y="2087"/>
                                <a:pt x="582" y="967"/>
                                <a:pt x="362" y="948"/>
                              </a:cubicBezTo>
                              <a:cubicBezTo>
                                <a:pt x="84" y="924"/>
                                <a:pt x="-298" y="2087"/>
                                <a:pt x="395" y="2087"/>
                              </a:cubicBezTo>
                              <a:close/>
                              <a:moveTo>
                                <a:pt x="19090" y="1026"/>
                              </a:moveTo>
                              <a:cubicBezTo>
                                <a:pt x="19394" y="1235"/>
                                <a:pt x="20041" y="555"/>
                                <a:pt x="19918" y="504"/>
                              </a:cubicBezTo>
                              <a:cubicBezTo>
                                <a:pt x="19776" y="449"/>
                                <a:pt x="18786" y="818"/>
                                <a:pt x="19090" y="1026"/>
                              </a:cubicBezTo>
                              <a:close/>
                              <a:moveTo>
                                <a:pt x="20604" y="2071"/>
                              </a:moveTo>
                              <a:cubicBezTo>
                                <a:pt x="21283" y="2071"/>
                                <a:pt x="20843" y="610"/>
                                <a:pt x="20539" y="645"/>
                              </a:cubicBezTo>
                              <a:cubicBezTo>
                                <a:pt x="20235" y="673"/>
                                <a:pt x="19873" y="2071"/>
                                <a:pt x="20604" y="2071"/>
                              </a:cubicBezTo>
                              <a:close/>
                              <a:moveTo>
                                <a:pt x="19401" y="233"/>
                              </a:moveTo>
                              <a:cubicBezTo>
                                <a:pt x="19439" y="64"/>
                                <a:pt x="17525" y="-168"/>
                                <a:pt x="17525" y="253"/>
                              </a:cubicBezTo>
                              <a:cubicBezTo>
                                <a:pt x="17531" y="669"/>
                                <a:pt x="19375" y="367"/>
                                <a:pt x="19401" y="233"/>
                              </a:cubicBezTo>
                              <a:close/>
                              <a:moveTo>
                                <a:pt x="20332" y="335"/>
                              </a:moveTo>
                              <a:cubicBezTo>
                                <a:pt x="20332" y="284"/>
                                <a:pt x="20261" y="241"/>
                                <a:pt x="20177" y="241"/>
                              </a:cubicBezTo>
                              <a:cubicBezTo>
                                <a:pt x="20093" y="241"/>
                                <a:pt x="20022" y="284"/>
                                <a:pt x="20022" y="335"/>
                              </a:cubicBezTo>
                              <a:cubicBezTo>
                                <a:pt x="20022" y="386"/>
                                <a:pt x="20093" y="429"/>
                                <a:pt x="20177" y="429"/>
                              </a:cubicBezTo>
                              <a:cubicBezTo>
                                <a:pt x="20261" y="429"/>
                                <a:pt x="20332" y="386"/>
                                <a:pt x="20332" y="335"/>
                              </a:cubicBezTo>
                              <a:close/>
                              <a:moveTo>
                                <a:pt x="20571" y="19123"/>
                              </a:moveTo>
                              <a:cubicBezTo>
                                <a:pt x="19892" y="19123"/>
                                <a:pt x="20384" y="20243"/>
                                <a:pt x="20604" y="20262"/>
                              </a:cubicBezTo>
                              <a:cubicBezTo>
                                <a:pt x="20882" y="20286"/>
                                <a:pt x="21264" y="19123"/>
                                <a:pt x="20571" y="19123"/>
                              </a:cubicBezTo>
                              <a:close/>
                              <a:moveTo>
                                <a:pt x="20436" y="20635"/>
                              </a:moveTo>
                              <a:cubicBezTo>
                                <a:pt x="20351" y="20635"/>
                                <a:pt x="20280" y="20678"/>
                                <a:pt x="20280" y="20730"/>
                              </a:cubicBezTo>
                              <a:cubicBezTo>
                                <a:pt x="20280" y="20781"/>
                                <a:pt x="20351" y="20824"/>
                                <a:pt x="20436" y="20824"/>
                              </a:cubicBezTo>
                              <a:cubicBezTo>
                                <a:pt x="20520" y="20824"/>
                                <a:pt x="20591" y="20781"/>
                                <a:pt x="20591" y="20730"/>
                              </a:cubicBezTo>
                              <a:cubicBezTo>
                                <a:pt x="20591" y="20678"/>
                                <a:pt x="20526" y="20635"/>
                                <a:pt x="20436" y="20635"/>
                              </a:cubicBezTo>
                              <a:close/>
                              <a:moveTo>
                                <a:pt x="17583" y="20993"/>
                              </a:moveTo>
                              <a:cubicBezTo>
                                <a:pt x="17583" y="21405"/>
                                <a:pt x="19989" y="21138"/>
                                <a:pt x="19931" y="20953"/>
                              </a:cubicBezTo>
                              <a:cubicBezTo>
                                <a:pt x="19879" y="20765"/>
                                <a:pt x="17583" y="20549"/>
                                <a:pt x="17583" y="20993"/>
                              </a:cubicBezTo>
                              <a:close/>
                              <a:moveTo>
                                <a:pt x="19297" y="20070"/>
                              </a:moveTo>
                              <a:cubicBezTo>
                                <a:pt x="18954" y="20254"/>
                                <a:pt x="20073" y="20647"/>
                                <a:pt x="20157" y="20572"/>
                              </a:cubicBezTo>
                              <a:cubicBezTo>
                                <a:pt x="20254" y="20486"/>
                                <a:pt x="19640" y="19885"/>
                                <a:pt x="19297" y="2007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6" name="Shape"/>
                      <wps:cNvSpPr/>
                      <wps:spPr>
                        <a:xfrm>
                          <a:off x="977900" y="977899"/>
                          <a:ext cx="3048330" cy="19194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415" h="21449" extrusionOk="0">
                              <a:moveTo>
                                <a:pt x="8198" y="388"/>
                              </a:moveTo>
                              <a:cubicBezTo>
                                <a:pt x="8225" y="885"/>
                                <a:pt x="8413" y="1126"/>
                                <a:pt x="8422" y="1325"/>
                              </a:cubicBezTo>
                              <a:cubicBezTo>
                                <a:pt x="8422" y="1396"/>
                                <a:pt x="8671" y="771"/>
                                <a:pt x="8627" y="317"/>
                              </a:cubicBezTo>
                              <a:cubicBezTo>
                                <a:pt x="8582" y="-137"/>
                                <a:pt x="8181" y="-94"/>
                                <a:pt x="8198" y="388"/>
                              </a:cubicBezTo>
                              <a:close/>
                              <a:moveTo>
                                <a:pt x="2515" y="3610"/>
                              </a:moveTo>
                              <a:cubicBezTo>
                                <a:pt x="2123" y="3297"/>
                                <a:pt x="2033" y="2446"/>
                                <a:pt x="1980" y="2403"/>
                              </a:cubicBezTo>
                              <a:cubicBezTo>
                                <a:pt x="1935" y="2361"/>
                                <a:pt x="1712" y="2815"/>
                                <a:pt x="1909" y="3269"/>
                              </a:cubicBezTo>
                              <a:cubicBezTo>
                                <a:pt x="2105" y="3723"/>
                                <a:pt x="2569" y="3652"/>
                                <a:pt x="2515" y="3610"/>
                              </a:cubicBezTo>
                              <a:close/>
                              <a:moveTo>
                                <a:pt x="2783" y="6675"/>
                              </a:moveTo>
                              <a:cubicBezTo>
                                <a:pt x="2560" y="6434"/>
                                <a:pt x="2613" y="6051"/>
                                <a:pt x="2569" y="5909"/>
                              </a:cubicBezTo>
                              <a:cubicBezTo>
                                <a:pt x="2524" y="5753"/>
                                <a:pt x="2194" y="7229"/>
                                <a:pt x="2676" y="7356"/>
                              </a:cubicBezTo>
                              <a:cubicBezTo>
                                <a:pt x="2845" y="7385"/>
                                <a:pt x="3042" y="6959"/>
                                <a:pt x="2783" y="6675"/>
                              </a:cubicBezTo>
                              <a:close/>
                              <a:moveTo>
                                <a:pt x="6744" y="2545"/>
                              </a:moveTo>
                              <a:cubicBezTo>
                                <a:pt x="6753" y="2815"/>
                                <a:pt x="7056" y="3028"/>
                                <a:pt x="7181" y="2559"/>
                              </a:cubicBezTo>
                              <a:cubicBezTo>
                                <a:pt x="7280" y="2148"/>
                                <a:pt x="7520" y="2162"/>
                                <a:pt x="7610" y="2063"/>
                              </a:cubicBezTo>
                              <a:cubicBezTo>
                                <a:pt x="7690" y="1949"/>
                                <a:pt x="6709" y="1765"/>
                                <a:pt x="6744" y="2545"/>
                              </a:cubicBezTo>
                              <a:close/>
                              <a:moveTo>
                                <a:pt x="3211" y="14353"/>
                              </a:moveTo>
                              <a:cubicBezTo>
                                <a:pt x="3425" y="14183"/>
                                <a:pt x="3381" y="13757"/>
                                <a:pt x="3309" y="13771"/>
                              </a:cubicBezTo>
                              <a:cubicBezTo>
                                <a:pt x="3247" y="13785"/>
                                <a:pt x="2685" y="14183"/>
                                <a:pt x="2667" y="14324"/>
                              </a:cubicBezTo>
                              <a:cubicBezTo>
                                <a:pt x="2649" y="14438"/>
                                <a:pt x="2988" y="14523"/>
                                <a:pt x="3211" y="14353"/>
                              </a:cubicBezTo>
                              <a:close/>
                              <a:moveTo>
                                <a:pt x="3354" y="15062"/>
                              </a:moveTo>
                              <a:cubicBezTo>
                                <a:pt x="3238" y="15332"/>
                                <a:pt x="2917" y="15233"/>
                                <a:pt x="2845" y="15204"/>
                              </a:cubicBezTo>
                              <a:cubicBezTo>
                                <a:pt x="2774" y="15190"/>
                                <a:pt x="3024" y="15644"/>
                                <a:pt x="3327" y="15630"/>
                              </a:cubicBezTo>
                              <a:cubicBezTo>
                                <a:pt x="3630" y="15616"/>
                                <a:pt x="3791" y="15431"/>
                                <a:pt x="3755" y="15162"/>
                              </a:cubicBezTo>
                              <a:cubicBezTo>
                                <a:pt x="3738" y="14878"/>
                                <a:pt x="3470" y="14793"/>
                                <a:pt x="3354" y="15062"/>
                              </a:cubicBezTo>
                              <a:close/>
                              <a:moveTo>
                                <a:pt x="204" y="20867"/>
                              </a:moveTo>
                              <a:cubicBezTo>
                                <a:pt x="-10" y="20768"/>
                                <a:pt x="-90" y="21420"/>
                                <a:pt x="133" y="21449"/>
                              </a:cubicBezTo>
                              <a:cubicBezTo>
                                <a:pt x="365" y="21463"/>
                                <a:pt x="347" y="20924"/>
                                <a:pt x="204" y="20867"/>
                              </a:cubicBezTo>
                              <a:close/>
                              <a:moveTo>
                                <a:pt x="4505" y="15517"/>
                              </a:moveTo>
                              <a:cubicBezTo>
                                <a:pt x="4291" y="15417"/>
                                <a:pt x="4210" y="16070"/>
                                <a:pt x="4433" y="16098"/>
                              </a:cubicBezTo>
                              <a:cubicBezTo>
                                <a:pt x="4665" y="16127"/>
                                <a:pt x="4648" y="15588"/>
                                <a:pt x="4505" y="15517"/>
                              </a:cubicBezTo>
                              <a:close/>
                              <a:moveTo>
                                <a:pt x="561" y="18625"/>
                              </a:moveTo>
                              <a:cubicBezTo>
                                <a:pt x="624" y="18738"/>
                                <a:pt x="829" y="18539"/>
                                <a:pt x="740" y="18398"/>
                              </a:cubicBezTo>
                              <a:cubicBezTo>
                                <a:pt x="633" y="18213"/>
                                <a:pt x="463" y="18454"/>
                                <a:pt x="561" y="18625"/>
                              </a:cubicBezTo>
                              <a:close/>
                              <a:moveTo>
                                <a:pt x="7672" y="2943"/>
                              </a:moveTo>
                              <a:cubicBezTo>
                                <a:pt x="7735" y="3056"/>
                                <a:pt x="7940" y="2857"/>
                                <a:pt x="7851" y="2716"/>
                              </a:cubicBezTo>
                              <a:cubicBezTo>
                                <a:pt x="7752" y="2531"/>
                                <a:pt x="7574" y="2758"/>
                                <a:pt x="7672" y="2943"/>
                              </a:cubicBezTo>
                              <a:close/>
                              <a:moveTo>
                                <a:pt x="1989" y="3993"/>
                              </a:moveTo>
                              <a:cubicBezTo>
                                <a:pt x="1864" y="4007"/>
                                <a:pt x="1891" y="4404"/>
                                <a:pt x="2042" y="4348"/>
                              </a:cubicBezTo>
                              <a:cubicBezTo>
                                <a:pt x="2194" y="4305"/>
                                <a:pt x="2140" y="3964"/>
                                <a:pt x="1989" y="3993"/>
                              </a:cubicBezTo>
                              <a:close/>
                              <a:moveTo>
                                <a:pt x="3657" y="3454"/>
                              </a:moveTo>
                              <a:cubicBezTo>
                                <a:pt x="3532" y="3468"/>
                                <a:pt x="3559" y="3865"/>
                                <a:pt x="3711" y="3808"/>
                              </a:cubicBezTo>
                              <a:cubicBezTo>
                                <a:pt x="3862" y="3780"/>
                                <a:pt x="3800" y="3439"/>
                                <a:pt x="3657" y="3454"/>
                              </a:cubicBezTo>
                              <a:close/>
                              <a:moveTo>
                                <a:pt x="2604" y="3113"/>
                              </a:moveTo>
                              <a:cubicBezTo>
                                <a:pt x="2685" y="3085"/>
                                <a:pt x="2658" y="2900"/>
                                <a:pt x="2578" y="2914"/>
                              </a:cubicBezTo>
                              <a:cubicBezTo>
                                <a:pt x="2506" y="2928"/>
                                <a:pt x="2524" y="3141"/>
                                <a:pt x="2604" y="3113"/>
                              </a:cubicBezTo>
                              <a:close/>
                              <a:moveTo>
                                <a:pt x="2560" y="4262"/>
                              </a:moveTo>
                              <a:cubicBezTo>
                                <a:pt x="2640" y="4234"/>
                                <a:pt x="2613" y="4050"/>
                                <a:pt x="2533" y="4064"/>
                              </a:cubicBezTo>
                              <a:cubicBezTo>
                                <a:pt x="2462" y="4078"/>
                                <a:pt x="2480" y="4291"/>
                                <a:pt x="2560" y="4262"/>
                              </a:cubicBezTo>
                              <a:close/>
                              <a:moveTo>
                                <a:pt x="3559" y="16212"/>
                              </a:moveTo>
                              <a:cubicBezTo>
                                <a:pt x="3488" y="16226"/>
                                <a:pt x="3506" y="16439"/>
                                <a:pt x="3586" y="16411"/>
                              </a:cubicBezTo>
                              <a:cubicBezTo>
                                <a:pt x="3675" y="16382"/>
                                <a:pt x="3639" y="16198"/>
                                <a:pt x="3559" y="16212"/>
                              </a:cubicBezTo>
                              <a:close/>
                              <a:moveTo>
                                <a:pt x="169" y="17560"/>
                              </a:moveTo>
                              <a:cubicBezTo>
                                <a:pt x="249" y="17532"/>
                                <a:pt x="222" y="17347"/>
                                <a:pt x="142" y="17362"/>
                              </a:cubicBezTo>
                              <a:cubicBezTo>
                                <a:pt x="71" y="17362"/>
                                <a:pt x="80" y="17589"/>
                                <a:pt x="169" y="17560"/>
                              </a:cubicBezTo>
                              <a:close/>
                              <a:moveTo>
                                <a:pt x="1641" y="17674"/>
                              </a:moveTo>
                              <a:cubicBezTo>
                                <a:pt x="1569" y="17688"/>
                                <a:pt x="1587" y="17901"/>
                                <a:pt x="1668" y="17872"/>
                              </a:cubicBezTo>
                              <a:cubicBezTo>
                                <a:pt x="1757" y="17844"/>
                                <a:pt x="1721" y="17660"/>
                                <a:pt x="1641" y="17674"/>
                              </a:cubicBezTo>
                              <a:close/>
                              <a:moveTo>
                                <a:pt x="4264" y="4745"/>
                              </a:moveTo>
                              <a:cubicBezTo>
                                <a:pt x="4193" y="4759"/>
                                <a:pt x="4210" y="4972"/>
                                <a:pt x="4291" y="4944"/>
                              </a:cubicBezTo>
                              <a:cubicBezTo>
                                <a:pt x="4380" y="4915"/>
                                <a:pt x="4344" y="4731"/>
                                <a:pt x="4264" y="4745"/>
                              </a:cubicBezTo>
                              <a:close/>
                              <a:moveTo>
                                <a:pt x="12784" y="317"/>
                              </a:moveTo>
                              <a:cubicBezTo>
                                <a:pt x="12731" y="771"/>
                                <a:pt x="12981" y="1396"/>
                                <a:pt x="12990" y="1325"/>
                              </a:cubicBezTo>
                              <a:cubicBezTo>
                                <a:pt x="12998" y="1126"/>
                                <a:pt x="13195" y="885"/>
                                <a:pt x="13213" y="388"/>
                              </a:cubicBezTo>
                              <a:cubicBezTo>
                                <a:pt x="13239" y="-94"/>
                                <a:pt x="12838" y="-137"/>
                                <a:pt x="12784" y="317"/>
                              </a:cubicBezTo>
                              <a:close/>
                              <a:moveTo>
                                <a:pt x="19440" y="2403"/>
                              </a:moveTo>
                              <a:cubicBezTo>
                                <a:pt x="19395" y="2446"/>
                                <a:pt x="19297" y="3297"/>
                                <a:pt x="18905" y="3610"/>
                              </a:cubicBezTo>
                              <a:cubicBezTo>
                                <a:pt x="18842" y="3652"/>
                                <a:pt x="19315" y="3737"/>
                                <a:pt x="19511" y="3283"/>
                              </a:cubicBezTo>
                              <a:cubicBezTo>
                                <a:pt x="19699" y="2815"/>
                                <a:pt x="19485" y="2361"/>
                                <a:pt x="19440" y="2403"/>
                              </a:cubicBezTo>
                              <a:close/>
                              <a:moveTo>
                                <a:pt x="18851" y="5895"/>
                              </a:moveTo>
                              <a:cubicBezTo>
                                <a:pt x="18807" y="6051"/>
                                <a:pt x="18860" y="6420"/>
                                <a:pt x="18637" y="6661"/>
                              </a:cubicBezTo>
                              <a:cubicBezTo>
                                <a:pt x="18369" y="6945"/>
                                <a:pt x="18575" y="7370"/>
                                <a:pt x="18744" y="7328"/>
                              </a:cubicBezTo>
                              <a:cubicBezTo>
                                <a:pt x="19226" y="7229"/>
                                <a:pt x="18896" y="5738"/>
                                <a:pt x="18851" y="5895"/>
                              </a:cubicBezTo>
                              <a:close/>
                              <a:moveTo>
                                <a:pt x="13810" y="2063"/>
                              </a:moveTo>
                              <a:cubicBezTo>
                                <a:pt x="13891" y="2162"/>
                                <a:pt x="14132" y="2162"/>
                                <a:pt x="14239" y="2559"/>
                              </a:cubicBezTo>
                              <a:cubicBezTo>
                                <a:pt x="14355" y="3028"/>
                                <a:pt x="14658" y="2815"/>
                                <a:pt x="14676" y="2545"/>
                              </a:cubicBezTo>
                              <a:cubicBezTo>
                                <a:pt x="14703" y="1765"/>
                                <a:pt x="13721" y="1949"/>
                                <a:pt x="13810" y="2063"/>
                              </a:cubicBezTo>
                              <a:close/>
                              <a:moveTo>
                                <a:pt x="18102" y="13771"/>
                              </a:moveTo>
                              <a:cubicBezTo>
                                <a:pt x="18039" y="13757"/>
                                <a:pt x="17986" y="14183"/>
                                <a:pt x="18200" y="14353"/>
                              </a:cubicBezTo>
                              <a:cubicBezTo>
                                <a:pt x="18414" y="14523"/>
                                <a:pt x="18762" y="14438"/>
                                <a:pt x="18744" y="14324"/>
                              </a:cubicBezTo>
                              <a:cubicBezTo>
                                <a:pt x="18735" y="14183"/>
                                <a:pt x="18173" y="13785"/>
                                <a:pt x="18102" y="13771"/>
                              </a:cubicBezTo>
                              <a:close/>
                              <a:moveTo>
                                <a:pt x="18566" y="15204"/>
                              </a:moveTo>
                              <a:cubicBezTo>
                                <a:pt x="18494" y="15219"/>
                                <a:pt x="18182" y="15318"/>
                                <a:pt x="18057" y="15062"/>
                              </a:cubicBezTo>
                              <a:cubicBezTo>
                                <a:pt x="17941" y="14793"/>
                                <a:pt x="17674" y="14892"/>
                                <a:pt x="17647" y="15162"/>
                              </a:cubicBezTo>
                              <a:cubicBezTo>
                                <a:pt x="17620" y="15431"/>
                                <a:pt x="17781" y="15616"/>
                                <a:pt x="18075" y="15630"/>
                              </a:cubicBezTo>
                              <a:cubicBezTo>
                                <a:pt x="18387" y="15644"/>
                                <a:pt x="18637" y="15190"/>
                                <a:pt x="18566" y="15204"/>
                              </a:cubicBezTo>
                              <a:close/>
                              <a:moveTo>
                                <a:pt x="21207" y="20867"/>
                              </a:moveTo>
                              <a:cubicBezTo>
                                <a:pt x="21064" y="20938"/>
                                <a:pt x="21055" y="21463"/>
                                <a:pt x="21278" y="21449"/>
                              </a:cubicBezTo>
                              <a:cubicBezTo>
                                <a:pt x="21510" y="21406"/>
                                <a:pt x="21421" y="20768"/>
                                <a:pt x="21207" y="20867"/>
                              </a:cubicBezTo>
                              <a:close/>
                              <a:moveTo>
                                <a:pt x="16906" y="15517"/>
                              </a:moveTo>
                              <a:cubicBezTo>
                                <a:pt x="16764" y="15588"/>
                                <a:pt x="16755" y="16113"/>
                                <a:pt x="16978" y="16098"/>
                              </a:cubicBezTo>
                              <a:cubicBezTo>
                                <a:pt x="17201" y="16084"/>
                                <a:pt x="17120" y="15417"/>
                                <a:pt x="16906" y="15517"/>
                              </a:cubicBezTo>
                              <a:close/>
                              <a:moveTo>
                                <a:pt x="20680" y="18398"/>
                              </a:moveTo>
                              <a:cubicBezTo>
                                <a:pt x="20591" y="18554"/>
                                <a:pt x="20796" y="18738"/>
                                <a:pt x="20859" y="18625"/>
                              </a:cubicBezTo>
                              <a:cubicBezTo>
                                <a:pt x="20957" y="18454"/>
                                <a:pt x="20778" y="18213"/>
                                <a:pt x="20680" y="18398"/>
                              </a:cubicBezTo>
                              <a:close/>
                              <a:moveTo>
                                <a:pt x="13561" y="2701"/>
                              </a:moveTo>
                              <a:cubicBezTo>
                                <a:pt x="13471" y="2857"/>
                                <a:pt x="13677" y="3042"/>
                                <a:pt x="13739" y="2928"/>
                              </a:cubicBezTo>
                              <a:cubicBezTo>
                                <a:pt x="13846" y="2758"/>
                                <a:pt x="13668" y="2531"/>
                                <a:pt x="13561" y="2701"/>
                              </a:cubicBezTo>
                              <a:close/>
                              <a:moveTo>
                                <a:pt x="19422" y="3993"/>
                              </a:moveTo>
                              <a:cubicBezTo>
                                <a:pt x="19271" y="3964"/>
                                <a:pt x="19217" y="4305"/>
                                <a:pt x="19369" y="4348"/>
                              </a:cubicBezTo>
                              <a:cubicBezTo>
                                <a:pt x="19529" y="4390"/>
                                <a:pt x="19547" y="4007"/>
                                <a:pt x="19422" y="3993"/>
                              </a:cubicBezTo>
                              <a:close/>
                              <a:moveTo>
                                <a:pt x="17763" y="3454"/>
                              </a:moveTo>
                              <a:cubicBezTo>
                                <a:pt x="17611" y="3425"/>
                                <a:pt x="17558" y="3766"/>
                                <a:pt x="17709" y="3808"/>
                              </a:cubicBezTo>
                              <a:cubicBezTo>
                                <a:pt x="17861" y="3851"/>
                                <a:pt x="17888" y="3482"/>
                                <a:pt x="17763" y="3454"/>
                              </a:cubicBezTo>
                              <a:close/>
                              <a:moveTo>
                                <a:pt x="18807" y="3113"/>
                              </a:moveTo>
                              <a:cubicBezTo>
                                <a:pt x="18887" y="3141"/>
                                <a:pt x="18905" y="2928"/>
                                <a:pt x="18833" y="2914"/>
                              </a:cubicBezTo>
                              <a:cubicBezTo>
                                <a:pt x="18762" y="2914"/>
                                <a:pt x="18726" y="3099"/>
                                <a:pt x="18807" y="3113"/>
                              </a:cubicBezTo>
                              <a:close/>
                              <a:moveTo>
                                <a:pt x="18851" y="4262"/>
                              </a:moveTo>
                              <a:cubicBezTo>
                                <a:pt x="18932" y="4291"/>
                                <a:pt x="18949" y="4078"/>
                                <a:pt x="18878" y="4064"/>
                              </a:cubicBezTo>
                              <a:cubicBezTo>
                                <a:pt x="18807" y="4064"/>
                                <a:pt x="18771" y="4248"/>
                                <a:pt x="18851" y="4262"/>
                              </a:cubicBezTo>
                              <a:close/>
                              <a:moveTo>
                                <a:pt x="17861" y="16212"/>
                              </a:moveTo>
                              <a:cubicBezTo>
                                <a:pt x="17781" y="16198"/>
                                <a:pt x="17745" y="16382"/>
                                <a:pt x="17834" y="16411"/>
                              </a:cubicBezTo>
                              <a:cubicBezTo>
                                <a:pt x="17914" y="16425"/>
                                <a:pt x="17923" y="16212"/>
                                <a:pt x="17861" y="16212"/>
                              </a:cubicBezTo>
                              <a:close/>
                              <a:moveTo>
                                <a:pt x="21251" y="17560"/>
                              </a:moveTo>
                              <a:cubicBezTo>
                                <a:pt x="21332" y="17589"/>
                                <a:pt x="21349" y="17376"/>
                                <a:pt x="21278" y="17362"/>
                              </a:cubicBezTo>
                              <a:cubicBezTo>
                                <a:pt x="21198" y="17347"/>
                                <a:pt x="21162" y="17532"/>
                                <a:pt x="21251" y="17560"/>
                              </a:cubicBezTo>
                              <a:close/>
                              <a:moveTo>
                                <a:pt x="19770" y="17674"/>
                              </a:moveTo>
                              <a:cubicBezTo>
                                <a:pt x="19690" y="17660"/>
                                <a:pt x="19654" y="17844"/>
                                <a:pt x="19743" y="17872"/>
                              </a:cubicBezTo>
                              <a:cubicBezTo>
                                <a:pt x="19824" y="17887"/>
                                <a:pt x="19842" y="17674"/>
                                <a:pt x="19770" y="17674"/>
                              </a:cubicBezTo>
                              <a:close/>
                              <a:moveTo>
                                <a:pt x="17147" y="4745"/>
                              </a:moveTo>
                              <a:cubicBezTo>
                                <a:pt x="17067" y="4731"/>
                                <a:pt x="17031" y="4915"/>
                                <a:pt x="17120" y="4944"/>
                              </a:cubicBezTo>
                              <a:cubicBezTo>
                                <a:pt x="17210" y="4958"/>
                                <a:pt x="17219" y="4745"/>
                                <a:pt x="17147" y="474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7" name="Shape"/>
                      <wps:cNvSpPr/>
                      <wps:spPr>
                        <a:xfrm>
                          <a:off x="1028699" y="2260599"/>
                          <a:ext cx="2952812" cy="26355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307" h="19156" extrusionOk="0">
                              <a:moveTo>
                                <a:pt x="1144" y="695"/>
                              </a:moveTo>
                              <a:cubicBezTo>
                                <a:pt x="833" y="2080"/>
                                <a:pt x="906" y="5495"/>
                                <a:pt x="768" y="5772"/>
                              </a:cubicBezTo>
                              <a:cubicBezTo>
                                <a:pt x="631" y="5956"/>
                                <a:pt x="475" y="3095"/>
                                <a:pt x="255" y="3833"/>
                              </a:cubicBezTo>
                              <a:cubicBezTo>
                                <a:pt x="35" y="4572"/>
                                <a:pt x="-148" y="8449"/>
                                <a:pt x="173" y="14633"/>
                              </a:cubicBezTo>
                              <a:cubicBezTo>
                                <a:pt x="493" y="20818"/>
                                <a:pt x="943" y="19803"/>
                                <a:pt x="1208" y="16664"/>
                              </a:cubicBezTo>
                              <a:cubicBezTo>
                                <a:pt x="1291" y="15649"/>
                                <a:pt x="1502" y="16849"/>
                                <a:pt x="1676" y="16941"/>
                              </a:cubicBezTo>
                              <a:cubicBezTo>
                                <a:pt x="1850" y="17033"/>
                                <a:pt x="2198" y="12972"/>
                                <a:pt x="2042" y="6510"/>
                              </a:cubicBezTo>
                              <a:cubicBezTo>
                                <a:pt x="1886" y="-44"/>
                                <a:pt x="1465" y="-690"/>
                                <a:pt x="1144" y="695"/>
                              </a:cubicBezTo>
                              <a:close/>
                              <a:moveTo>
                                <a:pt x="21058" y="3741"/>
                              </a:moveTo>
                              <a:cubicBezTo>
                                <a:pt x="20838" y="3003"/>
                                <a:pt x="20682" y="5864"/>
                                <a:pt x="20545" y="5680"/>
                              </a:cubicBezTo>
                              <a:cubicBezTo>
                                <a:pt x="20407" y="5495"/>
                                <a:pt x="20481" y="1987"/>
                                <a:pt x="20169" y="603"/>
                              </a:cubicBezTo>
                              <a:cubicBezTo>
                                <a:pt x="19857" y="-782"/>
                                <a:pt x="19427" y="-136"/>
                                <a:pt x="19271" y="6326"/>
                              </a:cubicBezTo>
                              <a:cubicBezTo>
                                <a:pt x="19115" y="12787"/>
                                <a:pt x="19463" y="16849"/>
                                <a:pt x="19637" y="16756"/>
                              </a:cubicBezTo>
                              <a:cubicBezTo>
                                <a:pt x="19812" y="16664"/>
                                <a:pt x="20022" y="15464"/>
                                <a:pt x="20105" y="16480"/>
                              </a:cubicBezTo>
                              <a:cubicBezTo>
                                <a:pt x="20371" y="19710"/>
                                <a:pt x="20820" y="20633"/>
                                <a:pt x="21140" y="14449"/>
                              </a:cubicBezTo>
                              <a:cubicBezTo>
                                <a:pt x="21452" y="8356"/>
                                <a:pt x="21269" y="4480"/>
                                <a:pt x="21058" y="374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8" name="Shape"/>
                      <wps:cNvSpPr/>
                      <wps:spPr>
                        <a:xfrm>
                          <a:off x="1041399" y="2184400"/>
                          <a:ext cx="2931614" cy="1524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57" h="21600" extrusionOk="0">
                              <a:moveTo>
                                <a:pt x="39" y="180"/>
                              </a:moveTo>
                              <a:lnTo>
                                <a:pt x="2" y="0"/>
                              </a:lnTo>
                              <a:lnTo>
                                <a:pt x="2" y="720"/>
                              </a:lnTo>
                              <a:cubicBezTo>
                                <a:pt x="2" y="900"/>
                                <a:pt x="-26" y="5580"/>
                                <a:pt x="114" y="7380"/>
                              </a:cubicBezTo>
                              <a:cubicBezTo>
                                <a:pt x="189" y="8460"/>
                                <a:pt x="301" y="8280"/>
                                <a:pt x="432" y="7200"/>
                              </a:cubicBezTo>
                              <a:cubicBezTo>
                                <a:pt x="628" y="12060"/>
                                <a:pt x="665" y="18360"/>
                                <a:pt x="674" y="21600"/>
                              </a:cubicBezTo>
                              <a:cubicBezTo>
                                <a:pt x="684" y="21600"/>
                                <a:pt x="693" y="21600"/>
                                <a:pt x="712" y="21600"/>
                              </a:cubicBezTo>
                              <a:cubicBezTo>
                                <a:pt x="721" y="21600"/>
                                <a:pt x="730" y="21420"/>
                                <a:pt x="740" y="21420"/>
                              </a:cubicBezTo>
                              <a:cubicBezTo>
                                <a:pt x="712" y="16020"/>
                                <a:pt x="618" y="4320"/>
                                <a:pt x="39" y="180"/>
                              </a:cubicBezTo>
                              <a:close/>
                              <a:moveTo>
                                <a:pt x="21555" y="720"/>
                              </a:moveTo>
                              <a:lnTo>
                                <a:pt x="21555" y="0"/>
                              </a:lnTo>
                              <a:lnTo>
                                <a:pt x="21518" y="180"/>
                              </a:lnTo>
                              <a:cubicBezTo>
                                <a:pt x="20939" y="4320"/>
                                <a:pt x="20836" y="16020"/>
                                <a:pt x="20827" y="21240"/>
                              </a:cubicBezTo>
                              <a:cubicBezTo>
                                <a:pt x="20836" y="21420"/>
                                <a:pt x="20846" y="21420"/>
                                <a:pt x="20855" y="21420"/>
                              </a:cubicBezTo>
                              <a:cubicBezTo>
                                <a:pt x="20864" y="21420"/>
                                <a:pt x="20874" y="21420"/>
                                <a:pt x="20892" y="21420"/>
                              </a:cubicBezTo>
                              <a:cubicBezTo>
                                <a:pt x="20902" y="18180"/>
                                <a:pt x="20939" y="12060"/>
                                <a:pt x="21135" y="7020"/>
                              </a:cubicBezTo>
                              <a:cubicBezTo>
                                <a:pt x="21275" y="8280"/>
                                <a:pt x="21378" y="8280"/>
                                <a:pt x="21453" y="7200"/>
                              </a:cubicBezTo>
                              <a:cubicBezTo>
                                <a:pt x="21574" y="5580"/>
                                <a:pt x="21555" y="900"/>
                                <a:pt x="21555" y="7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9" name="Shape"/>
                      <wps:cNvSpPr/>
                      <wps:spPr>
                        <a:xfrm>
                          <a:off x="1117600" y="1054099"/>
                          <a:ext cx="2780794" cy="108878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237" h="20283" extrusionOk="0">
                              <a:moveTo>
                                <a:pt x="7546" y="694"/>
                              </a:moveTo>
                              <a:cubicBezTo>
                                <a:pt x="7526" y="670"/>
                                <a:pt x="5606" y="-1317"/>
                                <a:pt x="3511" y="1546"/>
                              </a:cubicBezTo>
                              <a:cubicBezTo>
                                <a:pt x="2977" y="2279"/>
                                <a:pt x="2570" y="3273"/>
                                <a:pt x="2327" y="4432"/>
                              </a:cubicBezTo>
                              <a:cubicBezTo>
                                <a:pt x="2201" y="5047"/>
                                <a:pt x="2124" y="5710"/>
                                <a:pt x="2095" y="6301"/>
                              </a:cubicBezTo>
                              <a:cubicBezTo>
                                <a:pt x="2007" y="6348"/>
                                <a:pt x="1920" y="6396"/>
                                <a:pt x="1823" y="6490"/>
                              </a:cubicBezTo>
                              <a:cubicBezTo>
                                <a:pt x="504" y="7673"/>
                                <a:pt x="-175" y="10701"/>
                                <a:pt x="38" y="14392"/>
                              </a:cubicBezTo>
                              <a:cubicBezTo>
                                <a:pt x="281" y="18627"/>
                                <a:pt x="1309" y="20188"/>
                                <a:pt x="2182" y="20236"/>
                              </a:cubicBezTo>
                              <a:lnTo>
                                <a:pt x="2182" y="20236"/>
                              </a:lnTo>
                              <a:cubicBezTo>
                                <a:pt x="2221" y="20236"/>
                                <a:pt x="2250" y="20165"/>
                                <a:pt x="2250" y="20070"/>
                              </a:cubicBezTo>
                              <a:cubicBezTo>
                                <a:pt x="2250" y="19975"/>
                                <a:pt x="2221" y="19904"/>
                                <a:pt x="2182" y="19904"/>
                              </a:cubicBezTo>
                              <a:cubicBezTo>
                                <a:pt x="1357" y="19857"/>
                                <a:pt x="397" y="18390"/>
                                <a:pt x="164" y="14345"/>
                              </a:cubicBezTo>
                              <a:cubicBezTo>
                                <a:pt x="-39" y="10749"/>
                                <a:pt x="591" y="7933"/>
                                <a:pt x="1872" y="6774"/>
                              </a:cubicBezTo>
                              <a:cubicBezTo>
                                <a:pt x="1949" y="6703"/>
                                <a:pt x="2027" y="6656"/>
                                <a:pt x="2095" y="6609"/>
                              </a:cubicBezTo>
                              <a:cubicBezTo>
                                <a:pt x="2095" y="6821"/>
                                <a:pt x="2104" y="7034"/>
                                <a:pt x="2114" y="7247"/>
                              </a:cubicBezTo>
                              <a:cubicBezTo>
                                <a:pt x="2172" y="8004"/>
                                <a:pt x="2337" y="8478"/>
                                <a:pt x="2560" y="8548"/>
                              </a:cubicBezTo>
                              <a:cubicBezTo>
                                <a:pt x="2735" y="8596"/>
                                <a:pt x="2871" y="8454"/>
                                <a:pt x="2938" y="8123"/>
                              </a:cubicBezTo>
                              <a:cubicBezTo>
                                <a:pt x="3026" y="7720"/>
                                <a:pt x="2987" y="7176"/>
                                <a:pt x="2841" y="6774"/>
                              </a:cubicBezTo>
                              <a:cubicBezTo>
                                <a:pt x="2764" y="6561"/>
                                <a:pt x="2580" y="6159"/>
                                <a:pt x="2221" y="6230"/>
                              </a:cubicBezTo>
                              <a:cubicBezTo>
                                <a:pt x="2289" y="4243"/>
                                <a:pt x="3026" y="2539"/>
                                <a:pt x="3569" y="1782"/>
                              </a:cubicBezTo>
                              <a:cubicBezTo>
                                <a:pt x="5606" y="-986"/>
                                <a:pt x="7468" y="931"/>
                                <a:pt x="7487" y="954"/>
                              </a:cubicBezTo>
                              <a:cubicBezTo>
                                <a:pt x="7526" y="1002"/>
                                <a:pt x="7565" y="954"/>
                                <a:pt x="7575" y="860"/>
                              </a:cubicBezTo>
                              <a:cubicBezTo>
                                <a:pt x="7594" y="812"/>
                                <a:pt x="7584" y="718"/>
                                <a:pt x="7546" y="694"/>
                              </a:cubicBezTo>
                              <a:close/>
                              <a:moveTo>
                                <a:pt x="2744" y="7034"/>
                              </a:moveTo>
                              <a:cubicBezTo>
                                <a:pt x="2851" y="7318"/>
                                <a:pt x="2880" y="7744"/>
                                <a:pt x="2822" y="8004"/>
                              </a:cubicBezTo>
                              <a:cubicBezTo>
                                <a:pt x="2774" y="8194"/>
                                <a:pt x="2686" y="8288"/>
                                <a:pt x="2580" y="8265"/>
                              </a:cubicBezTo>
                              <a:cubicBezTo>
                                <a:pt x="2424" y="8217"/>
                                <a:pt x="2298" y="7815"/>
                                <a:pt x="2250" y="7224"/>
                              </a:cubicBezTo>
                              <a:cubicBezTo>
                                <a:pt x="2230" y="7011"/>
                                <a:pt x="2221" y="6798"/>
                                <a:pt x="2221" y="6609"/>
                              </a:cubicBezTo>
                              <a:cubicBezTo>
                                <a:pt x="2531" y="6538"/>
                                <a:pt x="2686" y="6845"/>
                                <a:pt x="2744" y="7034"/>
                              </a:cubicBezTo>
                              <a:close/>
                              <a:moveTo>
                                <a:pt x="19417" y="6490"/>
                              </a:moveTo>
                              <a:cubicBezTo>
                                <a:pt x="19320" y="6396"/>
                                <a:pt x="19223" y="6348"/>
                                <a:pt x="19146" y="6301"/>
                              </a:cubicBezTo>
                              <a:cubicBezTo>
                                <a:pt x="19126" y="5686"/>
                                <a:pt x="19049" y="5047"/>
                                <a:pt x="18913" y="4432"/>
                              </a:cubicBezTo>
                              <a:cubicBezTo>
                                <a:pt x="18670" y="3273"/>
                                <a:pt x="18263" y="2255"/>
                                <a:pt x="17730" y="1546"/>
                              </a:cubicBezTo>
                              <a:cubicBezTo>
                                <a:pt x="15635" y="-1317"/>
                                <a:pt x="13714" y="670"/>
                                <a:pt x="13695" y="694"/>
                              </a:cubicBezTo>
                              <a:cubicBezTo>
                                <a:pt x="13656" y="741"/>
                                <a:pt x="13646" y="836"/>
                                <a:pt x="13656" y="907"/>
                              </a:cubicBezTo>
                              <a:cubicBezTo>
                                <a:pt x="13675" y="978"/>
                                <a:pt x="13714" y="1025"/>
                                <a:pt x="13743" y="1002"/>
                              </a:cubicBezTo>
                              <a:cubicBezTo>
                                <a:pt x="13763" y="978"/>
                                <a:pt x="15625" y="-938"/>
                                <a:pt x="17662" y="1830"/>
                              </a:cubicBezTo>
                              <a:cubicBezTo>
                                <a:pt x="18215" y="2587"/>
                                <a:pt x="18942" y="4290"/>
                                <a:pt x="19010" y="6277"/>
                              </a:cubicBezTo>
                              <a:cubicBezTo>
                                <a:pt x="18651" y="6206"/>
                                <a:pt x="18467" y="6609"/>
                                <a:pt x="18389" y="6821"/>
                              </a:cubicBezTo>
                              <a:cubicBezTo>
                                <a:pt x="18244" y="7224"/>
                                <a:pt x="18205" y="7768"/>
                                <a:pt x="18292" y="8170"/>
                              </a:cubicBezTo>
                              <a:cubicBezTo>
                                <a:pt x="18360" y="8501"/>
                                <a:pt x="18506" y="8643"/>
                                <a:pt x="18670" y="8596"/>
                              </a:cubicBezTo>
                              <a:cubicBezTo>
                                <a:pt x="18894" y="8525"/>
                                <a:pt x="19058" y="8028"/>
                                <a:pt x="19117" y="7295"/>
                              </a:cubicBezTo>
                              <a:cubicBezTo>
                                <a:pt x="19136" y="7082"/>
                                <a:pt x="19136" y="6869"/>
                                <a:pt x="19136" y="6656"/>
                              </a:cubicBezTo>
                              <a:cubicBezTo>
                                <a:pt x="19204" y="6679"/>
                                <a:pt x="19281" y="6750"/>
                                <a:pt x="19359" y="6821"/>
                              </a:cubicBezTo>
                              <a:cubicBezTo>
                                <a:pt x="20630" y="7981"/>
                                <a:pt x="21270" y="10796"/>
                                <a:pt x="21066" y="14392"/>
                              </a:cubicBezTo>
                              <a:cubicBezTo>
                                <a:pt x="20833" y="18438"/>
                                <a:pt x="19873" y="19904"/>
                                <a:pt x="19049" y="19952"/>
                              </a:cubicBezTo>
                              <a:cubicBezTo>
                                <a:pt x="19010" y="19952"/>
                                <a:pt x="18981" y="20023"/>
                                <a:pt x="18981" y="20117"/>
                              </a:cubicBezTo>
                              <a:cubicBezTo>
                                <a:pt x="18981" y="20212"/>
                                <a:pt x="19010" y="20283"/>
                                <a:pt x="19049" y="20283"/>
                              </a:cubicBezTo>
                              <a:lnTo>
                                <a:pt x="19049" y="20283"/>
                              </a:lnTo>
                              <a:cubicBezTo>
                                <a:pt x="19922" y="20236"/>
                                <a:pt x="20950" y="18674"/>
                                <a:pt x="21192" y="14439"/>
                              </a:cubicBezTo>
                              <a:cubicBezTo>
                                <a:pt x="21425" y="10701"/>
                                <a:pt x="20736" y="7673"/>
                                <a:pt x="19417" y="6490"/>
                              </a:cubicBezTo>
                              <a:close/>
                              <a:moveTo>
                                <a:pt x="19000" y="7224"/>
                              </a:moveTo>
                              <a:cubicBezTo>
                                <a:pt x="18952" y="7815"/>
                                <a:pt x="18826" y="8217"/>
                                <a:pt x="18670" y="8265"/>
                              </a:cubicBezTo>
                              <a:cubicBezTo>
                                <a:pt x="18554" y="8312"/>
                                <a:pt x="18467" y="8217"/>
                                <a:pt x="18428" y="8004"/>
                              </a:cubicBezTo>
                              <a:cubicBezTo>
                                <a:pt x="18370" y="7720"/>
                                <a:pt x="18399" y="7318"/>
                                <a:pt x="18506" y="7034"/>
                              </a:cubicBezTo>
                              <a:cubicBezTo>
                                <a:pt x="18564" y="6869"/>
                                <a:pt x="18729" y="6538"/>
                                <a:pt x="19029" y="6609"/>
                              </a:cubicBezTo>
                              <a:cubicBezTo>
                                <a:pt x="19020" y="6798"/>
                                <a:pt x="19010" y="7011"/>
                                <a:pt x="19000" y="722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0" name="Shape"/>
                      <wps:cNvSpPr/>
                      <wps:spPr>
                        <a:xfrm>
                          <a:off x="1028700" y="4978399"/>
                          <a:ext cx="3064770" cy="17036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30" h="21511" extrusionOk="0">
                              <a:moveTo>
                                <a:pt x="21464" y="1800"/>
                              </a:moveTo>
                              <a:cubicBezTo>
                                <a:pt x="21571" y="1592"/>
                                <a:pt x="21562" y="1255"/>
                                <a:pt x="21339" y="1095"/>
                              </a:cubicBezTo>
                              <a:cubicBezTo>
                                <a:pt x="21125" y="950"/>
                                <a:pt x="21080" y="630"/>
                                <a:pt x="20964" y="4"/>
                              </a:cubicBezTo>
                              <a:cubicBezTo>
                                <a:pt x="20955" y="-60"/>
                                <a:pt x="20813" y="630"/>
                                <a:pt x="20955" y="1319"/>
                              </a:cubicBezTo>
                              <a:cubicBezTo>
                                <a:pt x="21098" y="2041"/>
                                <a:pt x="21357" y="2025"/>
                                <a:pt x="21464" y="1800"/>
                              </a:cubicBezTo>
                              <a:close/>
                              <a:moveTo>
                                <a:pt x="390" y="2089"/>
                              </a:moveTo>
                              <a:cubicBezTo>
                                <a:pt x="167" y="1977"/>
                                <a:pt x="78" y="2746"/>
                                <a:pt x="310" y="2778"/>
                              </a:cubicBezTo>
                              <a:cubicBezTo>
                                <a:pt x="551" y="2826"/>
                                <a:pt x="542" y="2169"/>
                                <a:pt x="390" y="2089"/>
                              </a:cubicBezTo>
                              <a:close/>
                              <a:moveTo>
                                <a:pt x="14817" y="11887"/>
                              </a:moveTo>
                              <a:cubicBezTo>
                                <a:pt x="14594" y="11774"/>
                                <a:pt x="14505" y="12544"/>
                                <a:pt x="14737" y="12576"/>
                              </a:cubicBezTo>
                              <a:cubicBezTo>
                                <a:pt x="14969" y="12608"/>
                                <a:pt x="14969" y="11967"/>
                                <a:pt x="14817" y="11887"/>
                              </a:cubicBezTo>
                              <a:close/>
                              <a:moveTo>
                                <a:pt x="17092" y="16954"/>
                              </a:moveTo>
                              <a:cubicBezTo>
                                <a:pt x="16869" y="16842"/>
                                <a:pt x="16780" y="17611"/>
                                <a:pt x="17012" y="17643"/>
                              </a:cubicBezTo>
                              <a:cubicBezTo>
                                <a:pt x="17253" y="17675"/>
                                <a:pt x="17244" y="17034"/>
                                <a:pt x="17092" y="16954"/>
                              </a:cubicBezTo>
                              <a:close/>
                              <a:moveTo>
                                <a:pt x="6306" y="17595"/>
                              </a:moveTo>
                              <a:cubicBezTo>
                                <a:pt x="6083" y="17483"/>
                                <a:pt x="5993" y="18253"/>
                                <a:pt x="6225" y="18285"/>
                              </a:cubicBezTo>
                              <a:cubicBezTo>
                                <a:pt x="6475" y="18317"/>
                                <a:pt x="6457" y="17675"/>
                                <a:pt x="6306" y="17595"/>
                              </a:cubicBezTo>
                              <a:close/>
                              <a:moveTo>
                                <a:pt x="828" y="3965"/>
                              </a:moveTo>
                              <a:cubicBezTo>
                                <a:pt x="720" y="3756"/>
                                <a:pt x="533" y="4029"/>
                                <a:pt x="640" y="4238"/>
                              </a:cubicBezTo>
                              <a:cubicBezTo>
                                <a:pt x="703" y="4382"/>
                                <a:pt x="926" y="4157"/>
                                <a:pt x="828" y="3965"/>
                              </a:cubicBezTo>
                              <a:close/>
                              <a:moveTo>
                                <a:pt x="15522" y="11694"/>
                              </a:moveTo>
                              <a:cubicBezTo>
                                <a:pt x="15584" y="11822"/>
                                <a:pt x="15807" y="11598"/>
                                <a:pt x="15709" y="11422"/>
                              </a:cubicBezTo>
                              <a:cubicBezTo>
                                <a:pt x="15602" y="11197"/>
                                <a:pt x="15415" y="11470"/>
                                <a:pt x="15522" y="11694"/>
                              </a:cubicBezTo>
                              <a:close/>
                              <a:moveTo>
                                <a:pt x="774" y="5488"/>
                              </a:moveTo>
                              <a:cubicBezTo>
                                <a:pt x="640" y="5504"/>
                                <a:pt x="667" y="5969"/>
                                <a:pt x="828" y="5921"/>
                              </a:cubicBezTo>
                              <a:cubicBezTo>
                                <a:pt x="988" y="5873"/>
                                <a:pt x="926" y="5456"/>
                                <a:pt x="774" y="5488"/>
                              </a:cubicBezTo>
                              <a:close/>
                              <a:moveTo>
                                <a:pt x="1390" y="10732"/>
                              </a:moveTo>
                              <a:cubicBezTo>
                                <a:pt x="1256" y="10748"/>
                                <a:pt x="1283" y="11213"/>
                                <a:pt x="1443" y="11165"/>
                              </a:cubicBezTo>
                              <a:cubicBezTo>
                                <a:pt x="1604" y="11101"/>
                                <a:pt x="1550" y="10700"/>
                                <a:pt x="1390" y="10732"/>
                              </a:cubicBezTo>
                              <a:close/>
                              <a:moveTo>
                                <a:pt x="158" y="6755"/>
                              </a:moveTo>
                              <a:cubicBezTo>
                                <a:pt x="87" y="6771"/>
                                <a:pt x="96" y="7028"/>
                                <a:pt x="185" y="6996"/>
                              </a:cubicBezTo>
                              <a:cubicBezTo>
                                <a:pt x="283" y="6964"/>
                                <a:pt x="248" y="6739"/>
                                <a:pt x="158" y="6755"/>
                              </a:cubicBezTo>
                              <a:close/>
                              <a:moveTo>
                                <a:pt x="15888" y="12448"/>
                              </a:moveTo>
                              <a:cubicBezTo>
                                <a:pt x="15816" y="12464"/>
                                <a:pt x="15825" y="12720"/>
                                <a:pt x="15915" y="12688"/>
                              </a:cubicBezTo>
                              <a:cubicBezTo>
                                <a:pt x="16013" y="12656"/>
                                <a:pt x="15977" y="12432"/>
                                <a:pt x="15888" y="12448"/>
                              </a:cubicBezTo>
                              <a:close/>
                              <a:moveTo>
                                <a:pt x="21196" y="13618"/>
                              </a:moveTo>
                              <a:cubicBezTo>
                                <a:pt x="21125" y="13634"/>
                                <a:pt x="21134" y="13891"/>
                                <a:pt x="21223" y="13859"/>
                              </a:cubicBezTo>
                              <a:cubicBezTo>
                                <a:pt x="21312" y="13827"/>
                                <a:pt x="21277" y="13602"/>
                                <a:pt x="21196" y="13618"/>
                              </a:cubicBezTo>
                              <a:close/>
                              <a:moveTo>
                                <a:pt x="17288" y="16168"/>
                              </a:moveTo>
                              <a:cubicBezTo>
                                <a:pt x="17217" y="16184"/>
                                <a:pt x="17226" y="16441"/>
                                <a:pt x="17315" y="16409"/>
                              </a:cubicBezTo>
                              <a:cubicBezTo>
                                <a:pt x="17404" y="16377"/>
                                <a:pt x="17369" y="16152"/>
                                <a:pt x="17288" y="16168"/>
                              </a:cubicBezTo>
                              <a:close/>
                              <a:moveTo>
                                <a:pt x="2897" y="11790"/>
                              </a:moveTo>
                              <a:cubicBezTo>
                                <a:pt x="2826" y="11806"/>
                                <a:pt x="2835" y="12063"/>
                                <a:pt x="2924" y="12031"/>
                              </a:cubicBezTo>
                              <a:cubicBezTo>
                                <a:pt x="3013" y="11999"/>
                                <a:pt x="2987" y="11790"/>
                                <a:pt x="2897" y="11790"/>
                              </a:cubicBezTo>
                              <a:close/>
                              <a:moveTo>
                                <a:pt x="78" y="4045"/>
                              </a:moveTo>
                              <a:cubicBezTo>
                                <a:pt x="167" y="4013"/>
                                <a:pt x="132" y="3789"/>
                                <a:pt x="51" y="3805"/>
                              </a:cubicBezTo>
                              <a:cubicBezTo>
                                <a:pt x="-29" y="3805"/>
                                <a:pt x="-11" y="4061"/>
                                <a:pt x="78" y="4045"/>
                              </a:cubicBezTo>
                              <a:close/>
                              <a:moveTo>
                                <a:pt x="16155" y="10684"/>
                              </a:moveTo>
                              <a:cubicBezTo>
                                <a:pt x="16084" y="10700"/>
                                <a:pt x="16093" y="10956"/>
                                <a:pt x="16182" y="10924"/>
                              </a:cubicBezTo>
                              <a:cubicBezTo>
                                <a:pt x="16280" y="10892"/>
                                <a:pt x="16245" y="10668"/>
                                <a:pt x="16155" y="10684"/>
                              </a:cubicBezTo>
                              <a:close/>
                              <a:moveTo>
                                <a:pt x="18083" y="13169"/>
                              </a:moveTo>
                              <a:cubicBezTo>
                                <a:pt x="18011" y="13185"/>
                                <a:pt x="18020" y="13442"/>
                                <a:pt x="18109" y="13410"/>
                              </a:cubicBezTo>
                              <a:cubicBezTo>
                                <a:pt x="18199" y="13378"/>
                                <a:pt x="18172" y="13153"/>
                                <a:pt x="18083" y="13169"/>
                              </a:cubicBezTo>
                              <a:close/>
                              <a:moveTo>
                                <a:pt x="18716" y="12849"/>
                              </a:moveTo>
                              <a:cubicBezTo>
                                <a:pt x="18645" y="12865"/>
                                <a:pt x="18654" y="13121"/>
                                <a:pt x="18743" y="13089"/>
                              </a:cubicBezTo>
                              <a:cubicBezTo>
                                <a:pt x="18832" y="13057"/>
                                <a:pt x="18805" y="12833"/>
                                <a:pt x="18716" y="12849"/>
                              </a:cubicBezTo>
                              <a:close/>
                              <a:moveTo>
                                <a:pt x="20509" y="6819"/>
                              </a:moveTo>
                              <a:cubicBezTo>
                                <a:pt x="20438" y="6835"/>
                                <a:pt x="20447" y="7092"/>
                                <a:pt x="20536" y="7060"/>
                              </a:cubicBezTo>
                              <a:cubicBezTo>
                                <a:pt x="20634" y="7028"/>
                                <a:pt x="20599" y="6803"/>
                                <a:pt x="20509" y="6819"/>
                              </a:cubicBezTo>
                              <a:close/>
                              <a:moveTo>
                                <a:pt x="20938" y="4879"/>
                              </a:moveTo>
                              <a:cubicBezTo>
                                <a:pt x="20866" y="4895"/>
                                <a:pt x="20875" y="5152"/>
                                <a:pt x="20964" y="5120"/>
                              </a:cubicBezTo>
                              <a:cubicBezTo>
                                <a:pt x="21054" y="5087"/>
                                <a:pt x="21027" y="4863"/>
                                <a:pt x="20938" y="4879"/>
                              </a:cubicBezTo>
                              <a:close/>
                              <a:moveTo>
                                <a:pt x="21125" y="6386"/>
                              </a:moveTo>
                              <a:cubicBezTo>
                                <a:pt x="21054" y="6402"/>
                                <a:pt x="21062" y="6659"/>
                                <a:pt x="21152" y="6627"/>
                              </a:cubicBezTo>
                              <a:cubicBezTo>
                                <a:pt x="21250" y="6595"/>
                                <a:pt x="21214" y="6370"/>
                                <a:pt x="21125" y="6386"/>
                              </a:cubicBezTo>
                              <a:close/>
                              <a:moveTo>
                                <a:pt x="15459" y="20867"/>
                              </a:moveTo>
                              <a:cubicBezTo>
                                <a:pt x="15388" y="20883"/>
                                <a:pt x="15397" y="21139"/>
                                <a:pt x="15486" y="21107"/>
                              </a:cubicBezTo>
                              <a:cubicBezTo>
                                <a:pt x="15584" y="21075"/>
                                <a:pt x="15549" y="20850"/>
                                <a:pt x="15459" y="20867"/>
                              </a:cubicBezTo>
                              <a:close/>
                              <a:moveTo>
                                <a:pt x="6047" y="21267"/>
                              </a:moveTo>
                              <a:cubicBezTo>
                                <a:pt x="5975" y="21283"/>
                                <a:pt x="5984" y="21540"/>
                                <a:pt x="6074" y="21508"/>
                              </a:cubicBezTo>
                              <a:cubicBezTo>
                                <a:pt x="6163" y="21476"/>
                                <a:pt x="6127" y="21267"/>
                                <a:pt x="6047" y="21267"/>
                              </a:cubicBezTo>
                              <a:close/>
                              <a:moveTo>
                                <a:pt x="14978" y="18189"/>
                              </a:moveTo>
                              <a:cubicBezTo>
                                <a:pt x="14906" y="18205"/>
                                <a:pt x="14915" y="18461"/>
                                <a:pt x="15004" y="18429"/>
                              </a:cubicBezTo>
                              <a:cubicBezTo>
                                <a:pt x="15094" y="18397"/>
                                <a:pt x="15067" y="18173"/>
                                <a:pt x="14978" y="18189"/>
                              </a:cubicBezTo>
                              <a:close/>
                              <a:moveTo>
                                <a:pt x="6716" y="16457"/>
                              </a:moveTo>
                              <a:cubicBezTo>
                                <a:pt x="6645" y="16473"/>
                                <a:pt x="6654" y="16729"/>
                                <a:pt x="6743" y="16697"/>
                              </a:cubicBezTo>
                              <a:cubicBezTo>
                                <a:pt x="6832" y="16665"/>
                                <a:pt x="6805" y="16441"/>
                                <a:pt x="6716" y="16457"/>
                              </a:cubicBezTo>
                              <a:close/>
                              <a:moveTo>
                                <a:pt x="7109" y="18349"/>
                              </a:moveTo>
                              <a:cubicBezTo>
                                <a:pt x="7037" y="18365"/>
                                <a:pt x="7046" y="18622"/>
                                <a:pt x="7135" y="18589"/>
                              </a:cubicBezTo>
                              <a:cubicBezTo>
                                <a:pt x="7225" y="18557"/>
                                <a:pt x="7198" y="18333"/>
                                <a:pt x="7109" y="18349"/>
                              </a:cubicBezTo>
                              <a:close/>
                              <a:moveTo>
                                <a:pt x="2380" y="11919"/>
                              </a:moveTo>
                              <a:cubicBezTo>
                                <a:pt x="2309" y="11935"/>
                                <a:pt x="2317" y="12191"/>
                                <a:pt x="2407" y="12159"/>
                              </a:cubicBezTo>
                              <a:cubicBezTo>
                                <a:pt x="2496" y="12127"/>
                                <a:pt x="2469" y="11903"/>
                                <a:pt x="2380" y="11919"/>
                              </a:cubicBezTo>
                              <a:close/>
                              <a:moveTo>
                                <a:pt x="1024" y="11486"/>
                              </a:moveTo>
                              <a:cubicBezTo>
                                <a:pt x="952" y="11502"/>
                                <a:pt x="961" y="11758"/>
                                <a:pt x="1051" y="11726"/>
                              </a:cubicBezTo>
                              <a:cubicBezTo>
                                <a:pt x="1140" y="11694"/>
                                <a:pt x="1113" y="11470"/>
                                <a:pt x="1024" y="11486"/>
                              </a:cubicBezTo>
                              <a:close/>
                              <a:moveTo>
                                <a:pt x="51" y="13618"/>
                              </a:moveTo>
                              <a:cubicBezTo>
                                <a:pt x="-20" y="13634"/>
                                <a:pt x="-11" y="13891"/>
                                <a:pt x="78" y="13859"/>
                              </a:cubicBezTo>
                              <a:cubicBezTo>
                                <a:pt x="167" y="13827"/>
                                <a:pt x="132" y="13602"/>
                                <a:pt x="51" y="13618"/>
                              </a:cubicBezTo>
                              <a:close/>
                              <a:moveTo>
                                <a:pt x="2719" y="10860"/>
                              </a:moveTo>
                              <a:cubicBezTo>
                                <a:pt x="2648" y="10876"/>
                                <a:pt x="2657" y="11133"/>
                                <a:pt x="2746" y="11101"/>
                              </a:cubicBezTo>
                              <a:cubicBezTo>
                                <a:pt x="2835" y="11069"/>
                                <a:pt x="2799" y="10844"/>
                                <a:pt x="2719" y="10860"/>
                              </a:cubicBezTo>
                              <a:close/>
                              <a:moveTo>
                                <a:pt x="2157" y="14228"/>
                              </a:moveTo>
                              <a:cubicBezTo>
                                <a:pt x="2085" y="14244"/>
                                <a:pt x="2094" y="14500"/>
                                <a:pt x="2184" y="14468"/>
                              </a:cubicBezTo>
                              <a:cubicBezTo>
                                <a:pt x="2273" y="14436"/>
                                <a:pt x="2246" y="14212"/>
                                <a:pt x="2157" y="14228"/>
                              </a:cubicBezTo>
                              <a:close/>
                              <a:moveTo>
                                <a:pt x="738" y="17291"/>
                              </a:moveTo>
                              <a:cubicBezTo>
                                <a:pt x="667" y="17307"/>
                                <a:pt x="676" y="17563"/>
                                <a:pt x="765" y="17531"/>
                              </a:cubicBezTo>
                              <a:cubicBezTo>
                                <a:pt x="854" y="17499"/>
                                <a:pt x="819" y="17275"/>
                                <a:pt x="738" y="17291"/>
                              </a:cubicBezTo>
                              <a:close/>
                              <a:moveTo>
                                <a:pt x="16941" y="10491"/>
                              </a:moveTo>
                              <a:cubicBezTo>
                                <a:pt x="17101" y="10443"/>
                                <a:pt x="17039" y="10026"/>
                                <a:pt x="16887" y="10058"/>
                              </a:cubicBezTo>
                              <a:cubicBezTo>
                                <a:pt x="16744" y="10091"/>
                                <a:pt x="16771" y="10556"/>
                                <a:pt x="16941" y="10491"/>
                              </a:cubicBezTo>
                              <a:close/>
                              <a:moveTo>
                                <a:pt x="18823" y="14292"/>
                              </a:moveTo>
                              <a:cubicBezTo>
                                <a:pt x="18689" y="14308"/>
                                <a:pt x="18716" y="14773"/>
                                <a:pt x="18877" y="14725"/>
                              </a:cubicBezTo>
                              <a:cubicBezTo>
                                <a:pt x="19037" y="14661"/>
                                <a:pt x="18975" y="14260"/>
                                <a:pt x="18823" y="14292"/>
                              </a:cubicBezTo>
                              <a:close/>
                              <a:moveTo>
                                <a:pt x="21321" y="6948"/>
                              </a:moveTo>
                              <a:cubicBezTo>
                                <a:pt x="21187" y="6964"/>
                                <a:pt x="21214" y="7429"/>
                                <a:pt x="21375" y="7381"/>
                              </a:cubicBezTo>
                              <a:cubicBezTo>
                                <a:pt x="21535" y="7316"/>
                                <a:pt x="21473" y="6915"/>
                                <a:pt x="21321" y="694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1" name="Shape"/>
                      <wps:cNvSpPr/>
                      <wps:spPr>
                        <a:xfrm>
                          <a:off x="749300" y="5118099"/>
                          <a:ext cx="177771" cy="1785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568" h="20243" extrusionOk="0">
                              <a:moveTo>
                                <a:pt x="19499" y="803"/>
                              </a:moveTo>
                              <a:cubicBezTo>
                                <a:pt x="18176" y="-349"/>
                                <a:pt x="15531" y="-637"/>
                                <a:pt x="12592" y="2531"/>
                              </a:cubicBezTo>
                              <a:cubicBezTo>
                                <a:pt x="10094" y="5123"/>
                                <a:pt x="4511" y="11459"/>
                                <a:pt x="4805" y="13763"/>
                              </a:cubicBezTo>
                              <a:cubicBezTo>
                                <a:pt x="4805" y="14195"/>
                                <a:pt x="5099" y="14483"/>
                                <a:pt x="5245" y="14627"/>
                              </a:cubicBezTo>
                              <a:cubicBezTo>
                                <a:pt x="6862" y="15779"/>
                                <a:pt x="9066" y="13763"/>
                                <a:pt x="14356" y="7427"/>
                              </a:cubicBezTo>
                              <a:lnTo>
                                <a:pt x="13474" y="6707"/>
                              </a:lnTo>
                              <a:cubicBezTo>
                                <a:pt x="9948" y="10883"/>
                                <a:pt x="6862" y="14483"/>
                                <a:pt x="5686" y="13763"/>
                              </a:cubicBezTo>
                              <a:cubicBezTo>
                                <a:pt x="5392" y="13331"/>
                                <a:pt x="6862" y="10163"/>
                                <a:pt x="13180" y="3251"/>
                              </a:cubicBezTo>
                              <a:cubicBezTo>
                                <a:pt x="15237" y="1091"/>
                                <a:pt x="17295" y="371"/>
                                <a:pt x="18617" y="1523"/>
                              </a:cubicBezTo>
                              <a:cubicBezTo>
                                <a:pt x="19499" y="2243"/>
                                <a:pt x="19499" y="3251"/>
                                <a:pt x="19205" y="3827"/>
                              </a:cubicBezTo>
                              <a:cubicBezTo>
                                <a:pt x="18764" y="4403"/>
                                <a:pt x="17442" y="5843"/>
                                <a:pt x="15972" y="7571"/>
                              </a:cubicBezTo>
                              <a:cubicBezTo>
                                <a:pt x="13033" y="10883"/>
                                <a:pt x="9066" y="15347"/>
                                <a:pt x="6715" y="17939"/>
                              </a:cubicBezTo>
                              <a:cubicBezTo>
                                <a:pt x="4805" y="20099"/>
                                <a:pt x="3041" y="18803"/>
                                <a:pt x="2454" y="18371"/>
                              </a:cubicBezTo>
                              <a:cubicBezTo>
                                <a:pt x="1278" y="17363"/>
                                <a:pt x="690" y="15491"/>
                                <a:pt x="1572" y="14483"/>
                              </a:cubicBezTo>
                              <a:cubicBezTo>
                                <a:pt x="2601" y="13331"/>
                                <a:pt x="4511" y="10883"/>
                                <a:pt x="6274" y="8579"/>
                              </a:cubicBezTo>
                              <a:cubicBezTo>
                                <a:pt x="8184" y="6275"/>
                                <a:pt x="10095" y="3827"/>
                                <a:pt x="11123" y="2675"/>
                              </a:cubicBezTo>
                              <a:lnTo>
                                <a:pt x="10242" y="1955"/>
                              </a:lnTo>
                              <a:cubicBezTo>
                                <a:pt x="9213" y="3107"/>
                                <a:pt x="7303" y="5555"/>
                                <a:pt x="5393" y="8003"/>
                              </a:cubicBezTo>
                              <a:cubicBezTo>
                                <a:pt x="3629" y="10307"/>
                                <a:pt x="1719" y="12611"/>
                                <a:pt x="690" y="13907"/>
                              </a:cubicBezTo>
                              <a:cubicBezTo>
                                <a:pt x="-632" y="15347"/>
                                <a:pt x="103" y="17795"/>
                                <a:pt x="1572" y="19091"/>
                              </a:cubicBezTo>
                              <a:cubicBezTo>
                                <a:pt x="1572" y="19091"/>
                                <a:pt x="1719" y="19235"/>
                                <a:pt x="1719" y="19235"/>
                              </a:cubicBezTo>
                              <a:cubicBezTo>
                                <a:pt x="3041" y="20387"/>
                                <a:pt x="5392" y="20963"/>
                                <a:pt x="7450" y="18659"/>
                              </a:cubicBezTo>
                              <a:cubicBezTo>
                                <a:pt x="9948" y="16067"/>
                                <a:pt x="13915" y="11459"/>
                                <a:pt x="16707" y="8147"/>
                              </a:cubicBezTo>
                              <a:cubicBezTo>
                                <a:pt x="18323" y="6419"/>
                                <a:pt x="19499" y="4979"/>
                                <a:pt x="19939" y="4403"/>
                              </a:cubicBezTo>
                              <a:cubicBezTo>
                                <a:pt x="20968" y="3683"/>
                                <a:pt x="20674" y="1955"/>
                                <a:pt x="19499" y="80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2" name="Shape"/>
                      <wps:cNvSpPr/>
                      <wps:spPr>
                        <a:xfrm>
                          <a:off x="2197099" y="4965700"/>
                          <a:ext cx="441308" cy="8540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07" h="21392" extrusionOk="0">
                              <a:moveTo>
                                <a:pt x="18196" y="5796"/>
                              </a:moveTo>
                              <a:cubicBezTo>
                                <a:pt x="18075" y="4364"/>
                                <a:pt x="14104" y="4364"/>
                                <a:pt x="13924" y="5796"/>
                              </a:cubicBezTo>
                              <a:cubicBezTo>
                                <a:pt x="13864" y="6432"/>
                                <a:pt x="14947" y="6878"/>
                                <a:pt x="16030" y="6909"/>
                              </a:cubicBezTo>
                              <a:cubicBezTo>
                                <a:pt x="17293" y="6941"/>
                                <a:pt x="18136" y="6369"/>
                                <a:pt x="18196" y="5796"/>
                              </a:cubicBezTo>
                              <a:close/>
                              <a:moveTo>
                                <a:pt x="14405" y="5796"/>
                              </a:moveTo>
                              <a:cubicBezTo>
                                <a:pt x="14345" y="5287"/>
                                <a:pt x="15248" y="4905"/>
                                <a:pt x="16090" y="4905"/>
                              </a:cubicBezTo>
                              <a:cubicBezTo>
                                <a:pt x="17053" y="4873"/>
                                <a:pt x="17775" y="5351"/>
                                <a:pt x="17775" y="5796"/>
                              </a:cubicBezTo>
                              <a:cubicBezTo>
                                <a:pt x="17654" y="6941"/>
                                <a:pt x="14526" y="6941"/>
                                <a:pt x="14405" y="5796"/>
                              </a:cubicBezTo>
                              <a:close/>
                              <a:moveTo>
                                <a:pt x="20061" y="12604"/>
                              </a:moveTo>
                              <a:cubicBezTo>
                                <a:pt x="19700" y="12540"/>
                                <a:pt x="19339" y="12508"/>
                                <a:pt x="18978" y="12445"/>
                              </a:cubicBezTo>
                              <a:cubicBezTo>
                                <a:pt x="18737" y="10949"/>
                                <a:pt x="18497" y="9454"/>
                                <a:pt x="18256" y="7927"/>
                              </a:cubicBezTo>
                              <a:cubicBezTo>
                                <a:pt x="19700" y="7514"/>
                                <a:pt x="20602" y="6655"/>
                                <a:pt x="20663" y="5764"/>
                              </a:cubicBezTo>
                              <a:cubicBezTo>
                                <a:pt x="20542" y="4778"/>
                                <a:pt x="19640" y="4078"/>
                                <a:pt x="18376" y="3728"/>
                              </a:cubicBezTo>
                              <a:cubicBezTo>
                                <a:pt x="18617" y="3442"/>
                                <a:pt x="18797" y="3092"/>
                                <a:pt x="18797" y="2774"/>
                              </a:cubicBezTo>
                              <a:cubicBezTo>
                                <a:pt x="18797" y="2774"/>
                                <a:pt x="18797" y="2742"/>
                                <a:pt x="18797" y="2742"/>
                              </a:cubicBezTo>
                              <a:cubicBezTo>
                                <a:pt x="19820" y="2328"/>
                                <a:pt x="21565" y="133"/>
                                <a:pt x="19279" y="6"/>
                              </a:cubicBezTo>
                              <a:cubicBezTo>
                                <a:pt x="17053" y="-121"/>
                                <a:pt x="16812" y="1629"/>
                                <a:pt x="16932" y="2456"/>
                              </a:cubicBezTo>
                              <a:cubicBezTo>
                                <a:pt x="16631" y="2774"/>
                                <a:pt x="16391" y="3092"/>
                                <a:pt x="16150" y="3442"/>
                              </a:cubicBezTo>
                              <a:cubicBezTo>
                                <a:pt x="16150" y="3442"/>
                                <a:pt x="16150" y="3442"/>
                                <a:pt x="16150" y="3442"/>
                              </a:cubicBezTo>
                              <a:cubicBezTo>
                                <a:pt x="13924" y="3410"/>
                                <a:pt x="11637" y="4205"/>
                                <a:pt x="11517" y="5764"/>
                              </a:cubicBezTo>
                              <a:cubicBezTo>
                                <a:pt x="11457" y="6273"/>
                                <a:pt x="11758" y="6718"/>
                                <a:pt x="12239" y="7100"/>
                              </a:cubicBezTo>
                              <a:cubicBezTo>
                                <a:pt x="10855" y="8341"/>
                                <a:pt x="9411" y="9613"/>
                                <a:pt x="8027" y="10854"/>
                              </a:cubicBezTo>
                              <a:cubicBezTo>
                                <a:pt x="7666" y="10790"/>
                                <a:pt x="7305" y="10759"/>
                                <a:pt x="6944" y="10695"/>
                              </a:cubicBezTo>
                              <a:cubicBezTo>
                                <a:pt x="6523" y="10631"/>
                                <a:pt x="6042" y="10536"/>
                                <a:pt x="5801" y="10790"/>
                              </a:cubicBezTo>
                              <a:cubicBezTo>
                                <a:pt x="5561" y="11045"/>
                                <a:pt x="5861" y="11236"/>
                                <a:pt x="6343" y="11299"/>
                              </a:cubicBezTo>
                              <a:cubicBezTo>
                                <a:pt x="6704" y="11363"/>
                                <a:pt x="7065" y="11395"/>
                                <a:pt x="7426" y="11458"/>
                              </a:cubicBezTo>
                              <a:cubicBezTo>
                                <a:pt x="7125" y="11713"/>
                                <a:pt x="6824" y="11999"/>
                                <a:pt x="6523" y="12254"/>
                              </a:cubicBezTo>
                              <a:cubicBezTo>
                                <a:pt x="5681" y="12985"/>
                                <a:pt x="4899" y="13685"/>
                                <a:pt x="4056" y="14417"/>
                              </a:cubicBezTo>
                              <a:cubicBezTo>
                                <a:pt x="3756" y="14099"/>
                                <a:pt x="2853" y="14003"/>
                                <a:pt x="2372" y="14385"/>
                              </a:cubicBezTo>
                              <a:cubicBezTo>
                                <a:pt x="2191" y="14544"/>
                                <a:pt x="2011" y="14703"/>
                                <a:pt x="1890" y="14862"/>
                              </a:cubicBezTo>
                              <a:cubicBezTo>
                                <a:pt x="1770" y="14989"/>
                                <a:pt x="1469" y="15180"/>
                                <a:pt x="1409" y="15339"/>
                              </a:cubicBezTo>
                              <a:cubicBezTo>
                                <a:pt x="1289" y="15689"/>
                                <a:pt x="1770" y="15944"/>
                                <a:pt x="2251" y="15976"/>
                              </a:cubicBezTo>
                              <a:cubicBezTo>
                                <a:pt x="1650" y="16421"/>
                                <a:pt x="928" y="17089"/>
                                <a:pt x="1409" y="17375"/>
                              </a:cubicBezTo>
                              <a:cubicBezTo>
                                <a:pt x="1409" y="17375"/>
                                <a:pt x="1409" y="17375"/>
                                <a:pt x="1409" y="17375"/>
                              </a:cubicBezTo>
                              <a:cubicBezTo>
                                <a:pt x="988" y="17821"/>
                                <a:pt x="507" y="18266"/>
                                <a:pt x="25" y="18711"/>
                              </a:cubicBezTo>
                              <a:cubicBezTo>
                                <a:pt x="-35" y="18775"/>
                                <a:pt x="25" y="18839"/>
                                <a:pt x="85" y="18870"/>
                              </a:cubicBezTo>
                              <a:cubicBezTo>
                                <a:pt x="687" y="19030"/>
                                <a:pt x="1650" y="18775"/>
                                <a:pt x="2191" y="18648"/>
                              </a:cubicBezTo>
                              <a:cubicBezTo>
                                <a:pt x="2733" y="18521"/>
                                <a:pt x="3033" y="18202"/>
                                <a:pt x="3214" y="17916"/>
                              </a:cubicBezTo>
                              <a:cubicBezTo>
                                <a:pt x="3394" y="17916"/>
                                <a:pt x="3635" y="17948"/>
                                <a:pt x="3816" y="17916"/>
                              </a:cubicBezTo>
                              <a:cubicBezTo>
                                <a:pt x="4477" y="17821"/>
                                <a:pt x="4899" y="17312"/>
                                <a:pt x="5199" y="17057"/>
                              </a:cubicBezTo>
                              <a:cubicBezTo>
                                <a:pt x="6222" y="16103"/>
                                <a:pt x="7245" y="15149"/>
                                <a:pt x="8208" y="14162"/>
                              </a:cubicBezTo>
                              <a:cubicBezTo>
                                <a:pt x="8990" y="13431"/>
                                <a:pt x="9772" y="12667"/>
                                <a:pt x="10554" y="11936"/>
                              </a:cubicBezTo>
                              <a:cubicBezTo>
                                <a:pt x="11156" y="12031"/>
                                <a:pt x="11758" y="12095"/>
                                <a:pt x="12359" y="12190"/>
                              </a:cubicBezTo>
                              <a:cubicBezTo>
                                <a:pt x="12299" y="12285"/>
                                <a:pt x="12299" y="12381"/>
                                <a:pt x="12239" y="12476"/>
                              </a:cubicBezTo>
                              <a:cubicBezTo>
                                <a:pt x="12119" y="12699"/>
                                <a:pt x="12119" y="12858"/>
                                <a:pt x="12480" y="13017"/>
                              </a:cubicBezTo>
                              <a:cubicBezTo>
                                <a:pt x="12901" y="13208"/>
                                <a:pt x="13442" y="13049"/>
                                <a:pt x="13623" y="12826"/>
                              </a:cubicBezTo>
                              <a:cubicBezTo>
                                <a:pt x="13623" y="12826"/>
                                <a:pt x="13623" y="12826"/>
                                <a:pt x="13623" y="12826"/>
                              </a:cubicBezTo>
                              <a:cubicBezTo>
                                <a:pt x="13623" y="12826"/>
                                <a:pt x="13623" y="12826"/>
                                <a:pt x="13623" y="12794"/>
                              </a:cubicBezTo>
                              <a:cubicBezTo>
                                <a:pt x="13683" y="12667"/>
                                <a:pt x="13743" y="12540"/>
                                <a:pt x="13803" y="12413"/>
                              </a:cubicBezTo>
                              <a:cubicBezTo>
                                <a:pt x="14465" y="12508"/>
                                <a:pt x="15187" y="12604"/>
                                <a:pt x="15849" y="12699"/>
                              </a:cubicBezTo>
                              <a:cubicBezTo>
                                <a:pt x="15849" y="13081"/>
                                <a:pt x="15909" y="13462"/>
                                <a:pt x="15909" y="13812"/>
                              </a:cubicBezTo>
                              <a:cubicBezTo>
                                <a:pt x="15969" y="14958"/>
                                <a:pt x="16090" y="16135"/>
                                <a:pt x="16150" y="17280"/>
                              </a:cubicBezTo>
                              <a:cubicBezTo>
                                <a:pt x="16150" y="17725"/>
                                <a:pt x="15909" y="18839"/>
                                <a:pt x="17052" y="18870"/>
                              </a:cubicBezTo>
                              <a:cubicBezTo>
                                <a:pt x="17052" y="18870"/>
                                <a:pt x="17052" y="18870"/>
                                <a:pt x="17113" y="18870"/>
                              </a:cubicBezTo>
                              <a:cubicBezTo>
                                <a:pt x="17233" y="19284"/>
                                <a:pt x="17353" y="19729"/>
                                <a:pt x="17534" y="20143"/>
                              </a:cubicBezTo>
                              <a:cubicBezTo>
                                <a:pt x="17654" y="20461"/>
                                <a:pt x="17594" y="21288"/>
                                <a:pt x="18256" y="21384"/>
                              </a:cubicBezTo>
                              <a:cubicBezTo>
                                <a:pt x="18978" y="21479"/>
                                <a:pt x="18918" y="20716"/>
                                <a:pt x="18918" y="20525"/>
                              </a:cubicBezTo>
                              <a:cubicBezTo>
                                <a:pt x="18978" y="19952"/>
                                <a:pt x="19038" y="19348"/>
                                <a:pt x="19098" y="18775"/>
                              </a:cubicBezTo>
                              <a:cubicBezTo>
                                <a:pt x="19098" y="18743"/>
                                <a:pt x="19098" y="18743"/>
                                <a:pt x="19098" y="18711"/>
                              </a:cubicBezTo>
                              <a:cubicBezTo>
                                <a:pt x="19640" y="18521"/>
                                <a:pt x="19820" y="18139"/>
                                <a:pt x="19760" y="17534"/>
                              </a:cubicBezTo>
                              <a:cubicBezTo>
                                <a:pt x="19640" y="16548"/>
                                <a:pt x="19519" y="15562"/>
                                <a:pt x="19339" y="14544"/>
                              </a:cubicBezTo>
                              <a:cubicBezTo>
                                <a:pt x="19279" y="14067"/>
                                <a:pt x="19218" y="13590"/>
                                <a:pt x="19098" y="13144"/>
                              </a:cubicBezTo>
                              <a:cubicBezTo>
                                <a:pt x="19399" y="13176"/>
                                <a:pt x="19760" y="13240"/>
                                <a:pt x="20061" y="13272"/>
                              </a:cubicBezTo>
                              <a:cubicBezTo>
                                <a:pt x="20542" y="13335"/>
                                <a:pt x="20843" y="13144"/>
                                <a:pt x="20903" y="12922"/>
                              </a:cubicBezTo>
                              <a:cubicBezTo>
                                <a:pt x="20963" y="12699"/>
                                <a:pt x="20362" y="12635"/>
                                <a:pt x="20061" y="12604"/>
                              </a:cubicBezTo>
                              <a:close/>
                              <a:moveTo>
                                <a:pt x="18557" y="324"/>
                              </a:moveTo>
                              <a:cubicBezTo>
                                <a:pt x="19098" y="165"/>
                                <a:pt x="19700" y="293"/>
                                <a:pt x="19880" y="611"/>
                              </a:cubicBezTo>
                              <a:cubicBezTo>
                                <a:pt x="20061" y="865"/>
                                <a:pt x="19880" y="1215"/>
                                <a:pt x="19760" y="1470"/>
                              </a:cubicBezTo>
                              <a:cubicBezTo>
                                <a:pt x="19580" y="1883"/>
                                <a:pt x="19219" y="2328"/>
                                <a:pt x="18557" y="2583"/>
                              </a:cubicBezTo>
                              <a:cubicBezTo>
                                <a:pt x="18376" y="2519"/>
                                <a:pt x="18136" y="2456"/>
                                <a:pt x="17955" y="2424"/>
                              </a:cubicBezTo>
                              <a:cubicBezTo>
                                <a:pt x="17835" y="2392"/>
                                <a:pt x="17534" y="2360"/>
                                <a:pt x="17293" y="2360"/>
                              </a:cubicBezTo>
                              <a:cubicBezTo>
                                <a:pt x="17293" y="1660"/>
                                <a:pt x="17414" y="674"/>
                                <a:pt x="18557" y="324"/>
                              </a:cubicBezTo>
                              <a:close/>
                              <a:moveTo>
                                <a:pt x="17173" y="2710"/>
                              </a:moveTo>
                              <a:cubicBezTo>
                                <a:pt x="17233" y="2647"/>
                                <a:pt x="17293" y="2615"/>
                                <a:pt x="17293" y="2551"/>
                              </a:cubicBezTo>
                              <a:cubicBezTo>
                                <a:pt x="17293" y="2551"/>
                                <a:pt x="17293" y="2551"/>
                                <a:pt x="17293" y="2551"/>
                              </a:cubicBezTo>
                              <a:cubicBezTo>
                                <a:pt x="17233" y="2583"/>
                                <a:pt x="17353" y="2583"/>
                                <a:pt x="17413" y="2583"/>
                              </a:cubicBezTo>
                              <a:cubicBezTo>
                                <a:pt x="17534" y="2583"/>
                                <a:pt x="17654" y="2615"/>
                                <a:pt x="17714" y="2615"/>
                              </a:cubicBezTo>
                              <a:cubicBezTo>
                                <a:pt x="17895" y="2647"/>
                                <a:pt x="18075" y="2678"/>
                                <a:pt x="18196" y="2742"/>
                              </a:cubicBezTo>
                              <a:cubicBezTo>
                                <a:pt x="18376" y="2806"/>
                                <a:pt x="18316" y="2933"/>
                                <a:pt x="18256" y="2997"/>
                              </a:cubicBezTo>
                              <a:cubicBezTo>
                                <a:pt x="18196" y="3219"/>
                                <a:pt x="18075" y="3442"/>
                                <a:pt x="17895" y="3665"/>
                              </a:cubicBezTo>
                              <a:cubicBezTo>
                                <a:pt x="17474" y="3569"/>
                                <a:pt x="16992" y="3506"/>
                                <a:pt x="16511" y="3474"/>
                              </a:cubicBezTo>
                              <a:cubicBezTo>
                                <a:pt x="16752" y="3219"/>
                                <a:pt x="16932" y="2965"/>
                                <a:pt x="17173" y="2710"/>
                              </a:cubicBezTo>
                              <a:close/>
                              <a:moveTo>
                                <a:pt x="6944" y="11204"/>
                              </a:moveTo>
                              <a:cubicBezTo>
                                <a:pt x="6764" y="11172"/>
                                <a:pt x="6584" y="11140"/>
                                <a:pt x="6403" y="11140"/>
                              </a:cubicBezTo>
                              <a:cubicBezTo>
                                <a:pt x="6343" y="11140"/>
                                <a:pt x="6283" y="11108"/>
                                <a:pt x="6222" y="11108"/>
                              </a:cubicBezTo>
                              <a:cubicBezTo>
                                <a:pt x="6042" y="11077"/>
                                <a:pt x="6102" y="10854"/>
                                <a:pt x="6343" y="10886"/>
                              </a:cubicBezTo>
                              <a:cubicBezTo>
                                <a:pt x="6824" y="10949"/>
                                <a:pt x="7366" y="11013"/>
                                <a:pt x="7847" y="11108"/>
                              </a:cubicBezTo>
                              <a:cubicBezTo>
                                <a:pt x="7787" y="11172"/>
                                <a:pt x="7666" y="11236"/>
                                <a:pt x="7606" y="11331"/>
                              </a:cubicBezTo>
                              <a:cubicBezTo>
                                <a:pt x="7366" y="11268"/>
                                <a:pt x="7125" y="11236"/>
                                <a:pt x="6944" y="11204"/>
                              </a:cubicBezTo>
                              <a:close/>
                              <a:moveTo>
                                <a:pt x="1830" y="15339"/>
                              </a:moveTo>
                              <a:cubicBezTo>
                                <a:pt x="1951" y="15244"/>
                                <a:pt x="2011" y="15149"/>
                                <a:pt x="2131" y="15053"/>
                              </a:cubicBezTo>
                              <a:cubicBezTo>
                                <a:pt x="2312" y="14862"/>
                                <a:pt x="2492" y="14703"/>
                                <a:pt x="2673" y="14512"/>
                              </a:cubicBezTo>
                              <a:cubicBezTo>
                                <a:pt x="3034" y="14162"/>
                                <a:pt x="3936" y="14480"/>
                                <a:pt x="3575" y="14799"/>
                              </a:cubicBezTo>
                              <a:cubicBezTo>
                                <a:pt x="3274" y="15085"/>
                                <a:pt x="2973" y="15339"/>
                                <a:pt x="2613" y="15626"/>
                              </a:cubicBezTo>
                              <a:cubicBezTo>
                                <a:pt x="2552" y="15658"/>
                                <a:pt x="2492" y="15721"/>
                                <a:pt x="2432" y="15753"/>
                              </a:cubicBezTo>
                              <a:cubicBezTo>
                                <a:pt x="2071" y="15880"/>
                                <a:pt x="1529" y="15626"/>
                                <a:pt x="1830" y="15339"/>
                              </a:cubicBezTo>
                              <a:close/>
                              <a:moveTo>
                                <a:pt x="2071" y="18425"/>
                              </a:moveTo>
                              <a:cubicBezTo>
                                <a:pt x="1770" y="18521"/>
                                <a:pt x="988" y="18743"/>
                                <a:pt x="507" y="18711"/>
                              </a:cubicBezTo>
                              <a:cubicBezTo>
                                <a:pt x="928" y="18330"/>
                                <a:pt x="1349" y="17948"/>
                                <a:pt x="1710" y="17534"/>
                              </a:cubicBezTo>
                              <a:cubicBezTo>
                                <a:pt x="2011" y="17662"/>
                                <a:pt x="2432" y="17789"/>
                                <a:pt x="2853" y="17853"/>
                              </a:cubicBezTo>
                              <a:cubicBezTo>
                                <a:pt x="2673" y="18075"/>
                                <a:pt x="2432" y="18298"/>
                                <a:pt x="2071" y="18425"/>
                              </a:cubicBezTo>
                              <a:close/>
                              <a:moveTo>
                                <a:pt x="8930" y="13049"/>
                              </a:moveTo>
                              <a:cubicBezTo>
                                <a:pt x="7847" y="14099"/>
                                <a:pt x="6764" y="15117"/>
                                <a:pt x="5681" y="16166"/>
                              </a:cubicBezTo>
                              <a:cubicBezTo>
                                <a:pt x="5380" y="16453"/>
                                <a:pt x="5079" y="16771"/>
                                <a:pt x="4718" y="17057"/>
                              </a:cubicBezTo>
                              <a:cubicBezTo>
                                <a:pt x="4418" y="17344"/>
                                <a:pt x="3756" y="17916"/>
                                <a:pt x="2913" y="17662"/>
                              </a:cubicBezTo>
                              <a:cubicBezTo>
                                <a:pt x="2071" y="17407"/>
                                <a:pt x="1229" y="17344"/>
                                <a:pt x="2011" y="16707"/>
                              </a:cubicBezTo>
                              <a:cubicBezTo>
                                <a:pt x="2312" y="16453"/>
                                <a:pt x="2613" y="16198"/>
                                <a:pt x="2913" y="15944"/>
                              </a:cubicBezTo>
                              <a:cubicBezTo>
                                <a:pt x="2973" y="15912"/>
                                <a:pt x="3094" y="15880"/>
                                <a:pt x="3154" y="15817"/>
                              </a:cubicBezTo>
                              <a:cubicBezTo>
                                <a:pt x="3335" y="15658"/>
                                <a:pt x="3515" y="15498"/>
                                <a:pt x="3635" y="15308"/>
                              </a:cubicBezTo>
                              <a:cubicBezTo>
                                <a:pt x="3756" y="15180"/>
                                <a:pt x="3936" y="15053"/>
                                <a:pt x="4057" y="14926"/>
                              </a:cubicBezTo>
                              <a:cubicBezTo>
                                <a:pt x="6884" y="12413"/>
                                <a:pt x="9712" y="9868"/>
                                <a:pt x="12540" y="7355"/>
                              </a:cubicBezTo>
                              <a:cubicBezTo>
                                <a:pt x="12961" y="7609"/>
                                <a:pt x="13563" y="7832"/>
                                <a:pt x="14165" y="7991"/>
                              </a:cubicBezTo>
                              <a:cubicBezTo>
                                <a:pt x="12480" y="9645"/>
                                <a:pt x="10675" y="11363"/>
                                <a:pt x="8930" y="13049"/>
                              </a:cubicBezTo>
                              <a:close/>
                              <a:moveTo>
                                <a:pt x="12961" y="11077"/>
                              </a:moveTo>
                              <a:cubicBezTo>
                                <a:pt x="12841" y="11236"/>
                                <a:pt x="12720" y="11395"/>
                                <a:pt x="12660" y="11554"/>
                              </a:cubicBezTo>
                              <a:cubicBezTo>
                                <a:pt x="12179" y="11490"/>
                                <a:pt x="11698" y="11427"/>
                                <a:pt x="11216" y="11331"/>
                              </a:cubicBezTo>
                              <a:cubicBezTo>
                                <a:pt x="12360" y="10250"/>
                                <a:pt x="13503" y="9136"/>
                                <a:pt x="14586" y="8023"/>
                              </a:cubicBezTo>
                              <a:cubicBezTo>
                                <a:pt x="14947" y="8086"/>
                                <a:pt x="15247" y="8150"/>
                                <a:pt x="15608" y="8182"/>
                              </a:cubicBezTo>
                              <a:cubicBezTo>
                                <a:pt x="15669" y="9454"/>
                                <a:pt x="15789" y="10727"/>
                                <a:pt x="15849" y="11999"/>
                              </a:cubicBezTo>
                              <a:cubicBezTo>
                                <a:pt x="15308" y="11936"/>
                                <a:pt x="14766" y="11840"/>
                                <a:pt x="14164" y="11777"/>
                              </a:cubicBezTo>
                              <a:cubicBezTo>
                                <a:pt x="14225" y="11649"/>
                                <a:pt x="14285" y="11522"/>
                                <a:pt x="14345" y="11395"/>
                              </a:cubicBezTo>
                              <a:cubicBezTo>
                                <a:pt x="14586" y="10886"/>
                                <a:pt x="13382" y="10568"/>
                                <a:pt x="12961" y="11077"/>
                              </a:cubicBezTo>
                              <a:close/>
                              <a:moveTo>
                                <a:pt x="12420" y="11967"/>
                              </a:moveTo>
                              <a:cubicBezTo>
                                <a:pt x="11878" y="11872"/>
                                <a:pt x="11276" y="11808"/>
                                <a:pt x="10735" y="11713"/>
                              </a:cubicBezTo>
                              <a:cubicBezTo>
                                <a:pt x="10795" y="11649"/>
                                <a:pt x="10855" y="11586"/>
                                <a:pt x="10976" y="11490"/>
                              </a:cubicBezTo>
                              <a:cubicBezTo>
                                <a:pt x="11517" y="11554"/>
                                <a:pt x="11998" y="11649"/>
                                <a:pt x="12540" y="11713"/>
                              </a:cubicBezTo>
                              <a:cubicBezTo>
                                <a:pt x="12480" y="11840"/>
                                <a:pt x="12480" y="11904"/>
                                <a:pt x="12420" y="11967"/>
                              </a:cubicBezTo>
                              <a:close/>
                              <a:moveTo>
                                <a:pt x="13623" y="11967"/>
                              </a:moveTo>
                              <a:cubicBezTo>
                                <a:pt x="13503" y="12222"/>
                                <a:pt x="13382" y="12476"/>
                                <a:pt x="13262" y="12731"/>
                              </a:cubicBezTo>
                              <a:cubicBezTo>
                                <a:pt x="13021" y="12699"/>
                                <a:pt x="12841" y="12699"/>
                                <a:pt x="12600" y="12667"/>
                              </a:cubicBezTo>
                              <a:cubicBezTo>
                                <a:pt x="12600" y="12667"/>
                                <a:pt x="12600" y="12635"/>
                                <a:pt x="12600" y="12635"/>
                              </a:cubicBezTo>
                              <a:cubicBezTo>
                                <a:pt x="12600" y="12572"/>
                                <a:pt x="12660" y="12508"/>
                                <a:pt x="12660" y="12476"/>
                              </a:cubicBezTo>
                              <a:cubicBezTo>
                                <a:pt x="12720" y="12317"/>
                                <a:pt x="12841" y="12158"/>
                                <a:pt x="12901" y="11999"/>
                              </a:cubicBezTo>
                              <a:cubicBezTo>
                                <a:pt x="13021" y="11745"/>
                                <a:pt x="13142" y="11490"/>
                                <a:pt x="13322" y="11204"/>
                              </a:cubicBezTo>
                              <a:cubicBezTo>
                                <a:pt x="13442" y="10949"/>
                                <a:pt x="14044" y="11204"/>
                                <a:pt x="13984" y="11331"/>
                              </a:cubicBezTo>
                              <a:cubicBezTo>
                                <a:pt x="13984" y="11395"/>
                                <a:pt x="13924" y="11458"/>
                                <a:pt x="13924" y="11490"/>
                              </a:cubicBezTo>
                              <a:cubicBezTo>
                                <a:pt x="13804" y="11649"/>
                                <a:pt x="13683" y="11808"/>
                                <a:pt x="13623" y="11967"/>
                              </a:cubicBezTo>
                              <a:close/>
                              <a:moveTo>
                                <a:pt x="13924" y="12190"/>
                              </a:moveTo>
                              <a:cubicBezTo>
                                <a:pt x="13984" y="12126"/>
                                <a:pt x="13984" y="12031"/>
                                <a:pt x="14044" y="11967"/>
                              </a:cubicBezTo>
                              <a:cubicBezTo>
                                <a:pt x="14646" y="12063"/>
                                <a:pt x="15247" y="12126"/>
                                <a:pt x="15849" y="12222"/>
                              </a:cubicBezTo>
                              <a:cubicBezTo>
                                <a:pt x="15849" y="12317"/>
                                <a:pt x="15849" y="12381"/>
                                <a:pt x="15849" y="12476"/>
                              </a:cubicBezTo>
                              <a:cubicBezTo>
                                <a:pt x="15248" y="12381"/>
                                <a:pt x="14586" y="12285"/>
                                <a:pt x="13924" y="12190"/>
                              </a:cubicBezTo>
                              <a:close/>
                              <a:moveTo>
                                <a:pt x="11938" y="5796"/>
                              </a:moveTo>
                              <a:cubicBezTo>
                                <a:pt x="11818" y="4555"/>
                                <a:pt x="13924" y="3665"/>
                                <a:pt x="16090" y="3601"/>
                              </a:cubicBezTo>
                              <a:cubicBezTo>
                                <a:pt x="16752" y="3569"/>
                                <a:pt x="17414" y="3665"/>
                                <a:pt x="17955" y="3824"/>
                              </a:cubicBezTo>
                              <a:cubicBezTo>
                                <a:pt x="18015" y="3855"/>
                                <a:pt x="18015" y="3855"/>
                                <a:pt x="18136" y="3855"/>
                              </a:cubicBezTo>
                              <a:cubicBezTo>
                                <a:pt x="19399" y="4237"/>
                                <a:pt x="20181" y="5001"/>
                                <a:pt x="20241" y="5796"/>
                              </a:cubicBezTo>
                              <a:cubicBezTo>
                                <a:pt x="19941" y="8627"/>
                                <a:pt x="12239" y="8627"/>
                                <a:pt x="11938" y="5796"/>
                              </a:cubicBezTo>
                              <a:close/>
                              <a:moveTo>
                                <a:pt x="18557" y="19888"/>
                              </a:moveTo>
                              <a:cubicBezTo>
                                <a:pt x="18557" y="20143"/>
                                <a:pt x="18497" y="20366"/>
                                <a:pt x="18497" y="20620"/>
                              </a:cubicBezTo>
                              <a:cubicBezTo>
                                <a:pt x="18497" y="20716"/>
                                <a:pt x="18316" y="21256"/>
                                <a:pt x="18196" y="20875"/>
                              </a:cubicBezTo>
                              <a:cubicBezTo>
                                <a:pt x="17955" y="20238"/>
                                <a:pt x="17775" y="19570"/>
                                <a:pt x="17594" y="18902"/>
                              </a:cubicBezTo>
                              <a:cubicBezTo>
                                <a:pt x="18015" y="18902"/>
                                <a:pt x="18436" y="18870"/>
                                <a:pt x="18677" y="18839"/>
                              </a:cubicBezTo>
                              <a:cubicBezTo>
                                <a:pt x="18677" y="19189"/>
                                <a:pt x="18617" y="19539"/>
                                <a:pt x="18557" y="19888"/>
                              </a:cubicBezTo>
                              <a:close/>
                              <a:moveTo>
                                <a:pt x="19158" y="16644"/>
                              </a:moveTo>
                              <a:cubicBezTo>
                                <a:pt x="19219" y="16962"/>
                                <a:pt x="19219" y="17280"/>
                                <a:pt x="19279" y="17598"/>
                              </a:cubicBezTo>
                              <a:cubicBezTo>
                                <a:pt x="19279" y="17757"/>
                                <a:pt x="19279" y="17916"/>
                                <a:pt x="19279" y="18075"/>
                              </a:cubicBezTo>
                              <a:cubicBezTo>
                                <a:pt x="19219" y="18775"/>
                                <a:pt x="17835" y="18616"/>
                                <a:pt x="17053" y="18680"/>
                              </a:cubicBezTo>
                              <a:cubicBezTo>
                                <a:pt x="16391" y="18711"/>
                                <a:pt x="16270" y="13399"/>
                                <a:pt x="16270" y="13081"/>
                              </a:cubicBezTo>
                              <a:cubicBezTo>
                                <a:pt x="16150" y="11458"/>
                                <a:pt x="16030" y="9836"/>
                                <a:pt x="15909" y="8214"/>
                              </a:cubicBezTo>
                              <a:cubicBezTo>
                                <a:pt x="15970" y="8214"/>
                                <a:pt x="15970" y="8214"/>
                                <a:pt x="16030" y="8214"/>
                              </a:cubicBezTo>
                              <a:cubicBezTo>
                                <a:pt x="16631" y="8245"/>
                                <a:pt x="17233" y="8182"/>
                                <a:pt x="17775" y="8055"/>
                              </a:cubicBezTo>
                              <a:cubicBezTo>
                                <a:pt x="18136" y="9836"/>
                                <a:pt x="18376" y="11649"/>
                                <a:pt x="18677" y="13431"/>
                              </a:cubicBezTo>
                              <a:cubicBezTo>
                                <a:pt x="18858" y="14512"/>
                                <a:pt x="19038" y="15594"/>
                                <a:pt x="19158" y="16644"/>
                              </a:cubicBezTo>
                              <a:close/>
                              <a:moveTo>
                                <a:pt x="20241" y="13113"/>
                              </a:moveTo>
                              <a:cubicBezTo>
                                <a:pt x="20121" y="13113"/>
                                <a:pt x="20001" y="13081"/>
                                <a:pt x="19941" y="13081"/>
                              </a:cubicBezTo>
                              <a:cubicBezTo>
                                <a:pt x="19640" y="13049"/>
                                <a:pt x="19339" y="12985"/>
                                <a:pt x="19098" y="12954"/>
                              </a:cubicBezTo>
                              <a:cubicBezTo>
                                <a:pt x="19098" y="12954"/>
                                <a:pt x="19098" y="12954"/>
                                <a:pt x="19098" y="12954"/>
                              </a:cubicBezTo>
                              <a:cubicBezTo>
                                <a:pt x="19098" y="12858"/>
                                <a:pt x="19098" y="12794"/>
                                <a:pt x="19038" y="12699"/>
                              </a:cubicBezTo>
                              <a:cubicBezTo>
                                <a:pt x="19519" y="12763"/>
                                <a:pt x="19941" y="12826"/>
                                <a:pt x="20422" y="12890"/>
                              </a:cubicBezTo>
                              <a:cubicBezTo>
                                <a:pt x="20602" y="12890"/>
                                <a:pt x="20422" y="13113"/>
                                <a:pt x="20241" y="131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3" name="Shape"/>
                      <wps:cNvSpPr/>
                      <wps:spPr>
                        <a:xfrm>
                          <a:off x="901700" y="5333999"/>
                          <a:ext cx="3298693" cy="130118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20" h="21238" extrusionOk="0">
                              <a:moveTo>
                                <a:pt x="7736" y="19372"/>
                              </a:moveTo>
                              <a:cubicBezTo>
                                <a:pt x="7719" y="19372"/>
                                <a:pt x="6990" y="19393"/>
                                <a:pt x="6021" y="18833"/>
                              </a:cubicBezTo>
                              <a:cubicBezTo>
                                <a:pt x="5979" y="18750"/>
                                <a:pt x="5880" y="18502"/>
                                <a:pt x="5780" y="18129"/>
                              </a:cubicBezTo>
                              <a:cubicBezTo>
                                <a:pt x="6037" y="17258"/>
                                <a:pt x="5963" y="16367"/>
                                <a:pt x="5830" y="15848"/>
                              </a:cubicBezTo>
                              <a:cubicBezTo>
                                <a:pt x="5739" y="15517"/>
                                <a:pt x="5631" y="15351"/>
                                <a:pt x="5540" y="15413"/>
                              </a:cubicBezTo>
                              <a:cubicBezTo>
                                <a:pt x="5499" y="15434"/>
                                <a:pt x="5424" y="15537"/>
                                <a:pt x="5407" y="15931"/>
                              </a:cubicBezTo>
                              <a:cubicBezTo>
                                <a:pt x="5366" y="17196"/>
                                <a:pt x="5623" y="18170"/>
                                <a:pt x="5805" y="18688"/>
                              </a:cubicBezTo>
                              <a:cubicBezTo>
                                <a:pt x="5292" y="18357"/>
                                <a:pt x="4736" y="17880"/>
                                <a:pt x="4181" y="17134"/>
                              </a:cubicBezTo>
                              <a:cubicBezTo>
                                <a:pt x="4148" y="16926"/>
                                <a:pt x="4016" y="16201"/>
                                <a:pt x="3900" y="15226"/>
                              </a:cubicBezTo>
                              <a:cubicBezTo>
                                <a:pt x="4057" y="14936"/>
                                <a:pt x="4173" y="14377"/>
                                <a:pt x="4214" y="13941"/>
                              </a:cubicBezTo>
                              <a:cubicBezTo>
                                <a:pt x="4248" y="13589"/>
                                <a:pt x="4239" y="13299"/>
                                <a:pt x="4190" y="13112"/>
                              </a:cubicBezTo>
                              <a:cubicBezTo>
                                <a:pt x="4140" y="12905"/>
                                <a:pt x="4040" y="12843"/>
                                <a:pt x="3941" y="12946"/>
                              </a:cubicBezTo>
                              <a:cubicBezTo>
                                <a:pt x="3767" y="13133"/>
                                <a:pt x="3634" y="13775"/>
                                <a:pt x="3726" y="14770"/>
                              </a:cubicBezTo>
                              <a:cubicBezTo>
                                <a:pt x="3817" y="15683"/>
                                <a:pt x="3933" y="16429"/>
                                <a:pt x="4007" y="16885"/>
                              </a:cubicBezTo>
                              <a:cubicBezTo>
                                <a:pt x="3460" y="16118"/>
                                <a:pt x="2938" y="15102"/>
                                <a:pt x="2483" y="13775"/>
                              </a:cubicBezTo>
                              <a:cubicBezTo>
                                <a:pt x="2483" y="13775"/>
                                <a:pt x="2483" y="13775"/>
                                <a:pt x="2483" y="13775"/>
                              </a:cubicBezTo>
                              <a:cubicBezTo>
                                <a:pt x="2483" y="13755"/>
                                <a:pt x="2408" y="12366"/>
                                <a:pt x="2350" y="11164"/>
                              </a:cubicBezTo>
                              <a:cubicBezTo>
                                <a:pt x="2499" y="11122"/>
                                <a:pt x="2706" y="10894"/>
                                <a:pt x="2706" y="10355"/>
                              </a:cubicBezTo>
                              <a:cubicBezTo>
                                <a:pt x="2706" y="10106"/>
                                <a:pt x="2648" y="9858"/>
                                <a:pt x="2557" y="9733"/>
                              </a:cubicBezTo>
                              <a:cubicBezTo>
                                <a:pt x="2483" y="9630"/>
                                <a:pt x="2392" y="9630"/>
                                <a:pt x="2325" y="9754"/>
                              </a:cubicBezTo>
                              <a:cubicBezTo>
                                <a:pt x="2259" y="9878"/>
                                <a:pt x="2184" y="10127"/>
                                <a:pt x="2209" y="10749"/>
                              </a:cubicBezTo>
                              <a:cubicBezTo>
                                <a:pt x="2242" y="11620"/>
                                <a:pt x="2300" y="12718"/>
                                <a:pt x="2334" y="13340"/>
                              </a:cubicBezTo>
                              <a:cubicBezTo>
                                <a:pt x="1919" y="12013"/>
                                <a:pt x="1580" y="10687"/>
                                <a:pt x="1315" y="9443"/>
                              </a:cubicBezTo>
                              <a:cubicBezTo>
                                <a:pt x="1323" y="9236"/>
                                <a:pt x="1348" y="8282"/>
                                <a:pt x="1439" y="7391"/>
                              </a:cubicBezTo>
                              <a:cubicBezTo>
                                <a:pt x="1439" y="7391"/>
                                <a:pt x="1439" y="7391"/>
                                <a:pt x="1439" y="7391"/>
                              </a:cubicBezTo>
                              <a:cubicBezTo>
                                <a:pt x="1737" y="7225"/>
                                <a:pt x="1787" y="6769"/>
                                <a:pt x="1795" y="6520"/>
                              </a:cubicBezTo>
                              <a:cubicBezTo>
                                <a:pt x="1803" y="6209"/>
                                <a:pt x="1737" y="5857"/>
                                <a:pt x="1654" y="5795"/>
                              </a:cubicBezTo>
                              <a:cubicBezTo>
                                <a:pt x="1621" y="5753"/>
                                <a:pt x="1580" y="5795"/>
                                <a:pt x="1555" y="5878"/>
                              </a:cubicBezTo>
                              <a:cubicBezTo>
                                <a:pt x="1323" y="6727"/>
                                <a:pt x="1232" y="8179"/>
                                <a:pt x="1199" y="8945"/>
                              </a:cubicBezTo>
                              <a:cubicBezTo>
                                <a:pt x="627" y="6147"/>
                                <a:pt x="395" y="3763"/>
                                <a:pt x="304" y="2457"/>
                              </a:cubicBezTo>
                              <a:cubicBezTo>
                                <a:pt x="428" y="2229"/>
                                <a:pt x="602" y="1794"/>
                                <a:pt x="627" y="1089"/>
                              </a:cubicBezTo>
                              <a:cubicBezTo>
                                <a:pt x="660" y="11"/>
                                <a:pt x="312" y="-362"/>
                                <a:pt x="130" y="405"/>
                              </a:cubicBezTo>
                              <a:cubicBezTo>
                                <a:pt x="-36" y="1110"/>
                                <a:pt x="163" y="2436"/>
                                <a:pt x="188" y="2623"/>
                              </a:cubicBezTo>
                              <a:cubicBezTo>
                                <a:pt x="237" y="3266"/>
                                <a:pt x="312" y="4116"/>
                                <a:pt x="445" y="5152"/>
                              </a:cubicBezTo>
                              <a:cubicBezTo>
                                <a:pt x="594" y="6313"/>
                                <a:pt x="826" y="7847"/>
                                <a:pt x="1190" y="9526"/>
                              </a:cubicBezTo>
                              <a:cubicBezTo>
                                <a:pt x="1190" y="9547"/>
                                <a:pt x="1199" y="9567"/>
                                <a:pt x="1199" y="9567"/>
                              </a:cubicBezTo>
                              <a:cubicBezTo>
                                <a:pt x="1207" y="9588"/>
                                <a:pt x="1215" y="9630"/>
                                <a:pt x="1215" y="9671"/>
                              </a:cubicBezTo>
                              <a:cubicBezTo>
                                <a:pt x="1116" y="9650"/>
                                <a:pt x="942" y="9609"/>
                                <a:pt x="743" y="9526"/>
                              </a:cubicBezTo>
                              <a:cubicBezTo>
                                <a:pt x="751" y="9028"/>
                                <a:pt x="660" y="8697"/>
                                <a:pt x="478" y="8593"/>
                              </a:cubicBezTo>
                              <a:cubicBezTo>
                                <a:pt x="287" y="8489"/>
                                <a:pt x="47" y="8676"/>
                                <a:pt x="5" y="8966"/>
                              </a:cubicBezTo>
                              <a:cubicBezTo>
                                <a:pt x="-3" y="9028"/>
                                <a:pt x="-19" y="9236"/>
                                <a:pt x="105" y="9360"/>
                              </a:cubicBezTo>
                              <a:cubicBezTo>
                                <a:pt x="602" y="9899"/>
                                <a:pt x="1141" y="9982"/>
                                <a:pt x="1281" y="9982"/>
                              </a:cubicBezTo>
                              <a:cubicBezTo>
                                <a:pt x="1538" y="11122"/>
                                <a:pt x="1845" y="12324"/>
                                <a:pt x="2234" y="13547"/>
                              </a:cubicBezTo>
                              <a:cubicBezTo>
                                <a:pt x="2309" y="13775"/>
                                <a:pt x="2383" y="14003"/>
                                <a:pt x="2466" y="14231"/>
                              </a:cubicBezTo>
                              <a:cubicBezTo>
                                <a:pt x="2358" y="14231"/>
                                <a:pt x="2201" y="14231"/>
                                <a:pt x="2019" y="14211"/>
                              </a:cubicBezTo>
                              <a:cubicBezTo>
                                <a:pt x="1977" y="13589"/>
                                <a:pt x="1795" y="13216"/>
                                <a:pt x="1538" y="13236"/>
                              </a:cubicBezTo>
                              <a:cubicBezTo>
                                <a:pt x="1339" y="13236"/>
                                <a:pt x="1099" y="13506"/>
                                <a:pt x="1083" y="13838"/>
                              </a:cubicBezTo>
                              <a:cubicBezTo>
                                <a:pt x="1074" y="13962"/>
                                <a:pt x="1099" y="14169"/>
                                <a:pt x="1265" y="14252"/>
                              </a:cubicBezTo>
                              <a:cubicBezTo>
                                <a:pt x="1687" y="14501"/>
                                <a:pt x="2135" y="14542"/>
                                <a:pt x="2383" y="14542"/>
                              </a:cubicBezTo>
                              <a:cubicBezTo>
                                <a:pt x="2474" y="14542"/>
                                <a:pt x="2541" y="14542"/>
                                <a:pt x="2574" y="14542"/>
                              </a:cubicBezTo>
                              <a:cubicBezTo>
                                <a:pt x="3030" y="15745"/>
                                <a:pt x="3552" y="16657"/>
                                <a:pt x="4082" y="17362"/>
                              </a:cubicBezTo>
                              <a:cubicBezTo>
                                <a:pt x="4082" y="17362"/>
                                <a:pt x="4082" y="17362"/>
                                <a:pt x="4082" y="17362"/>
                              </a:cubicBezTo>
                              <a:cubicBezTo>
                                <a:pt x="4007" y="17424"/>
                                <a:pt x="3900" y="17527"/>
                                <a:pt x="3767" y="17610"/>
                              </a:cubicBezTo>
                              <a:cubicBezTo>
                                <a:pt x="3477" y="16781"/>
                                <a:pt x="3021" y="16988"/>
                                <a:pt x="2798" y="17258"/>
                              </a:cubicBezTo>
                              <a:cubicBezTo>
                                <a:pt x="2632" y="17445"/>
                                <a:pt x="2549" y="17693"/>
                                <a:pt x="2566" y="17921"/>
                              </a:cubicBezTo>
                              <a:cubicBezTo>
                                <a:pt x="2582" y="18108"/>
                                <a:pt x="2673" y="18212"/>
                                <a:pt x="2831" y="18212"/>
                              </a:cubicBezTo>
                              <a:lnTo>
                                <a:pt x="2831" y="18212"/>
                              </a:lnTo>
                              <a:cubicBezTo>
                                <a:pt x="3195" y="18212"/>
                                <a:pt x="3510" y="18087"/>
                                <a:pt x="3750" y="17942"/>
                              </a:cubicBezTo>
                              <a:cubicBezTo>
                                <a:pt x="3767" y="17942"/>
                                <a:pt x="3775" y="17942"/>
                                <a:pt x="3792" y="17921"/>
                              </a:cubicBezTo>
                              <a:cubicBezTo>
                                <a:pt x="4024" y="17776"/>
                                <a:pt x="4181" y="17610"/>
                                <a:pt x="4239" y="17548"/>
                              </a:cubicBezTo>
                              <a:cubicBezTo>
                                <a:pt x="4794" y="18253"/>
                                <a:pt x="5349" y="18709"/>
                                <a:pt x="5855" y="19020"/>
                              </a:cubicBezTo>
                              <a:cubicBezTo>
                                <a:pt x="5838" y="19103"/>
                                <a:pt x="5789" y="19289"/>
                                <a:pt x="5681" y="19538"/>
                              </a:cubicBezTo>
                              <a:cubicBezTo>
                                <a:pt x="5258" y="19061"/>
                                <a:pt x="4297" y="20015"/>
                                <a:pt x="4049" y="20575"/>
                              </a:cubicBezTo>
                              <a:cubicBezTo>
                                <a:pt x="3982" y="20720"/>
                                <a:pt x="3958" y="20865"/>
                                <a:pt x="3982" y="21010"/>
                              </a:cubicBezTo>
                              <a:cubicBezTo>
                                <a:pt x="4007" y="21134"/>
                                <a:pt x="4074" y="21197"/>
                                <a:pt x="4190" y="21197"/>
                              </a:cubicBezTo>
                              <a:cubicBezTo>
                                <a:pt x="4256" y="21197"/>
                                <a:pt x="4339" y="21176"/>
                                <a:pt x="4438" y="21134"/>
                              </a:cubicBezTo>
                              <a:cubicBezTo>
                                <a:pt x="5673" y="20678"/>
                                <a:pt x="5963" y="19165"/>
                                <a:pt x="5971" y="19103"/>
                              </a:cubicBezTo>
                              <a:cubicBezTo>
                                <a:pt x="5971" y="19103"/>
                                <a:pt x="5971" y="19103"/>
                                <a:pt x="5971" y="19082"/>
                              </a:cubicBezTo>
                              <a:cubicBezTo>
                                <a:pt x="5971" y="19082"/>
                                <a:pt x="5971" y="19082"/>
                                <a:pt x="5971" y="19082"/>
                              </a:cubicBezTo>
                              <a:cubicBezTo>
                                <a:pt x="5979" y="19103"/>
                                <a:pt x="5996" y="19103"/>
                                <a:pt x="6004" y="19103"/>
                              </a:cubicBezTo>
                              <a:cubicBezTo>
                                <a:pt x="6004" y="19103"/>
                                <a:pt x="6012" y="19103"/>
                                <a:pt x="6012" y="19103"/>
                              </a:cubicBezTo>
                              <a:cubicBezTo>
                                <a:pt x="6907" y="19621"/>
                                <a:pt x="7603" y="19642"/>
                                <a:pt x="7727" y="19642"/>
                              </a:cubicBezTo>
                              <a:cubicBezTo>
                                <a:pt x="7736" y="19642"/>
                                <a:pt x="7744" y="19642"/>
                                <a:pt x="7744" y="19642"/>
                              </a:cubicBezTo>
                              <a:cubicBezTo>
                                <a:pt x="7777" y="19642"/>
                                <a:pt x="7802" y="19580"/>
                                <a:pt x="7802" y="19497"/>
                              </a:cubicBezTo>
                              <a:cubicBezTo>
                                <a:pt x="7802" y="19435"/>
                                <a:pt x="7769" y="19372"/>
                                <a:pt x="7736" y="19372"/>
                              </a:cubicBezTo>
                              <a:close/>
                              <a:moveTo>
                                <a:pt x="21514" y="8987"/>
                              </a:moveTo>
                              <a:cubicBezTo>
                                <a:pt x="21473" y="8697"/>
                                <a:pt x="21233" y="8510"/>
                                <a:pt x="21042" y="8614"/>
                              </a:cubicBezTo>
                              <a:cubicBezTo>
                                <a:pt x="20860" y="8717"/>
                                <a:pt x="20769" y="9049"/>
                                <a:pt x="20777" y="9547"/>
                              </a:cubicBezTo>
                              <a:cubicBezTo>
                                <a:pt x="20578" y="9650"/>
                                <a:pt x="20412" y="9692"/>
                                <a:pt x="20305" y="9692"/>
                              </a:cubicBezTo>
                              <a:cubicBezTo>
                                <a:pt x="20313" y="9650"/>
                                <a:pt x="20321" y="9630"/>
                                <a:pt x="20321" y="9588"/>
                              </a:cubicBezTo>
                              <a:cubicBezTo>
                                <a:pt x="20329" y="9567"/>
                                <a:pt x="20329" y="9567"/>
                                <a:pt x="20329" y="9547"/>
                              </a:cubicBezTo>
                              <a:cubicBezTo>
                                <a:pt x="20694" y="7847"/>
                                <a:pt x="20926" y="6334"/>
                                <a:pt x="21075" y="5173"/>
                              </a:cubicBezTo>
                              <a:cubicBezTo>
                                <a:pt x="21208" y="4136"/>
                                <a:pt x="21282" y="3266"/>
                                <a:pt x="21332" y="2644"/>
                              </a:cubicBezTo>
                              <a:cubicBezTo>
                                <a:pt x="21365" y="2457"/>
                                <a:pt x="21564" y="1131"/>
                                <a:pt x="21390" y="426"/>
                              </a:cubicBezTo>
                              <a:cubicBezTo>
                                <a:pt x="21208" y="-341"/>
                                <a:pt x="20860" y="32"/>
                                <a:pt x="20893" y="1110"/>
                              </a:cubicBezTo>
                              <a:cubicBezTo>
                                <a:pt x="20918" y="1815"/>
                                <a:pt x="21092" y="2271"/>
                                <a:pt x="21216" y="2478"/>
                              </a:cubicBezTo>
                              <a:cubicBezTo>
                                <a:pt x="21125" y="3784"/>
                                <a:pt x="20885" y="6168"/>
                                <a:pt x="20321" y="8966"/>
                              </a:cubicBezTo>
                              <a:cubicBezTo>
                                <a:pt x="20288" y="8178"/>
                                <a:pt x="20197" y="6748"/>
                                <a:pt x="19965" y="5898"/>
                              </a:cubicBezTo>
                              <a:cubicBezTo>
                                <a:pt x="19940" y="5815"/>
                                <a:pt x="19907" y="5795"/>
                                <a:pt x="19865" y="5815"/>
                              </a:cubicBezTo>
                              <a:cubicBezTo>
                                <a:pt x="19791" y="5878"/>
                                <a:pt x="19725" y="6230"/>
                                <a:pt x="19725" y="6541"/>
                              </a:cubicBezTo>
                              <a:cubicBezTo>
                                <a:pt x="19733" y="6790"/>
                                <a:pt x="19783" y="7246"/>
                                <a:pt x="20081" y="7412"/>
                              </a:cubicBezTo>
                              <a:cubicBezTo>
                                <a:pt x="20081" y="7412"/>
                                <a:pt x="20081" y="7412"/>
                                <a:pt x="20081" y="7412"/>
                              </a:cubicBezTo>
                              <a:cubicBezTo>
                                <a:pt x="20172" y="8324"/>
                                <a:pt x="20205" y="9256"/>
                                <a:pt x="20205" y="9464"/>
                              </a:cubicBezTo>
                              <a:cubicBezTo>
                                <a:pt x="19940" y="10707"/>
                                <a:pt x="19600" y="12034"/>
                                <a:pt x="19186" y="13361"/>
                              </a:cubicBezTo>
                              <a:cubicBezTo>
                                <a:pt x="19219" y="12739"/>
                                <a:pt x="19277" y="11640"/>
                                <a:pt x="19310" y="10770"/>
                              </a:cubicBezTo>
                              <a:cubicBezTo>
                                <a:pt x="19335" y="10169"/>
                                <a:pt x="19261" y="9899"/>
                                <a:pt x="19194" y="9775"/>
                              </a:cubicBezTo>
                              <a:cubicBezTo>
                                <a:pt x="19128" y="9650"/>
                                <a:pt x="19037" y="9650"/>
                                <a:pt x="18962" y="9754"/>
                              </a:cubicBezTo>
                              <a:cubicBezTo>
                                <a:pt x="18871" y="9878"/>
                                <a:pt x="18813" y="10106"/>
                                <a:pt x="18813" y="10376"/>
                              </a:cubicBezTo>
                              <a:cubicBezTo>
                                <a:pt x="18813" y="10915"/>
                                <a:pt x="19029" y="11122"/>
                                <a:pt x="19170" y="11184"/>
                              </a:cubicBezTo>
                              <a:cubicBezTo>
                                <a:pt x="19112" y="12387"/>
                                <a:pt x="19037" y="13775"/>
                                <a:pt x="19037" y="13796"/>
                              </a:cubicBezTo>
                              <a:cubicBezTo>
                                <a:pt x="19037" y="13796"/>
                                <a:pt x="19037" y="13796"/>
                                <a:pt x="19037" y="13796"/>
                              </a:cubicBezTo>
                              <a:cubicBezTo>
                                <a:pt x="18581" y="15123"/>
                                <a:pt x="18059" y="16139"/>
                                <a:pt x="17512" y="16906"/>
                              </a:cubicBezTo>
                              <a:cubicBezTo>
                                <a:pt x="17587" y="16470"/>
                                <a:pt x="17703" y="15703"/>
                                <a:pt x="17794" y="14791"/>
                              </a:cubicBezTo>
                              <a:cubicBezTo>
                                <a:pt x="17894" y="13796"/>
                                <a:pt x="17753" y="13154"/>
                                <a:pt x="17579" y="12967"/>
                              </a:cubicBezTo>
                              <a:cubicBezTo>
                                <a:pt x="17479" y="12863"/>
                                <a:pt x="17380" y="12926"/>
                                <a:pt x="17330" y="13133"/>
                              </a:cubicBezTo>
                              <a:cubicBezTo>
                                <a:pt x="17280" y="13319"/>
                                <a:pt x="17272" y="13610"/>
                                <a:pt x="17305" y="13962"/>
                              </a:cubicBezTo>
                              <a:cubicBezTo>
                                <a:pt x="17347" y="14397"/>
                                <a:pt x="17454" y="14957"/>
                                <a:pt x="17620" y="15247"/>
                              </a:cubicBezTo>
                              <a:cubicBezTo>
                                <a:pt x="17504" y="16221"/>
                                <a:pt x="17380" y="16968"/>
                                <a:pt x="17338" y="17154"/>
                              </a:cubicBezTo>
                              <a:cubicBezTo>
                                <a:pt x="16783" y="17880"/>
                                <a:pt x="16220" y="18377"/>
                                <a:pt x="15715" y="18709"/>
                              </a:cubicBezTo>
                              <a:cubicBezTo>
                                <a:pt x="15897" y="18191"/>
                                <a:pt x="16154" y="17196"/>
                                <a:pt x="16112" y="15952"/>
                              </a:cubicBezTo>
                              <a:cubicBezTo>
                                <a:pt x="16096" y="15579"/>
                                <a:pt x="16021" y="15475"/>
                                <a:pt x="15980" y="15434"/>
                              </a:cubicBezTo>
                              <a:cubicBezTo>
                                <a:pt x="15889" y="15372"/>
                                <a:pt x="15773" y="15537"/>
                                <a:pt x="15690" y="15869"/>
                              </a:cubicBezTo>
                              <a:cubicBezTo>
                                <a:pt x="15549" y="16387"/>
                                <a:pt x="15483" y="17279"/>
                                <a:pt x="15739" y="18149"/>
                              </a:cubicBezTo>
                              <a:cubicBezTo>
                                <a:pt x="15632" y="18522"/>
                                <a:pt x="15532" y="18771"/>
                                <a:pt x="15499" y="18854"/>
                              </a:cubicBezTo>
                              <a:cubicBezTo>
                                <a:pt x="14530" y="19414"/>
                                <a:pt x="13801" y="19393"/>
                                <a:pt x="13784" y="19393"/>
                              </a:cubicBezTo>
                              <a:cubicBezTo>
                                <a:pt x="13751" y="19393"/>
                                <a:pt x="13726" y="19455"/>
                                <a:pt x="13726" y="19538"/>
                              </a:cubicBezTo>
                              <a:cubicBezTo>
                                <a:pt x="13726" y="19621"/>
                                <a:pt x="13751" y="19683"/>
                                <a:pt x="13784" y="19683"/>
                              </a:cubicBezTo>
                              <a:cubicBezTo>
                                <a:pt x="13784" y="19683"/>
                                <a:pt x="13792" y="19683"/>
                                <a:pt x="13801" y="19683"/>
                              </a:cubicBezTo>
                              <a:cubicBezTo>
                                <a:pt x="13925" y="19683"/>
                                <a:pt x="14613" y="19663"/>
                                <a:pt x="15516" y="19144"/>
                              </a:cubicBezTo>
                              <a:cubicBezTo>
                                <a:pt x="15516" y="19144"/>
                                <a:pt x="15524" y="19144"/>
                                <a:pt x="15524" y="19144"/>
                              </a:cubicBezTo>
                              <a:cubicBezTo>
                                <a:pt x="15532" y="19144"/>
                                <a:pt x="15549" y="19144"/>
                                <a:pt x="15557" y="19124"/>
                              </a:cubicBezTo>
                              <a:cubicBezTo>
                                <a:pt x="15557" y="19124"/>
                                <a:pt x="15557" y="19124"/>
                                <a:pt x="15557" y="19124"/>
                              </a:cubicBezTo>
                              <a:cubicBezTo>
                                <a:pt x="15557" y="19124"/>
                                <a:pt x="15557" y="19124"/>
                                <a:pt x="15557" y="19144"/>
                              </a:cubicBezTo>
                              <a:cubicBezTo>
                                <a:pt x="15565" y="19207"/>
                                <a:pt x="15855" y="20720"/>
                                <a:pt x="17090" y="21176"/>
                              </a:cubicBezTo>
                              <a:cubicBezTo>
                                <a:pt x="17189" y="21217"/>
                                <a:pt x="17272" y="21238"/>
                                <a:pt x="17338" y="21238"/>
                              </a:cubicBezTo>
                              <a:cubicBezTo>
                                <a:pt x="17454" y="21238"/>
                                <a:pt x="17521" y="21176"/>
                                <a:pt x="17546" y="21051"/>
                              </a:cubicBezTo>
                              <a:cubicBezTo>
                                <a:pt x="17570" y="20927"/>
                                <a:pt x="17546" y="20782"/>
                                <a:pt x="17479" y="20616"/>
                              </a:cubicBezTo>
                              <a:cubicBezTo>
                                <a:pt x="17231" y="20036"/>
                                <a:pt x="16261" y="19103"/>
                                <a:pt x="15847" y="19580"/>
                              </a:cubicBezTo>
                              <a:cubicBezTo>
                                <a:pt x="15739" y="19331"/>
                                <a:pt x="15690" y="19144"/>
                                <a:pt x="15673" y="19061"/>
                              </a:cubicBezTo>
                              <a:cubicBezTo>
                                <a:pt x="16178" y="18750"/>
                                <a:pt x="16734" y="18274"/>
                                <a:pt x="17289" y="17590"/>
                              </a:cubicBezTo>
                              <a:cubicBezTo>
                                <a:pt x="17347" y="17652"/>
                                <a:pt x="17496" y="17818"/>
                                <a:pt x="17736" y="17963"/>
                              </a:cubicBezTo>
                              <a:cubicBezTo>
                                <a:pt x="17744" y="17983"/>
                                <a:pt x="17761" y="17983"/>
                                <a:pt x="17778" y="17983"/>
                              </a:cubicBezTo>
                              <a:cubicBezTo>
                                <a:pt x="18018" y="18129"/>
                                <a:pt x="18324" y="18253"/>
                                <a:pt x="18697" y="18253"/>
                              </a:cubicBezTo>
                              <a:lnTo>
                                <a:pt x="18697" y="18253"/>
                              </a:lnTo>
                              <a:cubicBezTo>
                                <a:pt x="18855" y="18253"/>
                                <a:pt x="18938" y="18149"/>
                                <a:pt x="18962" y="17963"/>
                              </a:cubicBezTo>
                              <a:cubicBezTo>
                                <a:pt x="18979" y="17735"/>
                                <a:pt x="18896" y="17486"/>
                                <a:pt x="18730" y="17299"/>
                              </a:cubicBezTo>
                              <a:cubicBezTo>
                                <a:pt x="18507" y="17030"/>
                                <a:pt x="18051" y="16823"/>
                                <a:pt x="17761" y="17652"/>
                              </a:cubicBezTo>
                              <a:cubicBezTo>
                                <a:pt x="17628" y="17569"/>
                                <a:pt x="17521" y="17465"/>
                                <a:pt x="17446" y="17403"/>
                              </a:cubicBezTo>
                              <a:cubicBezTo>
                                <a:pt x="17446" y="17403"/>
                                <a:pt x="17446" y="17403"/>
                                <a:pt x="17446" y="17403"/>
                              </a:cubicBezTo>
                              <a:cubicBezTo>
                                <a:pt x="17976" y="16698"/>
                                <a:pt x="18490" y="15786"/>
                                <a:pt x="18954" y="14584"/>
                              </a:cubicBezTo>
                              <a:cubicBezTo>
                                <a:pt x="18987" y="14584"/>
                                <a:pt x="19054" y="14584"/>
                                <a:pt x="19145" y="14584"/>
                              </a:cubicBezTo>
                              <a:cubicBezTo>
                                <a:pt x="19401" y="14584"/>
                                <a:pt x="19841" y="14542"/>
                                <a:pt x="20263" y="14294"/>
                              </a:cubicBezTo>
                              <a:cubicBezTo>
                                <a:pt x="20429" y="14190"/>
                                <a:pt x="20445" y="13983"/>
                                <a:pt x="20445" y="13879"/>
                              </a:cubicBezTo>
                              <a:cubicBezTo>
                                <a:pt x="20429" y="13547"/>
                                <a:pt x="20197" y="13278"/>
                                <a:pt x="19990" y="13278"/>
                              </a:cubicBezTo>
                              <a:cubicBezTo>
                                <a:pt x="19733" y="13257"/>
                                <a:pt x="19551" y="13630"/>
                                <a:pt x="19509" y="14252"/>
                              </a:cubicBezTo>
                              <a:cubicBezTo>
                                <a:pt x="19319" y="14273"/>
                                <a:pt x="19161" y="14273"/>
                                <a:pt x="19062" y="14273"/>
                              </a:cubicBezTo>
                              <a:cubicBezTo>
                                <a:pt x="19145" y="14045"/>
                                <a:pt x="19219" y="13817"/>
                                <a:pt x="19294" y="13589"/>
                              </a:cubicBezTo>
                              <a:cubicBezTo>
                                <a:pt x="19675" y="12366"/>
                                <a:pt x="19990" y="11164"/>
                                <a:pt x="20247" y="10023"/>
                              </a:cubicBezTo>
                              <a:cubicBezTo>
                                <a:pt x="20387" y="10023"/>
                                <a:pt x="20926" y="9940"/>
                                <a:pt x="21423" y="9402"/>
                              </a:cubicBezTo>
                              <a:cubicBezTo>
                                <a:pt x="21539" y="9256"/>
                                <a:pt x="21523" y="9049"/>
                                <a:pt x="21514" y="89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4" name="Shape"/>
                      <wps:cNvSpPr/>
                      <wps:spPr>
                        <a:xfrm>
                          <a:off x="6210300" y="4876799"/>
                          <a:ext cx="674192" cy="77490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234" h="21155" extrusionOk="0">
                              <a:moveTo>
                                <a:pt x="19394" y="14510"/>
                              </a:moveTo>
                              <a:cubicBezTo>
                                <a:pt x="19354" y="14024"/>
                                <a:pt x="19394" y="13227"/>
                                <a:pt x="18994" y="12811"/>
                              </a:cubicBezTo>
                              <a:cubicBezTo>
                                <a:pt x="18994" y="12776"/>
                                <a:pt x="18954" y="12776"/>
                                <a:pt x="18914" y="12742"/>
                              </a:cubicBezTo>
                              <a:cubicBezTo>
                                <a:pt x="18874" y="12742"/>
                                <a:pt x="18874" y="12742"/>
                                <a:pt x="18834" y="12742"/>
                              </a:cubicBezTo>
                              <a:cubicBezTo>
                                <a:pt x="17874" y="12603"/>
                                <a:pt x="16954" y="12811"/>
                                <a:pt x="16114" y="13123"/>
                              </a:cubicBezTo>
                              <a:cubicBezTo>
                                <a:pt x="15674" y="13262"/>
                                <a:pt x="15154" y="13400"/>
                                <a:pt x="15074" y="13851"/>
                              </a:cubicBezTo>
                              <a:cubicBezTo>
                                <a:pt x="14914" y="14545"/>
                                <a:pt x="15234" y="15481"/>
                                <a:pt x="15434" y="16139"/>
                              </a:cubicBezTo>
                              <a:cubicBezTo>
                                <a:pt x="15474" y="16243"/>
                                <a:pt x="15474" y="16313"/>
                                <a:pt x="15514" y="16417"/>
                              </a:cubicBezTo>
                              <a:cubicBezTo>
                                <a:pt x="15514" y="16451"/>
                                <a:pt x="15514" y="16451"/>
                                <a:pt x="15554" y="16486"/>
                              </a:cubicBezTo>
                              <a:cubicBezTo>
                                <a:pt x="15714" y="16937"/>
                                <a:pt x="16034" y="17422"/>
                                <a:pt x="16594" y="17561"/>
                              </a:cubicBezTo>
                              <a:cubicBezTo>
                                <a:pt x="17354" y="17734"/>
                                <a:pt x="18314" y="17526"/>
                                <a:pt x="19034" y="17318"/>
                              </a:cubicBezTo>
                              <a:cubicBezTo>
                                <a:pt x="19514" y="17180"/>
                                <a:pt x="19554" y="17075"/>
                                <a:pt x="19554" y="16659"/>
                              </a:cubicBezTo>
                              <a:cubicBezTo>
                                <a:pt x="19514" y="15931"/>
                                <a:pt x="19434" y="15238"/>
                                <a:pt x="19394" y="14510"/>
                              </a:cubicBezTo>
                              <a:close/>
                              <a:moveTo>
                                <a:pt x="15394" y="14614"/>
                              </a:moveTo>
                              <a:cubicBezTo>
                                <a:pt x="15514" y="14579"/>
                                <a:pt x="15594" y="14579"/>
                                <a:pt x="15714" y="14579"/>
                              </a:cubicBezTo>
                              <a:cubicBezTo>
                                <a:pt x="15834" y="14579"/>
                                <a:pt x="15834" y="14406"/>
                                <a:pt x="15714" y="14406"/>
                              </a:cubicBezTo>
                              <a:cubicBezTo>
                                <a:pt x="15594" y="14406"/>
                                <a:pt x="15474" y="14440"/>
                                <a:pt x="15394" y="14440"/>
                              </a:cubicBezTo>
                              <a:cubicBezTo>
                                <a:pt x="15394" y="14371"/>
                                <a:pt x="15394" y="14336"/>
                                <a:pt x="15394" y="14267"/>
                              </a:cubicBezTo>
                              <a:cubicBezTo>
                                <a:pt x="15514" y="14198"/>
                                <a:pt x="15634" y="14163"/>
                                <a:pt x="15754" y="14128"/>
                              </a:cubicBezTo>
                              <a:cubicBezTo>
                                <a:pt x="15874" y="14094"/>
                                <a:pt x="15834" y="13920"/>
                                <a:pt x="15714" y="13955"/>
                              </a:cubicBezTo>
                              <a:cubicBezTo>
                                <a:pt x="15594" y="13990"/>
                                <a:pt x="15514" y="14024"/>
                                <a:pt x="15434" y="14059"/>
                              </a:cubicBezTo>
                              <a:cubicBezTo>
                                <a:pt x="15554" y="13088"/>
                                <a:pt x="18034" y="12846"/>
                                <a:pt x="18874" y="12984"/>
                              </a:cubicBezTo>
                              <a:cubicBezTo>
                                <a:pt x="19114" y="13227"/>
                                <a:pt x="19194" y="13678"/>
                                <a:pt x="19234" y="14198"/>
                              </a:cubicBezTo>
                              <a:cubicBezTo>
                                <a:pt x="19234" y="14198"/>
                                <a:pt x="19234" y="14198"/>
                                <a:pt x="19234" y="14198"/>
                              </a:cubicBezTo>
                              <a:cubicBezTo>
                                <a:pt x="18074" y="14753"/>
                                <a:pt x="16674" y="14475"/>
                                <a:pt x="15474" y="14857"/>
                              </a:cubicBezTo>
                              <a:cubicBezTo>
                                <a:pt x="15394" y="14753"/>
                                <a:pt x="15394" y="14683"/>
                                <a:pt x="15394" y="14614"/>
                              </a:cubicBezTo>
                              <a:close/>
                              <a:moveTo>
                                <a:pt x="17474" y="17388"/>
                              </a:moveTo>
                              <a:cubicBezTo>
                                <a:pt x="17234" y="17422"/>
                                <a:pt x="16994" y="17388"/>
                                <a:pt x="16834" y="17353"/>
                              </a:cubicBezTo>
                              <a:cubicBezTo>
                                <a:pt x="16874" y="17353"/>
                                <a:pt x="16914" y="17318"/>
                                <a:pt x="16954" y="17318"/>
                              </a:cubicBezTo>
                              <a:cubicBezTo>
                                <a:pt x="17074" y="17284"/>
                                <a:pt x="17034" y="17110"/>
                                <a:pt x="16914" y="17145"/>
                              </a:cubicBezTo>
                              <a:cubicBezTo>
                                <a:pt x="16834" y="17179"/>
                                <a:pt x="16754" y="17179"/>
                                <a:pt x="16674" y="17214"/>
                              </a:cubicBezTo>
                              <a:cubicBezTo>
                                <a:pt x="16634" y="17214"/>
                                <a:pt x="16634" y="17249"/>
                                <a:pt x="16594" y="17284"/>
                              </a:cubicBezTo>
                              <a:cubicBezTo>
                                <a:pt x="16514" y="17249"/>
                                <a:pt x="16474" y="17214"/>
                                <a:pt x="16394" y="17180"/>
                              </a:cubicBezTo>
                              <a:cubicBezTo>
                                <a:pt x="16514" y="17145"/>
                                <a:pt x="16674" y="17110"/>
                                <a:pt x="16794" y="17075"/>
                              </a:cubicBezTo>
                              <a:cubicBezTo>
                                <a:pt x="16914" y="17041"/>
                                <a:pt x="16834" y="16867"/>
                                <a:pt x="16714" y="16902"/>
                              </a:cubicBezTo>
                              <a:cubicBezTo>
                                <a:pt x="16594" y="16937"/>
                                <a:pt x="16434" y="16971"/>
                                <a:pt x="16314" y="17006"/>
                              </a:cubicBezTo>
                              <a:cubicBezTo>
                                <a:pt x="16274" y="17006"/>
                                <a:pt x="16274" y="17041"/>
                                <a:pt x="16274" y="17041"/>
                              </a:cubicBezTo>
                              <a:cubicBezTo>
                                <a:pt x="16234" y="17006"/>
                                <a:pt x="16194" y="16971"/>
                                <a:pt x="16154" y="16937"/>
                              </a:cubicBezTo>
                              <a:cubicBezTo>
                                <a:pt x="16274" y="16902"/>
                                <a:pt x="16394" y="16902"/>
                                <a:pt x="16514" y="16867"/>
                              </a:cubicBezTo>
                              <a:cubicBezTo>
                                <a:pt x="16634" y="16833"/>
                                <a:pt x="16594" y="16659"/>
                                <a:pt x="16474" y="16694"/>
                              </a:cubicBezTo>
                              <a:cubicBezTo>
                                <a:pt x="16314" y="16694"/>
                                <a:pt x="16194" y="16729"/>
                                <a:pt x="16034" y="16763"/>
                              </a:cubicBezTo>
                              <a:cubicBezTo>
                                <a:pt x="15994" y="16694"/>
                                <a:pt x="15954" y="16590"/>
                                <a:pt x="15914" y="16521"/>
                              </a:cubicBezTo>
                              <a:cubicBezTo>
                                <a:pt x="16034" y="16486"/>
                                <a:pt x="16154" y="16486"/>
                                <a:pt x="16234" y="16451"/>
                              </a:cubicBezTo>
                              <a:cubicBezTo>
                                <a:pt x="16354" y="16417"/>
                                <a:pt x="16314" y="16243"/>
                                <a:pt x="16194" y="16278"/>
                              </a:cubicBezTo>
                              <a:cubicBezTo>
                                <a:pt x="16074" y="16313"/>
                                <a:pt x="15954" y="16313"/>
                                <a:pt x="15834" y="16347"/>
                              </a:cubicBezTo>
                              <a:cubicBezTo>
                                <a:pt x="15794" y="16278"/>
                                <a:pt x="15794" y="16243"/>
                                <a:pt x="15754" y="16174"/>
                              </a:cubicBezTo>
                              <a:cubicBezTo>
                                <a:pt x="15874" y="16174"/>
                                <a:pt x="16034" y="16174"/>
                                <a:pt x="16154" y="16139"/>
                              </a:cubicBezTo>
                              <a:cubicBezTo>
                                <a:pt x="16274" y="16105"/>
                                <a:pt x="16234" y="15931"/>
                                <a:pt x="16114" y="15966"/>
                              </a:cubicBezTo>
                              <a:cubicBezTo>
                                <a:pt x="15994" y="16001"/>
                                <a:pt x="15834" y="16001"/>
                                <a:pt x="15714" y="16001"/>
                              </a:cubicBezTo>
                              <a:cubicBezTo>
                                <a:pt x="15674" y="15931"/>
                                <a:pt x="15674" y="15827"/>
                                <a:pt x="15634" y="15758"/>
                              </a:cubicBezTo>
                              <a:cubicBezTo>
                                <a:pt x="15714" y="15723"/>
                                <a:pt x="15834" y="15723"/>
                                <a:pt x="15914" y="15689"/>
                              </a:cubicBezTo>
                              <a:cubicBezTo>
                                <a:pt x="16034" y="15689"/>
                                <a:pt x="16034" y="15515"/>
                                <a:pt x="15914" y="15515"/>
                              </a:cubicBezTo>
                              <a:cubicBezTo>
                                <a:pt x="15794" y="15515"/>
                                <a:pt x="15674" y="15515"/>
                                <a:pt x="15554" y="15585"/>
                              </a:cubicBezTo>
                              <a:cubicBezTo>
                                <a:pt x="15514" y="15481"/>
                                <a:pt x="15514" y="15411"/>
                                <a:pt x="15514" y="15307"/>
                              </a:cubicBezTo>
                              <a:cubicBezTo>
                                <a:pt x="15634" y="15273"/>
                                <a:pt x="15754" y="15238"/>
                                <a:pt x="15874" y="15238"/>
                              </a:cubicBezTo>
                              <a:cubicBezTo>
                                <a:pt x="15994" y="15203"/>
                                <a:pt x="15954" y="15030"/>
                                <a:pt x="15834" y="15065"/>
                              </a:cubicBezTo>
                              <a:cubicBezTo>
                                <a:pt x="15714" y="15065"/>
                                <a:pt x="15594" y="15099"/>
                                <a:pt x="15514" y="15134"/>
                              </a:cubicBezTo>
                              <a:cubicBezTo>
                                <a:pt x="15514" y="15134"/>
                                <a:pt x="15514" y="15099"/>
                                <a:pt x="15514" y="15099"/>
                              </a:cubicBezTo>
                              <a:cubicBezTo>
                                <a:pt x="16714" y="14718"/>
                                <a:pt x="18074" y="14961"/>
                                <a:pt x="19234" y="14475"/>
                              </a:cubicBezTo>
                              <a:cubicBezTo>
                                <a:pt x="19274" y="14926"/>
                                <a:pt x="19234" y="15342"/>
                                <a:pt x="19274" y="15654"/>
                              </a:cubicBezTo>
                              <a:cubicBezTo>
                                <a:pt x="19314" y="16105"/>
                                <a:pt x="19354" y="16521"/>
                                <a:pt x="19354" y="16971"/>
                              </a:cubicBezTo>
                              <a:cubicBezTo>
                                <a:pt x="19274" y="17249"/>
                                <a:pt x="17714" y="17353"/>
                                <a:pt x="17474" y="17388"/>
                              </a:cubicBezTo>
                              <a:close/>
                              <a:moveTo>
                                <a:pt x="4674" y="15030"/>
                              </a:moveTo>
                              <a:cubicBezTo>
                                <a:pt x="4434" y="15065"/>
                                <a:pt x="4234" y="15099"/>
                                <a:pt x="4034" y="15169"/>
                              </a:cubicBezTo>
                              <a:cubicBezTo>
                                <a:pt x="3914" y="15203"/>
                                <a:pt x="3994" y="15377"/>
                                <a:pt x="4114" y="15342"/>
                              </a:cubicBezTo>
                              <a:cubicBezTo>
                                <a:pt x="4314" y="15307"/>
                                <a:pt x="4514" y="15238"/>
                                <a:pt x="4714" y="15203"/>
                              </a:cubicBezTo>
                              <a:cubicBezTo>
                                <a:pt x="4834" y="15203"/>
                                <a:pt x="4794" y="15030"/>
                                <a:pt x="4674" y="15030"/>
                              </a:cubicBezTo>
                              <a:close/>
                              <a:moveTo>
                                <a:pt x="17874" y="4525"/>
                              </a:moveTo>
                              <a:cubicBezTo>
                                <a:pt x="17434" y="3831"/>
                                <a:pt x="16954" y="3207"/>
                                <a:pt x="16354" y="2722"/>
                              </a:cubicBezTo>
                              <a:cubicBezTo>
                                <a:pt x="16354" y="2687"/>
                                <a:pt x="16314" y="2652"/>
                                <a:pt x="16314" y="2618"/>
                              </a:cubicBezTo>
                              <a:cubicBezTo>
                                <a:pt x="16274" y="2548"/>
                                <a:pt x="16234" y="2548"/>
                                <a:pt x="16154" y="2583"/>
                              </a:cubicBezTo>
                              <a:cubicBezTo>
                                <a:pt x="15554" y="2132"/>
                                <a:pt x="14834" y="1786"/>
                                <a:pt x="13954" y="1612"/>
                              </a:cubicBezTo>
                              <a:cubicBezTo>
                                <a:pt x="13034" y="1439"/>
                                <a:pt x="12034" y="1404"/>
                                <a:pt x="11074" y="1439"/>
                              </a:cubicBezTo>
                              <a:cubicBezTo>
                                <a:pt x="10114" y="364"/>
                                <a:pt x="8834" y="-364"/>
                                <a:pt x="7274" y="191"/>
                              </a:cubicBezTo>
                              <a:cubicBezTo>
                                <a:pt x="7114" y="260"/>
                                <a:pt x="6994" y="295"/>
                                <a:pt x="6874" y="399"/>
                              </a:cubicBezTo>
                              <a:cubicBezTo>
                                <a:pt x="6714" y="468"/>
                                <a:pt x="6514" y="537"/>
                                <a:pt x="6354" y="676"/>
                              </a:cubicBezTo>
                              <a:cubicBezTo>
                                <a:pt x="5034" y="1543"/>
                                <a:pt x="4394" y="2791"/>
                                <a:pt x="4874" y="4178"/>
                              </a:cubicBezTo>
                              <a:cubicBezTo>
                                <a:pt x="4594" y="4421"/>
                                <a:pt x="4314" y="4698"/>
                                <a:pt x="4074" y="4975"/>
                              </a:cubicBezTo>
                              <a:cubicBezTo>
                                <a:pt x="2434" y="5079"/>
                                <a:pt x="1234" y="6362"/>
                                <a:pt x="554" y="7576"/>
                              </a:cubicBezTo>
                              <a:cubicBezTo>
                                <a:pt x="-366" y="9205"/>
                                <a:pt x="74" y="11355"/>
                                <a:pt x="354" y="13054"/>
                              </a:cubicBezTo>
                              <a:cubicBezTo>
                                <a:pt x="634" y="14891"/>
                                <a:pt x="1514" y="19260"/>
                                <a:pt x="4674" y="18670"/>
                              </a:cubicBezTo>
                              <a:cubicBezTo>
                                <a:pt x="4754" y="18982"/>
                                <a:pt x="4874" y="19260"/>
                                <a:pt x="4954" y="19572"/>
                              </a:cubicBezTo>
                              <a:cubicBezTo>
                                <a:pt x="5194" y="20265"/>
                                <a:pt x="5354" y="20993"/>
                                <a:pt x="6274" y="21132"/>
                              </a:cubicBezTo>
                              <a:cubicBezTo>
                                <a:pt x="7114" y="21236"/>
                                <a:pt x="8034" y="20959"/>
                                <a:pt x="8834" y="20820"/>
                              </a:cubicBezTo>
                              <a:cubicBezTo>
                                <a:pt x="9594" y="20716"/>
                                <a:pt x="10354" y="20716"/>
                                <a:pt x="11114" y="20612"/>
                              </a:cubicBezTo>
                              <a:cubicBezTo>
                                <a:pt x="13034" y="20369"/>
                                <a:pt x="14954" y="20023"/>
                                <a:pt x="16834" y="19537"/>
                              </a:cubicBezTo>
                              <a:cubicBezTo>
                                <a:pt x="18274" y="19156"/>
                                <a:pt x="19834" y="18670"/>
                                <a:pt x="20954" y="17769"/>
                              </a:cubicBezTo>
                              <a:cubicBezTo>
                                <a:pt x="20994" y="17734"/>
                                <a:pt x="20994" y="17700"/>
                                <a:pt x="20994" y="17665"/>
                              </a:cubicBezTo>
                              <a:cubicBezTo>
                                <a:pt x="21154" y="17492"/>
                                <a:pt x="21234" y="17249"/>
                                <a:pt x="21234" y="16867"/>
                              </a:cubicBezTo>
                              <a:cubicBezTo>
                                <a:pt x="21194" y="12672"/>
                                <a:pt x="20234" y="8304"/>
                                <a:pt x="17874" y="4525"/>
                              </a:cubicBezTo>
                              <a:close/>
                              <a:moveTo>
                                <a:pt x="15314" y="2306"/>
                              </a:moveTo>
                              <a:cubicBezTo>
                                <a:pt x="15594" y="2410"/>
                                <a:pt x="15834" y="2583"/>
                                <a:pt x="16074" y="2756"/>
                              </a:cubicBezTo>
                              <a:cubicBezTo>
                                <a:pt x="16074" y="2756"/>
                                <a:pt x="16074" y="2756"/>
                                <a:pt x="16074" y="2756"/>
                              </a:cubicBezTo>
                              <a:cubicBezTo>
                                <a:pt x="16434" y="3519"/>
                                <a:pt x="16634" y="4351"/>
                                <a:pt x="16794" y="5183"/>
                              </a:cubicBezTo>
                              <a:cubicBezTo>
                                <a:pt x="16914" y="5634"/>
                                <a:pt x="17354" y="7021"/>
                                <a:pt x="17114" y="7818"/>
                              </a:cubicBezTo>
                              <a:cubicBezTo>
                                <a:pt x="17074" y="7402"/>
                                <a:pt x="17034" y="6986"/>
                                <a:pt x="16954" y="6605"/>
                              </a:cubicBezTo>
                              <a:cubicBezTo>
                                <a:pt x="16954" y="6570"/>
                                <a:pt x="16914" y="6536"/>
                                <a:pt x="16874" y="6536"/>
                              </a:cubicBezTo>
                              <a:cubicBezTo>
                                <a:pt x="16514" y="6362"/>
                                <a:pt x="15994" y="6327"/>
                                <a:pt x="15714" y="6640"/>
                              </a:cubicBezTo>
                              <a:cubicBezTo>
                                <a:pt x="15434" y="6986"/>
                                <a:pt x="15554" y="7541"/>
                                <a:pt x="15554" y="7992"/>
                              </a:cubicBezTo>
                              <a:cubicBezTo>
                                <a:pt x="15554" y="8200"/>
                                <a:pt x="15594" y="8408"/>
                                <a:pt x="15594" y="8616"/>
                              </a:cubicBezTo>
                              <a:cubicBezTo>
                                <a:pt x="14554" y="8858"/>
                                <a:pt x="13514" y="8997"/>
                                <a:pt x="12474" y="9205"/>
                              </a:cubicBezTo>
                              <a:cubicBezTo>
                                <a:pt x="11834" y="9309"/>
                                <a:pt x="10994" y="9517"/>
                                <a:pt x="10154" y="9587"/>
                              </a:cubicBezTo>
                              <a:cubicBezTo>
                                <a:pt x="10114" y="9101"/>
                                <a:pt x="10034" y="8616"/>
                                <a:pt x="9954" y="8165"/>
                              </a:cubicBezTo>
                              <a:cubicBezTo>
                                <a:pt x="9954" y="8165"/>
                                <a:pt x="9954" y="8165"/>
                                <a:pt x="9954" y="8165"/>
                              </a:cubicBezTo>
                              <a:cubicBezTo>
                                <a:pt x="9954" y="8165"/>
                                <a:pt x="9954" y="8165"/>
                                <a:pt x="9954" y="8165"/>
                              </a:cubicBezTo>
                              <a:cubicBezTo>
                                <a:pt x="9954" y="8130"/>
                                <a:pt x="9914" y="8096"/>
                                <a:pt x="9874" y="8096"/>
                              </a:cubicBezTo>
                              <a:cubicBezTo>
                                <a:pt x="9514" y="7922"/>
                                <a:pt x="8994" y="7888"/>
                                <a:pt x="8714" y="8200"/>
                              </a:cubicBezTo>
                              <a:cubicBezTo>
                                <a:pt x="8434" y="8546"/>
                                <a:pt x="8554" y="9101"/>
                                <a:pt x="8554" y="9552"/>
                              </a:cubicBezTo>
                              <a:cubicBezTo>
                                <a:pt x="8554" y="9552"/>
                                <a:pt x="8554" y="9587"/>
                                <a:pt x="8554" y="9587"/>
                              </a:cubicBezTo>
                              <a:cubicBezTo>
                                <a:pt x="7954" y="9483"/>
                                <a:pt x="7434" y="9240"/>
                                <a:pt x="7074" y="8754"/>
                              </a:cubicBezTo>
                              <a:cubicBezTo>
                                <a:pt x="6474" y="7853"/>
                                <a:pt x="6554" y="6535"/>
                                <a:pt x="6314" y="5530"/>
                              </a:cubicBezTo>
                              <a:cubicBezTo>
                                <a:pt x="6194" y="5079"/>
                                <a:pt x="6154" y="4213"/>
                                <a:pt x="5794" y="3866"/>
                              </a:cubicBezTo>
                              <a:cubicBezTo>
                                <a:pt x="5834" y="3831"/>
                                <a:pt x="5834" y="3796"/>
                                <a:pt x="5834" y="3762"/>
                              </a:cubicBezTo>
                              <a:cubicBezTo>
                                <a:pt x="5954" y="3623"/>
                                <a:pt x="6074" y="3519"/>
                                <a:pt x="6194" y="3415"/>
                              </a:cubicBezTo>
                              <a:cubicBezTo>
                                <a:pt x="6274" y="3415"/>
                                <a:pt x="6314" y="3380"/>
                                <a:pt x="6314" y="3311"/>
                              </a:cubicBezTo>
                              <a:cubicBezTo>
                                <a:pt x="6314" y="3311"/>
                                <a:pt x="6314" y="3311"/>
                                <a:pt x="6314" y="3311"/>
                              </a:cubicBezTo>
                              <a:cubicBezTo>
                                <a:pt x="6994" y="2756"/>
                                <a:pt x="7754" y="2306"/>
                                <a:pt x="8594" y="2132"/>
                              </a:cubicBezTo>
                              <a:cubicBezTo>
                                <a:pt x="8914" y="2063"/>
                                <a:pt x="9234" y="2028"/>
                                <a:pt x="9554" y="1994"/>
                              </a:cubicBezTo>
                              <a:cubicBezTo>
                                <a:pt x="9594" y="1994"/>
                                <a:pt x="9594" y="1994"/>
                                <a:pt x="9634" y="1994"/>
                              </a:cubicBezTo>
                              <a:cubicBezTo>
                                <a:pt x="11594" y="1578"/>
                                <a:pt x="13634" y="1543"/>
                                <a:pt x="15314" y="2306"/>
                              </a:cubicBezTo>
                              <a:close/>
                              <a:moveTo>
                                <a:pt x="15994" y="8685"/>
                              </a:moveTo>
                              <a:cubicBezTo>
                                <a:pt x="16234" y="8650"/>
                                <a:pt x="16594" y="8581"/>
                                <a:pt x="16914" y="8477"/>
                              </a:cubicBezTo>
                              <a:cubicBezTo>
                                <a:pt x="16914" y="8616"/>
                                <a:pt x="16954" y="8754"/>
                                <a:pt x="16954" y="8893"/>
                              </a:cubicBezTo>
                              <a:cubicBezTo>
                                <a:pt x="16994" y="9240"/>
                                <a:pt x="17314" y="10765"/>
                                <a:pt x="16874" y="10904"/>
                              </a:cubicBezTo>
                              <a:cubicBezTo>
                                <a:pt x="15754" y="11320"/>
                                <a:pt x="15954" y="9413"/>
                                <a:pt x="15914" y="8893"/>
                              </a:cubicBezTo>
                              <a:cubicBezTo>
                                <a:pt x="15914" y="8858"/>
                                <a:pt x="15914" y="8789"/>
                                <a:pt x="15874" y="8720"/>
                              </a:cubicBezTo>
                              <a:cubicBezTo>
                                <a:pt x="15914" y="8685"/>
                                <a:pt x="15954" y="8685"/>
                                <a:pt x="15994" y="8685"/>
                              </a:cubicBezTo>
                              <a:close/>
                              <a:moveTo>
                                <a:pt x="15874" y="8512"/>
                              </a:moveTo>
                              <a:cubicBezTo>
                                <a:pt x="15794" y="7749"/>
                                <a:pt x="15674" y="6189"/>
                                <a:pt x="16714" y="6674"/>
                              </a:cubicBezTo>
                              <a:cubicBezTo>
                                <a:pt x="16794" y="7160"/>
                                <a:pt x="16834" y="7645"/>
                                <a:pt x="16874" y="8165"/>
                              </a:cubicBezTo>
                              <a:cubicBezTo>
                                <a:pt x="16794" y="8200"/>
                                <a:pt x="16754" y="8269"/>
                                <a:pt x="16674" y="8269"/>
                              </a:cubicBezTo>
                              <a:cubicBezTo>
                                <a:pt x="16394" y="8338"/>
                                <a:pt x="16154" y="8442"/>
                                <a:pt x="15874" y="8512"/>
                              </a:cubicBezTo>
                              <a:close/>
                              <a:moveTo>
                                <a:pt x="9954" y="9760"/>
                              </a:moveTo>
                              <a:cubicBezTo>
                                <a:pt x="9954" y="9968"/>
                                <a:pt x="9994" y="10141"/>
                                <a:pt x="9994" y="10349"/>
                              </a:cubicBezTo>
                              <a:cubicBezTo>
                                <a:pt x="10034" y="10696"/>
                                <a:pt x="10354" y="12222"/>
                                <a:pt x="9914" y="12360"/>
                              </a:cubicBezTo>
                              <a:cubicBezTo>
                                <a:pt x="8794" y="12776"/>
                                <a:pt x="8994" y="10869"/>
                                <a:pt x="8954" y="10349"/>
                              </a:cubicBezTo>
                              <a:cubicBezTo>
                                <a:pt x="8954" y="10245"/>
                                <a:pt x="8914" y="10003"/>
                                <a:pt x="8874" y="9725"/>
                              </a:cubicBezTo>
                              <a:cubicBezTo>
                                <a:pt x="9234" y="9795"/>
                                <a:pt x="9594" y="9795"/>
                                <a:pt x="9954" y="9760"/>
                              </a:cubicBezTo>
                              <a:close/>
                              <a:moveTo>
                                <a:pt x="8874" y="9517"/>
                              </a:moveTo>
                              <a:cubicBezTo>
                                <a:pt x="8834" y="8720"/>
                                <a:pt x="8914" y="7784"/>
                                <a:pt x="9754" y="8165"/>
                              </a:cubicBezTo>
                              <a:cubicBezTo>
                                <a:pt x="9834" y="8616"/>
                                <a:pt x="9874" y="9067"/>
                                <a:pt x="9914" y="9517"/>
                              </a:cubicBezTo>
                              <a:cubicBezTo>
                                <a:pt x="9554" y="9552"/>
                                <a:pt x="9194" y="9552"/>
                                <a:pt x="8874" y="9517"/>
                              </a:cubicBezTo>
                              <a:close/>
                              <a:moveTo>
                                <a:pt x="10794" y="1508"/>
                              </a:moveTo>
                              <a:cubicBezTo>
                                <a:pt x="10434" y="1543"/>
                                <a:pt x="10074" y="1578"/>
                                <a:pt x="9754" y="1612"/>
                              </a:cubicBezTo>
                              <a:cubicBezTo>
                                <a:pt x="9194" y="988"/>
                                <a:pt x="8514" y="433"/>
                                <a:pt x="7714" y="364"/>
                              </a:cubicBezTo>
                              <a:cubicBezTo>
                                <a:pt x="8874" y="17"/>
                                <a:pt x="9994" y="676"/>
                                <a:pt x="10794" y="1508"/>
                              </a:cubicBezTo>
                              <a:close/>
                              <a:moveTo>
                                <a:pt x="6994" y="676"/>
                              </a:moveTo>
                              <a:cubicBezTo>
                                <a:pt x="7914" y="364"/>
                                <a:pt x="8754" y="919"/>
                                <a:pt x="9434" y="1647"/>
                              </a:cubicBezTo>
                              <a:cubicBezTo>
                                <a:pt x="9154" y="1682"/>
                                <a:pt x="8874" y="1716"/>
                                <a:pt x="8634" y="1786"/>
                              </a:cubicBezTo>
                              <a:cubicBezTo>
                                <a:pt x="7794" y="1959"/>
                                <a:pt x="7034" y="2375"/>
                                <a:pt x="6394" y="2930"/>
                              </a:cubicBezTo>
                              <a:cubicBezTo>
                                <a:pt x="6274" y="2132"/>
                                <a:pt x="6274" y="1231"/>
                                <a:pt x="6994" y="676"/>
                              </a:cubicBezTo>
                              <a:close/>
                              <a:moveTo>
                                <a:pt x="6194" y="1162"/>
                              </a:moveTo>
                              <a:cubicBezTo>
                                <a:pt x="6234" y="1127"/>
                                <a:pt x="6314" y="1058"/>
                                <a:pt x="6354" y="1023"/>
                              </a:cubicBezTo>
                              <a:cubicBezTo>
                                <a:pt x="5994" y="1647"/>
                                <a:pt x="6034" y="2444"/>
                                <a:pt x="6154" y="3138"/>
                              </a:cubicBezTo>
                              <a:cubicBezTo>
                                <a:pt x="5994" y="3311"/>
                                <a:pt x="5834" y="3450"/>
                                <a:pt x="5674" y="3623"/>
                              </a:cubicBezTo>
                              <a:cubicBezTo>
                                <a:pt x="5474" y="3762"/>
                                <a:pt x="5314" y="3901"/>
                                <a:pt x="5154" y="4039"/>
                              </a:cubicBezTo>
                              <a:cubicBezTo>
                                <a:pt x="4794" y="2895"/>
                                <a:pt x="5274" y="1959"/>
                                <a:pt x="6194" y="1162"/>
                              </a:cubicBezTo>
                              <a:close/>
                              <a:moveTo>
                                <a:pt x="554" y="12776"/>
                              </a:moveTo>
                              <a:cubicBezTo>
                                <a:pt x="354" y="11389"/>
                                <a:pt x="114" y="9760"/>
                                <a:pt x="474" y="8408"/>
                              </a:cubicBezTo>
                              <a:cubicBezTo>
                                <a:pt x="834" y="7056"/>
                                <a:pt x="2194" y="5495"/>
                                <a:pt x="3834" y="5253"/>
                              </a:cubicBezTo>
                              <a:cubicBezTo>
                                <a:pt x="3434" y="5738"/>
                                <a:pt x="3074" y="6258"/>
                                <a:pt x="2834" y="6848"/>
                              </a:cubicBezTo>
                              <a:cubicBezTo>
                                <a:pt x="2794" y="6848"/>
                                <a:pt x="2754" y="6848"/>
                                <a:pt x="2714" y="6882"/>
                              </a:cubicBezTo>
                              <a:cubicBezTo>
                                <a:pt x="554" y="8616"/>
                                <a:pt x="834" y="11216"/>
                                <a:pt x="1354" y="13470"/>
                              </a:cubicBezTo>
                              <a:cubicBezTo>
                                <a:pt x="1634" y="14753"/>
                                <a:pt x="2354" y="18428"/>
                                <a:pt x="4554" y="18358"/>
                              </a:cubicBezTo>
                              <a:cubicBezTo>
                                <a:pt x="4554" y="18393"/>
                                <a:pt x="4594" y="18428"/>
                                <a:pt x="4594" y="18462"/>
                              </a:cubicBezTo>
                              <a:cubicBezTo>
                                <a:pt x="1554" y="19017"/>
                                <a:pt x="834" y="14510"/>
                                <a:pt x="554" y="12776"/>
                              </a:cubicBezTo>
                              <a:close/>
                              <a:moveTo>
                                <a:pt x="2794" y="11043"/>
                              </a:moveTo>
                              <a:cubicBezTo>
                                <a:pt x="3154" y="12950"/>
                                <a:pt x="3594" y="14857"/>
                                <a:pt x="4114" y="16729"/>
                              </a:cubicBezTo>
                              <a:cubicBezTo>
                                <a:pt x="4114" y="16729"/>
                                <a:pt x="4114" y="16763"/>
                                <a:pt x="4114" y="16763"/>
                              </a:cubicBezTo>
                              <a:cubicBezTo>
                                <a:pt x="4234" y="17214"/>
                                <a:pt x="4354" y="17665"/>
                                <a:pt x="4514" y="18081"/>
                              </a:cubicBezTo>
                              <a:cubicBezTo>
                                <a:pt x="2514" y="18046"/>
                                <a:pt x="1874" y="14371"/>
                                <a:pt x="1594" y="13123"/>
                              </a:cubicBezTo>
                              <a:cubicBezTo>
                                <a:pt x="1114" y="11077"/>
                                <a:pt x="954" y="8754"/>
                                <a:pt x="2754" y="7160"/>
                              </a:cubicBezTo>
                              <a:cubicBezTo>
                                <a:pt x="2714" y="7298"/>
                                <a:pt x="2634" y="7437"/>
                                <a:pt x="2594" y="7576"/>
                              </a:cubicBezTo>
                              <a:cubicBezTo>
                                <a:pt x="2234" y="8720"/>
                                <a:pt x="2554" y="9933"/>
                                <a:pt x="2794" y="11043"/>
                              </a:cubicBezTo>
                              <a:close/>
                              <a:moveTo>
                                <a:pt x="5474" y="20231"/>
                              </a:moveTo>
                              <a:cubicBezTo>
                                <a:pt x="5314" y="19849"/>
                                <a:pt x="5194" y="19468"/>
                                <a:pt x="5074" y="19086"/>
                              </a:cubicBezTo>
                              <a:cubicBezTo>
                                <a:pt x="5314" y="18982"/>
                                <a:pt x="5514" y="18913"/>
                                <a:pt x="5754" y="18844"/>
                              </a:cubicBezTo>
                              <a:cubicBezTo>
                                <a:pt x="5874" y="18809"/>
                                <a:pt x="5834" y="18636"/>
                                <a:pt x="5714" y="18670"/>
                              </a:cubicBezTo>
                              <a:cubicBezTo>
                                <a:pt x="5474" y="18740"/>
                                <a:pt x="5234" y="18809"/>
                                <a:pt x="5034" y="18913"/>
                              </a:cubicBezTo>
                              <a:cubicBezTo>
                                <a:pt x="4994" y="18740"/>
                                <a:pt x="4954" y="18601"/>
                                <a:pt x="4874" y="18428"/>
                              </a:cubicBezTo>
                              <a:cubicBezTo>
                                <a:pt x="5194" y="18358"/>
                                <a:pt x="5474" y="18220"/>
                                <a:pt x="5794" y="18150"/>
                              </a:cubicBezTo>
                              <a:cubicBezTo>
                                <a:pt x="5914" y="18116"/>
                                <a:pt x="5874" y="17977"/>
                                <a:pt x="5754" y="17977"/>
                              </a:cubicBezTo>
                              <a:cubicBezTo>
                                <a:pt x="5434" y="18012"/>
                                <a:pt x="5154" y="18150"/>
                                <a:pt x="4834" y="18220"/>
                              </a:cubicBezTo>
                              <a:cubicBezTo>
                                <a:pt x="4794" y="18081"/>
                                <a:pt x="4754" y="17942"/>
                                <a:pt x="4714" y="17804"/>
                              </a:cubicBezTo>
                              <a:cubicBezTo>
                                <a:pt x="4994" y="17734"/>
                                <a:pt x="5234" y="17596"/>
                                <a:pt x="5514" y="17526"/>
                              </a:cubicBezTo>
                              <a:cubicBezTo>
                                <a:pt x="5634" y="17492"/>
                                <a:pt x="5594" y="17318"/>
                                <a:pt x="5474" y="17353"/>
                              </a:cubicBezTo>
                              <a:cubicBezTo>
                                <a:pt x="5194" y="17422"/>
                                <a:pt x="4954" y="17561"/>
                                <a:pt x="4674" y="17630"/>
                              </a:cubicBezTo>
                              <a:cubicBezTo>
                                <a:pt x="4594" y="17353"/>
                                <a:pt x="4514" y="17110"/>
                                <a:pt x="4434" y="16833"/>
                              </a:cubicBezTo>
                              <a:cubicBezTo>
                                <a:pt x="4594" y="16798"/>
                                <a:pt x="4754" y="16763"/>
                                <a:pt x="4914" y="16763"/>
                              </a:cubicBezTo>
                              <a:cubicBezTo>
                                <a:pt x="5034" y="16729"/>
                                <a:pt x="4994" y="16555"/>
                                <a:pt x="4874" y="16590"/>
                              </a:cubicBezTo>
                              <a:cubicBezTo>
                                <a:pt x="4714" y="16625"/>
                                <a:pt x="4554" y="16659"/>
                                <a:pt x="4434" y="16659"/>
                              </a:cubicBezTo>
                              <a:cubicBezTo>
                                <a:pt x="4394" y="16451"/>
                                <a:pt x="4314" y="16243"/>
                                <a:pt x="4274" y="16035"/>
                              </a:cubicBezTo>
                              <a:cubicBezTo>
                                <a:pt x="4514" y="15966"/>
                                <a:pt x="4714" y="15897"/>
                                <a:pt x="4914" y="15827"/>
                              </a:cubicBezTo>
                              <a:cubicBezTo>
                                <a:pt x="5034" y="15793"/>
                                <a:pt x="4994" y="15619"/>
                                <a:pt x="4874" y="15654"/>
                              </a:cubicBezTo>
                              <a:cubicBezTo>
                                <a:pt x="4634" y="15723"/>
                                <a:pt x="4434" y="15793"/>
                                <a:pt x="4234" y="15862"/>
                              </a:cubicBezTo>
                              <a:cubicBezTo>
                                <a:pt x="4154" y="15550"/>
                                <a:pt x="4074" y="15203"/>
                                <a:pt x="3994" y="14891"/>
                              </a:cubicBezTo>
                              <a:cubicBezTo>
                                <a:pt x="4234" y="14857"/>
                                <a:pt x="4474" y="14753"/>
                                <a:pt x="4714" y="14683"/>
                              </a:cubicBezTo>
                              <a:cubicBezTo>
                                <a:pt x="4834" y="14649"/>
                                <a:pt x="4794" y="14475"/>
                                <a:pt x="4674" y="14510"/>
                              </a:cubicBezTo>
                              <a:cubicBezTo>
                                <a:pt x="4434" y="14579"/>
                                <a:pt x="4194" y="14649"/>
                                <a:pt x="3954" y="14718"/>
                              </a:cubicBezTo>
                              <a:cubicBezTo>
                                <a:pt x="3914" y="14545"/>
                                <a:pt x="3874" y="14371"/>
                                <a:pt x="3834" y="14198"/>
                              </a:cubicBezTo>
                              <a:cubicBezTo>
                                <a:pt x="4034" y="14163"/>
                                <a:pt x="4194" y="14094"/>
                                <a:pt x="4394" y="14094"/>
                              </a:cubicBezTo>
                              <a:cubicBezTo>
                                <a:pt x="4514" y="14094"/>
                                <a:pt x="4514" y="13920"/>
                                <a:pt x="4394" y="13920"/>
                              </a:cubicBezTo>
                              <a:cubicBezTo>
                                <a:pt x="4194" y="13955"/>
                                <a:pt x="3994" y="13955"/>
                                <a:pt x="3794" y="14024"/>
                              </a:cubicBezTo>
                              <a:cubicBezTo>
                                <a:pt x="3754" y="13851"/>
                                <a:pt x="3714" y="13678"/>
                                <a:pt x="3674" y="13470"/>
                              </a:cubicBezTo>
                              <a:cubicBezTo>
                                <a:pt x="3874" y="13470"/>
                                <a:pt x="4034" y="13435"/>
                                <a:pt x="4234" y="13400"/>
                              </a:cubicBezTo>
                              <a:cubicBezTo>
                                <a:pt x="4354" y="13366"/>
                                <a:pt x="4314" y="13227"/>
                                <a:pt x="4194" y="13227"/>
                              </a:cubicBezTo>
                              <a:cubicBezTo>
                                <a:pt x="4034" y="13262"/>
                                <a:pt x="3834" y="13262"/>
                                <a:pt x="3674" y="13296"/>
                              </a:cubicBezTo>
                              <a:cubicBezTo>
                                <a:pt x="3674" y="13296"/>
                                <a:pt x="3674" y="13296"/>
                                <a:pt x="3674" y="13296"/>
                              </a:cubicBezTo>
                              <a:cubicBezTo>
                                <a:pt x="3634" y="13123"/>
                                <a:pt x="3594" y="12950"/>
                                <a:pt x="3554" y="12776"/>
                              </a:cubicBezTo>
                              <a:cubicBezTo>
                                <a:pt x="3754" y="12776"/>
                                <a:pt x="3914" y="12707"/>
                                <a:pt x="4114" y="12672"/>
                              </a:cubicBezTo>
                              <a:cubicBezTo>
                                <a:pt x="4234" y="12638"/>
                                <a:pt x="4194" y="12464"/>
                                <a:pt x="4074" y="12499"/>
                              </a:cubicBezTo>
                              <a:cubicBezTo>
                                <a:pt x="3914" y="12534"/>
                                <a:pt x="3714" y="12568"/>
                                <a:pt x="3554" y="12603"/>
                              </a:cubicBezTo>
                              <a:cubicBezTo>
                                <a:pt x="3554" y="12499"/>
                                <a:pt x="3514" y="12430"/>
                                <a:pt x="3514" y="12326"/>
                              </a:cubicBezTo>
                              <a:cubicBezTo>
                                <a:pt x="3714" y="12291"/>
                                <a:pt x="3914" y="12187"/>
                                <a:pt x="4114" y="12152"/>
                              </a:cubicBezTo>
                              <a:cubicBezTo>
                                <a:pt x="4234" y="12118"/>
                                <a:pt x="4194" y="11979"/>
                                <a:pt x="4074" y="11979"/>
                              </a:cubicBezTo>
                              <a:cubicBezTo>
                                <a:pt x="3874" y="12014"/>
                                <a:pt x="3674" y="12048"/>
                                <a:pt x="3474" y="12118"/>
                              </a:cubicBezTo>
                              <a:cubicBezTo>
                                <a:pt x="3434" y="11944"/>
                                <a:pt x="3394" y="11736"/>
                                <a:pt x="3354" y="11563"/>
                              </a:cubicBezTo>
                              <a:cubicBezTo>
                                <a:pt x="3354" y="11493"/>
                                <a:pt x="3314" y="11459"/>
                                <a:pt x="3314" y="11389"/>
                              </a:cubicBezTo>
                              <a:cubicBezTo>
                                <a:pt x="3554" y="11355"/>
                                <a:pt x="3754" y="11251"/>
                                <a:pt x="3994" y="11251"/>
                              </a:cubicBezTo>
                              <a:cubicBezTo>
                                <a:pt x="4114" y="11251"/>
                                <a:pt x="4114" y="11077"/>
                                <a:pt x="3994" y="11077"/>
                              </a:cubicBezTo>
                              <a:cubicBezTo>
                                <a:pt x="3754" y="11077"/>
                                <a:pt x="3514" y="11147"/>
                                <a:pt x="3274" y="11216"/>
                              </a:cubicBezTo>
                              <a:cubicBezTo>
                                <a:pt x="3234" y="11043"/>
                                <a:pt x="3194" y="10835"/>
                                <a:pt x="3154" y="10661"/>
                              </a:cubicBezTo>
                              <a:cubicBezTo>
                                <a:pt x="3394" y="10592"/>
                                <a:pt x="3634" y="10488"/>
                                <a:pt x="3914" y="10453"/>
                              </a:cubicBezTo>
                              <a:cubicBezTo>
                                <a:pt x="4034" y="10419"/>
                                <a:pt x="3994" y="10245"/>
                                <a:pt x="3874" y="10280"/>
                              </a:cubicBezTo>
                              <a:cubicBezTo>
                                <a:pt x="3634" y="10315"/>
                                <a:pt x="3394" y="10384"/>
                                <a:pt x="3154" y="10488"/>
                              </a:cubicBezTo>
                              <a:cubicBezTo>
                                <a:pt x="3114" y="10349"/>
                                <a:pt x="3114" y="10176"/>
                                <a:pt x="3074" y="10037"/>
                              </a:cubicBezTo>
                              <a:cubicBezTo>
                                <a:pt x="3314" y="10003"/>
                                <a:pt x="3554" y="9968"/>
                                <a:pt x="3794" y="9899"/>
                              </a:cubicBezTo>
                              <a:cubicBezTo>
                                <a:pt x="3914" y="9864"/>
                                <a:pt x="3874" y="9691"/>
                                <a:pt x="3754" y="9725"/>
                              </a:cubicBezTo>
                              <a:cubicBezTo>
                                <a:pt x="3514" y="9760"/>
                                <a:pt x="3314" y="9795"/>
                                <a:pt x="3074" y="9829"/>
                              </a:cubicBezTo>
                              <a:cubicBezTo>
                                <a:pt x="3034" y="9552"/>
                                <a:pt x="2994" y="9309"/>
                                <a:pt x="2994" y="9032"/>
                              </a:cubicBezTo>
                              <a:cubicBezTo>
                                <a:pt x="2994" y="9032"/>
                                <a:pt x="3034" y="9032"/>
                                <a:pt x="3034" y="9032"/>
                              </a:cubicBezTo>
                              <a:cubicBezTo>
                                <a:pt x="3314" y="8963"/>
                                <a:pt x="3634" y="8893"/>
                                <a:pt x="3914" y="8824"/>
                              </a:cubicBezTo>
                              <a:cubicBezTo>
                                <a:pt x="4034" y="8789"/>
                                <a:pt x="3994" y="8616"/>
                                <a:pt x="3874" y="8650"/>
                              </a:cubicBezTo>
                              <a:cubicBezTo>
                                <a:pt x="3554" y="8685"/>
                                <a:pt x="3274" y="8754"/>
                                <a:pt x="2994" y="8858"/>
                              </a:cubicBezTo>
                              <a:cubicBezTo>
                                <a:pt x="2994" y="8858"/>
                                <a:pt x="2994" y="8858"/>
                                <a:pt x="2994" y="8858"/>
                              </a:cubicBezTo>
                              <a:cubicBezTo>
                                <a:pt x="2994" y="8720"/>
                                <a:pt x="2954" y="8581"/>
                                <a:pt x="2954" y="8477"/>
                              </a:cubicBezTo>
                              <a:cubicBezTo>
                                <a:pt x="3154" y="8373"/>
                                <a:pt x="3354" y="8304"/>
                                <a:pt x="3594" y="8234"/>
                              </a:cubicBezTo>
                              <a:cubicBezTo>
                                <a:pt x="3714" y="8200"/>
                                <a:pt x="3674" y="8061"/>
                                <a:pt x="3554" y="8061"/>
                              </a:cubicBezTo>
                              <a:cubicBezTo>
                                <a:pt x="3354" y="8061"/>
                                <a:pt x="3154" y="8165"/>
                                <a:pt x="2954" y="8234"/>
                              </a:cubicBezTo>
                              <a:cubicBezTo>
                                <a:pt x="3034" y="7125"/>
                                <a:pt x="3634" y="6085"/>
                                <a:pt x="4474" y="5183"/>
                              </a:cubicBezTo>
                              <a:cubicBezTo>
                                <a:pt x="4514" y="5183"/>
                                <a:pt x="4514" y="5149"/>
                                <a:pt x="4554" y="5114"/>
                              </a:cubicBezTo>
                              <a:cubicBezTo>
                                <a:pt x="4794" y="4837"/>
                                <a:pt x="5074" y="4594"/>
                                <a:pt x="5354" y="4351"/>
                              </a:cubicBezTo>
                              <a:cubicBezTo>
                                <a:pt x="5154" y="4663"/>
                                <a:pt x="4994" y="4941"/>
                                <a:pt x="4834" y="5253"/>
                              </a:cubicBezTo>
                              <a:cubicBezTo>
                                <a:pt x="4234" y="6570"/>
                                <a:pt x="4474" y="8165"/>
                                <a:pt x="4634" y="9517"/>
                              </a:cubicBezTo>
                              <a:cubicBezTo>
                                <a:pt x="4794" y="10904"/>
                                <a:pt x="5034" y="12291"/>
                                <a:pt x="5314" y="13643"/>
                              </a:cubicBezTo>
                              <a:cubicBezTo>
                                <a:pt x="5314" y="13678"/>
                                <a:pt x="5314" y="13712"/>
                                <a:pt x="5314" y="13747"/>
                              </a:cubicBezTo>
                              <a:cubicBezTo>
                                <a:pt x="5754" y="15723"/>
                                <a:pt x="6274" y="17665"/>
                                <a:pt x="6874" y="19572"/>
                              </a:cubicBezTo>
                              <a:cubicBezTo>
                                <a:pt x="6954" y="19814"/>
                                <a:pt x="7074" y="20023"/>
                                <a:pt x="7194" y="20196"/>
                              </a:cubicBezTo>
                              <a:cubicBezTo>
                                <a:pt x="6834" y="20369"/>
                                <a:pt x="6314" y="20508"/>
                                <a:pt x="5914" y="20543"/>
                              </a:cubicBezTo>
                              <a:cubicBezTo>
                                <a:pt x="5594" y="20473"/>
                                <a:pt x="5514" y="20369"/>
                                <a:pt x="5474" y="20231"/>
                              </a:cubicBezTo>
                              <a:close/>
                              <a:moveTo>
                                <a:pt x="7234" y="20855"/>
                              </a:moveTo>
                              <a:cubicBezTo>
                                <a:pt x="6714" y="20924"/>
                                <a:pt x="6274" y="20924"/>
                                <a:pt x="5914" y="20751"/>
                              </a:cubicBezTo>
                              <a:cubicBezTo>
                                <a:pt x="6354" y="20681"/>
                                <a:pt x="6794" y="20543"/>
                                <a:pt x="7154" y="20369"/>
                              </a:cubicBezTo>
                              <a:cubicBezTo>
                                <a:pt x="7394" y="20577"/>
                                <a:pt x="7754" y="20681"/>
                                <a:pt x="8114" y="20751"/>
                              </a:cubicBezTo>
                              <a:cubicBezTo>
                                <a:pt x="7834" y="20785"/>
                                <a:pt x="7514" y="20820"/>
                                <a:pt x="7234" y="20855"/>
                              </a:cubicBezTo>
                              <a:close/>
                              <a:moveTo>
                                <a:pt x="16834" y="19329"/>
                              </a:moveTo>
                              <a:cubicBezTo>
                                <a:pt x="15594" y="19676"/>
                                <a:pt x="14314" y="19919"/>
                                <a:pt x="12994" y="20127"/>
                              </a:cubicBezTo>
                              <a:cubicBezTo>
                                <a:pt x="13474" y="20023"/>
                                <a:pt x="13914" y="19918"/>
                                <a:pt x="14354" y="19814"/>
                              </a:cubicBezTo>
                              <a:cubicBezTo>
                                <a:pt x="16074" y="19398"/>
                                <a:pt x="17794" y="19017"/>
                                <a:pt x="19474" y="18428"/>
                              </a:cubicBezTo>
                              <a:cubicBezTo>
                                <a:pt x="18634" y="18844"/>
                                <a:pt x="17714" y="19086"/>
                                <a:pt x="16834" y="19329"/>
                              </a:cubicBezTo>
                              <a:close/>
                              <a:moveTo>
                                <a:pt x="20914" y="17561"/>
                              </a:moveTo>
                              <a:cubicBezTo>
                                <a:pt x="20874" y="17596"/>
                                <a:pt x="20834" y="17596"/>
                                <a:pt x="20834" y="17630"/>
                              </a:cubicBezTo>
                              <a:cubicBezTo>
                                <a:pt x="20834" y="17630"/>
                                <a:pt x="20834" y="17630"/>
                                <a:pt x="20794" y="17630"/>
                              </a:cubicBezTo>
                              <a:cubicBezTo>
                                <a:pt x="20714" y="17700"/>
                                <a:pt x="20634" y="17734"/>
                                <a:pt x="20554" y="17804"/>
                              </a:cubicBezTo>
                              <a:cubicBezTo>
                                <a:pt x="19954" y="18150"/>
                                <a:pt x="19074" y="18324"/>
                                <a:pt x="18474" y="18532"/>
                              </a:cubicBezTo>
                              <a:cubicBezTo>
                                <a:pt x="16834" y="19017"/>
                                <a:pt x="15114" y="19398"/>
                                <a:pt x="13434" y="19814"/>
                              </a:cubicBezTo>
                              <a:cubicBezTo>
                                <a:pt x="11674" y="20231"/>
                                <a:pt x="9434" y="20924"/>
                                <a:pt x="7634" y="20439"/>
                              </a:cubicBezTo>
                              <a:cubicBezTo>
                                <a:pt x="7194" y="20335"/>
                                <a:pt x="6994" y="19953"/>
                                <a:pt x="6874" y="19572"/>
                              </a:cubicBezTo>
                              <a:cubicBezTo>
                                <a:pt x="6954" y="19572"/>
                                <a:pt x="7034" y="19537"/>
                                <a:pt x="7114" y="19537"/>
                              </a:cubicBezTo>
                              <a:cubicBezTo>
                                <a:pt x="7234" y="19537"/>
                                <a:pt x="7234" y="19364"/>
                                <a:pt x="7114" y="19364"/>
                              </a:cubicBezTo>
                              <a:cubicBezTo>
                                <a:pt x="6994" y="19364"/>
                                <a:pt x="6914" y="19364"/>
                                <a:pt x="6834" y="19398"/>
                              </a:cubicBezTo>
                              <a:cubicBezTo>
                                <a:pt x="6794" y="19190"/>
                                <a:pt x="6714" y="18982"/>
                                <a:pt x="6674" y="18844"/>
                              </a:cubicBezTo>
                              <a:cubicBezTo>
                                <a:pt x="6674" y="18809"/>
                                <a:pt x="6674" y="18809"/>
                                <a:pt x="6634" y="18774"/>
                              </a:cubicBezTo>
                              <a:cubicBezTo>
                                <a:pt x="6754" y="18740"/>
                                <a:pt x="6874" y="18705"/>
                                <a:pt x="6954" y="18670"/>
                              </a:cubicBezTo>
                              <a:cubicBezTo>
                                <a:pt x="7074" y="18636"/>
                                <a:pt x="7034" y="18462"/>
                                <a:pt x="6914" y="18497"/>
                              </a:cubicBezTo>
                              <a:cubicBezTo>
                                <a:pt x="6794" y="18532"/>
                                <a:pt x="6674" y="18566"/>
                                <a:pt x="6594" y="18601"/>
                              </a:cubicBezTo>
                              <a:cubicBezTo>
                                <a:pt x="6514" y="18289"/>
                                <a:pt x="6434" y="18012"/>
                                <a:pt x="6314" y="17700"/>
                              </a:cubicBezTo>
                              <a:cubicBezTo>
                                <a:pt x="6394" y="17665"/>
                                <a:pt x="6474" y="17630"/>
                                <a:pt x="6554" y="17596"/>
                              </a:cubicBezTo>
                              <a:cubicBezTo>
                                <a:pt x="6674" y="17526"/>
                                <a:pt x="6554" y="17388"/>
                                <a:pt x="6434" y="17457"/>
                              </a:cubicBezTo>
                              <a:cubicBezTo>
                                <a:pt x="6354" y="17492"/>
                                <a:pt x="6314" y="17526"/>
                                <a:pt x="6234" y="17526"/>
                              </a:cubicBezTo>
                              <a:cubicBezTo>
                                <a:pt x="6154" y="17214"/>
                                <a:pt x="6074" y="16902"/>
                                <a:pt x="5994" y="16555"/>
                              </a:cubicBezTo>
                              <a:cubicBezTo>
                                <a:pt x="6114" y="16521"/>
                                <a:pt x="6234" y="16486"/>
                                <a:pt x="6354" y="16451"/>
                              </a:cubicBezTo>
                              <a:cubicBezTo>
                                <a:pt x="6474" y="16417"/>
                                <a:pt x="6434" y="16243"/>
                                <a:pt x="6314" y="16278"/>
                              </a:cubicBezTo>
                              <a:cubicBezTo>
                                <a:pt x="6194" y="16313"/>
                                <a:pt x="6074" y="16347"/>
                                <a:pt x="5954" y="16382"/>
                              </a:cubicBezTo>
                              <a:cubicBezTo>
                                <a:pt x="5914" y="16174"/>
                                <a:pt x="5834" y="15966"/>
                                <a:pt x="5794" y="15758"/>
                              </a:cubicBezTo>
                              <a:cubicBezTo>
                                <a:pt x="5874" y="15723"/>
                                <a:pt x="5954" y="15689"/>
                                <a:pt x="6074" y="15619"/>
                              </a:cubicBezTo>
                              <a:cubicBezTo>
                                <a:pt x="6194" y="15550"/>
                                <a:pt x="6074" y="15411"/>
                                <a:pt x="5954" y="15446"/>
                              </a:cubicBezTo>
                              <a:cubicBezTo>
                                <a:pt x="5874" y="15481"/>
                                <a:pt x="5834" y="15515"/>
                                <a:pt x="5754" y="15550"/>
                              </a:cubicBezTo>
                              <a:cubicBezTo>
                                <a:pt x="5674" y="15307"/>
                                <a:pt x="5634" y="15065"/>
                                <a:pt x="5554" y="14822"/>
                              </a:cubicBezTo>
                              <a:cubicBezTo>
                                <a:pt x="5674" y="14822"/>
                                <a:pt x="5794" y="14787"/>
                                <a:pt x="5874" y="14718"/>
                              </a:cubicBezTo>
                              <a:cubicBezTo>
                                <a:pt x="5994" y="14649"/>
                                <a:pt x="5874" y="14510"/>
                                <a:pt x="5754" y="14579"/>
                              </a:cubicBezTo>
                              <a:cubicBezTo>
                                <a:pt x="5674" y="14614"/>
                                <a:pt x="5594" y="14649"/>
                                <a:pt x="5474" y="14649"/>
                              </a:cubicBezTo>
                              <a:cubicBezTo>
                                <a:pt x="5394" y="14337"/>
                                <a:pt x="5354" y="14059"/>
                                <a:pt x="5274" y="13747"/>
                              </a:cubicBezTo>
                              <a:cubicBezTo>
                                <a:pt x="5354" y="13747"/>
                                <a:pt x="5394" y="13712"/>
                                <a:pt x="5474" y="13712"/>
                              </a:cubicBezTo>
                              <a:cubicBezTo>
                                <a:pt x="5594" y="13678"/>
                                <a:pt x="5474" y="13504"/>
                                <a:pt x="5354" y="13574"/>
                              </a:cubicBezTo>
                              <a:cubicBezTo>
                                <a:pt x="5314" y="13574"/>
                                <a:pt x="5274" y="13608"/>
                                <a:pt x="5234" y="13608"/>
                              </a:cubicBezTo>
                              <a:cubicBezTo>
                                <a:pt x="5194" y="13366"/>
                                <a:pt x="5154" y="13158"/>
                                <a:pt x="5074" y="12915"/>
                              </a:cubicBezTo>
                              <a:cubicBezTo>
                                <a:pt x="5234" y="12880"/>
                                <a:pt x="5394" y="12811"/>
                                <a:pt x="5554" y="12776"/>
                              </a:cubicBezTo>
                              <a:cubicBezTo>
                                <a:pt x="5674" y="12742"/>
                                <a:pt x="5634" y="12568"/>
                                <a:pt x="5514" y="12603"/>
                              </a:cubicBezTo>
                              <a:cubicBezTo>
                                <a:pt x="5354" y="12638"/>
                                <a:pt x="5234" y="12672"/>
                                <a:pt x="5074" y="12742"/>
                              </a:cubicBezTo>
                              <a:cubicBezTo>
                                <a:pt x="4994" y="12395"/>
                                <a:pt x="4954" y="12083"/>
                                <a:pt x="4874" y="11736"/>
                              </a:cubicBezTo>
                              <a:cubicBezTo>
                                <a:pt x="5114" y="11667"/>
                                <a:pt x="5354" y="11702"/>
                                <a:pt x="5594" y="11563"/>
                              </a:cubicBezTo>
                              <a:cubicBezTo>
                                <a:pt x="5714" y="11493"/>
                                <a:pt x="5594" y="11355"/>
                                <a:pt x="5474" y="11424"/>
                              </a:cubicBezTo>
                              <a:cubicBezTo>
                                <a:pt x="5274" y="11528"/>
                                <a:pt x="5034" y="11493"/>
                                <a:pt x="4834" y="11563"/>
                              </a:cubicBezTo>
                              <a:cubicBezTo>
                                <a:pt x="4794" y="11320"/>
                                <a:pt x="4754" y="11077"/>
                                <a:pt x="4714" y="10835"/>
                              </a:cubicBezTo>
                              <a:cubicBezTo>
                                <a:pt x="4714" y="10835"/>
                                <a:pt x="4714" y="10800"/>
                                <a:pt x="4714" y="10800"/>
                              </a:cubicBezTo>
                              <a:cubicBezTo>
                                <a:pt x="4914" y="10765"/>
                                <a:pt x="5114" y="10661"/>
                                <a:pt x="5274" y="10557"/>
                              </a:cubicBezTo>
                              <a:cubicBezTo>
                                <a:pt x="5394" y="10488"/>
                                <a:pt x="5274" y="10349"/>
                                <a:pt x="5194" y="10419"/>
                              </a:cubicBezTo>
                              <a:cubicBezTo>
                                <a:pt x="5034" y="10488"/>
                                <a:pt x="4874" y="10557"/>
                                <a:pt x="4714" y="10627"/>
                              </a:cubicBezTo>
                              <a:cubicBezTo>
                                <a:pt x="4674" y="10453"/>
                                <a:pt x="4674" y="10280"/>
                                <a:pt x="4634" y="10072"/>
                              </a:cubicBezTo>
                              <a:cubicBezTo>
                                <a:pt x="4674" y="10107"/>
                                <a:pt x="4714" y="10141"/>
                                <a:pt x="4754" y="10107"/>
                              </a:cubicBezTo>
                              <a:cubicBezTo>
                                <a:pt x="4954" y="10003"/>
                                <a:pt x="5154" y="9933"/>
                                <a:pt x="5354" y="9864"/>
                              </a:cubicBezTo>
                              <a:cubicBezTo>
                                <a:pt x="5474" y="9829"/>
                                <a:pt x="5434" y="9691"/>
                                <a:pt x="5314" y="9691"/>
                              </a:cubicBezTo>
                              <a:cubicBezTo>
                                <a:pt x="5074" y="9725"/>
                                <a:pt x="4874" y="9829"/>
                                <a:pt x="4634" y="9933"/>
                              </a:cubicBezTo>
                              <a:cubicBezTo>
                                <a:pt x="4594" y="9933"/>
                                <a:pt x="4594" y="9968"/>
                                <a:pt x="4594" y="9968"/>
                              </a:cubicBezTo>
                              <a:cubicBezTo>
                                <a:pt x="4554" y="9691"/>
                                <a:pt x="4514" y="9379"/>
                                <a:pt x="4474" y="9101"/>
                              </a:cubicBezTo>
                              <a:cubicBezTo>
                                <a:pt x="4474" y="9101"/>
                                <a:pt x="4514" y="9101"/>
                                <a:pt x="4514" y="9101"/>
                              </a:cubicBezTo>
                              <a:cubicBezTo>
                                <a:pt x="4674" y="9032"/>
                                <a:pt x="4834" y="8928"/>
                                <a:pt x="5034" y="8928"/>
                              </a:cubicBezTo>
                              <a:cubicBezTo>
                                <a:pt x="5154" y="8928"/>
                                <a:pt x="5154" y="8754"/>
                                <a:pt x="5034" y="8754"/>
                              </a:cubicBezTo>
                              <a:cubicBezTo>
                                <a:pt x="4794" y="8754"/>
                                <a:pt x="4634" y="8858"/>
                                <a:pt x="4434" y="8928"/>
                              </a:cubicBezTo>
                              <a:cubicBezTo>
                                <a:pt x="4394" y="8650"/>
                                <a:pt x="4394" y="8408"/>
                                <a:pt x="4354" y="8130"/>
                              </a:cubicBezTo>
                              <a:cubicBezTo>
                                <a:pt x="4554" y="8130"/>
                                <a:pt x="4754" y="8061"/>
                                <a:pt x="4914" y="7992"/>
                              </a:cubicBezTo>
                              <a:cubicBezTo>
                                <a:pt x="5034" y="7922"/>
                                <a:pt x="4914" y="7784"/>
                                <a:pt x="4794" y="7818"/>
                              </a:cubicBezTo>
                              <a:cubicBezTo>
                                <a:pt x="4634" y="7888"/>
                                <a:pt x="4514" y="7922"/>
                                <a:pt x="4314" y="7922"/>
                              </a:cubicBezTo>
                              <a:cubicBezTo>
                                <a:pt x="4314" y="7714"/>
                                <a:pt x="4314" y="7472"/>
                                <a:pt x="4314" y="7264"/>
                              </a:cubicBezTo>
                              <a:cubicBezTo>
                                <a:pt x="4474" y="7264"/>
                                <a:pt x="4634" y="7229"/>
                                <a:pt x="4834" y="7160"/>
                              </a:cubicBezTo>
                              <a:cubicBezTo>
                                <a:pt x="4954" y="7125"/>
                                <a:pt x="4914" y="6952"/>
                                <a:pt x="4794" y="6986"/>
                              </a:cubicBezTo>
                              <a:cubicBezTo>
                                <a:pt x="4634" y="7021"/>
                                <a:pt x="4514" y="7056"/>
                                <a:pt x="4354" y="7056"/>
                              </a:cubicBezTo>
                              <a:cubicBezTo>
                                <a:pt x="4354" y="6813"/>
                                <a:pt x="4354" y="6605"/>
                                <a:pt x="4394" y="6362"/>
                              </a:cubicBezTo>
                              <a:cubicBezTo>
                                <a:pt x="4474" y="5495"/>
                                <a:pt x="4914" y="4594"/>
                                <a:pt x="5594" y="3797"/>
                              </a:cubicBezTo>
                              <a:cubicBezTo>
                                <a:pt x="5874" y="4074"/>
                                <a:pt x="5914" y="4767"/>
                                <a:pt x="5994" y="5114"/>
                              </a:cubicBezTo>
                              <a:cubicBezTo>
                                <a:pt x="6154" y="5773"/>
                                <a:pt x="6274" y="6432"/>
                                <a:pt x="6394" y="7090"/>
                              </a:cubicBezTo>
                              <a:cubicBezTo>
                                <a:pt x="6514" y="7784"/>
                                <a:pt x="6594" y="8720"/>
                                <a:pt x="7354" y="9205"/>
                              </a:cubicBezTo>
                              <a:cubicBezTo>
                                <a:pt x="7714" y="9413"/>
                                <a:pt x="8114" y="9552"/>
                                <a:pt x="8554" y="9621"/>
                              </a:cubicBezTo>
                              <a:cubicBezTo>
                                <a:pt x="8594" y="10211"/>
                                <a:pt x="8634" y="10800"/>
                                <a:pt x="8674" y="11389"/>
                              </a:cubicBezTo>
                              <a:cubicBezTo>
                                <a:pt x="8714" y="11667"/>
                                <a:pt x="8634" y="12222"/>
                                <a:pt x="8874" y="12430"/>
                              </a:cubicBezTo>
                              <a:cubicBezTo>
                                <a:pt x="9114" y="12638"/>
                                <a:pt x="9754" y="12603"/>
                                <a:pt x="10034" y="12430"/>
                              </a:cubicBezTo>
                              <a:cubicBezTo>
                                <a:pt x="10354" y="12291"/>
                                <a:pt x="10234" y="11875"/>
                                <a:pt x="10194" y="11632"/>
                              </a:cubicBezTo>
                              <a:cubicBezTo>
                                <a:pt x="10154" y="10973"/>
                                <a:pt x="10114" y="10315"/>
                                <a:pt x="10074" y="9656"/>
                              </a:cubicBezTo>
                              <a:cubicBezTo>
                                <a:pt x="11114" y="9552"/>
                                <a:pt x="12154" y="9309"/>
                                <a:pt x="12954" y="9171"/>
                              </a:cubicBezTo>
                              <a:cubicBezTo>
                                <a:pt x="13794" y="9032"/>
                                <a:pt x="14674" y="8859"/>
                                <a:pt x="15514" y="8650"/>
                              </a:cubicBezTo>
                              <a:cubicBezTo>
                                <a:pt x="15554" y="9067"/>
                                <a:pt x="15594" y="9483"/>
                                <a:pt x="15594" y="9864"/>
                              </a:cubicBezTo>
                              <a:cubicBezTo>
                                <a:pt x="15634" y="10141"/>
                                <a:pt x="15554" y="10696"/>
                                <a:pt x="15794" y="10904"/>
                              </a:cubicBezTo>
                              <a:cubicBezTo>
                                <a:pt x="16034" y="11112"/>
                                <a:pt x="16674" y="11077"/>
                                <a:pt x="16954" y="10904"/>
                              </a:cubicBezTo>
                              <a:cubicBezTo>
                                <a:pt x="17274" y="10765"/>
                                <a:pt x="17154" y="10349"/>
                                <a:pt x="17114" y="10107"/>
                              </a:cubicBezTo>
                              <a:cubicBezTo>
                                <a:pt x="17074" y="9483"/>
                                <a:pt x="17074" y="8824"/>
                                <a:pt x="16994" y="8200"/>
                              </a:cubicBezTo>
                              <a:cubicBezTo>
                                <a:pt x="17074" y="8130"/>
                                <a:pt x="17154" y="8061"/>
                                <a:pt x="17194" y="7957"/>
                              </a:cubicBezTo>
                              <a:cubicBezTo>
                                <a:pt x="17394" y="7160"/>
                                <a:pt x="17154" y="6258"/>
                                <a:pt x="16994" y="5495"/>
                              </a:cubicBezTo>
                              <a:cubicBezTo>
                                <a:pt x="16834" y="4663"/>
                                <a:pt x="16674" y="3831"/>
                                <a:pt x="16354" y="3034"/>
                              </a:cubicBezTo>
                              <a:cubicBezTo>
                                <a:pt x="16794" y="3485"/>
                                <a:pt x="17154" y="4039"/>
                                <a:pt x="17474" y="4525"/>
                              </a:cubicBezTo>
                              <a:cubicBezTo>
                                <a:pt x="18274" y="5738"/>
                                <a:pt x="18834" y="7090"/>
                                <a:pt x="19354" y="8408"/>
                              </a:cubicBezTo>
                              <a:cubicBezTo>
                                <a:pt x="20274" y="10904"/>
                                <a:pt x="20714" y="13504"/>
                                <a:pt x="20834" y="16139"/>
                              </a:cubicBezTo>
                              <a:cubicBezTo>
                                <a:pt x="20994" y="16590"/>
                                <a:pt x="21194" y="17284"/>
                                <a:pt x="20914" y="17561"/>
                              </a:cubicBezTo>
                              <a:close/>
                              <a:moveTo>
                                <a:pt x="13274" y="15411"/>
                              </a:moveTo>
                              <a:cubicBezTo>
                                <a:pt x="13234" y="14926"/>
                                <a:pt x="13274" y="14128"/>
                                <a:pt x="12874" y="13712"/>
                              </a:cubicBezTo>
                              <a:cubicBezTo>
                                <a:pt x="12874" y="13678"/>
                                <a:pt x="12834" y="13678"/>
                                <a:pt x="12794" y="13643"/>
                              </a:cubicBezTo>
                              <a:cubicBezTo>
                                <a:pt x="12754" y="13643"/>
                                <a:pt x="12754" y="13643"/>
                                <a:pt x="12714" y="13643"/>
                              </a:cubicBezTo>
                              <a:cubicBezTo>
                                <a:pt x="11754" y="13504"/>
                                <a:pt x="10834" y="13712"/>
                                <a:pt x="9994" y="14024"/>
                              </a:cubicBezTo>
                              <a:cubicBezTo>
                                <a:pt x="9554" y="14163"/>
                                <a:pt x="9034" y="14302"/>
                                <a:pt x="8954" y="14753"/>
                              </a:cubicBezTo>
                              <a:cubicBezTo>
                                <a:pt x="8794" y="15446"/>
                                <a:pt x="9114" y="16382"/>
                                <a:pt x="9314" y="17041"/>
                              </a:cubicBezTo>
                              <a:cubicBezTo>
                                <a:pt x="9474" y="17596"/>
                                <a:pt x="9754" y="18289"/>
                                <a:pt x="10474" y="18462"/>
                              </a:cubicBezTo>
                              <a:cubicBezTo>
                                <a:pt x="11234" y="18636"/>
                                <a:pt x="12194" y="18428"/>
                                <a:pt x="12914" y="18220"/>
                              </a:cubicBezTo>
                              <a:cubicBezTo>
                                <a:pt x="13394" y="18081"/>
                                <a:pt x="13434" y="17977"/>
                                <a:pt x="13434" y="17561"/>
                              </a:cubicBezTo>
                              <a:cubicBezTo>
                                <a:pt x="13394" y="16833"/>
                                <a:pt x="13314" y="16105"/>
                                <a:pt x="13274" y="15411"/>
                              </a:cubicBezTo>
                              <a:close/>
                              <a:moveTo>
                                <a:pt x="9274" y="15585"/>
                              </a:moveTo>
                              <a:cubicBezTo>
                                <a:pt x="9434" y="15550"/>
                                <a:pt x="9594" y="15481"/>
                                <a:pt x="9754" y="15446"/>
                              </a:cubicBezTo>
                              <a:cubicBezTo>
                                <a:pt x="9874" y="15411"/>
                                <a:pt x="9834" y="15238"/>
                                <a:pt x="9714" y="15273"/>
                              </a:cubicBezTo>
                              <a:cubicBezTo>
                                <a:pt x="9554" y="15307"/>
                                <a:pt x="9394" y="15377"/>
                                <a:pt x="9234" y="15411"/>
                              </a:cubicBezTo>
                              <a:cubicBezTo>
                                <a:pt x="9234" y="15342"/>
                                <a:pt x="9234" y="15307"/>
                                <a:pt x="9194" y="15238"/>
                              </a:cubicBezTo>
                              <a:cubicBezTo>
                                <a:pt x="9194" y="15238"/>
                                <a:pt x="9234" y="15238"/>
                                <a:pt x="9234" y="15203"/>
                              </a:cubicBezTo>
                              <a:cubicBezTo>
                                <a:pt x="9314" y="15134"/>
                                <a:pt x="9394" y="15065"/>
                                <a:pt x="9514" y="15030"/>
                              </a:cubicBezTo>
                              <a:cubicBezTo>
                                <a:pt x="9634" y="14995"/>
                                <a:pt x="9594" y="14822"/>
                                <a:pt x="9474" y="14857"/>
                              </a:cubicBezTo>
                              <a:cubicBezTo>
                                <a:pt x="9354" y="14891"/>
                                <a:pt x="9274" y="14926"/>
                                <a:pt x="9194" y="14995"/>
                              </a:cubicBezTo>
                              <a:cubicBezTo>
                                <a:pt x="9234" y="13990"/>
                                <a:pt x="11754" y="13747"/>
                                <a:pt x="12634" y="13851"/>
                              </a:cubicBezTo>
                              <a:cubicBezTo>
                                <a:pt x="12874" y="14094"/>
                                <a:pt x="12954" y="14545"/>
                                <a:pt x="12994" y="15065"/>
                              </a:cubicBezTo>
                              <a:cubicBezTo>
                                <a:pt x="12994" y="15065"/>
                                <a:pt x="12994" y="15065"/>
                                <a:pt x="12994" y="15065"/>
                              </a:cubicBezTo>
                              <a:cubicBezTo>
                                <a:pt x="11834" y="15619"/>
                                <a:pt x="10434" y="15342"/>
                                <a:pt x="9234" y="15723"/>
                              </a:cubicBezTo>
                              <a:cubicBezTo>
                                <a:pt x="9274" y="15689"/>
                                <a:pt x="9274" y="15619"/>
                                <a:pt x="9274" y="15585"/>
                              </a:cubicBezTo>
                              <a:close/>
                              <a:moveTo>
                                <a:pt x="11354" y="18254"/>
                              </a:moveTo>
                              <a:cubicBezTo>
                                <a:pt x="11074" y="18289"/>
                                <a:pt x="10834" y="18254"/>
                                <a:pt x="10634" y="18185"/>
                              </a:cubicBezTo>
                              <a:cubicBezTo>
                                <a:pt x="10714" y="18185"/>
                                <a:pt x="10794" y="18150"/>
                                <a:pt x="10874" y="18150"/>
                              </a:cubicBezTo>
                              <a:cubicBezTo>
                                <a:pt x="10994" y="18116"/>
                                <a:pt x="10954" y="17977"/>
                                <a:pt x="10834" y="17977"/>
                              </a:cubicBezTo>
                              <a:cubicBezTo>
                                <a:pt x="10674" y="17977"/>
                                <a:pt x="10514" y="18012"/>
                                <a:pt x="10354" y="18046"/>
                              </a:cubicBezTo>
                              <a:cubicBezTo>
                                <a:pt x="10354" y="18046"/>
                                <a:pt x="10354" y="18046"/>
                                <a:pt x="10314" y="18046"/>
                              </a:cubicBezTo>
                              <a:cubicBezTo>
                                <a:pt x="10274" y="18046"/>
                                <a:pt x="10274" y="18012"/>
                                <a:pt x="10234" y="18012"/>
                              </a:cubicBezTo>
                              <a:cubicBezTo>
                                <a:pt x="10314" y="18012"/>
                                <a:pt x="10434" y="17977"/>
                                <a:pt x="10514" y="17942"/>
                              </a:cubicBezTo>
                              <a:cubicBezTo>
                                <a:pt x="10634" y="17908"/>
                                <a:pt x="10594" y="17734"/>
                                <a:pt x="10474" y="17769"/>
                              </a:cubicBezTo>
                              <a:cubicBezTo>
                                <a:pt x="10354" y="17804"/>
                                <a:pt x="10234" y="17838"/>
                                <a:pt x="10074" y="17873"/>
                              </a:cubicBezTo>
                              <a:cubicBezTo>
                                <a:pt x="10034" y="17838"/>
                                <a:pt x="9994" y="17804"/>
                                <a:pt x="9954" y="17769"/>
                              </a:cubicBezTo>
                              <a:cubicBezTo>
                                <a:pt x="10114" y="17734"/>
                                <a:pt x="10234" y="17700"/>
                                <a:pt x="10394" y="17665"/>
                              </a:cubicBezTo>
                              <a:cubicBezTo>
                                <a:pt x="10514" y="17630"/>
                                <a:pt x="10474" y="17457"/>
                                <a:pt x="10354" y="17492"/>
                              </a:cubicBezTo>
                              <a:cubicBezTo>
                                <a:pt x="10194" y="17526"/>
                                <a:pt x="10034" y="17561"/>
                                <a:pt x="9834" y="17596"/>
                              </a:cubicBezTo>
                              <a:cubicBezTo>
                                <a:pt x="9794" y="17561"/>
                                <a:pt x="9794" y="17526"/>
                                <a:pt x="9754" y="17457"/>
                              </a:cubicBezTo>
                              <a:cubicBezTo>
                                <a:pt x="9874" y="17457"/>
                                <a:pt x="9994" y="17422"/>
                                <a:pt x="10154" y="17388"/>
                              </a:cubicBezTo>
                              <a:cubicBezTo>
                                <a:pt x="10274" y="17353"/>
                                <a:pt x="10234" y="17179"/>
                                <a:pt x="10114" y="17214"/>
                              </a:cubicBezTo>
                              <a:cubicBezTo>
                                <a:pt x="9994" y="17249"/>
                                <a:pt x="9834" y="17284"/>
                                <a:pt x="9714" y="17284"/>
                              </a:cubicBezTo>
                              <a:cubicBezTo>
                                <a:pt x="9674" y="17214"/>
                                <a:pt x="9674" y="17179"/>
                                <a:pt x="9634" y="17110"/>
                              </a:cubicBezTo>
                              <a:cubicBezTo>
                                <a:pt x="9794" y="17075"/>
                                <a:pt x="9954" y="17006"/>
                                <a:pt x="10114" y="17006"/>
                              </a:cubicBezTo>
                              <a:cubicBezTo>
                                <a:pt x="10234" y="16971"/>
                                <a:pt x="10194" y="16798"/>
                                <a:pt x="10074" y="16833"/>
                              </a:cubicBezTo>
                              <a:cubicBezTo>
                                <a:pt x="9914" y="16867"/>
                                <a:pt x="9754" y="16902"/>
                                <a:pt x="9554" y="16971"/>
                              </a:cubicBezTo>
                              <a:cubicBezTo>
                                <a:pt x="9514" y="16867"/>
                                <a:pt x="9514" y="16763"/>
                                <a:pt x="9474" y="16694"/>
                              </a:cubicBezTo>
                              <a:cubicBezTo>
                                <a:pt x="9474" y="16694"/>
                                <a:pt x="9514" y="16729"/>
                                <a:pt x="9514" y="16729"/>
                              </a:cubicBezTo>
                              <a:cubicBezTo>
                                <a:pt x="9674" y="16729"/>
                                <a:pt x="9794" y="16694"/>
                                <a:pt x="9954" y="16625"/>
                              </a:cubicBezTo>
                              <a:cubicBezTo>
                                <a:pt x="10074" y="16590"/>
                                <a:pt x="9994" y="16417"/>
                                <a:pt x="9874" y="16451"/>
                              </a:cubicBezTo>
                              <a:cubicBezTo>
                                <a:pt x="9754" y="16486"/>
                                <a:pt x="9634" y="16521"/>
                                <a:pt x="9514" y="16521"/>
                              </a:cubicBezTo>
                              <a:cubicBezTo>
                                <a:pt x="9474" y="16521"/>
                                <a:pt x="9434" y="16555"/>
                                <a:pt x="9434" y="16590"/>
                              </a:cubicBezTo>
                              <a:cubicBezTo>
                                <a:pt x="9394" y="16486"/>
                                <a:pt x="9394" y="16417"/>
                                <a:pt x="9354" y="16313"/>
                              </a:cubicBezTo>
                              <a:cubicBezTo>
                                <a:pt x="9474" y="16243"/>
                                <a:pt x="9594" y="16209"/>
                                <a:pt x="9714" y="16139"/>
                              </a:cubicBezTo>
                              <a:cubicBezTo>
                                <a:pt x="9834" y="16070"/>
                                <a:pt x="9714" y="15931"/>
                                <a:pt x="9594" y="15966"/>
                              </a:cubicBezTo>
                              <a:cubicBezTo>
                                <a:pt x="9514" y="16001"/>
                                <a:pt x="9394" y="16070"/>
                                <a:pt x="9314" y="16105"/>
                              </a:cubicBezTo>
                              <a:cubicBezTo>
                                <a:pt x="9314" y="16070"/>
                                <a:pt x="9314" y="16001"/>
                                <a:pt x="9274" y="15966"/>
                              </a:cubicBezTo>
                              <a:cubicBezTo>
                                <a:pt x="10474" y="15585"/>
                                <a:pt x="11834" y="15827"/>
                                <a:pt x="12994" y="15342"/>
                              </a:cubicBezTo>
                              <a:cubicBezTo>
                                <a:pt x="13034" y="15793"/>
                                <a:pt x="12994" y="16209"/>
                                <a:pt x="13034" y="16521"/>
                              </a:cubicBezTo>
                              <a:cubicBezTo>
                                <a:pt x="13074" y="16971"/>
                                <a:pt x="13114" y="17388"/>
                                <a:pt x="13114" y="17838"/>
                              </a:cubicBezTo>
                              <a:cubicBezTo>
                                <a:pt x="13154" y="18116"/>
                                <a:pt x="11594" y="18220"/>
                                <a:pt x="11354" y="182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5" name="Shape"/>
                      <wps:cNvSpPr/>
                      <wps:spPr>
                        <a:xfrm>
                          <a:off x="8585199" y="5613399"/>
                          <a:ext cx="456126" cy="63636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49" h="21517" extrusionOk="0">
                              <a:moveTo>
                                <a:pt x="21189" y="11"/>
                              </a:moveTo>
                              <a:cubicBezTo>
                                <a:pt x="14109" y="3146"/>
                                <a:pt x="7089" y="6323"/>
                                <a:pt x="129" y="9587"/>
                              </a:cubicBezTo>
                              <a:cubicBezTo>
                                <a:pt x="129" y="9587"/>
                                <a:pt x="69" y="9630"/>
                                <a:pt x="69" y="9630"/>
                              </a:cubicBezTo>
                              <a:cubicBezTo>
                                <a:pt x="9" y="9673"/>
                                <a:pt x="-51" y="9759"/>
                                <a:pt x="69" y="9802"/>
                              </a:cubicBezTo>
                              <a:cubicBezTo>
                                <a:pt x="3969" y="13667"/>
                                <a:pt x="7869" y="17574"/>
                                <a:pt x="11769" y="21439"/>
                              </a:cubicBezTo>
                              <a:cubicBezTo>
                                <a:pt x="11889" y="21568"/>
                                <a:pt x="12129" y="21525"/>
                                <a:pt x="12189" y="21396"/>
                              </a:cubicBezTo>
                              <a:cubicBezTo>
                                <a:pt x="15309" y="14354"/>
                                <a:pt x="18909" y="7311"/>
                                <a:pt x="21549" y="183"/>
                              </a:cubicBezTo>
                              <a:cubicBezTo>
                                <a:pt x="21549" y="54"/>
                                <a:pt x="21369" y="-32"/>
                                <a:pt x="21189" y="11"/>
                              </a:cubicBezTo>
                              <a:close/>
                              <a:moveTo>
                                <a:pt x="11889" y="21010"/>
                              </a:moveTo>
                              <a:cubicBezTo>
                                <a:pt x="8109" y="17274"/>
                                <a:pt x="4329" y="13495"/>
                                <a:pt x="609" y="9759"/>
                              </a:cubicBezTo>
                              <a:cubicBezTo>
                                <a:pt x="1209" y="9501"/>
                                <a:pt x="1749" y="9244"/>
                                <a:pt x="2349" y="8986"/>
                              </a:cubicBezTo>
                              <a:cubicBezTo>
                                <a:pt x="2529" y="9158"/>
                                <a:pt x="2709" y="9329"/>
                                <a:pt x="2889" y="9501"/>
                              </a:cubicBezTo>
                              <a:cubicBezTo>
                                <a:pt x="3069" y="9673"/>
                                <a:pt x="3429" y="9501"/>
                                <a:pt x="3249" y="9329"/>
                              </a:cubicBezTo>
                              <a:cubicBezTo>
                                <a:pt x="3069" y="9158"/>
                                <a:pt x="2889" y="8986"/>
                                <a:pt x="2709" y="8814"/>
                              </a:cubicBezTo>
                              <a:cubicBezTo>
                                <a:pt x="3369" y="8514"/>
                                <a:pt x="4089" y="8170"/>
                                <a:pt x="4749" y="7869"/>
                              </a:cubicBezTo>
                              <a:cubicBezTo>
                                <a:pt x="4929" y="8041"/>
                                <a:pt x="5109" y="8213"/>
                                <a:pt x="5289" y="8385"/>
                              </a:cubicBezTo>
                              <a:cubicBezTo>
                                <a:pt x="5469" y="8556"/>
                                <a:pt x="5829" y="8385"/>
                                <a:pt x="5649" y="8213"/>
                              </a:cubicBezTo>
                              <a:cubicBezTo>
                                <a:pt x="5469" y="8041"/>
                                <a:pt x="5289" y="7869"/>
                                <a:pt x="5109" y="7698"/>
                              </a:cubicBezTo>
                              <a:cubicBezTo>
                                <a:pt x="5769" y="7397"/>
                                <a:pt x="6489" y="7053"/>
                                <a:pt x="7149" y="6753"/>
                              </a:cubicBezTo>
                              <a:cubicBezTo>
                                <a:pt x="7329" y="6925"/>
                                <a:pt x="7509" y="7096"/>
                                <a:pt x="7689" y="7268"/>
                              </a:cubicBezTo>
                              <a:cubicBezTo>
                                <a:pt x="7869" y="7440"/>
                                <a:pt x="8229" y="7268"/>
                                <a:pt x="8049" y="7096"/>
                              </a:cubicBezTo>
                              <a:cubicBezTo>
                                <a:pt x="7869" y="6925"/>
                                <a:pt x="7689" y="6753"/>
                                <a:pt x="7449" y="6581"/>
                              </a:cubicBezTo>
                              <a:cubicBezTo>
                                <a:pt x="8109" y="6281"/>
                                <a:pt x="8829" y="5937"/>
                                <a:pt x="9489" y="5636"/>
                              </a:cubicBezTo>
                              <a:cubicBezTo>
                                <a:pt x="9669" y="5808"/>
                                <a:pt x="9849" y="5980"/>
                                <a:pt x="10029" y="6152"/>
                              </a:cubicBezTo>
                              <a:cubicBezTo>
                                <a:pt x="10209" y="6323"/>
                                <a:pt x="10569" y="6152"/>
                                <a:pt x="10389" y="5980"/>
                              </a:cubicBezTo>
                              <a:cubicBezTo>
                                <a:pt x="10209" y="5808"/>
                                <a:pt x="10029" y="5636"/>
                                <a:pt x="9789" y="5422"/>
                              </a:cubicBezTo>
                              <a:cubicBezTo>
                                <a:pt x="10449" y="5121"/>
                                <a:pt x="11169" y="4778"/>
                                <a:pt x="11829" y="4477"/>
                              </a:cubicBezTo>
                              <a:cubicBezTo>
                                <a:pt x="12009" y="4649"/>
                                <a:pt x="12189" y="4820"/>
                                <a:pt x="12429" y="4992"/>
                              </a:cubicBezTo>
                              <a:cubicBezTo>
                                <a:pt x="12609" y="5164"/>
                                <a:pt x="12969" y="4992"/>
                                <a:pt x="12789" y="4820"/>
                              </a:cubicBezTo>
                              <a:cubicBezTo>
                                <a:pt x="12609" y="4649"/>
                                <a:pt x="12429" y="4477"/>
                                <a:pt x="12189" y="4262"/>
                              </a:cubicBezTo>
                              <a:cubicBezTo>
                                <a:pt x="12849" y="3962"/>
                                <a:pt x="13569" y="3661"/>
                                <a:pt x="14229" y="3318"/>
                              </a:cubicBezTo>
                              <a:cubicBezTo>
                                <a:pt x="14409" y="3489"/>
                                <a:pt x="14589" y="3661"/>
                                <a:pt x="14769" y="3833"/>
                              </a:cubicBezTo>
                              <a:cubicBezTo>
                                <a:pt x="14949" y="4005"/>
                                <a:pt x="15309" y="3833"/>
                                <a:pt x="15129" y="3661"/>
                              </a:cubicBezTo>
                              <a:cubicBezTo>
                                <a:pt x="14949" y="3489"/>
                                <a:pt x="14769" y="3318"/>
                                <a:pt x="14529" y="3103"/>
                              </a:cubicBezTo>
                              <a:cubicBezTo>
                                <a:pt x="15189" y="2802"/>
                                <a:pt x="15909" y="2502"/>
                                <a:pt x="16569" y="2158"/>
                              </a:cubicBezTo>
                              <a:cubicBezTo>
                                <a:pt x="16749" y="2330"/>
                                <a:pt x="16929" y="2502"/>
                                <a:pt x="17109" y="2673"/>
                              </a:cubicBezTo>
                              <a:cubicBezTo>
                                <a:pt x="17289" y="2845"/>
                                <a:pt x="17649" y="2673"/>
                                <a:pt x="17469" y="2502"/>
                              </a:cubicBezTo>
                              <a:cubicBezTo>
                                <a:pt x="17289" y="2330"/>
                                <a:pt x="17109" y="2158"/>
                                <a:pt x="16929" y="1986"/>
                              </a:cubicBezTo>
                              <a:cubicBezTo>
                                <a:pt x="18129" y="1428"/>
                                <a:pt x="19389" y="870"/>
                                <a:pt x="20589" y="355"/>
                              </a:cubicBezTo>
                              <a:cubicBezTo>
                                <a:pt x="18309" y="7440"/>
                                <a:pt x="14949" y="14225"/>
                                <a:pt x="11889" y="21010"/>
                              </a:cubicBezTo>
                              <a:close/>
                              <a:moveTo>
                                <a:pt x="12129" y="7053"/>
                              </a:moveTo>
                              <a:cubicBezTo>
                                <a:pt x="10989" y="7612"/>
                                <a:pt x="9849" y="8127"/>
                                <a:pt x="8709" y="8642"/>
                              </a:cubicBezTo>
                              <a:cubicBezTo>
                                <a:pt x="7749" y="9072"/>
                                <a:pt x="6069" y="9501"/>
                                <a:pt x="5829" y="10403"/>
                              </a:cubicBezTo>
                              <a:cubicBezTo>
                                <a:pt x="5649" y="11176"/>
                                <a:pt x="7749" y="12808"/>
                                <a:pt x="8289" y="13366"/>
                              </a:cubicBezTo>
                              <a:cubicBezTo>
                                <a:pt x="8529" y="13624"/>
                                <a:pt x="10029" y="15642"/>
                                <a:pt x="10809" y="15298"/>
                              </a:cubicBezTo>
                              <a:cubicBezTo>
                                <a:pt x="11469" y="14998"/>
                                <a:pt x="11589" y="14096"/>
                                <a:pt x="11829" y="13581"/>
                              </a:cubicBezTo>
                              <a:cubicBezTo>
                                <a:pt x="12369" y="12335"/>
                                <a:pt x="12849" y="11090"/>
                                <a:pt x="13389" y="9802"/>
                              </a:cubicBezTo>
                              <a:cubicBezTo>
                                <a:pt x="13749" y="8771"/>
                                <a:pt x="15309" y="5808"/>
                                <a:pt x="12129" y="7053"/>
                              </a:cubicBezTo>
                              <a:close/>
                              <a:moveTo>
                                <a:pt x="13389" y="8556"/>
                              </a:moveTo>
                              <a:cubicBezTo>
                                <a:pt x="13089" y="9329"/>
                                <a:pt x="12789" y="10102"/>
                                <a:pt x="12489" y="10875"/>
                              </a:cubicBezTo>
                              <a:cubicBezTo>
                                <a:pt x="11949" y="12164"/>
                                <a:pt x="11469" y="13452"/>
                                <a:pt x="10929" y="14697"/>
                              </a:cubicBezTo>
                              <a:cubicBezTo>
                                <a:pt x="10689" y="15255"/>
                                <a:pt x="9069" y="13624"/>
                                <a:pt x="9009" y="13538"/>
                              </a:cubicBezTo>
                              <a:cubicBezTo>
                                <a:pt x="8529" y="13022"/>
                                <a:pt x="8049" y="12507"/>
                                <a:pt x="7629" y="12035"/>
                              </a:cubicBezTo>
                              <a:cubicBezTo>
                                <a:pt x="7329" y="11734"/>
                                <a:pt x="7089" y="11434"/>
                                <a:pt x="6789" y="11133"/>
                              </a:cubicBezTo>
                              <a:cubicBezTo>
                                <a:pt x="6129" y="10446"/>
                                <a:pt x="7089" y="9845"/>
                                <a:pt x="7809" y="9501"/>
                              </a:cubicBezTo>
                              <a:cubicBezTo>
                                <a:pt x="9369" y="8814"/>
                                <a:pt x="10869" y="8084"/>
                                <a:pt x="12429" y="7354"/>
                              </a:cubicBezTo>
                              <a:cubicBezTo>
                                <a:pt x="14109" y="6624"/>
                                <a:pt x="13629" y="7869"/>
                                <a:pt x="13389" y="85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6" name="Shape"/>
                      <wps:cNvSpPr/>
                      <wps:spPr>
                        <a:xfrm>
                          <a:off x="6794499" y="1460500"/>
                          <a:ext cx="1657933" cy="55795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427" h="21325" extrusionOk="0">
                              <a:moveTo>
                                <a:pt x="21378" y="20606"/>
                              </a:moveTo>
                              <a:cubicBezTo>
                                <a:pt x="21378" y="20606"/>
                                <a:pt x="21361" y="20558"/>
                                <a:pt x="21361" y="20509"/>
                              </a:cubicBezTo>
                              <a:cubicBezTo>
                                <a:pt x="21197" y="19975"/>
                                <a:pt x="20278" y="16966"/>
                                <a:pt x="18801" y="13811"/>
                              </a:cubicBezTo>
                              <a:cubicBezTo>
                                <a:pt x="18801" y="13811"/>
                                <a:pt x="18801" y="13762"/>
                                <a:pt x="18801" y="13762"/>
                              </a:cubicBezTo>
                              <a:cubicBezTo>
                                <a:pt x="18784" y="13714"/>
                                <a:pt x="18768" y="13665"/>
                                <a:pt x="18735" y="13665"/>
                              </a:cubicBezTo>
                              <a:cubicBezTo>
                                <a:pt x="18735" y="13665"/>
                                <a:pt x="18735" y="13665"/>
                                <a:pt x="18735" y="13665"/>
                              </a:cubicBezTo>
                              <a:cubicBezTo>
                                <a:pt x="18735" y="13665"/>
                                <a:pt x="18735" y="13665"/>
                                <a:pt x="18735" y="13617"/>
                              </a:cubicBezTo>
                              <a:cubicBezTo>
                                <a:pt x="18752" y="13471"/>
                                <a:pt x="19277" y="9879"/>
                                <a:pt x="17947" y="3715"/>
                              </a:cubicBezTo>
                              <a:cubicBezTo>
                                <a:pt x="17833" y="3229"/>
                                <a:pt x="17734" y="2792"/>
                                <a:pt x="17652" y="2501"/>
                              </a:cubicBezTo>
                              <a:cubicBezTo>
                                <a:pt x="17504" y="1967"/>
                                <a:pt x="17373" y="1822"/>
                                <a:pt x="17274" y="1870"/>
                              </a:cubicBezTo>
                              <a:cubicBezTo>
                                <a:pt x="17160" y="1967"/>
                                <a:pt x="17110" y="2259"/>
                                <a:pt x="17110" y="2841"/>
                              </a:cubicBezTo>
                              <a:cubicBezTo>
                                <a:pt x="17094" y="4831"/>
                                <a:pt x="17800" y="10510"/>
                                <a:pt x="18620" y="11627"/>
                              </a:cubicBezTo>
                              <a:cubicBezTo>
                                <a:pt x="18620" y="12452"/>
                                <a:pt x="18555" y="12986"/>
                                <a:pt x="18538" y="13180"/>
                              </a:cubicBezTo>
                              <a:cubicBezTo>
                                <a:pt x="17701" y="11432"/>
                                <a:pt x="16684" y="9685"/>
                                <a:pt x="15551" y="8326"/>
                              </a:cubicBezTo>
                              <a:cubicBezTo>
                                <a:pt x="15518" y="7986"/>
                                <a:pt x="15420" y="7064"/>
                                <a:pt x="15206" y="5802"/>
                              </a:cubicBezTo>
                              <a:cubicBezTo>
                                <a:pt x="15206" y="5705"/>
                                <a:pt x="15190" y="5656"/>
                                <a:pt x="15174" y="5608"/>
                              </a:cubicBezTo>
                              <a:cubicBezTo>
                                <a:pt x="14944" y="4346"/>
                                <a:pt x="14615" y="2744"/>
                                <a:pt x="14139" y="1142"/>
                              </a:cubicBezTo>
                              <a:cubicBezTo>
                                <a:pt x="14139" y="1142"/>
                                <a:pt x="14139" y="1142"/>
                                <a:pt x="14139" y="1142"/>
                              </a:cubicBezTo>
                              <a:cubicBezTo>
                                <a:pt x="13943" y="463"/>
                                <a:pt x="13762" y="220"/>
                                <a:pt x="13614" y="463"/>
                              </a:cubicBezTo>
                              <a:cubicBezTo>
                                <a:pt x="13450" y="705"/>
                                <a:pt x="13417" y="1482"/>
                                <a:pt x="13516" y="2501"/>
                              </a:cubicBezTo>
                              <a:cubicBezTo>
                                <a:pt x="13647" y="3909"/>
                                <a:pt x="14123" y="6239"/>
                                <a:pt x="14993" y="6239"/>
                              </a:cubicBezTo>
                              <a:cubicBezTo>
                                <a:pt x="15124" y="6967"/>
                                <a:pt x="15206" y="7598"/>
                                <a:pt x="15256" y="8035"/>
                              </a:cubicBezTo>
                              <a:cubicBezTo>
                                <a:pt x="15256" y="8035"/>
                                <a:pt x="15256" y="8035"/>
                                <a:pt x="15256" y="8035"/>
                              </a:cubicBezTo>
                              <a:cubicBezTo>
                                <a:pt x="14156" y="6773"/>
                                <a:pt x="12925" y="5899"/>
                                <a:pt x="11612" y="5753"/>
                              </a:cubicBezTo>
                              <a:cubicBezTo>
                                <a:pt x="11563" y="5608"/>
                                <a:pt x="11481" y="5268"/>
                                <a:pt x="11366" y="4880"/>
                              </a:cubicBezTo>
                              <a:cubicBezTo>
                                <a:pt x="11037" y="3763"/>
                                <a:pt x="10430" y="1870"/>
                                <a:pt x="9741" y="365"/>
                              </a:cubicBezTo>
                              <a:cubicBezTo>
                                <a:pt x="9462" y="-217"/>
                                <a:pt x="9314" y="26"/>
                                <a:pt x="9265" y="220"/>
                              </a:cubicBezTo>
                              <a:cubicBezTo>
                                <a:pt x="9084" y="802"/>
                                <a:pt x="9232" y="2259"/>
                                <a:pt x="9494" y="3132"/>
                              </a:cubicBezTo>
                              <a:cubicBezTo>
                                <a:pt x="9823" y="4297"/>
                                <a:pt x="10266" y="4540"/>
                                <a:pt x="10709" y="3763"/>
                              </a:cubicBezTo>
                              <a:cubicBezTo>
                                <a:pt x="10972" y="4540"/>
                                <a:pt x="11185" y="5219"/>
                                <a:pt x="11316" y="5705"/>
                              </a:cubicBezTo>
                              <a:cubicBezTo>
                                <a:pt x="11087" y="5705"/>
                                <a:pt x="10840" y="5705"/>
                                <a:pt x="10611" y="5753"/>
                              </a:cubicBezTo>
                              <a:cubicBezTo>
                                <a:pt x="9380" y="5947"/>
                                <a:pt x="8263" y="6433"/>
                                <a:pt x="7246" y="7064"/>
                              </a:cubicBezTo>
                              <a:cubicBezTo>
                                <a:pt x="7049" y="6481"/>
                                <a:pt x="6310" y="4200"/>
                                <a:pt x="5342" y="2890"/>
                              </a:cubicBezTo>
                              <a:cubicBezTo>
                                <a:pt x="5096" y="2550"/>
                                <a:pt x="4997" y="2938"/>
                                <a:pt x="4981" y="3084"/>
                              </a:cubicBezTo>
                              <a:cubicBezTo>
                                <a:pt x="4866" y="3715"/>
                                <a:pt x="5063" y="5025"/>
                                <a:pt x="5375" y="5705"/>
                              </a:cubicBezTo>
                              <a:cubicBezTo>
                                <a:pt x="5670" y="6336"/>
                                <a:pt x="5998" y="6239"/>
                                <a:pt x="6277" y="5414"/>
                              </a:cubicBezTo>
                              <a:cubicBezTo>
                                <a:pt x="6589" y="6142"/>
                                <a:pt x="6836" y="6821"/>
                                <a:pt x="6983" y="7258"/>
                              </a:cubicBezTo>
                              <a:cubicBezTo>
                                <a:pt x="6950" y="7258"/>
                                <a:pt x="6934" y="7307"/>
                                <a:pt x="6901" y="7307"/>
                              </a:cubicBezTo>
                              <a:cubicBezTo>
                                <a:pt x="6885" y="7307"/>
                                <a:pt x="6868" y="7307"/>
                                <a:pt x="6852" y="7355"/>
                              </a:cubicBezTo>
                              <a:cubicBezTo>
                                <a:pt x="5375" y="8374"/>
                                <a:pt x="4160" y="9685"/>
                                <a:pt x="3274" y="10850"/>
                              </a:cubicBezTo>
                              <a:cubicBezTo>
                                <a:pt x="2486" y="11869"/>
                                <a:pt x="1862" y="12840"/>
                                <a:pt x="1436" y="13617"/>
                              </a:cubicBezTo>
                              <a:cubicBezTo>
                                <a:pt x="1288" y="13762"/>
                                <a:pt x="237" y="14927"/>
                                <a:pt x="40" y="16772"/>
                              </a:cubicBezTo>
                              <a:cubicBezTo>
                                <a:pt x="-173" y="18762"/>
                                <a:pt x="500" y="19684"/>
                                <a:pt x="1107" y="17888"/>
                              </a:cubicBezTo>
                              <a:cubicBezTo>
                                <a:pt x="1501" y="16675"/>
                                <a:pt x="1534" y="15219"/>
                                <a:pt x="1501" y="14345"/>
                              </a:cubicBezTo>
                              <a:cubicBezTo>
                                <a:pt x="2404" y="12743"/>
                                <a:pt x="4127" y="10122"/>
                                <a:pt x="6540" y="8326"/>
                              </a:cubicBezTo>
                              <a:cubicBezTo>
                                <a:pt x="6113" y="9685"/>
                                <a:pt x="5375" y="12306"/>
                                <a:pt x="5178" y="14636"/>
                              </a:cubicBezTo>
                              <a:cubicBezTo>
                                <a:pt x="5161" y="14879"/>
                                <a:pt x="5194" y="15073"/>
                                <a:pt x="5260" y="15170"/>
                              </a:cubicBezTo>
                              <a:cubicBezTo>
                                <a:pt x="5408" y="15413"/>
                                <a:pt x="5687" y="15170"/>
                                <a:pt x="5867" y="14636"/>
                              </a:cubicBezTo>
                              <a:cubicBezTo>
                                <a:pt x="6015" y="14248"/>
                                <a:pt x="6212" y="13325"/>
                                <a:pt x="5916" y="11724"/>
                              </a:cubicBezTo>
                              <a:cubicBezTo>
                                <a:pt x="5916" y="11724"/>
                                <a:pt x="5916" y="11724"/>
                                <a:pt x="5916" y="11724"/>
                              </a:cubicBezTo>
                              <a:cubicBezTo>
                                <a:pt x="6327" y="9928"/>
                                <a:pt x="6852" y="8326"/>
                                <a:pt x="6983" y="7986"/>
                              </a:cubicBezTo>
                              <a:cubicBezTo>
                                <a:pt x="8083" y="7258"/>
                                <a:pt x="9298" y="6676"/>
                                <a:pt x="10627" y="6481"/>
                              </a:cubicBezTo>
                              <a:cubicBezTo>
                                <a:pt x="10217" y="7307"/>
                                <a:pt x="9494" y="8714"/>
                                <a:pt x="8920" y="9928"/>
                              </a:cubicBezTo>
                              <a:cubicBezTo>
                                <a:pt x="8526" y="10753"/>
                                <a:pt x="8460" y="11481"/>
                                <a:pt x="8493" y="11966"/>
                              </a:cubicBezTo>
                              <a:cubicBezTo>
                                <a:pt x="8510" y="12452"/>
                                <a:pt x="8625" y="12840"/>
                                <a:pt x="8789" y="13034"/>
                              </a:cubicBezTo>
                              <a:cubicBezTo>
                                <a:pt x="8986" y="13228"/>
                                <a:pt x="9183" y="13131"/>
                                <a:pt x="9347" y="12743"/>
                              </a:cubicBezTo>
                              <a:cubicBezTo>
                                <a:pt x="9675" y="11918"/>
                                <a:pt x="9511" y="10656"/>
                                <a:pt x="9363" y="9928"/>
                              </a:cubicBezTo>
                              <a:cubicBezTo>
                                <a:pt x="10151" y="8326"/>
                                <a:pt x="11087" y="6481"/>
                                <a:pt x="11087" y="6481"/>
                              </a:cubicBezTo>
                              <a:cubicBezTo>
                                <a:pt x="11087" y="6481"/>
                                <a:pt x="11087" y="6481"/>
                                <a:pt x="11087" y="6481"/>
                              </a:cubicBezTo>
                              <a:cubicBezTo>
                                <a:pt x="12465" y="6433"/>
                                <a:pt x="13762" y="7210"/>
                                <a:pt x="14927" y="8423"/>
                              </a:cubicBezTo>
                              <a:cubicBezTo>
                                <a:pt x="14566" y="8763"/>
                                <a:pt x="13975" y="9442"/>
                                <a:pt x="13302" y="10462"/>
                              </a:cubicBezTo>
                              <a:cubicBezTo>
                                <a:pt x="12580" y="11578"/>
                                <a:pt x="12383" y="13180"/>
                                <a:pt x="12482" y="14199"/>
                              </a:cubicBezTo>
                              <a:cubicBezTo>
                                <a:pt x="12547" y="14782"/>
                                <a:pt x="12712" y="15121"/>
                                <a:pt x="12892" y="15073"/>
                              </a:cubicBezTo>
                              <a:cubicBezTo>
                                <a:pt x="13056" y="14976"/>
                                <a:pt x="13253" y="14587"/>
                                <a:pt x="13417" y="13908"/>
                              </a:cubicBezTo>
                              <a:cubicBezTo>
                                <a:pt x="13631" y="13034"/>
                                <a:pt x="13811" y="11724"/>
                                <a:pt x="13778" y="10559"/>
                              </a:cubicBezTo>
                              <a:cubicBezTo>
                                <a:pt x="14517" y="9539"/>
                                <a:pt x="15108" y="9005"/>
                                <a:pt x="15288" y="8860"/>
                              </a:cubicBezTo>
                              <a:cubicBezTo>
                                <a:pt x="16437" y="10170"/>
                                <a:pt x="17471" y="11918"/>
                                <a:pt x="18325" y="13665"/>
                              </a:cubicBezTo>
                              <a:cubicBezTo>
                                <a:pt x="17783" y="13665"/>
                                <a:pt x="16848" y="14054"/>
                                <a:pt x="16158" y="16189"/>
                              </a:cubicBezTo>
                              <a:cubicBezTo>
                                <a:pt x="15945" y="16820"/>
                                <a:pt x="15994" y="17306"/>
                                <a:pt x="16027" y="17548"/>
                              </a:cubicBezTo>
                              <a:cubicBezTo>
                                <a:pt x="16109" y="18034"/>
                                <a:pt x="16355" y="18276"/>
                                <a:pt x="16667" y="18179"/>
                              </a:cubicBezTo>
                              <a:cubicBezTo>
                                <a:pt x="17143" y="17985"/>
                                <a:pt x="17783" y="16917"/>
                                <a:pt x="17964" y="14442"/>
                              </a:cubicBezTo>
                              <a:cubicBezTo>
                                <a:pt x="18325" y="14345"/>
                                <a:pt x="18604" y="14393"/>
                                <a:pt x="18702" y="14442"/>
                              </a:cubicBezTo>
                              <a:cubicBezTo>
                                <a:pt x="20294" y="17840"/>
                                <a:pt x="21230" y="21092"/>
                                <a:pt x="21263" y="21189"/>
                              </a:cubicBezTo>
                              <a:cubicBezTo>
                                <a:pt x="21312" y="21334"/>
                                <a:pt x="21378" y="21383"/>
                                <a:pt x="21427" y="21237"/>
                              </a:cubicBezTo>
                              <a:cubicBezTo>
                                <a:pt x="21411" y="20995"/>
                                <a:pt x="21411" y="20752"/>
                                <a:pt x="21378" y="20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7" name="Shape"/>
                      <wps:cNvSpPr/>
                      <wps:spPr>
                        <a:xfrm>
                          <a:off x="5969000" y="1612900"/>
                          <a:ext cx="654886" cy="49140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86" h="20894" extrusionOk="0">
                              <a:moveTo>
                                <a:pt x="21377" y="15066"/>
                              </a:moveTo>
                              <a:cubicBezTo>
                                <a:pt x="21293" y="14688"/>
                                <a:pt x="21084" y="14256"/>
                                <a:pt x="21000" y="13824"/>
                              </a:cubicBezTo>
                              <a:cubicBezTo>
                                <a:pt x="21251" y="11124"/>
                                <a:pt x="20832" y="8154"/>
                                <a:pt x="18781" y="6966"/>
                              </a:cubicBezTo>
                              <a:cubicBezTo>
                                <a:pt x="18698" y="6912"/>
                                <a:pt x="18614" y="6858"/>
                                <a:pt x="18530" y="6804"/>
                              </a:cubicBezTo>
                              <a:cubicBezTo>
                                <a:pt x="19409" y="6210"/>
                                <a:pt x="20246" y="5562"/>
                                <a:pt x="20958" y="4806"/>
                              </a:cubicBezTo>
                              <a:cubicBezTo>
                                <a:pt x="21042" y="4698"/>
                                <a:pt x="21000" y="4536"/>
                                <a:pt x="20916" y="4482"/>
                              </a:cubicBezTo>
                              <a:cubicBezTo>
                                <a:pt x="19409" y="3240"/>
                                <a:pt x="17358" y="2808"/>
                                <a:pt x="15684" y="2160"/>
                              </a:cubicBezTo>
                              <a:cubicBezTo>
                                <a:pt x="14428" y="1674"/>
                                <a:pt x="13172" y="1242"/>
                                <a:pt x="11916" y="810"/>
                              </a:cubicBezTo>
                              <a:cubicBezTo>
                                <a:pt x="11163" y="540"/>
                                <a:pt x="10200" y="0"/>
                                <a:pt x="9405" y="0"/>
                              </a:cubicBezTo>
                              <a:cubicBezTo>
                                <a:pt x="8860" y="0"/>
                                <a:pt x="8107" y="756"/>
                                <a:pt x="7646" y="1080"/>
                              </a:cubicBezTo>
                              <a:cubicBezTo>
                                <a:pt x="6558" y="1836"/>
                                <a:pt x="5512" y="2646"/>
                                <a:pt x="4507" y="3456"/>
                              </a:cubicBezTo>
                              <a:cubicBezTo>
                                <a:pt x="3084" y="4590"/>
                                <a:pt x="1032" y="5832"/>
                                <a:pt x="28" y="7560"/>
                              </a:cubicBezTo>
                              <a:cubicBezTo>
                                <a:pt x="28" y="7560"/>
                                <a:pt x="28" y="7560"/>
                                <a:pt x="28" y="7614"/>
                              </a:cubicBezTo>
                              <a:cubicBezTo>
                                <a:pt x="28" y="7614"/>
                                <a:pt x="28" y="7614"/>
                                <a:pt x="28" y="7614"/>
                              </a:cubicBezTo>
                              <a:cubicBezTo>
                                <a:pt x="-14" y="7722"/>
                                <a:pt x="-14" y="7830"/>
                                <a:pt x="70" y="7884"/>
                              </a:cubicBezTo>
                              <a:cubicBezTo>
                                <a:pt x="70" y="7884"/>
                                <a:pt x="70" y="7884"/>
                                <a:pt x="70" y="7884"/>
                              </a:cubicBezTo>
                              <a:cubicBezTo>
                                <a:pt x="70" y="7884"/>
                                <a:pt x="70" y="7884"/>
                                <a:pt x="70" y="7884"/>
                              </a:cubicBezTo>
                              <a:cubicBezTo>
                                <a:pt x="70" y="7884"/>
                                <a:pt x="112" y="7938"/>
                                <a:pt x="112" y="7938"/>
                              </a:cubicBezTo>
                              <a:cubicBezTo>
                                <a:pt x="1535" y="8640"/>
                                <a:pt x="3000" y="9288"/>
                                <a:pt x="4465" y="9882"/>
                              </a:cubicBezTo>
                              <a:cubicBezTo>
                                <a:pt x="4549" y="11070"/>
                                <a:pt x="4591" y="12258"/>
                                <a:pt x="4674" y="13446"/>
                              </a:cubicBezTo>
                              <a:cubicBezTo>
                                <a:pt x="4716" y="14418"/>
                                <a:pt x="4800" y="15390"/>
                                <a:pt x="4884" y="16416"/>
                              </a:cubicBezTo>
                              <a:cubicBezTo>
                                <a:pt x="4925" y="17010"/>
                                <a:pt x="4842" y="18252"/>
                                <a:pt x="5093" y="18792"/>
                              </a:cubicBezTo>
                              <a:cubicBezTo>
                                <a:pt x="5637" y="19980"/>
                                <a:pt x="7270" y="20520"/>
                                <a:pt x="8232" y="20736"/>
                              </a:cubicBezTo>
                              <a:cubicBezTo>
                                <a:pt x="10200" y="21060"/>
                                <a:pt x="12209" y="20898"/>
                                <a:pt x="14093" y="20142"/>
                              </a:cubicBezTo>
                              <a:cubicBezTo>
                                <a:pt x="15223" y="19656"/>
                                <a:pt x="17944" y="17982"/>
                                <a:pt x="17902" y="15984"/>
                              </a:cubicBezTo>
                              <a:cubicBezTo>
                                <a:pt x="17819" y="13284"/>
                                <a:pt x="17400" y="10584"/>
                                <a:pt x="17107" y="7938"/>
                              </a:cubicBezTo>
                              <a:cubicBezTo>
                                <a:pt x="17442" y="7722"/>
                                <a:pt x="17777" y="7506"/>
                                <a:pt x="18153" y="7236"/>
                              </a:cubicBezTo>
                              <a:cubicBezTo>
                                <a:pt x="19409" y="7722"/>
                                <a:pt x="20330" y="8640"/>
                                <a:pt x="20665" y="10530"/>
                              </a:cubicBezTo>
                              <a:cubicBezTo>
                                <a:pt x="20832" y="11394"/>
                                <a:pt x="20874" y="12582"/>
                                <a:pt x="20791" y="13608"/>
                              </a:cubicBezTo>
                              <a:cubicBezTo>
                                <a:pt x="20749" y="13662"/>
                                <a:pt x="20749" y="13716"/>
                                <a:pt x="20749" y="13770"/>
                              </a:cubicBezTo>
                              <a:cubicBezTo>
                                <a:pt x="20749" y="13824"/>
                                <a:pt x="20749" y="13824"/>
                                <a:pt x="20749" y="13878"/>
                              </a:cubicBezTo>
                              <a:cubicBezTo>
                                <a:pt x="20581" y="14418"/>
                                <a:pt x="20330" y="14796"/>
                                <a:pt x="20246" y="15390"/>
                              </a:cubicBezTo>
                              <a:cubicBezTo>
                                <a:pt x="20163" y="15876"/>
                                <a:pt x="20163" y="16362"/>
                                <a:pt x="20163" y="16848"/>
                              </a:cubicBezTo>
                              <a:cubicBezTo>
                                <a:pt x="20163" y="17010"/>
                                <a:pt x="20163" y="17226"/>
                                <a:pt x="20121" y="17388"/>
                              </a:cubicBezTo>
                              <a:cubicBezTo>
                                <a:pt x="20079" y="17550"/>
                                <a:pt x="20037" y="17550"/>
                                <a:pt x="20163" y="17550"/>
                              </a:cubicBezTo>
                              <a:cubicBezTo>
                                <a:pt x="19953" y="17604"/>
                                <a:pt x="19953" y="18036"/>
                                <a:pt x="20163" y="17982"/>
                              </a:cubicBezTo>
                              <a:cubicBezTo>
                                <a:pt x="20246" y="17982"/>
                                <a:pt x="20288" y="17928"/>
                                <a:pt x="20330" y="17874"/>
                              </a:cubicBezTo>
                              <a:cubicBezTo>
                                <a:pt x="20372" y="17982"/>
                                <a:pt x="20456" y="18036"/>
                                <a:pt x="20539" y="17928"/>
                              </a:cubicBezTo>
                              <a:cubicBezTo>
                                <a:pt x="20581" y="17928"/>
                                <a:pt x="20581" y="17874"/>
                                <a:pt x="20623" y="17820"/>
                              </a:cubicBezTo>
                              <a:cubicBezTo>
                                <a:pt x="20581" y="17982"/>
                                <a:pt x="20791" y="18198"/>
                                <a:pt x="20916" y="18036"/>
                              </a:cubicBezTo>
                              <a:cubicBezTo>
                                <a:pt x="21125" y="17820"/>
                                <a:pt x="21251" y="17496"/>
                                <a:pt x="21293" y="17118"/>
                              </a:cubicBezTo>
                              <a:cubicBezTo>
                                <a:pt x="21293" y="17388"/>
                                <a:pt x="21251" y="17712"/>
                                <a:pt x="21251" y="17982"/>
                              </a:cubicBezTo>
                              <a:cubicBezTo>
                                <a:pt x="21209" y="18252"/>
                                <a:pt x="21586" y="18252"/>
                                <a:pt x="21586" y="17982"/>
                              </a:cubicBezTo>
                              <a:cubicBezTo>
                                <a:pt x="21544" y="16956"/>
                                <a:pt x="21544" y="16038"/>
                                <a:pt x="21377" y="15066"/>
                              </a:cubicBezTo>
                              <a:close/>
                              <a:moveTo>
                                <a:pt x="17316" y="14580"/>
                              </a:moveTo>
                              <a:cubicBezTo>
                                <a:pt x="17400" y="15336"/>
                                <a:pt x="17525" y="15930"/>
                                <a:pt x="17232" y="16578"/>
                              </a:cubicBezTo>
                              <a:cubicBezTo>
                                <a:pt x="16605" y="17928"/>
                                <a:pt x="15349" y="18846"/>
                                <a:pt x="14260" y="19440"/>
                              </a:cubicBezTo>
                              <a:cubicBezTo>
                                <a:pt x="12167" y="20574"/>
                                <a:pt x="5888" y="21600"/>
                                <a:pt x="5260" y="17604"/>
                              </a:cubicBezTo>
                              <a:cubicBezTo>
                                <a:pt x="5637" y="17766"/>
                                <a:pt x="6014" y="17874"/>
                                <a:pt x="6391" y="17982"/>
                              </a:cubicBezTo>
                              <a:cubicBezTo>
                                <a:pt x="6558" y="18036"/>
                                <a:pt x="6642" y="17712"/>
                                <a:pt x="6474" y="17658"/>
                              </a:cubicBezTo>
                              <a:cubicBezTo>
                                <a:pt x="6056" y="17550"/>
                                <a:pt x="5637" y="17442"/>
                                <a:pt x="5260" y="17280"/>
                              </a:cubicBezTo>
                              <a:cubicBezTo>
                                <a:pt x="5260" y="17280"/>
                                <a:pt x="5218" y="17280"/>
                                <a:pt x="5218" y="17280"/>
                              </a:cubicBezTo>
                              <a:cubicBezTo>
                                <a:pt x="5177" y="16848"/>
                                <a:pt x="5177" y="16416"/>
                                <a:pt x="5135" y="15984"/>
                              </a:cubicBezTo>
                              <a:cubicBezTo>
                                <a:pt x="5344" y="16038"/>
                                <a:pt x="5595" y="16092"/>
                                <a:pt x="5846" y="16146"/>
                              </a:cubicBezTo>
                              <a:cubicBezTo>
                                <a:pt x="6014" y="16200"/>
                                <a:pt x="6098" y="15822"/>
                                <a:pt x="5930" y="15822"/>
                              </a:cubicBezTo>
                              <a:cubicBezTo>
                                <a:pt x="5679" y="15768"/>
                                <a:pt x="5386" y="15714"/>
                                <a:pt x="5135" y="15606"/>
                              </a:cubicBezTo>
                              <a:cubicBezTo>
                                <a:pt x="5093" y="15228"/>
                                <a:pt x="5093" y="14904"/>
                                <a:pt x="5051" y="14526"/>
                              </a:cubicBezTo>
                              <a:cubicBezTo>
                                <a:pt x="5218" y="14580"/>
                                <a:pt x="5386" y="14634"/>
                                <a:pt x="5511" y="14634"/>
                              </a:cubicBezTo>
                              <a:cubicBezTo>
                                <a:pt x="5679" y="14634"/>
                                <a:pt x="5679" y="14310"/>
                                <a:pt x="5511" y="14310"/>
                              </a:cubicBezTo>
                              <a:cubicBezTo>
                                <a:pt x="5344" y="14310"/>
                                <a:pt x="5177" y="14256"/>
                                <a:pt x="5051" y="14148"/>
                              </a:cubicBezTo>
                              <a:cubicBezTo>
                                <a:pt x="5051" y="14148"/>
                                <a:pt x="5009" y="14148"/>
                                <a:pt x="5009" y="14148"/>
                              </a:cubicBezTo>
                              <a:cubicBezTo>
                                <a:pt x="4967" y="13770"/>
                                <a:pt x="4967" y="13446"/>
                                <a:pt x="4925" y="13068"/>
                              </a:cubicBezTo>
                              <a:cubicBezTo>
                                <a:pt x="5218" y="13122"/>
                                <a:pt x="5470" y="13176"/>
                                <a:pt x="5763" y="13176"/>
                              </a:cubicBezTo>
                              <a:cubicBezTo>
                                <a:pt x="5930" y="13176"/>
                                <a:pt x="5930" y="12852"/>
                                <a:pt x="5763" y="12798"/>
                              </a:cubicBezTo>
                              <a:cubicBezTo>
                                <a:pt x="5470" y="12798"/>
                                <a:pt x="5177" y="12744"/>
                                <a:pt x="4925" y="12690"/>
                              </a:cubicBezTo>
                              <a:cubicBezTo>
                                <a:pt x="4925" y="12690"/>
                                <a:pt x="4925" y="12690"/>
                                <a:pt x="4925" y="12690"/>
                              </a:cubicBezTo>
                              <a:cubicBezTo>
                                <a:pt x="4884" y="12312"/>
                                <a:pt x="4884" y="11934"/>
                                <a:pt x="4842" y="11610"/>
                              </a:cubicBezTo>
                              <a:cubicBezTo>
                                <a:pt x="5219" y="11826"/>
                                <a:pt x="5595" y="11934"/>
                                <a:pt x="5972" y="11880"/>
                              </a:cubicBezTo>
                              <a:cubicBezTo>
                                <a:pt x="6139" y="11880"/>
                                <a:pt x="6139" y="11556"/>
                                <a:pt x="5972" y="11502"/>
                              </a:cubicBezTo>
                              <a:cubicBezTo>
                                <a:pt x="5553" y="11502"/>
                                <a:pt x="5177" y="11394"/>
                                <a:pt x="4800" y="11178"/>
                              </a:cubicBezTo>
                              <a:cubicBezTo>
                                <a:pt x="4758" y="10800"/>
                                <a:pt x="4758" y="10368"/>
                                <a:pt x="4716" y="9990"/>
                              </a:cubicBezTo>
                              <a:cubicBezTo>
                                <a:pt x="5009" y="10098"/>
                                <a:pt x="5302" y="10260"/>
                                <a:pt x="5595" y="10368"/>
                              </a:cubicBezTo>
                              <a:cubicBezTo>
                                <a:pt x="6809" y="10854"/>
                                <a:pt x="8023" y="11394"/>
                                <a:pt x="9237" y="11826"/>
                              </a:cubicBezTo>
                              <a:cubicBezTo>
                                <a:pt x="9949" y="12096"/>
                                <a:pt x="10158" y="12150"/>
                                <a:pt x="10828" y="11772"/>
                              </a:cubicBezTo>
                              <a:cubicBezTo>
                                <a:pt x="12753" y="10692"/>
                                <a:pt x="14637" y="9450"/>
                                <a:pt x="16479" y="8154"/>
                              </a:cubicBezTo>
                              <a:cubicBezTo>
                                <a:pt x="16521" y="8100"/>
                                <a:pt x="16605" y="8046"/>
                                <a:pt x="16688" y="8046"/>
                              </a:cubicBezTo>
                              <a:cubicBezTo>
                                <a:pt x="16856" y="10206"/>
                                <a:pt x="17107" y="12366"/>
                                <a:pt x="17316" y="14580"/>
                              </a:cubicBezTo>
                              <a:close/>
                              <a:moveTo>
                                <a:pt x="16856" y="7398"/>
                              </a:moveTo>
                              <a:cubicBezTo>
                                <a:pt x="16814" y="7452"/>
                                <a:pt x="16772" y="7452"/>
                                <a:pt x="16730" y="7506"/>
                              </a:cubicBezTo>
                              <a:cubicBezTo>
                                <a:pt x="16688" y="7506"/>
                                <a:pt x="16688" y="7506"/>
                                <a:pt x="16688" y="7560"/>
                              </a:cubicBezTo>
                              <a:cubicBezTo>
                                <a:pt x="14888" y="8802"/>
                                <a:pt x="13088" y="9990"/>
                                <a:pt x="11246" y="11124"/>
                              </a:cubicBezTo>
                              <a:cubicBezTo>
                                <a:pt x="10367" y="11664"/>
                                <a:pt x="10032" y="11718"/>
                                <a:pt x="9070" y="11340"/>
                              </a:cubicBezTo>
                              <a:cubicBezTo>
                                <a:pt x="7814" y="10854"/>
                                <a:pt x="6600" y="10314"/>
                                <a:pt x="5386" y="9828"/>
                              </a:cubicBezTo>
                              <a:cubicBezTo>
                                <a:pt x="3711" y="9126"/>
                                <a:pt x="2037" y="8424"/>
                                <a:pt x="405" y="7614"/>
                              </a:cubicBezTo>
                              <a:cubicBezTo>
                                <a:pt x="1367" y="6102"/>
                                <a:pt x="3167" y="5022"/>
                                <a:pt x="4381" y="4050"/>
                              </a:cubicBezTo>
                              <a:cubicBezTo>
                                <a:pt x="5972" y="2754"/>
                                <a:pt x="7604" y="1350"/>
                                <a:pt x="9363" y="486"/>
                              </a:cubicBezTo>
                              <a:cubicBezTo>
                                <a:pt x="9865" y="270"/>
                                <a:pt x="11079" y="972"/>
                                <a:pt x="11539" y="1134"/>
                              </a:cubicBezTo>
                              <a:cubicBezTo>
                                <a:pt x="12670" y="1512"/>
                                <a:pt x="13800" y="1944"/>
                                <a:pt x="14930" y="2376"/>
                              </a:cubicBezTo>
                              <a:cubicBezTo>
                                <a:pt x="16772" y="3078"/>
                                <a:pt x="18697" y="3726"/>
                                <a:pt x="20497" y="4698"/>
                              </a:cubicBezTo>
                              <a:cubicBezTo>
                                <a:pt x="20539" y="4752"/>
                                <a:pt x="20581" y="4752"/>
                                <a:pt x="20623" y="4752"/>
                              </a:cubicBezTo>
                              <a:cubicBezTo>
                                <a:pt x="20581" y="4752"/>
                                <a:pt x="20497" y="4752"/>
                                <a:pt x="20414" y="4860"/>
                              </a:cubicBezTo>
                              <a:cubicBezTo>
                                <a:pt x="20163" y="5076"/>
                                <a:pt x="19870" y="5292"/>
                                <a:pt x="19618" y="5508"/>
                              </a:cubicBezTo>
                              <a:cubicBezTo>
                                <a:pt x="19116" y="5886"/>
                                <a:pt x="18614" y="6264"/>
                                <a:pt x="18070" y="6642"/>
                              </a:cubicBezTo>
                              <a:cubicBezTo>
                                <a:pt x="17023" y="6210"/>
                                <a:pt x="15851" y="6048"/>
                                <a:pt x="14846" y="5778"/>
                              </a:cubicBezTo>
                              <a:cubicBezTo>
                                <a:pt x="13716" y="5454"/>
                                <a:pt x="12544" y="5076"/>
                                <a:pt x="11414" y="4914"/>
                              </a:cubicBezTo>
                              <a:cubicBezTo>
                                <a:pt x="11414" y="4914"/>
                                <a:pt x="11414" y="4860"/>
                                <a:pt x="11414" y="4860"/>
                              </a:cubicBezTo>
                              <a:cubicBezTo>
                                <a:pt x="11288" y="4482"/>
                                <a:pt x="10953" y="4536"/>
                                <a:pt x="10702" y="4644"/>
                              </a:cubicBezTo>
                              <a:cubicBezTo>
                                <a:pt x="10493" y="4752"/>
                                <a:pt x="10325" y="5076"/>
                                <a:pt x="10409" y="5400"/>
                              </a:cubicBezTo>
                              <a:cubicBezTo>
                                <a:pt x="10535" y="5778"/>
                                <a:pt x="10870" y="5724"/>
                                <a:pt x="11121" y="5616"/>
                              </a:cubicBezTo>
                              <a:cubicBezTo>
                                <a:pt x="11205" y="5562"/>
                                <a:pt x="11288" y="5454"/>
                                <a:pt x="11330" y="5346"/>
                              </a:cubicBezTo>
                              <a:cubicBezTo>
                                <a:pt x="13423" y="5670"/>
                                <a:pt x="15474" y="6426"/>
                                <a:pt x="17526" y="7020"/>
                              </a:cubicBezTo>
                              <a:cubicBezTo>
                                <a:pt x="17567" y="7020"/>
                                <a:pt x="17567" y="7020"/>
                                <a:pt x="17609" y="7020"/>
                              </a:cubicBezTo>
                              <a:cubicBezTo>
                                <a:pt x="17274" y="7074"/>
                                <a:pt x="17065" y="7236"/>
                                <a:pt x="16856" y="7398"/>
                              </a:cubicBezTo>
                              <a:close/>
                              <a:moveTo>
                                <a:pt x="10660" y="5130"/>
                              </a:moveTo>
                              <a:cubicBezTo>
                                <a:pt x="10660" y="5130"/>
                                <a:pt x="10618" y="5130"/>
                                <a:pt x="10660" y="5130"/>
                              </a:cubicBezTo>
                              <a:cubicBezTo>
                                <a:pt x="10618" y="5130"/>
                                <a:pt x="10660" y="5130"/>
                                <a:pt x="10660" y="5130"/>
                              </a:cubicBezTo>
                              <a:close/>
                              <a:moveTo>
                                <a:pt x="20330" y="17334"/>
                              </a:moveTo>
                              <a:cubicBezTo>
                                <a:pt x="20330" y="17280"/>
                                <a:pt x="20330" y="17172"/>
                                <a:pt x="20372" y="17118"/>
                              </a:cubicBezTo>
                              <a:cubicBezTo>
                                <a:pt x="20414" y="16524"/>
                                <a:pt x="20372" y="15930"/>
                                <a:pt x="20498" y="15336"/>
                              </a:cubicBezTo>
                              <a:cubicBezTo>
                                <a:pt x="20498" y="15336"/>
                                <a:pt x="20498" y="15390"/>
                                <a:pt x="20498" y="15390"/>
                              </a:cubicBezTo>
                              <a:cubicBezTo>
                                <a:pt x="20456" y="15768"/>
                                <a:pt x="20539" y="16902"/>
                                <a:pt x="20330" y="17334"/>
                              </a:cubicBezTo>
                              <a:close/>
                              <a:moveTo>
                                <a:pt x="20623" y="17550"/>
                              </a:moveTo>
                              <a:cubicBezTo>
                                <a:pt x="20749" y="17226"/>
                                <a:pt x="20749" y="16794"/>
                                <a:pt x="20791" y="16470"/>
                              </a:cubicBezTo>
                              <a:cubicBezTo>
                                <a:pt x="20832" y="16038"/>
                                <a:pt x="20749" y="15444"/>
                                <a:pt x="20791" y="14904"/>
                              </a:cubicBezTo>
                              <a:cubicBezTo>
                                <a:pt x="20916" y="15822"/>
                                <a:pt x="21000" y="16956"/>
                                <a:pt x="20623" y="175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8" name="Shape"/>
                      <wps:cNvSpPr/>
                      <wps:spPr>
                        <a:xfrm>
                          <a:off x="8420099" y="1308100"/>
                          <a:ext cx="555706" cy="62167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56" h="20855" extrusionOk="0">
                              <a:moveTo>
                                <a:pt x="6436" y="2175"/>
                              </a:moveTo>
                              <a:cubicBezTo>
                                <a:pt x="6293" y="2217"/>
                                <a:pt x="6436" y="2430"/>
                                <a:pt x="6532" y="2345"/>
                              </a:cubicBezTo>
                              <a:cubicBezTo>
                                <a:pt x="7011" y="2132"/>
                                <a:pt x="7682" y="2430"/>
                                <a:pt x="7969" y="2814"/>
                              </a:cubicBezTo>
                              <a:cubicBezTo>
                                <a:pt x="8065" y="2941"/>
                                <a:pt x="8256" y="2814"/>
                                <a:pt x="8161" y="2728"/>
                              </a:cubicBezTo>
                              <a:cubicBezTo>
                                <a:pt x="7825" y="2217"/>
                                <a:pt x="7059" y="1919"/>
                                <a:pt x="6436" y="2175"/>
                              </a:cubicBezTo>
                              <a:close/>
                              <a:moveTo>
                                <a:pt x="20565" y="7031"/>
                              </a:moveTo>
                              <a:cubicBezTo>
                                <a:pt x="20517" y="6904"/>
                                <a:pt x="20421" y="6776"/>
                                <a:pt x="20326" y="6691"/>
                              </a:cubicBezTo>
                              <a:cubicBezTo>
                                <a:pt x="20757" y="5753"/>
                                <a:pt x="20230" y="4433"/>
                                <a:pt x="19799" y="3581"/>
                              </a:cubicBezTo>
                              <a:cubicBezTo>
                                <a:pt x="19272" y="2601"/>
                                <a:pt x="18266" y="1876"/>
                                <a:pt x="17308" y="1280"/>
                              </a:cubicBezTo>
                              <a:cubicBezTo>
                                <a:pt x="14291" y="-552"/>
                                <a:pt x="10795" y="-424"/>
                                <a:pt x="8065" y="1706"/>
                              </a:cubicBezTo>
                              <a:cubicBezTo>
                                <a:pt x="7299" y="1365"/>
                                <a:pt x="6436" y="1323"/>
                                <a:pt x="5574" y="1706"/>
                              </a:cubicBezTo>
                              <a:cubicBezTo>
                                <a:pt x="3994" y="2388"/>
                                <a:pt x="3898" y="3921"/>
                                <a:pt x="4329" y="5242"/>
                              </a:cubicBezTo>
                              <a:cubicBezTo>
                                <a:pt x="4329" y="5285"/>
                                <a:pt x="4425" y="5327"/>
                                <a:pt x="4473" y="5327"/>
                              </a:cubicBezTo>
                              <a:cubicBezTo>
                                <a:pt x="5191" y="5114"/>
                                <a:pt x="5862" y="4944"/>
                                <a:pt x="6580" y="4731"/>
                              </a:cubicBezTo>
                              <a:cubicBezTo>
                                <a:pt x="4042" y="5711"/>
                                <a:pt x="2126" y="7841"/>
                                <a:pt x="1791" y="10312"/>
                              </a:cubicBezTo>
                              <a:cubicBezTo>
                                <a:pt x="1647" y="11462"/>
                                <a:pt x="1791" y="12570"/>
                                <a:pt x="2222" y="13592"/>
                              </a:cubicBezTo>
                              <a:cubicBezTo>
                                <a:pt x="1839" y="13848"/>
                                <a:pt x="1503" y="14146"/>
                                <a:pt x="1168" y="14402"/>
                              </a:cubicBezTo>
                              <a:cubicBezTo>
                                <a:pt x="785" y="14700"/>
                                <a:pt x="162" y="15041"/>
                                <a:pt x="19" y="15467"/>
                              </a:cubicBezTo>
                              <a:cubicBezTo>
                                <a:pt x="-125" y="15893"/>
                                <a:pt x="593" y="15808"/>
                                <a:pt x="833" y="15765"/>
                              </a:cubicBezTo>
                              <a:cubicBezTo>
                                <a:pt x="1599" y="15552"/>
                                <a:pt x="2366" y="15339"/>
                                <a:pt x="3132" y="15126"/>
                              </a:cubicBezTo>
                              <a:cubicBezTo>
                                <a:pt x="4281" y="16702"/>
                                <a:pt x="6149" y="17853"/>
                                <a:pt x="8400" y="18236"/>
                              </a:cubicBezTo>
                              <a:cubicBezTo>
                                <a:pt x="8927" y="18321"/>
                                <a:pt x="9502" y="18364"/>
                                <a:pt x="10029" y="18321"/>
                              </a:cubicBezTo>
                              <a:cubicBezTo>
                                <a:pt x="10220" y="18705"/>
                                <a:pt x="10412" y="19131"/>
                                <a:pt x="10603" y="19514"/>
                              </a:cubicBezTo>
                              <a:cubicBezTo>
                                <a:pt x="10747" y="19855"/>
                                <a:pt x="10938" y="20579"/>
                                <a:pt x="11322" y="20792"/>
                              </a:cubicBezTo>
                              <a:cubicBezTo>
                                <a:pt x="11801" y="21048"/>
                                <a:pt x="11896" y="20452"/>
                                <a:pt x="11944" y="20196"/>
                              </a:cubicBezTo>
                              <a:cubicBezTo>
                                <a:pt x="11992" y="19472"/>
                                <a:pt x="11992" y="18747"/>
                                <a:pt x="11944" y="18066"/>
                              </a:cubicBezTo>
                              <a:cubicBezTo>
                                <a:pt x="14531" y="17384"/>
                                <a:pt x="16686" y="15467"/>
                                <a:pt x="17404" y="13166"/>
                              </a:cubicBezTo>
                              <a:cubicBezTo>
                                <a:pt x="17404" y="13166"/>
                                <a:pt x="17404" y="13166"/>
                                <a:pt x="17404" y="13166"/>
                              </a:cubicBezTo>
                              <a:cubicBezTo>
                                <a:pt x="17404" y="13166"/>
                                <a:pt x="17404" y="13124"/>
                                <a:pt x="17404" y="13124"/>
                              </a:cubicBezTo>
                              <a:cubicBezTo>
                                <a:pt x="17452" y="12996"/>
                                <a:pt x="17452" y="12868"/>
                                <a:pt x="17500" y="12783"/>
                              </a:cubicBezTo>
                              <a:cubicBezTo>
                                <a:pt x="17596" y="12314"/>
                                <a:pt x="17644" y="11803"/>
                                <a:pt x="17692" y="11292"/>
                              </a:cubicBezTo>
                              <a:cubicBezTo>
                                <a:pt x="17692" y="11036"/>
                                <a:pt x="17644" y="10823"/>
                                <a:pt x="17644" y="10568"/>
                              </a:cubicBezTo>
                              <a:cubicBezTo>
                                <a:pt x="17644" y="10568"/>
                                <a:pt x="17644" y="10568"/>
                                <a:pt x="17644" y="10568"/>
                              </a:cubicBezTo>
                              <a:cubicBezTo>
                                <a:pt x="17452" y="8991"/>
                                <a:pt x="16686" y="7543"/>
                                <a:pt x="15441" y="6392"/>
                              </a:cubicBezTo>
                              <a:cubicBezTo>
                                <a:pt x="15057" y="6009"/>
                                <a:pt x="14626" y="5711"/>
                                <a:pt x="14147" y="5455"/>
                              </a:cubicBezTo>
                              <a:cubicBezTo>
                                <a:pt x="14291" y="5327"/>
                                <a:pt x="14387" y="5157"/>
                                <a:pt x="14483" y="4986"/>
                              </a:cubicBezTo>
                              <a:cubicBezTo>
                                <a:pt x="14578" y="4859"/>
                                <a:pt x="14674" y="4688"/>
                                <a:pt x="14770" y="4560"/>
                              </a:cubicBezTo>
                              <a:cubicBezTo>
                                <a:pt x="14914" y="4646"/>
                                <a:pt x="15105" y="4731"/>
                                <a:pt x="15249" y="4816"/>
                              </a:cubicBezTo>
                              <a:cubicBezTo>
                                <a:pt x="15441" y="4901"/>
                                <a:pt x="15632" y="4986"/>
                                <a:pt x="15824" y="4901"/>
                              </a:cubicBezTo>
                              <a:cubicBezTo>
                                <a:pt x="15824" y="4901"/>
                                <a:pt x="15824" y="4901"/>
                                <a:pt x="15872" y="4901"/>
                              </a:cubicBezTo>
                              <a:cubicBezTo>
                                <a:pt x="15872" y="4901"/>
                                <a:pt x="15872" y="4901"/>
                                <a:pt x="15919" y="4901"/>
                              </a:cubicBezTo>
                              <a:cubicBezTo>
                                <a:pt x="15919" y="4901"/>
                                <a:pt x="15919" y="4901"/>
                                <a:pt x="15919" y="4901"/>
                              </a:cubicBezTo>
                              <a:cubicBezTo>
                                <a:pt x="15919" y="4901"/>
                                <a:pt x="15919" y="4901"/>
                                <a:pt x="15919" y="4901"/>
                              </a:cubicBezTo>
                              <a:cubicBezTo>
                                <a:pt x="15919" y="4901"/>
                                <a:pt x="15919" y="4901"/>
                                <a:pt x="15919" y="4859"/>
                              </a:cubicBezTo>
                              <a:cubicBezTo>
                                <a:pt x="15919" y="4859"/>
                                <a:pt x="15919" y="4859"/>
                                <a:pt x="15919" y="4816"/>
                              </a:cubicBezTo>
                              <a:cubicBezTo>
                                <a:pt x="16159" y="4475"/>
                                <a:pt x="15488" y="3921"/>
                                <a:pt x="15249" y="3751"/>
                              </a:cubicBezTo>
                              <a:cubicBezTo>
                                <a:pt x="14722" y="3368"/>
                                <a:pt x="13764" y="2941"/>
                                <a:pt x="13094" y="3155"/>
                              </a:cubicBezTo>
                              <a:cubicBezTo>
                                <a:pt x="12519" y="3325"/>
                                <a:pt x="13429" y="3879"/>
                                <a:pt x="13620" y="3921"/>
                              </a:cubicBezTo>
                              <a:cubicBezTo>
                                <a:pt x="13716" y="3964"/>
                                <a:pt x="13812" y="4007"/>
                                <a:pt x="13908" y="4049"/>
                              </a:cubicBezTo>
                              <a:cubicBezTo>
                                <a:pt x="13812" y="4177"/>
                                <a:pt x="13716" y="4305"/>
                                <a:pt x="13668" y="4433"/>
                              </a:cubicBezTo>
                              <a:cubicBezTo>
                                <a:pt x="13525" y="4603"/>
                                <a:pt x="13429" y="4816"/>
                                <a:pt x="13285" y="4986"/>
                              </a:cubicBezTo>
                              <a:cubicBezTo>
                                <a:pt x="13237" y="4986"/>
                                <a:pt x="13237" y="4986"/>
                                <a:pt x="13189" y="4944"/>
                              </a:cubicBezTo>
                              <a:cubicBezTo>
                                <a:pt x="12136" y="4475"/>
                                <a:pt x="10986" y="4220"/>
                                <a:pt x="9741" y="4220"/>
                              </a:cubicBezTo>
                              <a:cubicBezTo>
                                <a:pt x="9214" y="4220"/>
                                <a:pt x="8687" y="4262"/>
                                <a:pt x="8209" y="4347"/>
                              </a:cubicBezTo>
                              <a:cubicBezTo>
                                <a:pt x="8735" y="4220"/>
                                <a:pt x="9262" y="4049"/>
                                <a:pt x="9789" y="3921"/>
                              </a:cubicBezTo>
                              <a:cubicBezTo>
                                <a:pt x="9837" y="3921"/>
                                <a:pt x="9837" y="3879"/>
                                <a:pt x="9837" y="3879"/>
                              </a:cubicBezTo>
                              <a:cubicBezTo>
                                <a:pt x="9837" y="3879"/>
                                <a:pt x="9837" y="3879"/>
                                <a:pt x="9837" y="3879"/>
                              </a:cubicBezTo>
                              <a:cubicBezTo>
                                <a:pt x="9837" y="3879"/>
                                <a:pt x="9837" y="3836"/>
                                <a:pt x="9837" y="3836"/>
                              </a:cubicBezTo>
                              <a:cubicBezTo>
                                <a:pt x="9837" y="3836"/>
                                <a:pt x="9837" y="3836"/>
                                <a:pt x="9837" y="3794"/>
                              </a:cubicBezTo>
                              <a:cubicBezTo>
                                <a:pt x="9693" y="2984"/>
                                <a:pt x="9071" y="2302"/>
                                <a:pt x="8352" y="1876"/>
                              </a:cubicBezTo>
                              <a:cubicBezTo>
                                <a:pt x="10986" y="-126"/>
                                <a:pt x="14195" y="-211"/>
                                <a:pt x="17069" y="1408"/>
                              </a:cubicBezTo>
                              <a:cubicBezTo>
                                <a:pt x="17883" y="1876"/>
                                <a:pt x="18649" y="2430"/>
                                <a:pt x="19224" y="3112"/>
                              </a:cubicBezTo>
                              <a:cubicBezTo>
                                <a:pt x="19895" y="3879"/>
                                <a:pt x="20661" y="5540"/>
                                <a:pt x="20230" y="6605"/>
                              </a:cubicBezTo>
                              <a:cubicBezTo>
                                <a:pt x="19272" y="5796"/>
                                <a:pt x="17691" y="5966"/>
                                <a:pt x="16542" y="6435"/>
                              </a:cubicBezTo>
                              <a:cubicBezTo>
                                <a:pt x="16494" y="6478"/>
                                <a:pt x="16494" y="6520"/>
                                <a:pt x="16494" y="6563"/>
                              </a:cubicBezTo>
                              <a:cubicBezTo>
                                <a:pt x="17260" y="8054"/>
                                <a:pt x="17979" y="9545"/>
                                <a:pt x="18745" y="10994"/>
                              </a:cubicBezTo>
                              <a:cubicBezTo>
                                <a:pt x="18745" y="10994"/>
                                <a:pt x="18745" y="10994"/>
                                <a:pt x="18793" y="11036"/>
                              </a:cubicBezTo>
                              <a:cubicBezTo>
                                <a:pt x="18793" y="11036"/>
                                <a:pt x="18793" y="11036"/>
                                <a:pt x="18793" y="11036"/>
                              </a:cubicBezTo>
                              <a:cubicBezTo>
                                <a:pt x="18793" y="11036"/>
                                <a:pt x="18841" y="11036"/>
                                <a:pt x="18841" y="11036"/>
                              </a:cubicBezTo>
                              <a:cubicBezTo>
                                <a:pt x="18841" y="11036"/>
                                <a:pt x="18841" y="11036"/>
                                <a:pt x="18841" y="11036"/>
                              </a:cubicBezTo>
                              <a:cubicBezTo>
                                <a:pt x="20757" y="10440"/>
                                <a:pt x="21475" y="8608"/>
                                <a:pt x="20565" y="7031"/>
                              </a:cubicBezTo>
                              <a:close/>
                              <a:moveTo>
                                <a:pt x="1264" y="15382"/>
                              </a:moveTo>
                              <a:cubicBezTo>
                                <a:pt x="1024" y="15424"/>
                                <a:pt x="833" y="15510"/>
                                <a:pt x="593" y="15552"/>
                              </a:cubicBezTo>
                              <a:cubicBezTo>
                                <a:pt x="546" y="15552"/>
                                <a:pt x="-125" y="15723"/>
                                <a:pt x="258" y="15297"/>
                              </a:cubicBezTo>
                              <a:cubicBezTo>
                                <a:pt x="306" y="15254"/>
                                <a:pt x="402" y="15169"/>
                                <a:pt x="450" y="15126"/>
                              </a:cubicBezTo>
                              <a:cubicBezTo>
                                <a:pt x="593" y="14998"/>
                                <a:pt x="785" y="14870"/>
                                <a:pt x="929" y="14743"/>
                              </a:cubicBezTo>
                              <a:cubicBezTo>
                                <a:pt x="977" y="14870"/>
                                <a:pt x="1024" y="14998"/>
                                <a:pt x="1072" y="15126"/>
                              </a:cubicBezTo>
                              <a:cubicBezTo>
                                <a:pt x="1120" y="15211"/>
                                <a:pt x="1312" y="15169"/>
                                <a:pt x="1264" y="15041"/>
                              </a:cubicBezTo>
                              <a:cubicBezTo>
                                <a:pt x="1216" y="14913"/>
                                <a:pt x="1120" y="14743"/>
                                <a:pt x="1072" y="14615"/>
                              </a:cubicBezTo>
                              <a:cubicBezTo>
                                <a:pt x="1216" y="14530"/>
                                <a:pt x="1312" y="14444"/>
                                <a:pt x="1456" y="14317"/>
                              </a:cubicBezTo>
                              <a:cubicBezTo>
                                <a:pt x="1503" y="14444"/>
                                <a:pt x="1551" y="14572"/>
                                <a:pt x="1647" y="14700"/>
                              </a:cubicBezTo>
                              <a:cubicBezTo>
                                <a:pt x="1695" y="14785"/>
                                <a:pt x="1839" y="14700"/>
                                <a:pt x="1791" y="14615"/>
                              </a:cubicBezTo>
                              <a:cubicBezTo>
                                <a:pt x="1743" y="14487"/>
                                <a:pt x="1647" y="14359"/>
                                <a:pt x="1599" y="14231"/>
                              </a:cubicBezTo>
                              <a:cubicBezTo>
                                <a:pt x="1599" y="14231"/>
                                <a:pt x="1599" y="14231"/>
                                <a:pt x="1599" y="14231"/>
                              </a:cubicBezTo>
                              <a:cubicBezTo>
                                <a:pt x="1695" y="14146"/>
                                <a:pt x="1791" y="14061"/>
                                <a:pt x="1935" y="13976"/>
                              </a:cubicBezTo>
                              <a:cubicBezTo>
                                <a:pt x="1982" y="14146"/>
                                <a:pt x="2030" y="14359"/>
                                <a:pt x="2126" y="14530"/>
                              </a:cubicBezTo>
                              <a:cubicBezTo>
                                <a:pt x="2174" y="14615"/>
                                <a:pt x="2366" y="14572"/>
                                <a:pt x="2318" y="14487"/>
                              </a:cubicBezTo>
                              <a:cubicBezTo>
                                <a:pt x="2222" y="14317"/>
                                <a:pt x="2174" y="14104"/>
                                <a:pt x="2126" y="13933"/>
                              </a:cubicBezTo>
                              <a:cubicBezTo>
                                <a:pt x="2126" y="13891"/>
                                <a:pt x="2126" y="13891"/>
                                <a:pt x="2078" y="13891"/>
                              </a:cubicBezTo>
                              <a:cubicBezTo>
                                <a:pt x="2126" y="13848"/>
                                <a:pt x="2174" y="13805"/>
                                <a:pt x="2222" y="13763"/>
                              </a:cubicBezTo>
                              <a:cubicBezTo>
                                <a:pt x="2414" y="14146"/>
                                <a:pt x="2605" y="14530"/>
                                <a:pt x="2845" y="14913"/>
                              </a:cubicBezTo>
                              <a:cubicBezTo>
                                <a:pt x="2365" y="15084"/>
                                <a:pt x="1839" y="15254"/>
                                <a:pt x="1264" y="15382"/>
                              </a:cubicBezTo>
                              <a:close/>
                              <a:moveTo>
                                <a:pt x="11609" y="19642"/>
                              </a:moveTo>
                              <a:cubicBezTo>
                                <a:pt x="11609" y="19855"/>
                                <a:pt x="11609" y="20068"/>
                                <a:pt x="11609" y="20239"/>
                              </a:cubicBezTo>
                              <a:cubicBezTo>
                                <a:pt x="11609" y="20281"/>
                                <a:pt x="11561" y="20920"/>
                                <a:pt x="11226" y="20409"/>
                              </a:cubicBezTo>
                              <a:cubicBezTo>
                                <a:pt x="11178" y="20324"/>
                                <a:pt x="11130" y="20281"/>
                                <a:pt x="11130" y="20196"/>
                              </a:cubicBezTo>
                              <a:cubicBezTo>
                                <a:pt x="10986" y="19940"/>
                                <a:pt x="10891" y="19642"/>
                                <a:pt x="10747" y="19386"/>
                              </a:cubicBezTo>
                              <a:cubicBezTo>
                                <a:pt x="10843" y="19386"/>
                                <a:pt x="10938" y="19386"/>
                                <a:pt x="10986" y="19429"/>
                              </a:cubicBezTo>
                              <a:cubicBezTo>
                                <a:pt x="11082" y="19472"/>
                                <a:pt x="11130" y="19301"/>
                                <a:pt x="11034" y="19259"/>
                              </a:cubicBezTo>
                              <a:cubicBezTo>
                                <a:pt x="10890" y="19216"/>
                                <a:pt x="10795" y="19216"/>
                                <a:pt x="10651" y="19216"/>
                              </a:cubicBezTo>
                              <a:cubicBezTo>
                                <a:pt x="10603" y="19088"/>
                                <a:pt x="10555" y="19003"/>
                                <a:pt x="10507" y="18875"/>
                              </a:cubicBezTo>
                              <a:cubicBezTo>
                                <a:pt x="10699" y="18875"/>
                                <a:pt x="10890" y="18875"/>
                                <a:pt x="11082" y="18875"/>
                              </a:cubicBezTo>
                              <a:cubicBezTo>
                                <a:pt x="11178" y="18875"/>
                                <a:pt x="11178" y="18705"/>
                                <a:pt x="11082" y="18705"/>
                              </a:cubicBezTo>
                              <a:cubicBezTo>
                                <a:pt x="10890" y="18705"/>
                                <a:pt x="10651" y="18705"/>
                                <a:pt x="10459" y="18705"/>
                              </a:cubicBezTo>
                              <a:cubicBezTo>
                                <a:pt x="10459" y="18705"/>
                                <a:pt x="10459" y="18705"/>
                                <a:pt x="10459" y="18705"/>
                              </a:cubicBezTo>
                              <a:cubicBezTo>
                                <a:pt x="10411" y="18620"/>
                                <a:pt x="10364" y="18492"/>
                                <a:pt x="10316" y="18407"/>
                              </a:cubicBezTo>
                              <a:cubicBezTo>
                                <a:pt x="10459" y="18407"/>
                                <a:pt x="10651" y="18407"/>
                                <a:pt x="10795" y="18407"/>
                              </a:cubicBezTo>
                              <a:cubicBezTo>
                                <a:pt x="10890" y="18407"/>
                                <a:pt x="10890" y="18236"/>
                                <a:pt x="10795" y="18236"/>
                              </a:cubicBezTo>
                              <a:cubicBezTo>
                                <a:pt x="10651" y="18236"/>
                                <a:pt x="10555" y="18236"/>
                                <a:pt x="10411" y="18236"/>
                              </a:cubicBezTo>
                              <a:cubicBezTo>
                                <a:pt x="10411" y="18236"/>
                                <a:pt x="10411" y="18236"/>
                                <a:pt x="10411" y="18236"/>
                              </a:cubicBezTo>
                              <a:cubicBezTo>
                                <a:pt x="10555" y="18236"/>
                                <a:pt x="10747" y="18194"/>
                                <a:pt x="10890" y="18194"/>
                              </a:cubicBezTo>
                              <a:cubicBezTo>
                                <a:pt x="10986" y="18194"/>
                                <a:pt x="11130" y="18151"/>
                                <a:pt x="11226" y="18151"/>
                              </a:cubicBezTo>
                              <a:cubicBezTo>
                                <a:pt x="11273" y="18151"/>
                                <a:pt x="11321" y="18108"/>
                                <a:pt x="11417" y="18108"/>
                              </a:cubicBezTo>
                              <a:cubicBezTo>
                                <a:pt x="11513" y="18108"/>
                                <a:pt x="11561" y="18066"/>
                                <a:pt x="11657" y="18066"/>
                              </a:cubicBezTo>
                              <a:cubicBezTo>
                                <a:pt x="11657" y="18620"/>
                                <a:pt x="11609" y="19131"/>
                                <a:pt x="11609" y="19642"/>
                              </a:cubicBezTo>
                              <a:close/>
                              <a:moveTo>
                                <a:pt x="13189" y="3240"/>
                              </a:moveTo>
                              <a:cubicBezTo>
                                <a:pt x="13668" y="3069"/>
                                <a:pt x="14387" y="3410"/>
                                <a:pt x="14818" y="3623"/>
                              </a:cubicBezTo>
                              <a:cubicBezTo>
                                <a:pt x="14961" y="3708"/>
                                <a:pt x="15919" y="4347"/>
                                <a:pt x="15728" y="4603"/>
                              </a:cubicBezTo>
                              <a:cubicBezTo>
                                <a:pt x="15536" y="4688"/>
                                <a:pt x="15057" y="4390"/>
                                <a:pt x="14770" y="4220"/>
                              </a:cubicBezTo>
                              <a:cubicBezTo>
                                <a:pt x="14770" y="4220"/>
                                <a:pt x="14770" y="4220"/>
                                <a:pt x="14722" y="4220"/>
                              </a:cubicBezTo>
                              <a:cubicBezTo>
                                <a:pt x="14674" y="4177"/>
                                <a:pt x="14578" y="4134"/>
                                <a:pt x="14578" y="4134"/>
                              </a:cubicBezTo>
                              <a:cubicBezTo>
                                <a:pt x="14339" y="4007"/>
                                <a:pt x="14099" y="3879"/>
                                <a:pt x="13860" y="3751"/>
                              </a:cubicBezTo>
                              <a:cubicBezTo>
                                <a:pt x="13764" y="3708"/>
                                <a:pt x="12998" y="3282"/>
                                <a:pt x="13189" y="3240"/>
                              </a:cubicBezTo>
                              <a:close/>
                              <a:moveTo>
                                <a:pt x="13716" y="4560"/>
                              </a:moveTo>
                              <a:cubicBezTo>
                                <a:pt x="13812" y="4390"/>
                                <a:pt x="13908" y="4262"/>
                                <a:pt x="14004" y="4092"/>
                              </a:cubicBezTo>
                              <a:cubicBezTo>
                                <a:pt x="14147" y="4177"/>
                                <a:pt x="14339" y="4262"/>
                                <a:pt x="14483" y="4347"/>
                              </a:cubicBezTo>
                              <a:cubicBezTo>
                                <a:pt x="14387" y="4475"/>
                                <a:pt x="14339" y="4603"/>
                                <a:pt x="14243" y="4688"/>
                              </a:cubicBezTo>
                              <a:cubicBezTo>
                                <a:pt x="14147" y="4859"/>
                                <a:pt x="14004" y="5072"/>
                                <a:pt x="13860" y="5199"/>
                              </a:cubicBezTo>
                              <a:cubicBezTo>
                                <a:pt x="13716" y="5114"/>
                                <a:pt x="13525" y="5029"/>
                                <a:pt x="13381" y="4944"/>
                              </a:cubicBezTo>
                              <a:cubicBezTo>
                                <a:pt x="13525" y="4859"/>
                                <a:pt x="13620" y="4688"/>
                                <a:pt x="13716" y="4560"/>
                              </a:cubicBezTo>
                              <a:close/>
                              <a:moveTo>
                                <a:pt x="14339" y="5796"/>
                              </a:moveTo>
                              <a:cubicBezTo>
                                <a:pt x="15728" y="6776"/>
                                <a:pt x="16734" y="8139"/>
                                <a:pt x="17165" y="9715"/>
                              </a:cubicBezTo>
                              <a:cubicBezTo>
                                <a:pt x="17165" y="9715"/>
                                <a:pt x="17165" y="9758"/>
                                <a:pt x="17165" y="9758"/>
                              </a:cubicBezTo>
                              <a:cubicBezTo>
                                <a:pt x="17212" y="9971"/>
                                <a:pt x="17260" y="10141"/>
                                <a:pt x="17308" y="10355"/>
                              </a:cubicBezTo>
                              <a:cubicBezTo>
                                <a:pt x="17308" y="10397"/>
                                <a:pt x="17308" y="10440"/>
                                <a:pt x="17308" y="10482"/>
                              </a:cubicBezTo>
                              <a:cubicBezTo>
                                <a:pt x="17356" y="10738"/>
                                <a:pt x="17356" y="10951"/>
                                <a:pt x="17356" y="11207"/>
                              </a:cubicBezTo>
                              <a:cubicBezTo>
                                <a:pt x="17356" y="11420"/>
                                <a:pt x="17356" y="11633"/>
                                <a:pt x="17308" y="11846"/>
                              </a:cubicBezTo>
                              <a:cubicBezTo>
                                <a:pt x="17308" y="11931"/>
                                <a:pt x="17260" y="11973"/>
                                <a:pt x="17260" y="12059"/>
                              </a:cubicBezTo>
                              <a:cubicBezTo>
                                <a:pt x="17260" y="12186"/>
                                <a:pt x="17213" y="12357"/>
                                <a:pt x="17165" y="12485"/>
                              </a:cubicBezTo>
                              <a:cubicBezTo>
                                <a:pt x="17165" y="12570"/>
                                <a:pt x="17117" y="12655"/>
                                <a:pt x="17117" y="12740"/>
                              </a:cubicBezTo>
                              <a:cubicBezTo>
                                <a:pt x="17069" y="12868"/>
                                <a:pt x="17069" y="12996"/>
                                <a:pt x="17021" y="13124"/>
                              </a:cubicBezTo>
                              <a:cubicBezTo>
                                <a:pt x="16973" y="13209"/>
                                <a:pt x="16973" y="13294"/>
                                <a:pt x="16925" y="13379"/>
                              </a:cubicBezTo>
                              <a:cubicBezTo>
                                <a:pt x="16877" y="13507"/>
                                <a:pt x="16829" y="13635"/>
                                <a:pt x="16782" y="13763"/>
                              </a:cubicBezTo>
                              <a:cubicBezTo>
                                <a:pt x="16734" y="13848"/>
                                <a:pt x="16686" y="13891"/>
                                <a:pt x="16686" y="13976"/>
                              </a:cubicBezTo>
                              <a:cubicBezTo>
                                <a:pt x="16638" y="14104"/>
                                <a:pt x="16590" y="14231"/>
                                <a:pt x="16494" y="14317"/>
                              </a:cubicBezTo>
                              <a:cubicBezTo>
                                <a:pt x="16446" y="14402"/>
                                <a:pt x="16398" y="14444"/>
                                <a:pt x="16350" y="14530"/>
                              </a:cubicBezTo>
                              <a:cubicBezTo>
                                <a:pt x="16255" y="14657"/>
                                <a:pt x="16207" y="14785"/>
                                <a:pt x="16111" y="14870"/>
                              </a:cubicBezTo>
                              <a:cubicBezTo>
                                <a:pt x="16063" y="14913"/>
                                <a:pt x="16015" y="14998"/>
                                <a:pt x="15967" y="15041"/>
                              </a:cubicBezTo>
                              <a:cubicBezTo>
                                <a:pt x="15872" y="15169"/>
                                <a:pt x="15776" y="15297"/>
                                <a:pt x="15680" y="15382"/>
                              </a:cubicBezTo>
                              <a:cubicBezTo>
                                <a:pt x="15632" y="15424"/>
                                <a:pt x="15584" y="15467"/>
                                <a:pt x="15536" y="15510"/>
                              </a:cubicBezTo>
                              <a:cubicBezTo>
                                <a:pt x="15440" y="15637"/>
                                <a:pt x="15345" y="15723"/>
                                <a:pt x="15201" y="15850"/>
                              </a:cubicBezTo>
                              <a:cubicBezTo>
                                <a:pt x="15153" y="15893"/>
                                <a:pt x="15105" y="15936"/>
                                <a:pt x="15057" y="15978"/>
                              </a:cubicBezTo>
                              <a:cubicBezTo>
                                <a:pt x="14962" y="16106"/>
                                <a:pt x="14818" y="16191"/>
                                <a:pt x="14674" y="16319"/>
                              </a:cubicBezTo>
                              <a:cubicBezTo>
                                <a:pt x="14626" y="16362"/>
                                <a:pt x="14578" y="16404"/>
                                <a:pt x="14530" y="16404"/>
                              </a:cubicBezTo>
                              <a:cubicBezTo>
                                <a:pt x="14387" y="16489"/>
                                <a:pt x="14243" y="16617"/>
                                <a:pt x="14099" y="16702"/>
                              </a:cubicBezTo>
                              <a:cubicBezTo>
                                <a:pt x="14051" y="16745"/>
                                <a:pt x="14004" y="16745"/>
                                <a:pt x="13956" y="16788"/>
                              </a:cubicBezTo>
                              <a:cubicBezTo>
                                <a:pt x="13812" y="16873"/>
                                <a:pt x="13668" y="16958"/>
                                <a:pt x="13525" y="17043"/>
                              </a:cubicBezTo>
                              <a:cubicBezTo>
                                <a:pt x="13477" y="17086"/>
                                <a:pt x="13429" y="17086"/>
                                <a:pt x="13381" y="17128"/>
                              </a:cubicBezTo>
                              <a:cubicBezTo>
                                <a:pt x="13237" y="17214"/>
                                <a:pt x="13046" y="17299"/>
                                <a:pt x="12902" y="17341"/>
                              </a:cubicBezTo>
                              <a:cubicBezTo>
                                <a:pt x="12854" y="17384"/>
                                <a:pt x="12806" y="17384"/>
                                <a:pt x="12758" y="17384"/>
                              </a:cubicBezTo>
                              <a:cubicBezTo>
                                <a:pt x="12615" y="17469"/>
                                <a:pt x="12423" y="17512"/>
                                <a:pt x="12279" y="17597"/>
                              </a:cubicBezTo>
                              <a:cubicBezTo>
                                <a:pt x="12231" y="17597"/>
                                <a:pt x="12184" y="17640"/>
                                <a:pt x="12136" y="17640"/>
                              </a:cubicBezTo>
                              <a:cubicBezTo>
                                <a:pt x="11944" y="17682"/>
                                <a:pt x="11800" y="17768"/>
                                <a:pt x="11609" y="17810"/>
                              </a:cubicBezTo>
                              <a:cubicBezTo>
                                <a:pt x="11561" y="17810"/>
                                <a:pt x="11513" y="17853"/>
                                <a:pt x="11465" y="17853"/>
                              </a:cubicBezTo>
                              <a:cubicBezTo>
                                <a:pt x="11274" y="17895"/>
                                <a:pt x="11082" y="17938"/>
                                <a:pt x="10890" y="17981"/>
                              </a:cubicBezTo>
                              <a:cubicBezTo>
                                <a:pt x="10843" y="17981"/>
                                <a:pt x="10795" y="17981"/>
                                <a:pt x="10747" y="18023"/>
                              </a:cubicBezTo>
                              <a:cubicBezTo>
                                <a:pt x="10555" y="18066"/>
                                <a:pt x="10364" y="18066"/>
                                <a:pt x="10220" y="18108"/>
                              </a:cubicBezTo>
                              <a:cubicBezTo>
                                <a:pt x="10124" y="18108"/>
                                <a:pt x="10028" y="18108"/>
                                <a:pt x="9933" y="18108"/>
                              </a:cubicBezTo>
                              <a:cubicBezTo>
                                <a:pt x="9789" y="18108"/>
                                <a:pt x="9645" y="18108"/>
                                <a:pt x="9501" y="18108"/>
                              </a:cubicBezTo>
                              <a:cubicBezTo>
                                <a:pt x="5574" y="18066"/>
                                <a:pt x="2653" y="14956"/>
                                <a:pt x="2605" y="11462"/>
                              </a:cubicBezTo>
                              <a:cubicBezTo>
                                <a:pt x="2557" y="7969"/>
                                <a:pt x="5718" y="5029"/>
                                <a:pt x="9549" y="4646"/>
                              </a:cubicBezTo>
                              <a:cubicBezTo>
                                <a:pt x="11369" y="4433"/>
                                <a:pt x="13046" y="4901"/>
                                <a:pt x="14339" y="5796"/>
                              </a:cubicBezTo>
                              <a:close/>
                              <a:moveTo>
                                <a:pt x="8879" y="4390"/>
                              </a:moveTo>
                              <a:cubicBezTo>
                                <a:pt x="9549" y="4305"/>
                                <a:pt x="10172" y="4347"/>
                                <a:pt x="10795" y="4433"/>
                              </a:cubicBezTo>
                              <a:cubicBezTo>
                                <a:pt x="10507" y="4433"/>
                                <a:pt x="10172" y="4390"/>
                                <a:pt x="9885" y="4433"/>
                              </a:cubicBezTo>
                              <a:cubicBezTo>
                                <a:pt x="5910" y="4603"/>
                                <a:pt x="2796" y="7585"/>
                                <a:pt x="2461" y="11036"/>
                              </a:cubicBezTo>
                              <a:cubicBezTo>
                                <a:pt x="2270" y="12868"/>
                                <a:pt x="3036" y="14700"/>
                                <a:pt x="4329" y="16106"/>
                              </a:cubicBezTo>
                              <a:cubicBezTo>
                                <a:pt x="4473" y="16276"/>
                                <a:pt x="4616" y="16404"/>
                                <a:pt x="4760" y="16532"/>
                              </a:cubicBezTo>
                              <a:cubicBezTo>
                                <a:pt x="3180" y="15297"/>
                                <a:pt x="2078" y="13507"/>
                                <a:pt x="1982" y="11547"/>
                              </a:cubicBezTo>
                              <a:cubicBezTo>
                                <a:pt x="1743" y="7884"/>
                                <a:pt x="4904" y="4816"/>
                                <a:pt x="8879" y="4390"/>
                              </a:cubicBezTo>
                              <a:close/>
                              <a:moveTo>
                                <a:pt x="9502" y="3666"/>
                              </a:moveTo>
                              <a:cubicBezTo>
                                <a:pt x="7873" y="4134"/>
                                <a:pt x="6197" y="4603"/>
                                <a:pt x="4569" y="5029"/>
                              </a:cubicBezTo>
                              <a:cubicBezTo>
                                <a:pt x="4521" y="5029"/>
                                <a:pt x="4425" y="5072"/>
                                <a:pt x="4377" y="5072"/>
                              </a:cubicBezTo>
                              <a:cubicBezTo>
                                <a:pt x="4569" y="5029"/>
                                <a:pt x="4377" y="4646"/>
                                <a:pt x="4329" y="4518"/>
                              </a:cubicBezTo>
                              <a:cubicBezTo>
                                <a:pt x="4185" y="3836"/>
                                <a:pt x="4233" y="3112"/>
                                <a:pt x="4664" y="2515"/>
                              </a:cubicBezTo>
                              <a:cubicBezTo>
                                <a:pt x="5239" y="1663"/>
                                <a:pt x="6676" y="1493"/>
                                <a:pt x="7682" y="1749"/>
                              </a:cubicBezTo>
                              <a:cubicBezTo>
                                <a:pt x="7777" y="1791"/>
                                <a:pt x="7921" y="1834"/>
                                <a:pt x="8017" y="1876"/>
                              </a:cubicBezTo>
                              <a:cubicBezTo>
                                <a:pt x="8017" y="1876"/>
                                <a:pt x="8017" y="1876"/>
                                <a:pt x="8017" y="1876"/>
                              </a:cubicBezTo>
                              <a:cubicBezTo>
                                <a:pt x="8831" y="2217"/>
                                <a:pt x="9358" y="2941"/>
                                <a:pt x="9502" y="3666"/>
                              </a:cubicBezTo>
                              <a:close/>
                              <a:moveTo>
                                <a:pt x="18841" y="10738"/>
                              </a:moveTo>
                              <a:cubicBezTo>
                                <a:pt x="18170" y="9375"/>
                                <a:pt x="17500" y="8054"/>
                                <a:pt x="16781" y="6691"/>
                              </a:cubicBezTo>
                              <a:cubicBezTo>
                                <a:pt x="16590" y="6265"/>
                                <a:pt x="16686" y="6478"/>
                                <a:pt x="17117" y="6350"/>
                              </a:cubicBezTo>
                              <a:cubicBezTo>
                                <a:pt x="17787" y="6137"/>
                                <a:pt x="18458" y="6094"/>
                                <a:pt x="19128" y="6222"/>
                              </a:cubicBezTo>
                              <a:cubicBezTo>
                                <a:pt x="20278" y="6478"/>
                                <a:pt x="20804" y="7628"/>
                                <a:pt x="20804" y="8565"/>
                              </a:cubicBezTo>
                              <a:cubicBezTo>
                                <a:pt x="20757" y="9588"/>
                                <a:pt x="19847" y="10440"/>
                                <a:pt x="18841" y="10738"/>
                              </a:cubicBezTo>
                              <a:close/>
                              <a:moveTo>
                                <a:pt x="20182" y="8054"/>
                              </a:moveTo>
                              <a:cubicBezTo>
                                <a:pt x="20086" y="7926"/>
                                <a:pt x="19895" y="8054"/>
                                <a:pt x="19990" y="8139"/>
                              </a:cubicBezTo>
                              <a:cubicBezTo>
                                <a:pt x="20230" y="8565"/>
                                <a:pt x="19942" y="9162"/>
                                <a:pt x="19511" y="9417"/>
                              </a:cubicBezTo>
                              <a:cubicBezTo>
                                <a:pt x="19368" y="9502"/>
                                <a:pt x="19511" y="9673"/>
                                <a:pt x="19607" y="9588"/>
                              </a:cubicBezTo>
                              <a:cubicBezTo>
                                <a:pt x="20134" y="9332"/>
                                <a:pt x="20517" y="8608"/>
                                <a:pt x="20182" y="8054"/>
                              </a:cubicBezTo>
                              <a:close/>
                              <a:moveTo>
                                <a:pt x="9023" y="11207"/>
                              </a:moveTo>
                              <a:cubicBezTo>
                                <a:pt x="8975" y="11675"/>
                                <a:pt x="9502" y="12059"/>
                                <a:pt x="9981" y="12059"/>
                              </a:cubicBezTo>
                              <a:cubicBezTo>
                                <a:pt x="10268" y="12059"/>
                                <a:pt x="10507" y="11973"/>
                                <a:pt x="10699" y="11803"/>
                              </a:cubicBezTo>
                              <a:cubicBezTo>
                                <a:pt x="11513" y="12229"/>
                                <a:pt x="12375" y="12655"/>
                                <a:pt x="13189" y="13081"/>
                              </a:cubicBezTo>
                              <a:cubicBezTo>
                                <a:pt x="13046" y="13081"/>
                                <a:pt x="12902" y="13081"/>
                                <a:pt x="12806" y="13039"/>
                              </a:cubicBezTo>
                              <a:cubicBezTo>
                                <a:pt x="12663" y="13039"/>
                                <a:pt x="12519" y="12996"/>
                                <a:pt x="12327" y="12996"/>
                              </a:cubicBezTo>
                              <a:cubicBezTo>
                                <a:pt x="12184" y="12996"/>
                                <a:pt x="12184" y="13166"/>
                                <a:pt x="12327" y="13209"/>
                              </a:cubicBezTo>
                              <a:cubicBezTo>
                                <a:pt x="12519" y="13209"/>
                                <a:pt x="12710" y="13252"/>
                                <a:pt x="12902" y="13252"/>
                              </a:cubicBezTo>
                              <a:cubicBezTo>
                                <a:pt x="13094" y="13252"/>
                                <a:pt x="13333" y="13294"/>
                                <a:pt x="13525" y="13209"/>
                              </a:cubicBezTo>
                              <a:cubicBezTo>
                                <a:pt x="13525" y="13209"/>
                                <a:pt x="13525" y="13209"/>
                                <a:pt x="13525" y="13209"/>
                              </a:cubicBezTo>
                              <a:cubicBezTo>
                                <a:pt x="13525" y="13209"/>
                                <a:pt x="13525" y="13209"/>
                                <a:pt x="13525" y="13209"/>
                              </a:cubicBezTo>
                              <a:cubicBezTo>
                                <a:pt x="13525" y="13209"/>
                                <a:pt x="13572" y="13166"/>
                                <a:pt x="13572" y="13166"/>
                              </a:cubicBezTo>
                              <a:cubicBezTo>
                                <a:pt x="13572" y="13166"/>
                                <a:pt x="13572" y="13166"/>
                                <a:pt x="13572" y="13166"/>
                              </a:cubicBezTo>
                              <a:cubicBezTo>
                                <a:pt x="13572" y="13166"/>
                                <a:pt x="13572" y="13124"/>
                                <a:pt x="13572" y="13081"/>
                              </a:cubicBezTo>
                              <a:cubicBezTo>
                                <a:pt x="13572" y="13081"/>
                                <a:pt x="13572" y="13081"/>
                                <a:pt x="13572" y="13081"/>
                              </a:cubicBezTo>
                              <a:cubicBezTo>
                                <a:pt x="13572" y="13081"/>
                                <a:pt x="13572" y="13081"/>
                                <a:pt x="13572" y="13081"/>
                              </a:cubicBezTo>
                              <a:cubicBezTo>
                                <a:pt x="13477" y="12740"/>
                                <a:pt x="13237" y="12399"/>
                                <a:pt x="13094" y="12059"/>
                              </a:cubicBezTo>
                              <a:cubicBezTo>
                                <a:pt x="13046" y="11931"/>
                                <a:pt x="12806" y="11973"/>
                                <a:pt x="12854" y="12101"/>
                              </a:cubicBezTo>
                              <a:cubicBezTo>
                                <a:pt x="12950" y="12357"/>
                                <a:pt x="13141" y="12612"/>
                                <a:pt x="13237" y="12868"/>
                              </a:cubicBezTo>
                              <a:cubicBezTo>
                                <a:pt x="12423" y="12442"/>
                                <a:pt x="11561" y="12016"/>
                                <a:pt x="10747" y="11590"/>
                              </a:cubicBezTo>
                              <a:cubicBezTo>
                                <a:pt x="10843" y="11462"/>
                                <a:pt x="10891" y="11334"/>
                                <a:pt x="10891" y="11164"/>
                              </a:cubicBezTo>
                              <a:cubicBezTo>
                                <a:pt x="10891" y="10823"/>
                                <a:pt x="10699" y="10568"/>
                                <a:pt x="10412" y="10440"/>
                              </a:cubicBezTo>
                              <a:cubicBezTo>
                                <a:pt x="10891" y="9715"/>
                                <a:pt x="11369" y="8949"/>
                                <a:pt x="11848" y="8224"/>
                              </a:cubicBezTo>
                              <a:cubicBezTo>
                                <a:pt x="11848" y="8352"/>
                                <a:pt x="11848" y="8437"/>
                                <a:pt x="11848" y="8565"/>
                              </a:cubicBezTo>
                              <a:cubicBezTo>
                                <a:pt x="11848" y="8693"/>
                                <a:pt x="11848" y="8821"/>
                                <a:pt x="11801" y="8991"/>
                              </a:cubicBezTo>
                              <a:cubicBezTo>
                                <a:pt x="11801" y="9119"/>
                                <a:pt x="12040" y="9119"/>
                                <a:pt x="12040" y="8991"/>
                              </a:cubicBezTo>
                              <a:cubicBezTo>
                                <a:pt x="12040" y="8821"/>
                                <a:pt x="12088" y="8650"/>
                                <a:pt x="12088" y="8480"/>
                              </a:cubicBezTo>
                              <a:cubicBezTo>
                                <a:pt x="12088" y="8310"/>
                                <a:pt x="12136" y="8097"/>
                                <a:pt x="12040" y="7926"/>
                              </a:cubicBezTo>
                              <a:cubicBezTo>
                                <a:pt x="12040" y="7926"/>
                                <a:pt x="12040" y="7926"/>
                                <a:pt x="12040" y="7926"/>
                              </a:cubicBezTo>
                              <a:cubicBezTo>
                                <a:pt x="12040" y="7926"/>
                                <a:pt x="12040" y="7926"/>
                                <a:pt x="12040" y="7926"/>
                              </a:cubicBezTo>
                              <a:cubicBezTo>
                                <a:pt x="12040" y="7926"/>
                                <a:pt x="11992" y="7884"/>
                                <a:pt x="11992" y="7884"/>
                              </a:cubicBezTo>
                              <a:cubicBezTo>
                                <a:pt x="11992" y="7884"/>
                                <a:pt x="11992" y="7884"/>
                                <a:pt x="11992" y="7884"/>
                              </a:cubicBezTo>
                              <a:cubicBezTo>
                                <a:pt x="11992" y="7884"/>
                                <a:pt x="11944" y="7884"/>
                                <a:pt x="11944" y="7884"/>
                              </a:cubicBezTo>
                              <a:cubicBezTo>
                                <a:pt x="11944" y="7884"/>
                                <a:pt x="11944" y="7884"/>
                                <a:pt x="11944" y="7884"/>
                              </a:cubicBezTo>
                              <a:cubicBezTo>
                                <a:pt x="11944" y="7884"/>
                                <a:pt x="11944" y="7884"/>
                                <a:pt x="11944" y="7884"/>
                              </a:cubicBezTo>
                              <a:cubicBezTo>
                                <a:pt x="11561" y="7969"/>
                                <a:pt x="11178" y="8182"/>
                                <a:pt x="10795" y="8310"/>
                              </a:cubicBezTo>
                              <a:cubicBezTo>
                                <a:pt x="10651" y="8352"/>
                                <a:pt x="10699" y="8565"/>
                                <a:pt x="10843" y="8523"/>
                              </a:cubicBezTo>
                              <a:cubicBezTo>
                                <a:pt x="11130" y="8437"/>
                                <a:pt x="11417" y="8267"/>
                                <a:pt x="11705" y="8182"/>
                              </a:cubicBezTo>
                              <a:cubicBezTo>
                                <a:pt x="11226" y="8949"/>
                                <a:pt x="10747" y="9673"/>
                                <a:pt x="10268" y="10440"/>
                              </a:cubicBezTo>
                              <a:cubicBezTo>
                                <a:pt x="9741" y="10269"/>
                                <a:pt x="9023" y="10568"/>
                                <a:pt x="9023" y="11207"/>
                              </a:cubicBezTo>
                              <a:close/>
                              <a:moveTo>
                                <a:pt x="10699" y="11207"/>
                              </a:moveTo>
                              <a:cubicBezTo>
                                <a:pt x="10651" y="12059"/>
                                <a:pt x="9262" y="12059"/>
                                <a:pt x="9214" y="11207"/>
                              </a:cubicBezTo>
                              <a:cubicBezTo>
                                <a:pt x="9214" y="10823"/>
                                <a:pt x="9549" y="10568"/>
                                <a:pt x="9933" y="10568"/>
                              </a:cubicBezTo>
                              <a:cubicBezTo>
                                <a:pt x="10364" y="10568"/>
                                <a:pt x="10699" y="10866"/>
                                <a:pt x="10699" y="11207"/>
                              </a:cubicBezTo>
                              <a:close/>
                              <a:moveTo>
                                <a:pt x="13046" y="6563"/>
                              </a:moveTo>
                              <a:cubicBezTo>
                                <a:pt x="13189" y="6350"/>
                                <a:pt x="13333" y="6137"/>
                                <a:pt x="13477" y="5924"/>
                              </a:cubicBezTo>
                              <a:cubicBezTo>
                                <a:pt x="13525" y="5839"/>
                                <a:pt x="13381" y="5753"/>
                                <a:pt x="13333" y="5839"/>
                              </a:cubicBezTo>
                              <a:cubicBezTo>
                                <a:pt x="13189" y="6052"/>
                                <a:pt x="13046" y="6265"/>
                                <a:pt x="12902" y="6478"/>
                              </a:cubicBezTo>
                              <a:cubicBezTo>
                                <a:pt x="12854" y="6563"/>
                                <a:pt x="12998" y="6648"/>
                                <a:pt x="13046" y="6563"/>
                              </a:cubicBezTo>
                              <a:close/>
                              <a:moveTo>
                                <a:pt x="7059" y="15893"/>
                              </a:moveTo>
                              <a:cubicBezTo>
                                <a:pt x="6915" y="16149"/>
                                <a:pt x="6676" y="16404"/>
                                <a:pt x="6532" y="16660"/>
                              </a:cubicBezTo>
                              <a:cubicBezTo>
                                <a:pt x="6484" y="16745"/>
                                <a:pt x="6628" y="16830"/>
                                <a:pt x="6676" y="16745"/>
                              </a:cubicBezTo>
                              <a:cubicBezTo>
                                <a:pt x="6868" y="16489"/>
                                <a:pt x="7011" y="16234"/>
                                <a:pt x="7203" y="15978"/>
                              </a:cubicBezTo>
                              <a:cubicBezTo>
                                <a:pt x="7299" y="15893"/>
                                <a:pt x="7155" y="15808"/>
                                <a:pt x="7059" y="15893"/>
                              </a:cubicBezTo>
                              <a:close/>
                              <a:moveTo>
                                <a:pt x="16159" y="14061"/>
                              </a:moveTo>
                              <a:cubicBezTo>
                                <a:pt x="16255" y="14104"/>
                                <a:pt x="16303" y="13933"/>
                                <a:pt x="16255" y="13891"/>
                              </a:cubicBezTo>
                              <a:cubicBezTo>
                                <a:pt x="15967" y="13763"/>
                                <a:pt x="15680" y="13592"/>
                                <a:pt x="15345" y="13465"/>
                              </a:cubicBezTo>
                              <a:cubicBezTo>
                                <a:pt x="15249" y="13422"/>
                                <a:pt x="15153" y="13550"/>
                                <a:pt x="15249" y="13592"/>
                              </a:cubicBezTo>
                              <a:cubicBezTo>
                                <a:pt x="15536" y="13763"/>
                                <a:pt x="15824" y="13933"/>
                                <a:pt x="16159" y="14061"/>
                              </a:cubicBezTo>
                              <a:close/>
                              <a:moveTo>
                                <a:pt x="4664" y="8054"/>
                              </a:moveTo>
                              <a:cubicBezTo>
                                <a:pt x="4569" y="8011"/>
                                <a:pt x="4473" y="8139"/>
                                <a:pt x="4569" y="8182"/>
                              </a:cubicBezTo>
                              <a:cubicBezTo>
                                <a:pt x="4856" y="8310"/>
                                <a:pt x="5191" y="8480"/>
                                <a:pt x="5479" y="8608"/>
                              </a:cubicBezTo>
                              <a:cubicBezTo>
                                <a:pt x="5574" y="8650"/>
                                <a:pt x="5622" y="8480"/>
                                <a:pt x="5574" y="8437"/>
                              </a:cubicBezTo>
                              <a:cubicBezTo>
                                <a:pt x="5239" y="8310"/>
                                <a:pt x="4952" y="8182"/>
                                <a:pt x="4664" y="8054"/>
                              </a:cubicBezTo>
                              <a:close/>
                              <a:moveTo>
                                <a:pt x="11609" y="15936"/>
                              </a:moveTo>
                              <a:cubicBezTo>
                                <a:pt x="11705" y="16234"/>
                                <a:pt x="11753" y="16532"/>
                                <a:pt x="11896" y="16788"/>
                              </a:cubicBezTo>
                              <a:cubicBezTo>
                                <a:pt x="11944" y="16873"/>
                                <a:pt x="12088" y="16830"/>
                                <a:pt x="12088" y="16745"/>
                              </a:cubicBezTo>
                              <a:cubicBezTo>
                                <a:pt x="11992" y="16447"/>
                                <a:pt x="11896" y="16149"/>
                                <a:pt x="11801" y="15893"/>
                              </a:cubicBezTo>
                              <a:cubicBezTo>
                                <a:pt x="11753" y="15808"/>
                                <a:pt x="11561" y="15850"/>
                                <a:pt x="11609" y="15936"/>
                              </a:cubicBezTo>
                              <a:close/>
                              <a:moveTo>
                                <a:pt x="9166" y="6137"/>
                              </a:moveTo>
                              <a:cubicBezTo>
                                <a:pt x="9071" y="5839"/>
                                <a:pt x="8975" y="5540"/>
                                <a:pt x="8879" y="5285"/>
                              </a:cubicBezTo>
                              <a:cubicBezTo>
                                <a:pt x="8831" y="5199"/>
                                <a:pt x="8640" y="5242"/>
                                <a:pt x="8687" y="5327"/>
                              </a:cubicBezTo>
                              <a:cubicBezTo>
                                <a:pt x="8783" y="5626"/>
                                <a:pt x="8831" y="5924"/>
                                <a:pt x="8975" y="6179"/>
                              </a:cubicBezTo>
                              <a:cubicBezTo>
                                <a:pt x="9023" y="6307"/>
                                <a:pt x="9214" y="6265"/>
                                <a:pt x="9166" y="6137"/>
                              </a:cubicBezTo>
                              <a:close/>
                              <a:moveTo>
                                <a:pt x="4904" y="12186"/>
                              </a:moveTo>
                              <a:cubicBezTo>
                                <a:pt x="4569" y="12272"/>
                                <a:pt x="4233" y="12357"/>
                                <a:pt x="3946" y="12442"/>
                              </a:cubicBezTo>
                              <a:cubicBezTo>
                                <a:pt x="3850" y="12485"/>
                                <a:pt x="3898" y="12655"/>
                                <a:pt x="3994" y="12612"/>
                              </a:cubicBezTo>
                              <a:cubicBezTo>
                                <a:pt x="4329" y="12527"/>
                                <a:pt x="4616" y="12442"/>
                                <a:pt x="4952" y="12357"/>
                              </a:cubicBezTo>
                              <a:cubicBezTo>
                                <a:pt x="5047" y="12314"/>
                                <a:pt x="5000" y="12144"/>
                                <a:pt x="4904" y="12186"/>
                              </a:cubicBezTo>
                              <a:close/>
                              <a:moveTo>
                                <a:pt x="15871" y="9928"/>
                              </a:moveTo>
                              <a:cubicBezTo>
                                <a:pt x="16207" y="9843"/>
                                <a:pt x="16542" y="9758"/>
                                <a:pt x="16829" y="9673"/>
                              </a:cubicBezTo>
                              <a:cubicBezTo>
                                <a:pt x="16925" y="9630"/>
                                <a:pt x="16877" y="9460"/>
                                <a:pt x="16781" y="9502"/>
                              </a:cubicBezTo>
                              <a:cubicBezTo>
                                <a:pt x="16446" y="9588"/>
                                <a:pt x="16111" y="9673"/>
                                <a:pt x="15824" y="9758"/>
                              </a:cubicBezTo>
                              <a:cubicBezTo>
                                <a:pt x="15728" y="9801"/>
                                <a:pt x="15776" y="9928"/>
                                <a:pt x="15871" y="99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9" name="Shape"/>
                      <wps:cNvSpPr/>
                      <wps:spPr>
                        <a:xfrm>
                          <a:off x="6616700" y="1524000"/>
                          <a:ext cx="1771499" cy="8027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490" h="20973" extrusionOk="0">
                              <a:moveTo>
                                <a:pt x="5409" y="11617"/>
                              </a:moveTo>
                              <a:cubicBezTo>
                                <a:pt x="5501" y="11816"/>
                                <a:pt x="5670" y="11418"/>
                                <a:pt x="5547" y="11219"/>
                              </a:cubicBezTo>
                              <a:cubicBezTo>
                                <a:pt x="5424" y="10986"/>
                                <a:pt x="5301" y="11385"/>
                                <a:pt x="5409" y="11617"/>
                              </a:cubicBezTo>
                              <a:close/>
                              <a:moveTo>
                                <a:pt x="4838" y="8465"/>
                              </a:moveTo>
                              <a:cubicBezTo>
                                <a:pt x="4607" y="8067"/>
                                <a:pt x="4392" y="8797"/>
                                <a:pt x="4592" y="9195"/>
                              </a:cubicBezTo>
                              <a:cubicBezTo>
                                <a:pt x="4761" y="9560"/>
                                <a:pt x="5070" y="8830"/>
                                <a:pt x="4838" y="8465"/>
                              </a:cubicBezTo>
                              <a:close/>
                              <a:moveTo>
                                <a:pt x="9553" y="468"/>
                              </a:moveTo>
                              <a:cubicBezTo>
                                <a:pt x="9645" y="667"/>
                                <a:pt x="9815" y="269"/>
                                <a:pt x="9692" y="70"/>
                              </a:cubicBezTo>
                              <a:cubicBezTo>
                                <a:pt x="9568" y="-162"/>
                                <a:pt x="9445" y="236"/>
                                <a:pt x="9553" y="468"/>
                              </a:cubicBezTo>
                              <a:close/>
                              <a:moveTo>
                                <a:pt x="11956" y="8033"/>
                              </a:moveTo>
                              <a:cubicBezTo>
                                <a:pt x="11833" y="7834"/>
                                <a:pt x="11710" y="8232"/>
                                <a:pt x="11818" y="8432"/>
                              </a:cubicBezTo>
                              <a:cubicBezTo>
                                <a:pt x="11910" y="8631"/>
                                <a:pt x="12080" y="8232"/>
                                <a:pt x="11956" y="8033"/>
                              </a:cubicBezTo>
                              <a:close/>
                              <a:moveTo>
                                <a:pt x="15977" y="7503"/>
                              </a:moveTo>
                              <a:cubicBezTo>
                                <a:pt x="15854" y="7303"/>
                                <a:pt x="15731" y="7702"/>
                                <a:pt x="15839" y="7901"/>
                              </a:cubicBezTo>
                              <a:cubicBezTo>
                                <a:pt x="15931" y="8100"/>
                                <a:pt x="16101" y="7702"/>
                                <a:pt x="15977" y="7503"/>
                              </a:cubicBezTo>
                              <a:close/>
                              <a:moveTo>
                                <a:pt x="12141" y="16627"/>
                              </a:moveTo>
                              <a:cubicBezTo>
                                <a:pt x="11910" y="16229"/>
                                <a:pt x="11694" y="16959"/>
                                <a:pt x="11895" y="17357"/>
                              </a:cubicBezTo>
                              <a:cubicBezTo>
                                <a:pt x="12064" y="17689"/>
                                <a:pt x="12357" y="16992"/>
                                <a:pt x="12141" y="16627"/>
                              </a:cubicBezTo>
                              <a:close/>
                              <a:moveTo>
                                <a:pt x="710" y="15797"/>
                              </a:moveTo>
                              <a:cubicBezTo>
                                <a:pt x="432" y="15764"/>
                                <a:pt x="201" y="16262"/>
                                <a:pt x="355" y="17125"/>
                              </a:cubicBezTo>
                              <a:cubicBezTo>
                                <a:pt x="494" y="17921"/>
                                <a:pt x="309" y="18485"/>
                                <a:pt x="1" y="19646"/>
                              </a:cubicBezTo>
                              <a:cubicBezTo>
                                <a:pt x="-30" y="19746"/>
                                <a:pt x="632" y="19215"/>
                                <a:pt x="956" y="17855"/>
                              </a:cubicBezTo>
                              <a:cubicBezTo>
                                <a:pt x="1280" y="16494"/>
                                <a:pt x="987" y="15797"/>
                                <a:pt x="710" y="15797"/>
                              </a:cubicBezTo>
                              <a:close/>
                              <a:moveTo>
                                <a:pt x="4407" y="10489"/>
                              </a:moveTo>
                              <a:cubicBezTo>
                                <a:pt x="4500" y="10688"/>
                                <a:pt x="4669" y="10290"/>
                                <a:pt x="4546" y="10091"/>
                              </a:cubicBezTo>
                              <a:cubicBezTo>
                                <a:pt x="4423" y="9858"/>
                                <a:pt x="4299" y="10256"/>
                                <a:pt x="4407" y="10489"/>
                              </a:cubicBezTo>
                              <a:close/>
                              <a:moveTo>
                                <a:pt x="3529" y="13077"/>
                              </a:moveTo>
                              <a:cubicBezTo>
                                <a:pt x="3621" y="13276"/>
                                <a:pt x="3791" y="12878"/>
                                <a:pt x="3668" y="12679"/>
                              </a:cubicBezTo>
                              <a:cubicBezTo>
                                <a:pt x="3544" y="12446"/>
                                <a:pt x="3421" y="12844"/>
                                <a:pt x="3529" y="13077"/>
                              </a:cubicBezTo>
                              <a:close/>
                              <a:moveTo>
                                <a:pt x="15546" y="20642"/>
                              </a:moveTo>
                              <a:cubicBezTo>
                                <a:pt x="15716" y="21438"/>
                                <a:pt x="16378" y="20642"/>
                                <a:pt x="16131" y="19912"/>
                              </a:cubicBezTo>
                              <a:cubicBezTo>
                                <a:pt x="15885" y="19215"/>
                                <a:pt x="15438" y="20111"/>
                                <a:pt x="15546" y="20642"/>
                              </a:cubicBezTo>
                              <a:close/>
                              <a:moveTo>
                                <a:pt x="14745" y="16892"/>
                              </a:moveTo>
                              <a:cubicBezTo>
                                <a:pt x="14837" y="17091"/>
                                <a:pt x="15007" y="16693"/>
                                <a:pt x="14884" y="16494"/>
                              </a:cubicBezTo>
                              <a:cubicBezTo>
                                <a:pt x="14760" y="16262"/>
                                <a:pt x="14637" y="16660"/>
                                <a:pt x="14745" y="16892"/>
                              </a:cubicBezTo>
                              <a:close/>
                              <a:moveTo>
                                <a:pt x="19922" y="11617"/>
                              </a:moveTo>
                              <a:cubicBezTo>
                                <a:pt x="20014" y="11816"/>
                                <a:pt x="20183" y="11418"/>
                                <a:pt x="20060" y="11219"/>
                              </a:cubicBezTo>
                              <a:cubicBezTo>
                                <a:pt x="19937" y="10986"/>
                                <a:pt x="19814" y="11385"/>
                                <a:pt x="19922" y="11617"/>
                              </a:cubicBezTo>
                              <a:close/>
                              <a:moveTo>
                                <a:pt x="12773" y="9759"/>
                              </a:moveTo>
                              <a:cubicBezTo>
                                <a:pt x="12865" y="9958"/>
                                <a:pt x="13035" y="9560"/>
                                <a:pt x="12912" y="9361"/>
                              </a:cubicBezTo>
                              <a:cubicBezTo>
                                <a:pt x="12773" y="9162"/>
                                <a:pt x="12650" y="9560"/>
                                <a:pt x="12773" y="9759"/>
                              </a:cubicBezTo>
                              <a:close/>
                              <a:moveTo>
                                <a:pt x="21447" y="6209"/>
                              </a:moveTo>
                              <a:cubicBezTo>
                                <a:pt x="21323" y="6009"/>
                                <a:pt x="21200" y="6408"/>
                                <a:pt x="21308" y="6607"/>
                              </a:cubicBezTo>
                              <a:cubicBezTo>
                                <a:pt x="21401" y="6806"/>
                                <a:pt x="21570" y="6408"/>
                                <a:pt x="21447" y="6209"/>
                              </a:cubicBezTo>
                              <a:close/>
                              <a:moveTo>
                                <a:pt x="16624" y="7403"/>
                              </a:moveTo>
                              <a:cubicBezTo>
                                <a:pt x="16794" y="8199"/>
                                <a:pt x="17456" y="7403"/>
                                <a:pt x="17210" y="6673"/>
                              </a:cubicBezTo>
                              <a:cubicBezTo>
                                <a:pt x="16963" y="5943"/>
                                <a:pt x="16517" y="6872"/>
                                <a:pt x="16624" y="7403"/>
                              </a:cubicBezTo>
                              <a:close/>
                              <a:moveTo>
                                <a:pt x="14190" y="18817"/>
                              </a:moveTo>
                              <a:cubicBezTo>
                                <a:pt x="14159" y="19414"/>
                                <a:pt x="14575" y="19547"/>
                                <a:pt x="14606" y="18983"/>
                              </a:cubicBezTo>
                              <a:cubicBezTo>
                                <a:pt x="14637" y="18585"/>
                                <a:pt x="14221" y="18286"/>
                                <a:pt x="14190" y="18817"/>
                              </a:cubicBezTo>
                              <a:close/>
                              <a:moveTo>
                                <a:pt x="12989" y="5445"/>
                              </a:moveTo>
                              <a:cubicBezTo>
                                <a:pt x="12757" y="5047"/>
                                <a:pt x="12542" y="5777"/>
                                <a:pt x="12742" y="6175"/>
                              </a:cubicBezTo>
                              <a:cubicBezTo>
                                <a:pt x="12912" y="6540"/>
                                <a:pt x="13204" y="5810"/>
                                <a:pt x="12989" y="5445"/>
                              </a:cubicBezTo>
                              <a:close/>
                              <a:moveTo>
                                <a:pt x="13158" y="18551"/>
                              </a:moveTo>
                              <a:cubicBezTo>
                                <a:pt x="13250" y="18750"/>
                                <a:pt x="13420" y="18352"/>
                                <a:pt x="13297" y="18153"/>
                              </a:cubicBezTo>
                              <a:cubicBezTo>
                                <a:pt x="13173" y="17921"/>
                                <a:pt x="13050" y="18319"/>
                                <a:pt x="13158" y="185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0" name="Shape"/>
                      <wps:cNvSpPr/>
                      <wps:spPr>
                        <a:xfrm>
                          <a:off x="6680199" y="5549900"/>
                          <a:ext cx="1772769" cy="80320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490" h="20984" extrusionOk="0">
                              <a:moveTo>
                                <a:pt x="21489" y="1354"/>
                              </a:moveTo>
                              <a:cubicBezTo>
                                <a:pt x="21520" y="1254"/>
                                <a:pt x="20858" y="1785"/>
                                <a:pt x="20535" y="3146"/>
                              </a:cubicBezTo>
                              <a:cubicBezTo>
                                <a:pt x="20196" y="4506"/>
                                <a:pt x="20504" y="5203"/>
                                <a:pt x="20781" y="5203"/>
                              </a:cubicBezTo>
                              <a:cubicBezTo>
                                <a:pt x="21058" y="5236"/>
                                <a:pt x="21289" y="4738"/>
                                <a:pt x="21135" y="3876"/>
                              </a:cubicBezTo>
                              <a:cubicBezTo>
                                <a:pt x="21012" y="3079"/>
                                <a:pt x="21181" y="2515"/>
                                <a:pt x="21489" y="1354"/>
                              </a:cubicBezTo>
                              <a:close/>
                              <a:moveTo>
                                <a:pt x="5355" y="1055"/>
                              </a:moveTo>
                              <a:cubicBezTo>
                                <a:pt x="5601" y="1785"/>
                                <a:pt x="6063" y="856"/>
                                <a:pt x="5940" y="325"/>
                              </a:cubicBezTo>
                              <a:cubicBezTo>
                                <a:pt x="5770" y="-471"/>
                                <a:pt x="5108" y="358"/>
                                <a:pt x="5355" y="1055"/>
                              </a:cubicBezTo>
                              <a:close/>
                              <a:moveTo>
                                <a:pt x="4277" y="14327"/>
                              </a:moveTo>
                              <a:cubicBezTo>
                                <a:pt x="4523" y="15057"/>
                                <a:pt x="4985" y="14128"/>
                                <a:pt x="4862" y="13597"/>
                              </a:cubicBezTo>
                              <a:cubicBezTo>
                                <a:pt x="4693" y="12801"/>
                                <a:pt x="4031" y="13597"/>
                                <a:pt x="4277" y="14327"/>
                              </a:cubicBezTo>
                              <a:close/>
                              <a:moveTo>
                                <a:pt x="6879" y="2017"/>
                              </a:moveTo>
                              <a:cubicBezTo>
                                <a:pt x="6848" y="2382"/>
                                <a:pt x="7264" y="2681"/>
                                <a:pt x="7294" y="2183"/>
                              </a:cubicBezTo>
                              <a:cubicBezTo>
                                <a:pt x="7325" y="1586"/>
                                <a:pt x="6910" y="1453"/>
                                <a:pt x="6879" y="2017"/>
                              </a:cubicBezTo>
                              <a:close/>
                              <a:moveTo>
                                <a:pt x="6617" y="4506"/>
                              </a:moveTo>
                              <a:cubicBezTo>
                                <a:pt x="6740" y="4705"/>
                                <a:pt x="6863" y="4307"/>
                                <a:pt x="6756" y="4108"/>
                              </a:cubicBezTo>
                              <a:cubicBezTo>
                                <a:pt x="6663" y="3909"/>
                                <a:pt x="6494" y="4307"/>
                                <a:pt x="6617" y="4506"/>
                              </a:cubicBezTo>
                              <a:close/>
                              <a:moveTo>
                                <a:pt x="11805" y="20930"/>
                              </a:moveTo>
                              <a:cubicBezTo>
                                <a:pt x="11929" y="21129"/>
                                <a:pt x="12052" y="20731"/>
                                <a:pt x="11944" y="20532"/>
                              </a:cubicBezTo>
                              <a:cubicBezTo>
                                <a:pt x="11852" y="20333"/>
                                <a:pt x="11682" y="20731"/>
                                <a:pt x="11805" y="20930"/>
                              </a:cubicBezTo>
                              <a:close/>
                              <a:moveTo>
                                <a:pt x="5509" y="13498"/>
                              </a:moveTo>
                              <a:cubicBezTo>
                                <a:pt x="5632" y="13697"/>
                                <a:pt x="5755" y="13299"/>
                                <a:pt x="5647" y="13100"/>
                              </a:cubicBezTo>
                              <a:cubicBezTo>
                                <a:pt x="5555" y="12900"/>
                                <a:pt x="5385" y="13265"/>
                                <a:pt x="5509" y="13498"/>
                              </a:cubicBezTo>
                              <a:close/>
                              <a:moveTo>
                                <a:pt x="8203" y="2847"/>
                              </a:moveTo>
                              <a:cubicBezTo>
                                <a:pt x="8326" y="3046"/>
                                <a:pt x="8449" y="2648"/>
                                <a:pt x="8341" y="2449"/>
                              </a:cubicBezTo>
                              <a:cubicBezTo>
                                <a:pt x="8234" y="2250"/>
                                <a:pt x="8064" y="2648"/>
                                <a:pt x="8203" y="2847"/>
                              </a:cubicBezTo>
                              <a:close/>
                              <a:moveTo>
                                <a:pt x="8726" y="11208"/>
                              </a:moveTo>
                              <a:cubicBezTo>
                                <a:pt x="8634" y="11009"/>
                                <a:pt x="8465" y="11407"/>
                                <a:pt x="8588" y="11606"/>
                              </a:cubicBezTo>
                              <a:cubicBezTo>
                                <a:pt x="8711" y="11839"/>
                                <a:pt x="8834" y="11441"/>
                                <a:pt x="8726" y="11208"/>
                              </a:cubicBezTo>
                              <a:close/>
                              <a:moveTo>
                                <a:pt x="9527" y="12967"/>
                              </a:moveTo>
                              <a:cubicBezTo>
                                <a:pt x="9650" y="13166"/>
                                <a:pt x="9773" y="12768"/>
                                <a:pt x="9665" y="12569"/>
                              </a:cubicBezTo>
                              <a:cubicBezTo>
                                <a:pt x="9573" y="12370"/>
                                <a:pt x="9404" y="12768"/>
                                <a:pt x="9527" y="12967"/>
                              </a:cubicBezTo>
                              <a:close/>
                              <a:moveTo>
                                <a:pt x="15931" y="9782"/>
                              </a:moveTo>
                              <a:cubicBezTo>
                                <a:pt x="16055" y="9981"/>
                                <a:pt x="16178" y="9582"/>
                                <a:pt x="16070" y="9383"/>
                              </a:cubicBezTo>
                              <a:cubicBezTo>
                                <a:pt x="15978" y="9184"/>
                                <a:pt x="15808" y="9582"/>
                                <a:pt x="15931" y="9782"/>
                              </a:cubicBezTo>
                              <a:close/>
                              <a:moveTo>
                                <a:pt x="17810" y="8322"/>
                              </a:moveTo>
                              <a:cubicBezTo>
                                <a:pt x="17933" y="8521"/>
                                <a:pt x="18056" y="8123"/>
                                <a:pt x="17948" y="7923"/>
                              </a:cubicBezTo>
                              <a:cubicBezTo>
                                <a:pt x="17856" y="7724"/>
                                <a:pt x="17686" y="8089"/>
                                <a:pt x="17810" y="8322"/>
                              </a:cubicBezTo>
                              <a:close/>
                              <a:moveTo>
                                <a:pt x="16948" y="10910"/>
                              </a:moveTo>
                              <a:cubicBezTo>
                                <a:pt x="17071" y="11109"/>
                                <a:pt x="17194" y="10711"/>
                                <a:pt x="17086" y="10511"/>
                              </a:cubicBezTo>
                              <a:cubicBezTo>
                                <a:pt x="16994" y="10312"/>
                                <a:pt x="16824" y="10711"/>
                                <a:pt x="16948" y="10910"/>
                              </a:cubicBezTo>
                              <a:close/>
                              <a:moveTo>
                                <a:pt x="43" y="14792"/>
                              </a:moveTo>
                              <a:cubicBezTo>
                                <a:pt x="166" y="14991"/>
                                <a:pt x="289" y="14593"/>
                                <a:pt x="182" y="14394"/>
                              </a:cubicBezTo>
                              <a:cubicBezTo>
                                <a:pt x="89" y="14194"/>
                                <a:pt x="-80" y="14559"/>
                                <a:pt x="43" y="14792"/>
                              </a:cubicBezTo>
                              <a:close/>
                              <a:moveTo>
                                <a:pt x="1429" y="9782"/>
                              </a:moveTo>
                              <a:cubicBezTo>
                                <a:pt x="1552" y="9981"/>
                                <a:pt x="1675" y="9582"/>
                                <a:pt x="1567" y="9383"/>
                              </a:cubicBezTo>
                              <a:cubicBezTo>
                                <a:pt x="1475" y="9184"/>
                                <a:pt x="1306" y="9582"/>
                                <a:pt x="1429" y="9782"/>
                              </a:cubicBezTo>
                              <a:close/>
                              <a:moveTo>
                                <a:pt x="9604" y="3643"/>
                              </a:moveTo>
                              <a:cubicBezTo>
                                <a:pt x="9434" y="3311"/>
                                <a:pt x="9127" y="4008"/>
                                <a:pt x="9357" y="4373"/>
                              </a:cubicBezTo>
                              <a:cubicBezTo>
                                <a:pt x="9573" y="4771"/>
                                <a:pt x="9804" y="4041"/>
                                <a:pt x="9604" y="3643"/>
                              </a:cubicBezTo>
                              <a:close/>
                              <a:moveTo>
                                <a:pt x="8511" y="15555"/>
                              </a:moveTo>
                              <a:cubicBezTo>
                                <a:pt x="8742" y="15953"/>
                                <a:pt x="8957" y="15223"/>
                                <a:pt x="8757" y="14825"/>
                              </a:cubicBezTo>
                              <a:cubicBezTo>
                                <a:pt x="8588" y="14460"/>
                                <a:pt x="8280" y="15157"/>
                                <a:pt x="8511" y="15555"/>
                              </a:cubicBezTo>
                              <a:close/>
                              <a:moveTo>
                                <a:pt x="16655" y="12535"/>
                              </a:moveTo>
                              <a:cubicBezTo>
                                <a:pt x="16886" y="12934"/>
                                <a:pt x="17101" y="12204"/>
                                <a:pt x="16901" y="11806"/>
                              </a:cubicBezTo>
                              <a:cubicBezTo>
                                <a:pt x="16732" y="11441"/>
                                <a:pt x="16424" y="12137"/>
                                <a:pt x="16655" y="1253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1" name="Shape"/>
                      <wps:cNvSpPr/>
                      <wps:spPr>
                        <a:xfrm>
                          <a:off x="6616699" y="5854700"/>
                          <a:ext cx="1657800" cy="5541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377" h="21323" extrusionOk="0">
                              <a:moveTo>
                                <a:pt x="20313" y="3461"/>
                              </a:moveTo>
                              <a:cubicBezTo>
                                <a:pt x="19920" y="4682"/>
                                <a:pt x="19887" y="6148"/>
                                <a:pt x="19920" y="7028"/>
                              </a:cubicBezTo>
                              <a:cubicBezTo>
                                <a:pt x="19019" y="8641"/>
                                <a:pt x="17299" y="11280"/>
                                <a:pt x="14892" y="13088"/>
                              </a:cubicBezTo>
                              <a:cubicBezTo>
                                <a:pt x="15318" y="11719"/>
                                <a:pt x="16055" y="9080"/>
                                <a:pt x="16251" y="6735"/>
                              </a:cubicBezTo>
                              <a:cubicBezTo>
                                <a:pt x="16268" y="6490"/>
                                <a:pt x="16235" y="6295"/>
                                <a:pt x="16170" y="6197"/>
                              </a:cubicBezTo>
                              <a:cubicBezTo>
                                <a:pt x="16022" y="5953"/>
                                <a:pt x="15744" y="6197"/>
                                <a:pt x="15564" y="6735"/>
                              </a:cubicBezTo>
                              <a:cubicBezTo>
                                <a:pt x="15416" y="7126"/>
                                <a:pt x="15220" y="8054"/>
                                <a:pt x="15514" y="9667"/>
                              </a:cubicBezTo>
                              <a:cubicBezTo>
                                <a:pt x="15514" y="9667"/>
                                <a:pt x="15514" y="9667"/>
                                <a:pt x="15514" y="9667"/>
                              </a:cubicBezTo>
                              <a:cubicBezTo>
                                <a:pt x="15105" y="11475"/>
                                <a:pt x="14581" y="13088"/>
                                <a:pt x="14450" y="13430"/>
                              </a:cubicBezTo>
                              <a:cubicBezTo>
                                <a:pt x="13353" y="14163"/>
                                <a:pt x="12141" y="14749"/>
                                <a:pt x="10815" y="14945"/>
                              </a:cubicBezTo>
                              <a:cubicBezTo>
                                <a:pt x="11224" y="14114"/>
                                <a:pt x="11945" y="12697"/>
                                <a:pt x="12518" y="11475"/>
                              </a:cubicBezTo>
                              <a:cubicBezTo>
                                <a:pt x="12911" y="10644"/>
                                <a:pt x="12976" y="9911"/>
                                <a:pt x="12943" y="9423"/>
                              </a:cubicBezTo>
                              <a:cubicBezTo>
                                <a:pt x="12927" y="8934"/>
                                <a:pt x="12812" y="8543"/>
                                <a:pt x="12649" y="8347"/>
                              </a:cubicBezTo>
                              <a:cubicBezTo>
                                <a:pt x="12452" y="8152"/>
                                <a:pt x="12256" y="8250"/>
                                <a:pt x="12092" y="8641"/>
                              </a:cubicBezTo>
                              <a:cubicBezTo>
                                <a:pt x="11764" y="9471"/>
                                <a:pt x="11928" y="10742"/>
                                <a:pt x="12076" y="11475"/>
                              </a:cubicBezTo>
                              <a:cubicBezTo>
                                <a:pt x="11289" y="13088"/>
                                <a:pt x="10356" y="14945"/>
                                <a:pt x="10356" y="14945"/>
                              </a:cubicBezTo>
                              <a:cubicBezTo>
                                <a:pt x="10356" y="14945"/>
                                <a:pt x="10356" y="14945"/>
                                <a:pt x="10356" y="14945"/>
                              </a:cubicBezTo>
                              <a:cubicBezTo>
                                <a:pt x="8980" y="14994"/>
                                <a:pt x="7687" y="14212"/>
                                <a:pt x="6524" y="12990"/>
                              </a:cubicBezTo>
                              <a:cubicBezTo>
                                <a:pt x="6884" y="12648"/>
                                <a:pt x="7474" y="11964"/>
                                <a:pt x="8145" y="10937"/>
                              </a:cubicBezTo>
                              <a:cubicBezTo>
                                <a:pt x="8866" y="9813"/>
                                <a:pt x="9062" y="8201"/>
                                <a:pt x="8964" y="7175"/>
                              </a:cubicBezTo>
                              <a:cubicBezTo>
                                <a:pt x="8899" y="6588"/>
                                <a:pt x="8735" y="6246"/>
                                <a:pt x="8555" y="6295"/>
                              </a:cubicBezTo>
                              <a:cubicBezTo>
                                <a:pt x="8391" y="6393"/>
                                <a:pt x="8194" y="6784"/>
                                <a:pt x="8031" y="7468"/>
                              </a:cubicBezTo>
                              <a:cubicBezTo>
                                <a:pt x="7818" y="8347"/>
                                <a:pt x="7638" y="9667"/>
                                <a:pt x="7670" y="10840"/>
                              </a:cubicBezTo>
                              <a:cubicBezTo>
                                <a:pt x="6933" y="11866"/>
                                <a:pt x="6344" y="12404"/>
                                <a:pt x="6164" y="12550"/>
                              </a:cubicBezTo>
                              <a:cubicBezTo>
                                <a:pt x="5017" y="11231"/>
                                <a:pt x="3986" y="9471"/>
                                <a:pt x="3134" y="7712"/>
                              </a:cubicBezTo>
                              <a:cubicBezTo>
                                <a:pt x="3675" y="7712"/>
                                <a:pt x="4608" y="7321"/>
                                <a:pt x="5296" y="5171"/>
                              </a:cubicBezTo>
                              <a:cubicBezTo>
                                <a:pt x="5509" y="4536"/>
                                <a:pt x="5460" y="4047"/>
                                <a:pt x="5427" y="3803"/>
                              </a:cubicBezTo>
                              <a:cubicBezTo>
                                <a:pt x="5345" y="3314"/>
                                <a:pt x="5099" y="3070"/>
                                <a:pt x="4788" y="3167"/>
                              </a:cubicBezTo>
                              <a:cubicBezTo>
                                <a:pt x="4313" y="3363"/>
                                <a:pt x="3675" y="4438"/>
                                <a:pt x="3494" y="6930"/>
                              </a:cubicBezTo>
                              <a:cubicBezTo>
                                <a:pt x="3134" y="7028"/>
                                <a:pt x="2856" y="6979"/>
                                <a:pt x="2758" y="6930"/>
                              </a:cubicBezTo>
                              <a:cubicBezTo>
                                <a:pt x="1169" y="3509"/>
                                <a:pt x="236" y="235"/>
                                <a:pt x="203" y="137"/>
                              </a:cubicBezTo>
                              <a:cubicBezTo>
                                <a:pt x="154" y="-9"/>
                                <a:pt x="88" y="-58"/>
                                <a:pt x="39" y="89"/>
                              </a:cubicBezTo>
                              <a:cubicBezTo>
                                <a:pt x="-10" y="235"/>
                                <a:pt x="-10" y="431"/>
                                <a:pt x="23" y="577"/>
                              </a:cubicBezTo>
                              <a:cubicBezTo>
                                <a:pt x="23" y="577"/>
                                <a:pt x="39" y="626"/>
                                <a:pt x="39" y="675"/>
                              </a:cubicBezTo>
                              <a:cubicBezTo>
                                <a:pt x="203" y="1213"/>
                                <a:pt x="1120" y="4242"/>
                                <a:pt x="2594" y="7419"/>
                              </a:cubicBezTo>
                              <a:cubicBezTo>
                                <a:pt x="2594" y="7419"/>
                                <a:pt x="2594" y="7468"/>
                                <a:pt x="2594" y="7468"/>
                              </a:cubicBezTo>
                              <a:cubicBezTo>
                                <a:pt x="2610" y="7517"/>
                                <a:pt x="2627" y="7566"/>
                                <a:pt x="2659" y="7566"/>
                              </a:cubicBezTo>
                              <a:cubicBezTo>
                                <a:pt x="2659" y="7566"/>
                                <a:pt x="2659" y="7566"/>
                                <a:pt x="2659" y="7566"/>
                              </a:cubicBezTo>
                              <a:cubicBezTo>
                                <a:pt x="2659" y="7566"/>
                                <a:pt x="2659" y="7566"/>
                                <a:pt x="2659" y="7614"/>
                              </a:cubicBezTo>
                              <a:cubicBezTo>
                                <a:pt x="2643" y="7761"/>
                                <a:pt x="2119" y="11377"/>
                                <a:pt x="3445" y="17584"/>
                              </a:cubicBezTo>
                              <a:cubicBezTo>
                                <a:pt x="3560" y="18072"/>
                                <a:pt x="3658" y="18512"/>
                                <a:pt x="3740" y="18805"/>
                              </a:cubicBezTo>
                              <a:cubicBezTo>
                                <a:pt x="3888" y="19343"/>
                                <a:pt x="4019" y="19490"/>
                                <a:pt x="4117" y="19441"/>
                              </a:cubicBezTo>
                              <a:cubicBezTo>
                                <a:pt x="4231" y="19343"/>
                                <a:pt x="4281" y="19050"/>
                                <a:pt x="4281" y="18463"/>
                              </a:cubicBezTo>
                              <a:cubicBezTo>
                                <a:pt x="4297" y="16460"/>
                                <a:pt x="3593" y="10742"/>
                                <a:pt x="2774" y="9618"/>
                              </a:cubicBezTo>
                              <a:cubicBezTo>
                                <a:pt x="2774" y="8787"/>
                                <a:pt x="2839" y="8250"/>
                                <a:pt x="2856" y="8054"/>
                              </a:cubicBezTo>
                              <a:cubicBezTo>
                                <a:pt x="3691" y="9813"/>
                                <a:pt x="4706" y="11573"/>
                                <a:pt x="5836" y="12941"/>
                              </a:cubicBezTo>
                              <a:cubicBezTo>
                                <a:pt x="5869" y="13283"/>
                                <a:pt x="5967" y="14212"/>
                                <a:pt x="6180" y="15482"/>
                              </a:cubicBezTo>
                              <a:cubicBezTo>
                                <a:pt x="6180" y="15580"/>
                                <a:pt x="6197" y="15629"/>
                                <a:pt x="6213" y="15678"/>
                              </a:cubicBezTo>
                              <a:cubicBezTo>
                                <a:pt x="6442" y="16948"/>
                                <a:pt x="6770" y="18561"/>
                                <a:pt x="7245" y="20174"/>
                              </a:cubicBezTo>
                              <a:cubicBezTo>
                                <a:pt x="7245" y="20174"/>
                                <a:pt x="7245" y="20174"/>
                                <a:pt x="7245" y="20174"/>
                              </a:cubicBezTo>
                              <a:cubicBezTo>
                                <a:pt x="7441" y="20858"/>
                                <a:pt x="7621" y="21102"/>
                                <a:pt x="7769" y="20858"/>
                              </a:cubicBezTo>
                              <a:cubicBezTo>
                                <a:pt x="7932" y="20614"/>
                                <a:pt x="7965" y="19832"/>
                                <a:pt x="7867" y="18805"/>
                              </a:cubicBezTo>
                              <a:cubicBezTo>
                                <a:pt x="7736" y="17388"/>
                                <a:pt x="7261" y="15042"/>
                                <a:pt x="6393" y="15042"/>
                              </a:cubicBezTo>
                              <a:cubicBezTo>
                                <a:pt x="6262" y="14309"/>
                                <a:pt x="6180" y="13674"/>
                                <a:pt x="6131" y="13234"/>
                              </a:cubicBezTo>
                              <a:cubicBezTo>
                                <a:pt x="6131" y="13234"/>
                                <a:pt x="6131" y="13234"/>
                                <a:pt x="6131" y="13234"/>
                              </a:cubicBezTo>
                              <a:cubicBezTo>
                                <a:pt x="7228" y="14505"/>
                                <a:pt x="8456" y="15385"/>
                                <a:pt x="9767" y="15531"/>
                              </a:cubicBezTo>
                              <a:cubicBezTo>
                                <a:pt x="9816" y="15678"/>
                                <a:pt x="9898" y="16020"/>
                                <a:pt x="10012" y="16411"/>
                              </a:cubicBezTo>
                              <a:cubicBezTo>
                                <a:pt x="10340" y="17535"/>
                                <a:pt x="10946" y="19441"/>
                                <a:pt x="11633" y="20956"/>
                              </a:cubicBezTo>
                              <a:cubicBezTo>
                                <a:pt x="11912" y="21542"/>
                                <a:pt x="12059" y="21298"/>
                                <a:pt x="12108" y="21102"/>
                              </a:cubicBezTo>
                              <a:cubicBezTo>
                                <a:pt x="12288" y="20516"/>
                                <a:pt x="12141" y="19050"/>
                                <a:pt x="11879" y="18170"/>
                              </a:cubicBezTo>
                              <a:cubicBezTo>
                                <a:pt x="11552" y="16997"/>
                                <a:pt x="11109" y="16753"/>
                                <a:pt x="10667" y="17535"/>
                              </a:cubicBezTo>
                              <a:cubicBezTo>
                                <a:pt x="10405" y="16753"/>
                                <a:pt x="10192" y="16069"/>
                                <a:pt x="10061" y="15580"/>
                              </a:cubicBezTo>
                              <a:cubicBezTo>
                                <a:pt x="10291" y="15580"/>
                                <a:pt x="10536" y="15580"/>
                                <a:pt x="10765" y="15531"/>
                              </a:cubicBezTo>
                              <a:cubicBezTo>
                                <a:pt x="11994" y="15336"/>
                                <a:pt x="13107" y="14847"/>
                                <a:pt x="14123" y="14212"/>
                              </a:cubicBezTo>
                              <a:cubicBezTo>
                                <a:pt x="14319" y="14798"/>
                                <a:pt x="15056" y="17095"/>
                                <a:pt x="16022" y="18414"/>
                              </a:cubicBezTo>
                              <a:cubicBezTo>
                                <a:pt x="16268" y="18756"/>
                                <a:pt x="16366" y="18366"/>
                                <a:pt x="16382" y="18219"/>
                              </a:cubicBezTo>
                              <a:cubicBezTo>
                                <a:pt x="16497" y="17584"/>
                                <a:pt x="16301" y="16264"/>
                                <a:pt x="15989" y="15580"/>
                              </a:cubicBezTo>
                              <a:cubicBezTo>
                                <a:pt x="15695" y="14945"/>
                                <a:pt x="15367" y="15042"/>
                                <a:pt x="15089" y="15873"/>
                              </a:cubicBezTo>
                              <a:cubicBezTo>
                                <a:pt x="14778" y="15140"/>
                                <a:pt x="14532" y="14456"/>
                                <a:pt x="14385" y="14016"/>
                              </a:cubicBezTo>
                              <a:cubicBezTo>
                                <a:pt x="14417" y="14016"/>
                                <a:pt x="14434" y="13967"/>
                                <a:pt x="14466" y="13967"/>
                              </a:cubicBezTo>
                              <a:cubicBezTo>
                                <a:pt x="14483" y="13967"/>
                                <a:pt x="14499" y="13967"/>
                                <a:pt x="14516" y="13918"/>
                              </a:cubicBezTo>
                              <a:cubicBezTo>
                                <a:pt x="15989" y="12892"/>
                                <a:pt x="17201" y="11573"/>
                                <a:pt x="18086" y="10400"/>
                              </a:cubicBezTo>
                              <a:cubicBezTo>
                                <a:pt x="18872" y="9374"/>
                                <a:pt x="19494" y="8396"/>
                                <a:pt x="19920" y="7614"/>
                              </a:cubicBezTo>
                              <a:cubicBezTo>
                                <a:pt x="20067" y="7468"/>
                                <a:pt x="21115" y="6295"/>
                                <a:pt x="21312" y="4438"/>
                              </a:cubicBezTo>
                              <a:cubicBezTo>
                                <a:pt x="21590" y="2581"/>
                                <a:pt x="20919" y="1652"/>
                                <a:pt x="20313" y="34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3EB3385E" id="Group 2" o:spid="_x0000_s1026" style="position:absolute;margin-left:0;margin-top:-35.95pt;width:11in;height:612pt;z-index:251661312;mso-position-horizontal:center;mso-position-horizontal-relative:page" coordsize="100584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">
              <v:rect id="Rectangle" o:spid="_x0000_s1027" style="position:absolute;width:100584;height:77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" fillcolor="#0f2244 [3204]" stroked="f" strokeweight="1pt">
                <v:stroke miterlimit="4"/>
                <v:textbox inset="3pt,3pt,3pt,3pt"/>
              </v:rect>
              <v:shape id="Shape" o:spid="_x0000_s1028" style="position:absolute;left:54863;top:4571;width:41154;height:68592;visibility:visible;mso-wrap-style:square;v-text-anchor:middle" coordsize="20962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" path="m420,2087v680,,188,-1120,-32,-1139c110,924,-272,2087,420,2087xm194,11088v104,,194,-118,194,-263c388,10680,304,10562,194,10562,91,10562,,10680,,10825v,145,91,263,194,263xm149,2593r,7458c149,10067,168,10083,194,10083v26,,45,-16,45,-32l239,2593v,-15,-19,-31,-45,-31c168,2562,149,2578,149,2593xm1876,20199v-304,-208,-951,472,-828,523c1190,20777,2180,20407,1876,20199xm149,11551r,7458c149,19025,168,19041,194,19041v26,,45,-16,45,-32l239,11551v,-15,-19,-31,-45,-31c168,11520,149,11532,149,11551xm362,19155v-679,,-239,1461,65,1425c731,20553,1093,19155,362,19155xm789,20796v-84,,-155,43,-155,95c634,20942,705,20985,789,20985v84,,155,-43,155,-94c944,20839,873,20796,789,20796xm20817,10051r,-7458c20817,2578,20798,2562,20772,2562v-26,,-45,16,-45,31l20727,10051v,16,19,32,45,32c20798,10083,20817,10071,20817,10051xm20727,11551r,7458c20727,19025,20746,19041,20772,19041v26,,45,-16,45,-32l20817,11551v,-15,-19,-31,-45,-31c20746,11520,20727,11532,20727,11551xm20960,10825v,-145,-85,-263,-195,-263c20662,10562,20571,10680,20571,10825v,145,85,263,194,263c20875,11088,20960,10970,20960,10825xm1695,1140c2038,956,919,563,834,638v-97,86,518,687,861,502xm19090,1026v304,209,951,-471,828,-522c19776,449,18786,818,19090,1026xm556,571v84,,156,-43,156,-94c712,426,640,382,556,382v-84,,-155,44,-155,95c401,528,466,571,556,571xm3409,217v,-412,-2406,-145,-2348,40c1113,445,3409,661,3409,217xm10480,1v-240,,-434,51,-434,118c10046,182,10240,237,10480,237v239,,433,-51,433,-118c10913,52,10719,1,10480,1xm20332,335v,-51,-71,-94,-155,-94c20093,241,20022,284,20022,335v,51,71,94,155,94c20261,429,20332,386,20332,335xm17557,20993v,412,2406,145,2348,-40c19853,20765,17557,20549,17557,20993xm20604,2071v679,,239,-1461,-65,-1426c20235,673,19873,2071,20604,2071xm19271,20070v-343,184,776,577,861,502c20229,20486,19614,19885,19271,20070xm20546,19123v-680,,-188,1120,32,1139c20856,20286,21238,19123,20546,19123xm20410,20635v-84,,-156,43,-156,95c20254,20781,20326,20824,20410,20824v84,,155,-43,155,-94c20565,20678,20500,20635,20410,20635xm9458,21091r-5531,c3914,21091,3901,21103,3901,21118v,16,13,28,26,28l9458,21146v13,,26,-12,26,-28c9477,21103,9471,21091,9458,21091xm19401,233v38,-169,-1876,-401,-1876,20c17531,669,19375,367,19401,233xm10480,20973v-240,,-434,51,-434,118c10046,21154,10240,21209,10480,21209v239,,433,-51,433,-118c10913,21028,10719,20973,10480,20973xm1565,20993v-38,169,1876,400,1876,-20c3435,20557,1591,20859,1565,20993xm9458,119r-5531,c3914,119,3901,131,3901,147v,15,13,27,26,27l9458,174v13,,26,-12,26,-27c9477,131,9471,119,9458,119xm17201,21091r-5531,c11657,21091,11644,21103,11644,21118v,16,13,28,26,28l17201,21146v13,,26,-12,26,-28c17227,21103,17214,21091,17201,21091xm17201,119r-5531,c11657,119,11644,131,11644,147v,15,13,27,26,27l17201,174v13,,26,-12,26,-27c17227,131,17214,119,17201,119xe" fillcolor="#3cb6c1 [3208]" stroked="f" strokeweight="1pt">
                <v:stroke miterlimit="4" joinstyle="miter"/>
                <v:path arrowok="t" o:extrusionok="f" o:connecttype="custom" o:connectlocs="2057667,3429558;2057667,3429558;2057667,3429558;2057667,3429558" o:connectangles="0,90,180,270"/>
              </v:shape>
              <v:shape id="Shape" o:spid="_x0000_s1029" style="position:absolute;left:4572;top:4571;width:41153;height:68592;visibility:visible;mso-wrap-style:square;v-text-anchor:middle" coordsize="20963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" path="m17123,119r-5531,c11579,119,11567,131,11567,147v,15,12,27,25,27l17123,174v13,,26,-12,26,-27c17143,131,17136,119,17123,119xm10402,1v-239,,-433,51,-433,118c9969,182,10163,237,10402,237v239,,434,-51,434,-118c10836,52,10641,1,10402,1xm9374,119r-5531,c3830,119,3817,131,3817,147v,15,13,27,26,27l9374,174v12,,25,-12,25,-27c9399,131,9387,119,9374,119xm17123,21091r-5531,c11579,21091,11567,21103,11567,21118v,16,12,28,25,28l17123,21146v13,,26,-12,26,-28c17143,21103,17136,21091,17123,21091xm10402,20973v-239,,-433,51,-433,118c9969,21154,10163,21209,10402,21209v239,,434,-51,434,-118c10836,21028,10641,20973,10402,20973xm9374,21091r-5531,c3830,21091,3817,21103,3817,21118v,16,13,28,26,28l9374,21146v12,,25,-12,25,-28c9399,21103,9387,21091,9374,21091xm149,2593r,7458c149,10067,168,10083,194,10083v26,,45,-16,45,-32l239,2593v,-15,-19,-31,-45,-31c168,2562,149,2578,149,2593xm149,11551r,7458c149,19025,168,19041,194,19041v26,,45,-16,45,-32l239,11551v,-15,-19,-31,-45,-31c168,11520,149,11532,149,11551xm194,11088v104,,194,-118,194,-263c388,10680,304,10562,194,10562,91,10562,,10680,,10825v,145,91,263,194,263xm20960,10825v,-145,-85,-263,-195,-263c20662,10562,20571,10680,20571,10825v,145,85,263,194,263c20875,11088,20960,10970,20960,10825xm20727,11551r,7458c20727,19025,20746,19041,20772,19041v26,,45,-16,45,-32l20817,11551v,-15,-19,-31,-45,-31c20746,11520,20727,11532,20727,11551xm20817,10051r,-7458c20817,2578,20798,2562,20772,2562v-26,,-45,16,-45,31l20727,10051v,16,19,32,45,32c20798,10083,20817,10071,20817,10051xm1876,20199v-304,-208,-951,472,-828,523c1190,20777,2180,20407,1876,20199xm362,19155v-679,,-239,1461,65,1425c731,20553,1093,19155,362,19155xm789,20796v-84,,-155,43,-155,95c634,20942,705,20985,789,20985v84,,155,-43,155,-94c944,20839,873,20796,789,20796xm1565,20993v-38,169,1876,400,1876,-20c3435,20557,1591,20859,1565,20993xm1669,1140c2012,956,893,563,809,638v-97,86,517,687,860,502xm524,571v84,,155,-43,155,-94c679,426,608,382,524,382v-84,,-155,44,-155,95c369,528,440,571,524,571xm3383,217c3383,-195,977,72,1035,257v52,188,2348,404,2348,-40xm395,2087v679,,187,-1120,-33,-1139c84,924,-298,2087,395,2087xm19090,1026v304,209,951,-471,828,-522c19776,449,18786,818,19090,1026xm20604,2071v679,,239,-1461,-65,-1426c20235,673,19873,2071,20604,2071xm19401,233v38,-169,-1876,-401,-1876,20c17531,669,19375,367,19401,233xm20332,335v,-51,-71,-94,-155,-94c20093,241,20022,284,20022,335v,51,71,94,155,94c20261,429,20332,386,20332,335xm20571,19123v-679,,-187,1120,33,1139c20882,20286,21264,19123,20571,19123xm20436,20635v-85,,-156,43,-156,95c20280,20781,20351,20824,20436,20824v84,,155,-43,155,-94c20591,20678,20526,20635,20436,20635xm17583,20993v,412,2406,145,2348,-40c19879,20765,17583,20549,17583,20993xm19297,20070v-343,184,776,577,860,502c20254,20486,19640,19885,19297,20070xe" fillcolor="#3cb6c1 [3208]" stroked="f" strokeweight="1pt">
                <v:stroke miterlimit="4" joinstyle="miter"/>
                <v:path arrowok="t" o:extrusionok="f" o:connecttype="custom" o:connectlocs="2057691,3429558;2057691,3429558;2057691,3429558;2057691,3429558" o:connectangles="0,90,180,270"/>
              </v:shape>
              <v:shape id="Shape" o:spid="_x0000_s1030" style="position:absolute;left:9779;top:9778;width:30483;height:19195;visibility:visible;mso-wrap-style:square;v-text-anchor:middle" coordsize="21415,2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" path="m8198,388v27,497,215,738,224,937c8422,1396,8671,771,8627,317v-45,-454,-446,-411,-429,71xm2515,3610c2123,3297,2033,2446,1980,2403v-45,-42,-268,412,-71,866c2105,3723,2569,3652,2515,3610xm2783,6675c2560,6434,2613,6051,2569,5909v-45,-156,-375,1320,107,1447c2845,7385,3042,6959,2783,6675xm6744,2545v9,270,312,483,437,14c7280,2148,7520,2162,7610,2063v80,-114,-901,-298,-866,482xm3211,14353v214,-170,170,-596,98,-582c3247,13785,2685,14183,2667,14324v-18,114,321,199,544,29xm3354,15062v-116,270,-437,171,-509,142c2774,15190,3024,15644,3327,15630v303,-14,464,-199,428,-468c3738,14878,3470,14793,3354,15062xm204,20867v-214,-99,-294,553,-71,582c365,21463,347,20924,204,20867xm4505,15517v-214,-100,-295,553,-72,581c4665,16127,4648,15588,4505,15517xm561,18625v63,113,268,-86,179,-227c633,18213,463,18454,561,18625xm7672,2943v63,113,268,-86,179,-227c7752,2531,7574,2758,7672,2943xm1989,3993v-125,14,-98,411,53,355c2194,4305,2140,3964,1989,3993xm3657,3454v-125,14,-98,411,54,354c3862,3780,3800,3439,3657,3454xm2604,3113v81,-28,54,-213,-26,-199c2506,2928,2524,3141,2604,3113xm2560,4262v80,-28,53,-212,-27,-198c2462,4078,2480,4291,2560,4262xm3559,16212v-71,14,-53,227,27,199c3675,16382,3639,16198,3559,16212xm169,17560v80,-28,53,-213,-27,-198c71,17362,80,17589,169,17560xm1641,17674v-72,14,-54,227,27,198c1757,17844,1721,17660,1641,17674xm4264,4745v-71,14,-54,227,27,199c4380,4915,4344,4731,4264,4745xm12784,317v-53,454,197,1079,206,1008c12998,1126,13195,885,13213,388v26,-482,-375,-525,-429,-71xm19440,2403v-45,43,-143,894,-535,1207c18842,3652,19315,3737,19511,3283v188,-468,-26,-922,-71,-880xm18851,5895v-44,156,9,525,-214,766c18369,6945,18575,7370,18744,7328v482,-99,152,-1590,107,-1433xm13810,2063v81,99,322,99,429,496c14355,3028,14658,2815,14676,2545v27,-780,-955,-596,-866,-482xm18102,13771v-63,-14,-116,412,98,582c18414,14523,18762,14438,18744,14324v-9,-141,-571,-539,-642,-553xm18566,15204v-72,15,-384,114,-509,-142c17941,14793,17674,14892,17647,15162v-27,269,134,454,428,468c18387,15644,18637,15190,18566,15204xm21207,20867v-143,71,-152,596,71,582c21510,21406,21421,20768,21207,20867xm16906,15517v-142,71,-151,596,72,581c17201,16084,17120,15417,16906,15517xm20680,18398v-89,156,116,340,179,227c20957,18454,20778,18213,20680,18398xm13561,2701v-90,156,116,341,178,227c13846,2758,13668,2531,13561,2701xm19422,3993v-151,-29,-205,312,-53,355c19529,4390,19547,4007,19422,3993xm17763,3454v-152,-29,-205,312,-54,354c17861,3851,17888,3482,17763,3454xm18807,3113v80,28,98,-185,26,-199c18762,2914,18726,3099,18807,3113xm18851,4262v81,29,98,-184,27,-198c18807,4064,18771,4248,18851,4262xm17861,16212v-80,-14,-116,170,-27,199c17914,16425,17923,16212,17861,16212xm21251,17560v81,29,98,-184,27,-198c21198,17347,21162,17532,21251,17560xm19770,17674v-80,-14,-116,170,-27,198c19824,17887,19842,17674,19770,17674xm17147,4745v-80,-14,-116,170,-27,199c17210,4958,17219,4745,17147,4745xe" fillcolor="#fcb036 [3206]" stroked="f" strokeweight="1pt">
                <v:stroke miterlimit="4" joinstyle="miter"/>
                <v:path arrowok="t" o:extrusionok="f" o:connecttype="custom" o:connectlocs="1524165,959715;1524165,959715;1524165,959715;1524165,959715" o:connectangles="0,90,180,270"/>
              </v:shape>
              <v:shape id="Shape" o:spid="_x0000_s1031" style="position:absolute;left:10286;top:22605;width:29529;height:2636;visibility:visible;mso-wrap-style:square;v-text-anchor:middle" coordsize="21307,19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" path="m1144,695c833,2080,906,5495,768,5772,631,5956,475,3095,255,3833,35,4572,-148,8449,173,14633v320,6185,770,5170,1035,2031c1291,15649,1502,16849,1676,16941v174,92,522,-3969,366,-10431c1886,-44,1465,-690,1144,695xm21058,3741v-220,-738,-376,2123,-513,1939c20407,5495,20481,1987,20169,603v-312,-1385,-742,-739,-898,5723c19115,12787,19463,16849,19637,16756v175,-92,385,-1292,468,-276c20371,19710,20820,20633,21140,14449v312,-6093,129,-9969,-82,-10708xe" fillcolor="#b8262e [3205]" stroked="f" strokeweight="1pt">
                <v:stroke miterlimit="4" joinstyle="miter"/>
                <v:path arrowok="t" o:extrusionok="f" o:connecttype="custom" o:connectlocs="1476406,131777;1476406,131777;1476406,131777;1476406,131777" o:connectangles="0,90,180,270"/>
              </v:shape>
              <v:shape id="Shape" o:spid="_x0000_s1032" style="position:absolute;left:10413;top:21844;width:29317;height:1524;visibility:visible;mso-wrap-style:square;v-text-anchor:middle" coordsize="2155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" path="m39,180l2,r,720c2,900,-26,5580,114,7380v75,1080,187,900,318,-180c628,12060,665,18360,674,21600v10,,19,,38,c721,21600,730,21420,740,21420,712,16020,618,4320,39,180xm21555,720r,-720l21518,180v-579,4140,-682,15840,-691,21060c20836,21420,20846,21420,20855,21420v9,,19,,37,c20902,18180,20939,12060,21135,7020v140,1260,243,1260,318,180c21574,5580,21555,900,21555,720xe" fillcolor="#91be47 [3207]" stroked="f" strokeweight="1pt">
                <v:stroke miterlimit="4" joinstyle="miter"/>
                <v:path arrowok="t" o:extrusionok="f" o:connecttype="custom" o:connectlocs="1465807,76200;1465807,76200;1465807,76200;1465807,76200" o:connectangles="0,90,180,270"/>
              </v:shape>
              <v:shape id="Shape" o:spid="_x0000_s1033" style="position:absolute;left:11176;top:10540;width:27807;height:10888;visibility:visible;mso-wrap-style:square;v-text-anchor:middle" coordsize="21237,20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" path="m7546,694c7526,670,5606,-1317,3511,1546,2977,2279,2570,3273,2327,4432v-126,615,-203,1278,-232,1869c2007,6348,1920,6396,1823,6490,504,7673,-175,10701,38,14392v243,4235,1271,5796,2144,5844l2182,20236v39,,68,-71,68,-166c2250,19975,2221,19904,2182,19904,1357,19857,397,18390,164,14345,-39,10749,591,7933,1872,6774v77,-71,155,-118,223,-165c2095,6821,2104,7034,2114,7247v58,757,223,1231,446,1301c2735,8596,2871,8454,2938,8123v88,-403,49,-947,-97,-1349c2764,6561,2580,6159,2221,6230,2289,4243,3026,2539,3569,1782,5606,-986,7468,931,7487,954v39,48,78,,88,-94c7594,812,7584,718,7546,694xm2744,7034v107,284,136,710,78,970c2774,8194,2686,8288,2580,8265,2424,8217,2298,7815,2250,7224v-20,-213,-29,-426,-29,-615c2531,6538,2686,6845,2744,7034xm19417,6490v-97,-94,-194,-142,-271,-189c19126,5686,19049,5047,18913,4432,18670,3273,18263,2255,17730,1546,15635,-1317,13714,670,13695,694v-39,47,-49,142,-39,213c13675,978,13714,1025,13743,1002v20,-24,1882,-1940,3919,828c18215,2587,18942,4290,19010,6277v-359,-71,-543,332,-621,544c18244,7224,18205,7768,18292,8170v68,331,214,473,378,426c18894,8525,19058,8028,19117,7295v19,-213,19,-426,19,-639c19204,6679,19281,6750,19359,6821v1271,1160,1911,3975,1707,7571c20833,18438,19873,19904,19049,19952v-39,,-68,71,-68,165c18981,20212,19010,20283,19049,20283r,c19922,20236,20950,18674,21192,14439v233,-3738,-456,-6766,-1775,-7949xm19000,7224v-48,591,-174,993,-330,1041c18554,8312,18467,8217,18428,8004v-58,-284,-29,-686,78,-970c18564,6869,18729,6538,19029,6609v-9,189,-19,402,-29,615xe" fillcolor="#b0e1e6 [1304]" stroked="f" strokeweight="1pt">
                <v:stroke miterlimit="4" joinstyle="miter"/>
                <v:path arrowok="t" o:extrusionok="f" o:connecttype="custom" o:connectlocs="1390397,544395;1390397,544395;1390397,544395;1390397,544395" o:connectangles="0,90,180,270"/>
              </v:shape>
              <v:shape id="Shape" o:spid="_x0000_s1034" style="position:absolute;left:10287;top:49783;width:30647;height:17037;visibility:visible;mso-wrap-style:square;v-text-anchor:middle" coordsize="21530,2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" path="m21464,1800v107,-208,98,-545,-125,-705c21125,950,21080,630,20964,4v-9,-64,-151,626,-9,1315c21098,2041,21357,2025,21464,1800xm390,2089c167,1977,78,2746,310,2778v241,48,232,-609,80,-689xm14817,11887v-223,-113,-312,657,-80,689c14969,12608,14969,11967,14817,11887xm17092,16954v-223,-112,-312,657,-80,689c17253,17675,17244,17034,17092,16954xm6306,17595v-223,-112,-313,658,-81,690c6475,18317,6457,17675,6306,17595xm828,3965c720,3756,533,4029,640,4238v63,144,286,-81,188,-273xm15522,11694v62,128,285,-96,187,-272c15602,11197,15415,11470,15522,11694xm774,5488v-134,16,-107,481,54,433c988,5873,926,5456,774,5488xm1390,10732v-134,16,-107,481,53,433c1604,11101,1550,10700,1390,10732xm158,6755v-71,16,-62,273,27,241c283,6964,248,6739,158,6755xm15888,12448v-72,16,-63,272,27,240c16013,12656,15977,12432,15888,12448xm21196,13618v-71,16,-62,273,27,241c21312,13827,21277,13602,21196,13618xm17288,16168v-71,16,-62,273,27,241c17404,16377,17369,16152,17288,16168xm2897,11790v-71,16,-62,273,27,241c3013,11999,2987,11790,2897,11790xm78,4045v89,-32,54,-256,-27,-240c-29,3805,-11,4061,78,4045xm16155,10684v-71,16,-62,272,27,240c16280,10892,16245,10668,16155,10684xm18083,13169v-72,16,-63,273,26,241c18199,13378,18172,13153,18083,13169xm18716,12849v-71,16,-62,272,27,240c18832,13057,18805,12833,18716,12849xm20509,6819v-71,16,-62,273,27,241c20634,7028,20599,6803,20509,6819xm20938,4879v-72,16,-63,273,26,241c21054,5087,21027,4863,20938,4879xm21125,6386v-71,16,-63,273,27,241c21250,6595,21214,6370,21125,6386xm15459,20867v-71,16,-62,272,27,240c15584,21075,15549,20850,15459,20867xm6047,21267v-72,16,-63,273,27,241c6163,21476,6127,21267,6047,21267xm14978,18189v-72,16,-63,272,26,240c15094,18397,15067,18173,14978,18189xm6716,16457v-71,16,-62,272,27,240c6832,16665,6805,16441,6716,16457xm7109,18349v-72,16,-63,273,26,240c7225,18557,7198,18333,7109,18349xm2380,11919v-71,16,-63,272,27,240c2496,12127,2469,11903,2380,11919xm1024,11486v-72,16,-63,272,27,240c1140,11694,1113,11470,1024,11486xm51,13618v-71,16,-62,273,27,241c167,13827,132,13602,51,13618xm2719,10860v-71,16,-62,273,27,241c2835,11069,2799,10844,2719,10860xm2157,14228v-72,16,-63,272,27,240c2273,14436,2246,14212,2157,14228xm738,17291v-71,16,-62,272,27,240c854,17499,819,17275,738,17291xm16941,10491v160,-48,98,-465,-54,-433c16744,10091,16771,10556,16941,10491xm18823,14292v-134,16,-107,481,54,433c19037,14661,18975,14260,18823,14292xm21321,6948v-134,16,-107,481,54,433c21535,7316,21473,6915,21321,6948xe" fillcolor="#fcb036 [3206]" stroked="f" strokeweight="1pt">
                <v:stroke miterlimit="4" joinstyle="miter"/>
                <v:path arrowok="t" o:extrusionok="f" o:connecttype="custom" o:connectlocs="1532385,851810;1532385,851810;1532385,851810;1532385,851810" o:connectangles="0,90,180,270"/>
              </v:shape>
              <v:shape id="Shape" o:spid="_x0000_s1035" style="position:absolute;left:7493;top:51180;width:1777;height:1786;visibility:visible;mso-wrap-style:square;v-text-anchor:middle" coordsize="20568,2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" path="m19499,803c18176,-349,15531,-637,12592,2531,10094,5123,4511,11459,4805,13763v,432,294,720,440,864c6862,15779,9066,13763,14356,7427r-882,-720c9948,10883,6862,14483,5686,13763,5392,13331,6862,10163,13180,3251,15237,1091,17295,371,18617,1523v882,720,882,1728,588,2304c18764,4403,17442,5843,15972,7571,13033,10883,9066,15347,6715,17939v-1910,2160,-3674,864,-4261,432c1278,17363,690,15491,1572,14483,2601,13331,4511,10883,6274,8579,8184,6275,10095,3827,11123,2675r-881,-720c9213,3107,7303,5555,5393,8003,3629,10307,1719,12611,690,13907v-1322,1440,-587,3888,882,5184c1572,19091,1719,19235,1719,19235v1322,1152,3673,1728,5731,-576c9948,16067,13915,11459,16707,8147,18323,6419,19499,4979,19939,4403v1029,-720,735,-2448,-440,-3600xe" fillcolor="black" stroked="f" strokeweight="1pt">
                <v:stroke miterlimit="4" joinstyle="miter"/>
                <v:path arrowok="t" o:extrusionok="f" o:connecttype="custom" o:connectlocs="88886,89265;88886,89265;88886,89265;88886,89265" o:connectangles="0,90,180,270"/>
              </v:shape>
              <v:shape id="Shape" o:spid="_x0000_s1036" style="position:absolute;left:21970;top:49657;width:4414;height:8540;visibility:visible;mso-wrap-style:square;v-text-anchor:middle" coordsize="20907,2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" path="m18196,5796v-121,-1432,-4092,-1432,-4272,c13864,6432,14947,6878,16030,6909v1263,32,2106,-540,2166,-1113xm14405,5796v-60,-509,843,-891,1685,-891c17053,4873,17775,5351,17775,5796v-121,1145,-3249,1145,-3370,xm20061,12604v-361,-64,-722,-96,-1083,-159c18737,10949,18497,9454,18256,7927v1444,-413,2346,-1272,2407,-2163c20542,4778,19640,4078,18376,3728v241,-286,421,-636,421,-954c18797,2774,18797,2742,18797,2742,19820,2328,21565,133,19279,6,17053,-121,16812,1629,16932,2456v-301,318,-541,636,-782,986c16150,3442,16150,3442,16150,3442v-2226,-32,-4513,763,-4633,2322c11457,6273,11758,6718,12239,7100,10855,8341,9411,9613,8027,10854v-361,-64,-722,-95,-1083,-159c6523,10631,6042,10536,5801,10790v-240,255,60,446,542,509c6704,11363,7065,11395,7426,11458v-301,255,-602,541,-903,796c5681,12985,4899,13685,4056,14417v-300,-318,-1203,-414,-1684,-32c2191,14544,2011,14703,1890,14862v-120,127,-421,318,-481,477c1289,15689,1770,15944,2251,15976v-601,445,-1323,1113,-842,1399c1409,17375,1409,17375,1409,17375,988,17821,507,18266,25,18711v-60,64,,128,60,159c687,19030,1650,18775,2191,18648v542,-127,842,-446,1023,-732c3394,17916,3635,17948,3816,17916v661,-95,1083,-604,1383,-859c6222,16103,7245,15149,8208,14162v782,-731,1564,-1495,2346,-2226c11156,12031,11758,12095,12359,12190v-60,95,-60,191,-120,286c12119,12699,12119,12858,12480,13017v421,191,962,32,1143,-191c13623,12826,13623,12826,13623,12826v,,,,,-32c13683,12667,13743,12540,13803,12413v662,95,1384,191,2046,286c15849,13081,15909,13462,15909,13812v60,1146,181,2323,241,3468c16150,17725,15909,18839,17052,18870v,,,,61,c17233,19284,17353,19729,17534,20143v120,318,60,1145,722,1241c18978,21479,18918,20716,18918,20525v60,-573,120,-1177,180,-1750c19098,18743,19098,18743,19098,18711v542,-190,722,-572,662,-1177c19640,16548,19519,15562,19339,14544v-60,-477,-121,-954,-241,-1400c19399,13176,19760,13240,20061,13272v481,63,782,-128,842,-350c20963,12699,20362,12635,20061,12604xm18557,324v541,-159,1143,-31,1323,287c20061,865,19880,1215,19760,1470v-180,413,-541,858,-1203,1113c18376,2519,18136,2456,17955,2424v-120,-32,-421,-64,-662,-64c17293,1660,17414,674,18557,324xm17173,2710v60,-63,120,-95,120,-159c17293,2551,17293,2551,17293,2551v-60,32,60,32,120,32c17534,2583,17654,2615,17714,2615v181,32,361,63,482,127c18376,2806,18316,2933,18256,2997v-60,222,-181,445,-361,668c17474,3569,16992,3506,16511,3474v241,-255,421,-509,662,-764xm6944,11204v-180,-32,-360,-64,-541,-64c6343,11140,6283,11108,6222,11108v-180,-31,-120,-254,121,-222c6824,10949,7366,11013,7847,11108v-60,64,-181,128,-241,223c7366,11268,7125,11236,6944,11204xm1830,15339v121,-95,181,-190,301,-286c2312,14862,2492,14703,2673,14512v361,-350,1263,-32,902,287c3274,15085,2973,15339,2613,15626v-61,32,-121,95,-181,127c2071,15880,1529,15626,1830,15339xm2071,18425v-301,96,-1083,318,-1564,286c928,18330,1349,17948,1710,17534v301,128,722,255,1143,319c2673,18075,2432,18298,2071,18425xm8930,13049c7847,14099,6764,15117,5681,16166v-301,287,-602,605,-963,891c4418,17344,3756,17916,2913,17662v-842,-255,-1684,-318,-902,-955c2312,16453,2613,16198,2913,15944v60,-32,181,-64,241,-127c3335,15658,3515,15498,3635,15308v121,-128,301,-255,422,-382c6884,12413,9712,9868,12540,7355v421,254,1023,477,1625,636c12480,9645,10675,11363,8930,13049xm12961,11077v-120,159,-241,318,-301,477c12179,11490,11698,11427,11216,11331v1144,-1081,2287,-2195,3370,-3308c14947,8086,15247,8150,15608,8182v61,1272,181,2545,241,3817c15308,11936,14766,11840,14164,11777v61,-128,121,-255,181,-382c14586,10886,13382,10568,12961,11077xm12420,11967v-542,-95,-1144,-159,-1685,-254c10795,11649,10855,11586,10976,11490v541,64,1022,159,1564,223c12480,11840,12480,11904,12420,11967xm13623,11967v-120,255,-241,509,-361,764c13021,12699,12841,12699,12600,12667v,,,-32,,-32c12600,12572,12660,12508,12660,12476v60,-159,181,-318,241,-477c13021,11745,13142,11490,13322,11204v120,-255,722,,662,127c13984,11395,13924,11458,13924,11490v-120,159,-241,318,-301,477xm13924,12190v60,-64,60,-159,120,-223c14646,12063,15247,12126,15849,12222v,95,,159,,254c15248,12381,14586,12285,13924,12190xm11938,5796c11818,4555,13924,3665,16090,3601v662,-32,1324,64,1865,223c18015,3855,18015,3855,18136,3855v1263,382,2045,1146,2105,1941c19941,8627,12239,8627,11938,5796xm18557,19888v,255,-60,478,-60,732c18497,20716,18316,21256,18196,20875v-241,-637,-421,-1305,-602,-1973c18015,18902,18436,18870,18677,18839v,350,-60,700,-120,1049xm19158,16644v61,318,61,636,121,954c19279,17757,19279,17916,19279,18075v-60,700,-1444,541,-2226,605c16391,18711,16270,13399,16270,13081v-120,-1623,-240,-3245,-361,-4867c15970,8214,15970,8214,16030,8214v601,31,1203,-32,1745,-159c18136,9836,18376,11649,18677,13431v181,1081,361,2163,481,3213xm20241,13113v-120,,-240,-32,-300,-32c19640,13049,19339,12985,19098,12954v,,,,,c19098,12858,19098,12794,19038,12699v481,64,903,127,1384,191c20602,12890,20422,13113,20241,13113xe" fillcolor="white [3212]" stroked="f" strokeweight="1pt">
                <v:stroke miterlimit="4" joinstyle="miter"/>
                <v:path arrowok="t" o:extrusionok="f" o:connecttype="custom" o:connectlocs="220654,427015;220654,427015;220654,427015;220654,427015" o:connectangles="0,90,180,270"/>
              </v:shape>
              <v:shape id="Shape" o:spid="_x0000_s1037" style="position:absolute;left:9017;top:53339;width:32986;height:13012;visibility:visible;mso-wrap-style:square;v-text-anchor:middle" coordsize="21520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" path="m7736,19372v-17,,-746,21,-1715,-539c5979,18750,5880,18502,5780,18129v257,-871,183,-1762,50,-2281c5739,15517,5631,15351,5540,15413v-41,21,-116,124,-133,518c5366,17196,5623,18170,5805,18688,5292,18357,4736,17880,4181,17134v-33,-208,-165,-933,-281,-1908c4057,14936,4173,14377,4214,13941v34,-352,25,-642,-24,-829c4140,12905,4040,12843,3941,12946v-174,187,-307,829,-215,1824c3817,15683,3933,16429,4007,16885,3460,16118,2938,15102,2483,13775v,,,,,c2483,13755,2408,12366,2350,11164v149,-42,356,-270,356,-809c2706,10106,2648,9858,2557,9733v-74,-103,-165,-103,-232,21c2259,9878,2184,10127,2209,10749v33,871,91,1969,125,2591c1919,12013,1580,10687,1315,9443v8,-207,33,-1161,124,-2052c1439,7391,1439,7391,1439,7391v298,-166,348,-622,356,-871c1803,6209,1737,5857,1654,5795v-33,-42,-74,,-99,83c1323,6727,1232,8179,1199,8945,627,6147,395,3763,304,2457,428,2229,602,1794,627,1089,660,11,312,-362,130,405v-166,705,33,2031,58,2218c237,3266,312,4116,445,5152v149,1161,381,2695,745,4374c1190,9547,1199,9567,1199,9567v8,21,16,63,16,104c1116,9650,942,9609,743,9526v8,-498,-83,-829,-265,-933c287,8489,47,8676,5,8966v-8,62,-24,270,100,394c602,9899,1141,9982,1281,9982v257,1140,564,2342,953,3565c2309,13775,2383,14003,2466,14231v-108,,-265,,-447,-20c1977,13589,1795,13216,1538,13236v-199,,-439,270,-455,602c1074,13962,1099,14169,1265,14252v422,249,870,290,1118,290c2474,14542,2541,14542,2574,14542v456,1203,978,2115,1508,2820c4082,17362,4082,17362,4082,17362v-75,62,-182,165,-315,248c3477,16781,3021,16988,2798,17258v-166,187,-249,435,-232,663c2582,18108,2673,18212,2831,18212r,c3195,18212,3510,18087,3750,17942v17,,25,,42,-21c4024,17776,4181,17610,4239,17548v555,705,1110,1161,1616,1472c5838,19103,5789,19289,5681,19538v-423,-477,-1384,477,-1632,1037c3982,20720,3958,20865,3982,21010v25,124,92,187,208,187c4256,21197,4339,21176,4438,21134v1235,-456,1525,-1969,1533,-2031c5971,19103,5971,19103,5971,19082v,,,,,c5979,19103,5996,19103,6004,19103v,,8,,8,c6907,19621,7603,19642,7727,19642v9,,17,,17,c7777,19642,7802,19580,7802,19497v,-62,-33,-125,-66,-125xm21514,8987v-41,-290,-281,-477,-472,-373c20860,8717,20769,9049,20777,9547v-199,103,-365,145,-472,145c20313,9650,20321,9630,20321,9588v8,-21,8,-21,8,-41c20694,7847,20926,6334,21075,5173v133,-1037,207,-1907,257,-2529c21365,2457,21564,1131,21390,426v-182,-767,-530,-394,-497,684c20918,1815,21092,2271,21216,2478v-91,1306,-331,3690,-895,6488c20288,8178,20197,6748,19965,5898v-25,-83,-58,-103,-100,-83c19791,5878,19725,6230,19725,6541v8,249,58,705,356,871c20081,7412,20081,7412,20081,7412v91,912,124,1844,124,2052c19940,10707,19600,12034,19186,13361v33,-622,91,-1721,124,-2591c19335,10169,19261,9899,19194,9775v-66,-125,-157,-125,-232,-21c18871,9878,18813,10106,18813,10376v,539,216,746,357,808c19112,12387,19037,13775,19037,13796v,,,,,c18581,15123,18059,16139,17512,16906v75,-436,191,-1203,282,-2115c17894,13796,17753,13154,17579,12967v-100,-104,-199,-41,-249,166c17280,13319,17272,13610,17305,13962v42,435,149,995,315,1285c17504,16221,17380,16968,17338,17154v-555,726,-1118,1223,-1623,1555c15897,18191,16154,17196,16112,15952v-16,-373,-91,-477,-132,-518c15889,15372,15773,15537,15690,15869v-141,518,-207,1410,49,2280c15632,18522,15532,18771,15499,18854v-969,560,-1698,539,-1715,539c13751,19393,13726,19455,13726,19538v,83,25,145,58,145c13784,19683,13792,19683,13801,19683v124,,812,-20,1715,-539c15516,19144,15524,19144,15524,19144v8,,25,,33,-20c15557,19124,15557,19124,15557,19124v,,,,,20c15565,19207,15855,20720,17090,21176v99,41,182,62,248,62c17454,21238,17521,21176,17546,21051v24,-124,,-269,-67,-435c17231,20036,16261,19103,15847,19580v-108,-249,-157,-436,-174,-519c16178,18750,16734,18274,17289,17590v58,62,207,228,447,373c17744,17983,17761,17983,17778,17983v240,146,546,270,919,270l18697,18253v158,,241,-104,265,-290c18979,17735,18896,17486,18730,17299v-223,-269,-679,-476,-969,353c17628,17569,17521,17465,17446,17403v,,,,,c17976,16698,18490,15786,18954,14584v33,,100,,191,c19401,14584,19841,14542,20263,14294v166,-104,182,-311,182,-415c20429,13547,20197,13278,19990,13278v-257,-21,-439,352,-481,974c19319,14273,19161,14273,19062,14273v83,-228,157,-456,232,-684c19675,12366,19990,11164,20247,10023v140,,679,-83,1176,-621c21539,9256,21523,9049,21514,8987xe" fillcolor="#b0e1e6 [1304]" stroked="f" strokeweight="1pt">
                <v:stroke miterlimit="4" joinstyle="miter"/>
                <v:path arrowok="t" o:extrusionok="f" o:connecttype="custom" o:connectlocs="1649347,650594;1649347,650594;1649347,650594;1649347,650594" o:connectangles="0,90,180,270"/>
              </v:shape>
              <v:shape id="Shape" o:spid="_x0000_s1038" style="position:absolute;left:62103;top:48767;width:6741;height:7750;visibility:visible;mso-wrap-style:square;v-text-anchor:middle" coordsize="21234,2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" path="m19394,14510v-40,-486,,-1283,-400,-1699c18994,12776,18954,12776,18914,12742v-40,,-40,,-80,c17874,12603,16954,12811,16114,13123v-440,139,-960,277,-1040,728c14914,14545,15234,15481,15434,16139v40,104,40,174,80,278c15514,16451,15514,16451,15554,16486v160,451,480,936,1040,1075c17354,17734,18314,17526,19034,17318v480,-138,520,-243,520,-659c19514,15931,19434,15238,19394,14510xm15394,14614v120,-35,200,-35,320,-35c15834,14579,15834,14406,15714,14406v-120,,-240,34,-320,34c15394,14371,15394,14336,15394,14267v120,-69,240,-104,360,-139c15874,14094,15834,13920,15714,13955v-120,35,-200,69,-280,104c15554,13088,18034,12846,18874,12984v240,243,320,694,360,1214c19234,14198,19234,14198,19234,14198v-1160,555,-2560,277,-3760,659c15394,14753,15394,14683,15394,14614xm17474,17388v-240,34,-480,,-640,-35c16874,17353,16914,17318,16954,17318v120,-34,80,-208,-40,-173c16834,17179,16754,17179,16674,17214v-40,,-40,35,-80,70c16514,17249,16474,17214,16394,17180v120,-35,280,-70,400,-105c16914,17041,16834,16867,16714,16902v-120,35,-280,69,-400,104c16274,17006,16274,17041,16274,17041v-40,-35,-80,-70,-120,-104c16274,16902,16394,16902,16514,16867v120,-34,80,-208,-40,-173c16314,16694,16194,16729,16034,16763v-40,-69,-80,-173,-120,-242c16034,16486,16154,16486,16234,16451v120,-34,80,-208,-40,-173c16074,16313,15954,16313,15834,16347v-40,-69,-40,-104,-80,-173c15874,16174,16034,16174,16154,16139v120,-34,80,-208,-40,-173c15994,16001,15834,16001,15714,16001v-40,-70,-40,-174,-80,-243c15714,15723,15834,15723,15914,15689v120,,120,-174,,-174c15794,15515,15674,15515,15554,15585v-40,-104,-40,-174,-40,-278c15634,15273,15754,15238,15874,15238v120,-35,80,-208,-40,-173c15714,15065,15594,15099,15514,15134v,,,-35,,-35c16714,14718,18074,14961,19234,14475v40,451,,867,40,1179c19314,16105,19354,16521,19354,16971v-80,278,-1640,382,-1880,417xm4674,15030v-240,35,-440,69,-640,139c3914,15203,3994,15377,4114,15342v200,-35,400,-104,600,-139c4834,15203,4794,15030,4674,15030xm17874,4525c17434,3831,16954,3207,16354,2722v,-35,-40,-70,-40,-104c16274,2548,16234,2548,16154,2583v-600,-451,-1320,-797,-2200,-971c13034,1439,12034,1404,11074,1439,10114,364,8834,-364,7274,191v-160,69,-280,104,-400,208c6714,468,6514,537,6354,676,5034,1543,4394,2791,4874,4178v-280,243,-560,520,-800,797c2434,5079,1234,6362,554,7576,-366,9205,74,11355,354,13054v280,1837,1160,6206,4320,5616c4754,18982,4874,19260,4954,19572v240,693,400,1421,1320,1560c7114,21236,8034,20959,8834,20820v760,-104,1520,-104,2280,-208c13034,20369,14954,20023,16834,19537v1440,-381,3000,-867,4120,-1768c20994,17734,20994,17700,20994,17665v160,-173,240,-416,240,-798c21194,12672,20234,8304,17874,4525xm15314,2306v280,104,520,277,760,450c16074,2756,16074,2756,16074,2756v360,763,560,1595,720,2427c16914,5634,17354,7021,17114,7818v-40,-416,-80,-832,-160,-1213c16954,6570,16914,6536,16874,6536v-360,-174,-880,-209,-1160,104c15434,6986,15554,7541,15554,7992v,208,40,416,40,624c14554,8858,13514,8997,12474,9205v-640,104,-1480,312,-2320,382c10114,9101,10034,8616,9954,8165v,,,,,c9954,8165,9954,8165,9954,8165v,-35,-40,-69,-80,-69c9514,7922,8994,7888,8714,8200v-280,346,-160,901,-160,1352c8554,9552,8554,9587,8554,9587,7954,9483,7434,9240,7074,8754,6474,7853,6554,6535,6314,5530,6194,5079,6154,4213,5794,3866v40,-35,40,-70,40,-104c5954,3623,6074,3519,6194,3415v80,,120,-35,120,-104c6314,3311,6314,3311,6314,3311,6994,2756,7754,2306,8594,2132v320,-69,640,-104,960,-138c9594,1994,9594,1994,9634,1994v1960,-416,4000,-451,5680,312xm15994,8685v240,-35,600,-104,920,-208c16914,8616,16954,8754,16954,8893v40,347,360,1872,-80,2011c15754,11320,15954,9413,15914,8893v,-35,,-104,-40,-173c15914,8685,15954,8685,15994,8685xm15874,8512v-80,-763,-200,-2323,840,-1838c16794,7160,16834,7645,16874,8165v-80,35,-120,104,-200,104c16394,8338,16154,8442,15874,8512xm9954,9760v,208,40,381,40,589c10034,10696,10354,12222,9914,12360v-1120,416,-920,-1491,-960,-2011c8954,10245,8914,10003,8874,9725v360,70,720,70,1080,35xm8874,9517v-40,-797,40,-1733,880,-1352c9834,8616,9874,9067,9914,9517v-360,35,-720,35,-1040,xm10794,1508v-360,35,-720,70,-1040,104c9194,988,8514,433,7714,364,8874,17,9994,676,10794,1508xm6994,676v920,-312,1760,243,2440,971c9154,1682,8874,1716,8634,1786,7794,1959,7034,2375,6394,2930,6274,2132,6274,1231,6994,676xm6194,1162v40,-35,120,-104,160,-139c5994,1647,6034,2444,6154,3138v-160,173,-320,312,-480,485c5474,3762,5314,3901,5154,4039,4794,2895,5274,1959,6194,1162xm554,12776c354,11389,114,9760,474,8408,834,7056,2194,5495,3834,5253,3434,5738,3074,6258,2834,6848v-40,,-80,,-120,34c554,8616,834,11216,1354,13470v280,1283,1000,4958,3200,4888c4554,18393,4594,18428,4594,18462,1554,19017,834,14510,554,12776xm2794,11043v360,1907,800,3814,1320,5686c4114,16729,4114,16763,4114,16763v120,451,240,902,400,1318c2514,18046,1874,14371,1594,13123,1114,11077,954,8754,2754,7160v-40,138,-120,277,-160,416c2234,8720,2554,9933,2794,11043xm5474,20231v-160,-382,-280,-763,-400,-1145c5314,18982,5514,18913,5754,18844v120,-35,80,-208,-40,-174c5474,18740,5234,18809,5034,18913v-40,-173,-80,-312,-160,-485c5194,18358,5474,18220,5794,18150v120,-34,80,-173,-40,-173c5434,18012,5154,18150,4834,18220v-40,-139,-80,-278,-120,-416c4994,17734,5234,17596,5514,17526v120,-34,80,-208,-40,-173c5194,17422,4954,17561,4674,17630v-80,-277,-160,-520,-240,-797c4594,16798,4754,16763,4914,16763v120,-34,80,-208,-40,-173c4714,16625,4554,16659,4434,16659v-40,-208,-120,-416,-160,-624c4514,15966,4714,15897,4914,15827v120,-34,80,-208,-40,-173c4634,15723,4434,15793,4234,15862v-80,-312,-160,-659,-240,-971c4234,14857,4474,14753,4714,14683v120,-34,80,-208,-40,-173c4434,14579,4194,14649,3954,14718v-40,-173,-80,-347,-120,-520c4034,14163,4194,14094,4394,14094v120,,120,-174,,-174c4194,13955,3994,13955,3794,14024v-40,-173,-80,-346,-120,-554c3874,13470,4034,13435,4234,13400v120,-34,80,-173,-40,-173c4034,13262,3834,13262,3674,13296v,,,,,c3634,13123,3594,12950,3554,12776v200,,360,-69,560,-104c4234,12638,4194,12464,4074,12499v-160,35,-360,69,-520,104c3554,12499,3514,12430,3514,12326v200,-35,400,-139,600,-174c4234,12118,4194,11979,4074,11979v-200,35,-400,69,-600,139c3434,11944,3394,11736,3354,11563v,-70,-40,-104,-40,-174c3554,11355,3754,11251,3994,11251v120,,120,-174,,-174c3754,11077,3514,11147,3274,11216v-40,-173,-80,-381,-120,-555c3394,10592,3634,10488,3914,10453v120,-34,80,-208,-40,-173c3634,10315,3394,10384,3154,10488v-40,-139,-40,-312,-80,-451c3314,10003,3554,9968,3794,9899v120,-35,80,-208,-40,-174c3514,9760,3314,9795,3074,9829v-40,-277,-80,-520,-80,-797c2994,9032,3034,9032,3034,9032v280,-69,600,-139,880,-208c4034,8789,3994,8616,3874,8650v-320,35,-600,104,-880,208c2994,8858,2994,8858,2994,8858v,-138,-40,-277,-40,-381c3154,8373,3354,8304,3594,8234v120,-34,80,-173,-40,-173c3354,8061,3154,8165,2954,8234,3034,7125,3634,6085,4474,5183v40,,40,-34,80,-69c4794,4837,5074,4594,5354,4351v-200,312,-360,590,-520,902c4234,6570,4474,8165,4634,9517v160,1387,400,2774,680,4126c5314,13678,5314,13712,5314,13747v440,1976,960,3918,1560,5825c6954,19814,7074,20023,7194,20196v-360,173,-880,312,-1280,347c5594,20473,5514,20369,5474,20231xm7234,20855v-520,69,-960,69,-1320,-104c6354,20681,6794,20543,7154,20369v240,208,600,312,960,382c7834,20785,7514,20820,7234,20855xm16834,19329v-1240,347,-2520,590,-3840,798c13474,20023,13914,19918,14354,19814v1720,-416,3440,-797,5120,-1386c18634,18844,17714,19086,16834,19329xm20914,17561v-40,35,-80,35,-80,69c20834,17630,20834,17630,20794,17630v-80,70,-160,104,-240,174c19954,18150,19074,18324,18474,18532v-1640,485,-3360,866,-5040,1282c11674,20231,9434,20924,7634,20439v-440,-104,-640,-486,-760,-867c6954,19572,7034,19537,7114,19537v120,,120,-173,,-173c6994,19364,6914,19364,6834,19398v-40,-208,-120,-416,-160,-554c6674,18809,6674,18809,6634,18774v120,-34,240,-69,320,-104c7074,18636,7034,18462,6914,18497v-120,35,-240,69,-320,104c6514,18289,6434,18012,6314,17700v80,-35,160,-70,240,-104c6674,17526,6554,17388,6434,17457v-80,35,-120,69,-200,69c6154,17214,6074,16902,5994,16555v120,-34,240,-69,360,-104c6474,16417,6434,16243,6314,16278v-120,35,-240,69,-360,104c5914,16174,5834,15966,5794,15758v80,-35,160,-69,280,-139c6194,15550,6074,15411,5954,15446v-80,35,-120,69,-200,104c5674,15307,5634,15065,5554,14822v120,,240,-35,320,-104c5994,14649,5874,14510,5754,14579v-80,35,-160,70,-280,70c5394,14337,5354,14059,5274,13747v80,,120,-35,200,-35c5594,13678,5474,13504,5354,13574v-40,,-80,34,-120,34c5194,13366,5154,13158,5074,12915v160,-35,320,-104,480,-139c5674,12742,5634,12568,5514,12603v-160,35,-280,69,-440,139c4994,12395,4954,12083,4874,11736v240,-69,480,-34,720,-173c5714,11493,5594,11355,5474,11424v-200,104,-440,69,-640,139c4794,11320,4754,11077,4714,10835v,,,-35,,-35c4914,10765,5114,10661,5274,10557v120,-69,,-208,-80,-138c5034,10488,4874,10557,4714,10627v-40,-174,-40,-347,-80,-555c4674,10107,4714,10141,4754,10107v200,-104,400,-174,600,-243c5474,9829,5434,9691,5314,9691v-240,34,-440,138,-680,242c4594,9933,4594,9968,4594,9968v-40,-277,-80,-589,-120,-867c4474,9101,4514,9101,4514,9101v160,-69,320,-173,520,-173c5154,8928,5154,8754,5034,8754v-240,,-400,104,-600,174c4394,8650,4394,8408,4354,8130v200,,400,-69,560,-138c5034,7922,4914,7784,4794,7818v-160,70,-280,104,-480,104c4314,7714,4314,7472,4314,7264v160,,320,-35,520,-104c4954,7125,4914,6952,4794,6986v-160,35,-280,70,-440,70c4354,6813,4354,6605,4394,6362v80,-867,520,-1768,1200,-2565c5874,4074,5914,4767,5994,5114v160,659,280,1318,400,1976c6514,7784,6594,8720,7354,9205v360,208,760,347,1200,416c8594,10211,8634,10800,8674,11389v40,278,-40,833,200,1041c9114,12638,9754,12603,10034,12430v320,-139,200,-555,160,-798c10154,10973,10114,10315,10074,9656v1040,-104,2080,-347,2880,-485c13794,9032,14674,8859,15514,8650v40,417,80,833,80,1214c15634,10141,15554,10696,15794,10904v240,208,880,173,1160,c17274,10765,17154,10349,17114,10107v-40,-624,-40,-1283,-120,-1907c17074,8130,17154,8061,17194,7957v200,-797,-40,-1699,-200,-2462c16834,4663,16674,3831,16354,3034v440,451,800,1005,1120,1491c18274,5738,18834,7090,19354,8408v920,2496,1360,5096,1480,7731c20994,16590,21194,17284,20914,17561xm13274,15411v-40,-485,,-1283,-400,-1699c12874,13678,12834,13678,12794,13643v-40,,-40,,-80,c11754,13504,10834,13712,9994,14024v-440,139,-960,278,-1040,729c8794,15446,9114,16382,9314,17041v160,555,440,1248,1160,1421c11234,18636,12194,18428,12914,18220v480,-139,520,-243,520,-659c13394,16833,13314,16105,13274,15411xm9274,15585v160,-35,320,-104,480,-139c9874,15411,9834,15238,9714,15273v-160,34,-320,104,-480,138c9234,15342,9234,15307,9194,15238v,,40,,40,-35c9314,15134,9394,15065,9514,15030v120,-35,80,-208,-40,-173c9354,14891,9274,14926,9194,14995v40,-1005,2560,-1248,3440,-1144c12874,14094,12954,14545,12994,15065v,,,,,c11834,15619,10434,15342,9234,15723v40,-34,40,-104,40,-138xm11354,18254v-280,35,-520,,-720,-69c10714,18185,10794,18150,10874,18150v120,-34,80,-173,-40,-173c10674,17977,10514,18012,10354,18046v,,,,-40,c10274,18046,10274,18012,10234,18012v80,,200,-35,280,-70c10634,17908,10594,17734,10474,17769v-120,35,-240,69,-400,104c10034,17838,9994,17804,9954,17769v160,-35,280,-69,440,-104c10514,17630,10474,17457,10354,17492v-160,34,-320,69,-520,104c9794,17561,9794,17526,9754,17457v120,,240,-35,400,-69c10274,17353,10234,17179,10114,17214v-120,35,-280,70,-400,70c9674,17214,9674,17179,9634,17110v160,-35,320,-104,480,-104c10234,16971,10194,16798,10074,16833v-160,34,-320,69,-520,138c9514,16867,9514,16763,9474,16694v,,40,35,40,35c9674,16729,9794,16694,9954,16625v120,-35,40,-208,-80,-174c9754,16486,9634,16521,9514,16521v-40,,-80,34,-80,69c9394,16486,9394,16417,9354,16313v120,-70,240,-104,360,-174c9834,16070,9714,15931,9594,15966v-80,35,-200,104,-280,139c9314,16070,9314,16001,9274,15966v1200,-381,2560,-139,3720,-624c13034,15793,12994,16209,13034,16521v40,450,80,867,80,1317c13154,18116,11594,18220,11354,18254xe" fillcolor="#fcb036 [3206]" stroked="f" strokeweight="1pt">
                <v:stroke miterlimit="4" joinstyle="miter"/>
                <v:path arrowok="t" o:extrusionok="f" o:connecttype="custom" o:connectlocs="337096,387452;337096,387452;337096,387452;337096,387452" o:connectangles="0,90,180,270"/>
              </v:shape>
              <v:shape id="Shape" o:spid="_x0000_s1039" style="position:absolute;left:85851;top:56133;width:4562;height:6364;visibility:visible;mso-wrap-style:square;v-text-anchor:middle" coordsize="21549,2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" path="m21189,11c14109,3146,7089,6323,129,9587v,,-60,43,-60,43c9,9673,-51,9759,69,9802v3900,3865,7800,7772,11700,11637c11889,21568,12129,21525,12189,21396,15309,14354,18909,7311,21549,183v,-129,-180,-215,-360,-172xm11889,21010c8109,17274,4329,13495,609,9759v600,-258,1140,-515,1740,-773c2529,9158,2709,9329,2889,9501v180,172,540,,360,-172c3069,9158,2889,8986,2709,8814v660,-300,1380,-644,2040,-945c4929,8041,5109,8213,5289,8385v180,171,540,,360,-172c5469,8041,5289,7869,5109,7698v660,-301,1380,-645,2040,-945c7329,6925,7509,7096,7689,7268v180,172,540,,360,-172c7869,6925,7689,6753,7449,6581v660,-300,1380,-644,2040,-945c9669,5808,9849,5980,10029,6152v180,171,540,,360,-172c10209,5808,10029,5636,9789,5422v660,-301,1380,-644,2040,-945c12009,4649,12189,4820,12429,4992v180,172,540,,360,-172c12609,4649,12429,4477,12189,4262v660,-300,1380,-601,2040,-944c14409,3489,14589,3661,14769,3833v180,172,540,,360,-172c14949,3489,14769,3318,14529,3103v660,-301,1380,-601,2040,-945c16749,2330,16929,2502,17109,2673v180,172,540,,360,-171c17289,2330,17109,2158,16929,1986,18129,1428,19389,870,20589,355,18309,7440,14949,14225,11889,21010xm12129,7053c10989,7612,9849,8127,8709,8642v-960,430,-2640,859,-2880,1761c5649,11176,7749,12808,8289,13366v240,258,1740,2276,2520,1932c11469,14998,11589,14096,11829,13581v540,-1246,1020,-2491,1560,-3779c13749,8771,15309,5808,12129,7053xm13389,8556v-300,773,-600,1546,-900,2319c11949,12164,11469,13452,10929,14697v-240,558,-1860,-1073,-1920,-1159c8529,13022,8049,12507,7629,12035v-300,-301,-540,-601,-840,-902c6129,10446,7089,9845,7809,9501,9369,8814,10869,8084,12429,7354v1680,-730,1200,515,960,1202xe" fillcolor="#91be47 [3207]" stroked="f" strokeweight="1pt">
                <v:stroke miterlimit="4" joinstyle="miter"/>
                <v:path arrowok="t" o:extrusionok="f" o:connecttype="custom" o:connectlocs="228063,318181;228063,318181;228063,318181;228063,318181" o:connectangles="0,90,180,270"/>
              </v:shape>
              <v:shape id="Shape" o:spid="_x0000_s1040" style="position:absolute;left:67944;top:14605;width:16580;height:5579;visibility:visible;mso-wrap-style:square;v-text-anchor:middle" coordsize="21427,2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" path="m21378,20606v,,-17,-48,-17,-97c21197,19975,20278,16966,18801,13811v,,,-49,,-49c18784,13714,18768,13665,18735,13665v,,,,,c18735,13665,18735,13665,18735,13617v17,-146,542,-3738,-788,-9902c17833,3229,17734,2792,17652,2501v-148,-534,-279,-679,-378,-631c17160,1967,17110,2259,17110,2841v-16,1990,690,7669,1510,8786c18620,12452,18555,12986,18538,13180,17701,11432,16684,9685,15551,8326v-33,-340,-131,-1262,-345,-2524c15206,5705,15190,5656,15174,5608,14944,4346,14615,2744,14139,1142v,,,,,c13943,463,13762,220,13614,463v-164,242,-197,1019,-98,2038c13647,3909,14123,6239,14993,6239v131,728,213,1359,263,1796c15256,8035,15256,8035,15256,8035,14156,6773,12925,5899,11612,5753v-49,-145,-131,-485,-246,-873c11037,3763,10430,1870,9741,365,9462,-217,9314,26,9265,220v-181,582,-33,2039,229,2912c9823,4297,10266,4540,10709,3763v263,777,476,1456,607,1942c11087,5705,10840,5705,10611,5753,9380,5947,8263,6433,7246,7064,7049,6481,6310,4200,5342,2890v-246,-340,-345,48,-361,194c4866,3715,5063,5025,5375,5705v295,631,623,534,902,-291c6589,6142,6836,6821,6983,7258v-33,,-49,49,-82,49c6885,7307,6868,7307,6852,7355,5375,8374,4160,9685,3274,10850v-788,1019,-1412,1990,-1838,2767c1288,13762,237,14927,40,16772v-213,1990,460,2912,1067,1116c1501,16675,1534,15219,1501,14345,2404,12743,4127,10122,6540,8326,6113,9685,5375,12306,5178,14636v-17,243,16,437,82,534c5408,15413,5687,15170,5867,14636v148,-388,345,-1311,49,-2912c5916,11724,5916,11724,5916,11724,6327,9928,6852,8326,6983,7986,8083,7258,9298,6676,10627,6481,10217,7307,9494,8714,8920,9928v-394,825,-460,1553,-427,2038c8510,12452,8625,12840,8789,13034v197,194,394,97,558,-291c9675,11918,9511,10656,9363,9928v788,-1602,1724,-3447,1724,-3447c11087,6481,11087,6481,11087,6481v1378,-48,2675,729,3840,1942c14566,8763,13975,9442,13302,10462v-722,1116,-919,2718,-820,3737c12547,14782,12712,15121,12892,15073v164,-97,361,-486,525,-1165c13631,13034,13811,11724,13778,10559v739,-1020,1330,-1554,1510,-1699c16437,10170,17471,11918,18325,13665v-542,,-1477,389,-2167,2524c15945,16820,15994,17306,16027,17548v82,486,328,728,640,631c17143,17985,17783,16917,17964,14442v361,-97,640,-49,738,c20294,17840,21230,21092,21263,21189v49,145,115,194,164,48c21411,20995,21411,20752,21378,20606xe" fillcolor="#b0e1e6 [1304]" stroked="f" strokeweight="1pt">
                <v:stroke miterlimit="4" joinstyle="miter"/>
                <v:path arrowok="t" o:extrusionok="f" o:connecttype="custom" o:connectlocs="828967,278978;828967,278978;828967,278978;828967,278978" o:connectangles="0,90,180,270"/>
              </v:shape>
              <v:shape id="Shape" o:spid="_x0000_s1041" style="position:absolute;left:59690;top:16129;width:6548;height:4914;visibility:visible;mso-wrap-style:square;v-text-anchor:middle" coordsize="21586,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" path="m21377,15066v-84,-378,-293,-810,-377,-1242c21251,11124,20832,8154,18781,6966v-83,-54,-167,-108,-251,-162c19409,6210,20246,5562,20958,4806v84,-108,42,-270,-42,-324c19409,3240,17358,2808,15684,2160,14428,1674,13172,1242,11916,810,11163,540,10200,,9405,,8860,,8107,756,7646,1080,6558,1836,5512,2646,4507,3456,3084,4590,1032,5832,28,7560v,,,,,54c28,7614,28,7614,28,7614v-42,108,-42,216,42,270c70,7884,70,7884,70,7884v,,,,,c70,7884,112,7938,112,7938v1423,702,2888,1350,4353,1944c4549,11070,4591,12258,4674,13446v42,972,126,1944,210,2970c4925,17010,4842,18252,5093,18792v544,1188,2177,1728,3139,1944c10200,21060,12209,20898,14093,20142v1130,-486,3851,-2160,3809,-4158c17819,13284,17400,10584,17107,7938v335,-216,670,-432,1046,-702c19409,7722,20330,8640,20665,10530v167,864,209,2052,126,3078c20749,13662,20749,13716,20749,13770v,54,,54,,108c20581,14418,20330,14796,20246,15390v-83,486,-83,972,-83,1458c20163,17010,20163,17226,20121,17388v-42,162,-84,162,42,162c19953,17604,19953,18036,20163,17982v83,,125,-54,167,-108c20372,17982,20456,18036,20539,17928v42,,42,-54,84,-108c20581,17982,20791,18198,20916,18036v209,-216,335,-540,377,-918c21293,17388,21251,17712,21251,17982v-42,270,335,270,335,c21544,16956,21544,16038,21377,15066xm17316,14580v84,756,209,1350,-84,1998c16605,17928,15349,18846,14260,19440,12167,20574,5888,21600,5260,17604v377,162,754,270,1131,378c6558,18036,6642,17712,6474,17658v-418,-108,-837,-216,-1214,-378c5260,17280,5218,17280,5218,17280v-41,-432,-41,-864,-83,-1296c5344,16038,5595,16092,5846,16146v168,54,252,-324,84,-324c5679,15768,5386,15714,5135,15606v-42,-378,-42,-702,-84,-1080c5218,14580,5386,14634,5511,14634v168,,168,-324,,-324c5344,14310,5177,14256,5051,14148v,,-42,,-42,c4967,13770,4967,13446,4925,13068v293,54,545,108,838,108c5930,13176,5930,12852,5763,12798v-293,,-586,-54,-838,-108c4925,12690,4925,12690,4925,12690v-41,-378,-41,-756,-83,-1080c5219,11826,5595,11934,5972,11880v167,,167,-324,,-378c5553,11502,5177,11394,4800,11178v-42,-378,-42,-810,-84,-1188c5009,10098,5302,10260,5595,10368v1214,486,2428,1026,3642,1458c9949,12096,10158,12150,10828,11772v1925,-1080,3809,-2322,5651,-3618c16521,8100,16605,8046,16688,8046v168,2160,419,4320,628,6534xm16856,7398v-42,54,-84,54,-126,108c16688,7506,16688,7506,16688,7560v-1800,1242,-3600,2430,-5442,3564c10367,11664,10032,11718,9070,11340,7814,10854,6600,10314,5386,9828,3711,9126,2037,8424,405,7614,1367,6102,3167,5022,4381,4050,5972,2754,7604,1350,9363,486v502,-216,1716,486,2176,648c12670,1512,13800,1944,14930,2376v1842,702,3767,1350,5567,2322c20539,4752,20581,4752,20623,4752v-42,,-126,,-209,108c20163,5076,19870,5292,19618,5508v-502,378,-1004,756,-1548,1134c17023,6210,15851,6048,14846,5778,13716,5454,12544,5076,11414,4914v,,,-54,,-54c11288,4482,10953,4536,10702,4644v-209,108,-377,432,-293,756c10535,5778,10870,5724,11121,5616v84,-54,167,-162,209,-270c13423,5670,15474,6426,17526,7020v41,,41,,83,c17274,7074,17065,7236,16856,7398xm10660,5130v,,-42,,,c10618,5130,10660,5130,10660,5130xm20330,17334v,-54,,-162,42,-216c20414,16524,20372,15930,20498,15336v,,,54,,54c20456,15768,20539,16902,20330,17334xm20623,17550v126,-324,126,-756,168,-1080c20832,16038,20749,15444,20791,14904v125,918,209,2052,-168,2646xe" fillcolor="white [3212]" stroked="f" strokeweight="1pt">
                <v:stroke miterlimit="4" joinstyle="miter"/>
                <v:path arrowok="t" o:extrusionok="f" o:connecttype="custom" o:connectlocs="327443,245701;327443,245701;327443,245701;327443,245701" o:connectangles="0,90,180,270"/>
              </v:shape>
              <v:shape id="Shape" o:spid="_x0000_s1042" style="position:absolute;left:84200;top:13081;width:5558;height:6216;visibility:visible;mso-wrap-style:square;v-text-anchor:middle" coordsize="20956,20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" path="m6436,2175v-143,42,,255,96,170c7011,2132,7682,2430,7969,2814v96,127,287,,192,-86c7825,2217,7059,1919,6436,2175xm20565,7031v-48,-127,-144,-255,-239,-340c20757,5753,20230,4433,19799,3581,19272,2601,18266,1876,17308,1280,14291,-552,10795,-424,8065,1706v-766,-341,-1629,-383,-2491,c3994,2388,3898,3921,4329,5242v,43,96,85,144,85c5191,5114,5862,4944,6580,4731,4042,5711,2126,7841,1791,10312v-144,1150,,2258,431,3280c1839,13848,1503,14146,1168,14402,785,14700,162,15041,19,15467v-144,426,574,341,814,298c1599,15552,2366,15339,3132,15126v1149,1576,3017,2727,5268,3110c8927,18321,9502,18364,10029,18321v191,384,383,810,574,1193c10747,19855,10938,20579,11322,20792v479,256,574,-340,622,-596c11992,19472,11992,18747,11944,18066v2587,-682,4742,-2599,5460,-4900c17404,13166,17404,13166,17404,13166v,,,-42,,-42c17452,12996,17452,12868,17500,12783v96,-469,144,-980,192,-1491c17692,11036,17644,10823,17644,10568v,,,,,c17452,8991,16686,7543,15441,6392v-384,-383,-815,-681,-1294,-937c14291,5327,14387,5157,14483,4986v95,-127,191,-298,287,-426c14914,4646,15105,4731,15249,4816v192,85,383,170,575,85c15824,4901,15824,4901,15872,4901v,,,,47,c15919,4901,15919,4901,15919,4901v,,,,,c15919,4901,15919,4901,15919,4859v,,,,,-43c16159,4475,15488,3921,15249,3751v-527,-383,-1485,-810,-2155,-596c12519,3325,13429,3879,13620,3921v96,43,192,86,288,128c13812,4177,13716,4305,13668,4433v-143,170,-239,383,-383,553c13237,4986,13237,4986,13189,4944,12136,4475,10986,4220,9741,4220v-527,,-1054,42,-1532,127c8735,4220,9262,4049,9789,3921v48,,48,-42,48,-42c9837,3879,9837,3879,9837,3879v,,,-43,,-43c9837,3836,9837,3836,9837,3794,9693,2984,9071,2302,8352,1876v2634,-2002,5843,-2087,8717,-468c17883,1876,18649,2430,19224,3112v671,767,1437,2428,1006,3493c19272,5796,17691,5966,16542,6435v-48,43,-48,85,-48,128c17260,8054,17979,9545,18745,10994v,,,,48,42c18793,11036,18793,11036,18793,11036v,,48,,48,c18841,11036,18841,11036,18841,11036v1916,-596,2634,-2428,1724,-4005xm1264,15382v-240,42,-431,128,-671,170c546,15552,-125,15723,258,15297v48,-43,144,-128,192,-171c593,14998,785,14870,929,14743v48,127,95,255,143,383c1120,15211,1312,15169,1264,15041v-48,-128,-144,-298,-192,-426c1216,14530,1312,14444,1456,14317v47,127,95,255,191,383c1695,14785,1839,14700,1791,14615v-48,-128,-144,-256,-192,-384c1599,14231,1599,14231,1599,14231v96,-85,192,-170,336,-255c1982,14146,2030,14359,2126,14530v48,85,240,42,192,-43c2222,14317,2174,14104,2126,13933v,-42,,-42,-48,-42c2126,13848,2174,13805,2222,13763v192,383,383,767,623,1150c2365,15084,1839,15254,1264,15382xm11609,19642v,213,,426,,597c11609,20281,11561,20920,11226,20409v-48,-85,-96,-128,-96,-213c10986,19940,10891,19642,10747,19386v96,,191,,239,43c11082,19472,11130,19301,11034,19259v-144,-43,-239,-43,-383,-43c10603,19088,10555,19003,10507,18875v192,,383,,575,c11178,18875,11178,18705,11082,18705v-192,,-431,,-623,c10459,18705,10459,18705,10459,18705v-48,-85,-95,-213,-143,-298c10459,18407,10651,18407,10795,18407v95,,95,-171,,-171c10651,18236,10555,18236,10411,18236v,,,,,c10555,18236,10747,18194,10890,18194v96,,240,-43,336,-43c11273,18151,11321,18108,11417,18108v96,,144,-42,240,-42c11657,18620,11609,19131,11609,19642xm13189,3240v479,-171,1198,170,1629,383c14961,3708,15919,4347,15728,4603v-192,85,-671,-213,-958,-383c14770,4220,14770,4220,14722,4220v-48,-43,-144,-86,-144,-86c14339,4007,14099,3879,13860,3751v-96,-43,-862,-469,-671,-511xm13716,4560v96,-170,192,-298,288,-468c14147,4177,14339,4262,14483,4347v-96,128,-144,256,-240,341c14147,4859,14004,5072,13860,5199v-144,-85,-335,-170,-479,-255c13525,4859,13620,4688,13716,4560xm14339,5796v1389,980,2395,2343,2826,3919c17165,9715,17165,9758,17165,9758v47,213,95,383,143,597c17308,10397,17308,10440,17308,10482v48,256,48,469,48,725c17356,11420,17356,11633,17308,11846v,85,-48,127,-48,213c17260,12186,17213,12357,17165,12485v,85,-48,170,-48,255c17069,12868,17069,12996,17021,13124v-48,85,-48,170,-96,255c16877,13507,16829,13635,16782,13763v-48,85,-96,128,-96,213c16638,14104,16590,14231,16494,14317v-48,85,-96,127,-144,213c16255,14657,16207,14785,16111,14870v-48,43,-96,128,-144,171c15872,15169,15776,15297,15680,15382v-48,42,-96,85,-144,128c15440,15637,15345,15723,15201,15850v-48,43,-96,86,-144,128c14962,16106,14818,16191,14674,16319v-48,43,-96,85,-144,85c14387,16489,14243,16617,14099,16702v-48,43,-95,43,-143,86c13812,16873,13668,16958,13525,17043v-48,43,-96,43,-144,85c13237,17214,13046,17299,12902,17341v-48,43,-96,43,-144,43c12615,17469,12423,17512,12279,17597v-48,,-95,43,-143,43c11944,17682,11800,17768,11609,17810v-48,,-96,43,-144,43c11274,17895,11082,17938,10890,17981v-47,,-95,,-143,42c10555,18066,10364,18066,10220,18108v-96,,-192,,-287,c9789,18108,9645,18108,9501,18108,5574,18066,2653,14956,2605,11462,2557,7969,5718,5029,9549,4646v1820,-213,3497,255,4790,1150xm8879,4390v670,-85,1293,-43,1916,43c10507,4433,10172,4390,9885,4433,5910,4603,2796,7585,2461,11036v-191,1832,575,3664,1868,5070c4473,16276,4616,16404,4760,16532,3180,15297,2078,13507,1982,11547,1743,7884,4904,4816,8879,4390xm9502,3666c7873,4134,6197,4603,4569,5029v-48,,-144,43,-192,43c4569,5029,4377,4646,4329,4518,4185,3836,4233,3112,4664,2515,5239,1663,6676,1493,7682,1749v95,42,239,85,335,127c8017,1876,8017,1876,8017,1876v814,341,1341,1065,1485,1790xm18841,10738c18170,9375,17500,8054,16781,6691v-191,-426,-95,-213,336,-341c17787,6137,18458,6094,19128,6222v1150,256,1676,1406,1676,2343c20757,9588,19847,10440,18841,10738xm20182,8054v-96,-128,-287,,-192,85c20230,8565,19942,9162,19511,9417v-143,85,,256,96,171c20134,9332,20517,8608,20182,8054xm9023,11207v-48,468,479,852,958,852c10268,12059,10507,11973,10699,11803v814,426,1676,852,2490,1278c13046,13081,12902,13081,12806,13039v-143,,-287,-43,-479,-43c12184,12996,12184,13166,12327,13209v192,,383,43,575,43c13094,13252,13333,13294,13525,13209v,,,,,c13525,13209,13525,13209,13525,13209v,,47,-43,47,-43c13572,13166,13572,13166,13572,13166v,,,-42,,-85c13572,13081,13572,13081,13572,13081v,,,,,c13477,12740,13237,12399,13094,12059v-48,-128,-288,-86,-240,42c12950,12357,13141,12612,13237,12868v-814,-426,-1676,-852,-2490,-1278c10843,11462,10891,11334,10891,11164v,-341,-192,-596,-479,-724c10891,9715,11369,8949,11848,8224v,128,,213,,341c11848,8693,11848,8821,11801,8991v,128,239,128,239,c12040,8821,12088,8650,12088,8480v,-170,48,-383,-48,-554c12040,7926,12040,7926,12040,7926v,,,,,c12040,7926,11992,7884,11992,7884v,,,,,c11992,7884,11944,7884,11944,7884v,,,,,c11944,7884,11944,7884,11944,7884v-383,85,-766,298,-1149,426c10651,8352,10699,8565,10843,8523v287,-86,574,-256,862,-341c11226,8949,10747,9673,10268,10440v-527,-171,-1245,128,-1245,767xm10699,11207v-48,852,-1437,852,-1485,c9214,10823,9549,10568,9933,10568v431,,766,298,766,639xm13046,6563v143,-213,287,-426,431,-639c13525,5839,13381,5753,13333,5839v-144,213,-287,426,-431,639c12854,6563,12998,6648,13046,6563xm7059,15893v-144,256,-383,511,-527,767c6484,16745,6628,16830,6676,16745v192,-256,335,-511,527,-767c7299,15893,7155,15808,7059,15893xm16159,14061v96,43,144,-128,96,-170c15967,13763,15680,13592,15345,13465v-96,-43,-192,85,-96,127c15536,13763,15824,13933,16159,14061xm4664,8054v-95,-43,-191,85,-95,128c4856,8310,5191,8480,5479,8608v95,42,143,-128,95,-171c5239,8310,4952,8182,4664,8054xm11609,15936v96,298,144,596,287,852c11944,16873,12088,16830,12088,16745v-96,-298,-192,-596,-287,-852c11753,15808,11561,15850,11609,15936xm9166,6137v-95,-298,-191,-597,-287,-852c8831,5199,8640,5242,8687,5327v96,299,144,597,288,852c9023,6307,9214,6265,9166,6137xm4904,12186v-335,86,-671,171,-958,256c3850,12485,3898,12655,3994,12612v335,-85,622,-170,958,-255c5047,12314,5000,12144,4904,12186xm15871,9928v336,-85,671,-170,958,-255c16925,9630,16877,9460,16781,9502v-335,86,-670,171,-957,256c15728,9801,15776,9928,15871,9928xe" fillcolor="white [3212]" stroked="f" strokeweight="1pt">
                <v:stroke miterlimit="4" joinstyle="miter"/>
                <v:path arrowok="t" o:extrusionok="f" o:connecttype="custom" o:connectlocs="277853,310839;277853,310839;277853,310839;277853,310839" o:connectangles="0,90,180,270"/>
              </v:shape>
              <v:shape id="Shape" o:spid="_x0000_s1043" style="position:absolute;left:66167;top:15240;width:17714;height:8027;visibility:visible;mso-wrap-style:square;v-text-anchor:middle" coordsize="21490,2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" path="m5409,11617v92,199,261,-199,138,-398c5424,10986,5301,11385,5409,11617xm4838,8465v-231,-398,-446,332,-246,730c4761,9560,5070,8830,4838,8465xm9553,468v92,199,262,-199,139,-398c9568,-162,9445,236,9553,468xm11956,8033v-123,-199,-246,199,-138,399c11910,8631,12080,8232,11956,8033xm15977,7503v-123,-200,-246,199,-138,398c15931,8100,16101,7702,15977,7503xm12141,16627v-231,-398,-447,332,-246,730c12064,17689,12357,16992,12141,16627xm710,15797v-278,-33,-509,465,-355,1328c494,17921,309,18485,1,19646v-31,100,631,-431,955,-1791c1280,16494,987,15797,710,15797xm4407,10489v93,199,262,-199,139,-398c4423,9858,4299,10256,4407,10489xm3529,13077v92,199,262,-199,139,-398c3544,12446,3421,12844,3529,13077xm15546,20642v170,796,832,,585,-730c15885,19215,15438,20111,15546,20642xm14745,16892v92,199,262,-199,139,-398c14760,16262,14637,16660,14745,16892xm19922,11617v92,199,261,-199,138,-398c19937,10986,19814,11385,19922,11617xm12773,9759v92,199,262,-199,139,-398c12773,9162,12650,9560,12773,9759xm21447,6209v-124,-200,-247,199,-139,398c21401,6806,21570,6408,21447,6209xm16624,7403v170,796,832,,586,-730c16963,5943,16517,6872,16624,7403xm14190,18817v-31,597,385,730,416,166c14637,18585,14221,18286,14190,18817xm12989,5445v-232,-398,-447,332,-247,730c12912,6540,13204,5810,12989,5445xm13158,18551v92,199,262,-199,139,-398c13173,17921,13050,18319,13158,18551xe" fillcolor="#fcb036 [3206]" stroked="f" strokeweight="1pt">
                <v:stroke miterlimit="4" joinstyle="miter"/>
                <v:path arrowok="t" o:extrusionok="f" o:connecttype="custom" o:connectlocs="885750,401391;885750,401391;885750,401391;885750,401391" o:connectangles="0,90,180,270"/>
              </v:shape>
              <v:shape id="Shape" o:spid="_x0000_s1044" style="position:absolute;left:66801;top:55499;width:17728;height:8032;visibility:visible;mso-wrap-style:square;v-text-anchor:middle" coordsize="2149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" path="m21489,1354v31,-100,-631,431,-954,1792c20196,4506,20504,5203,20781,5203v277,33,508,-465,354,-1327c21012,3079,21181,2515,21489,1354xm5355,1055v246,730,708,-199,585,-730c5770,-471,5108,358,5355,1055xm4277,14327v246,730,708,-199,585,-730c4693,12801,4031,13597,4277,14327xm6879,2017v-31,365,385,664,415,166c7325,1586,6910,1453,6879,2017xm6617,4506v123,199,246,-199,139,-398c6663,3909,6494,4307,6617,4506xm11805,20930v124,199,247,-199,139,-398c11852,20333,11682,20731,11805,20930xm5509,13498v123,199,246,-199,138,-398c5555,12900,5385,13265,5509,13498xm8203,2847v123,199,246,-199,138,-398c8234,2250,8064,2648,8203,2847xm8726,11208v-92,-199,-261,199,-138,398c8711,11839,8834,11441,8726,11208xm9527,12967v123,199,246,-199,138,-398c9573,12370,9404,12768,9527,12967xm15931,9782v124,199,247,-200,139,-399c15978,9184,15808,9582,15931,9782xm17810,8322v123,199,246,-199,138,-399c17856,7724,17686,8089,17810,8322xm16948,10910v123,199,246,-199,138,-399c16994,10312,16824,10711,16948,10910xm43,14792v123,199,246,-199,139,-398c89,14194,-80,14559,43,14792xm1429,9782v123,199,246,-200,138,-399c1475,9184,1306,9582,1429,9782xm9604,3643v-170,-332,-477,365,-247,730c9573,4771,9804,4041,9604,3643xm8511,15555v231,398,446,-332,246,-730c8588,14460,8280,15157,8511,15555xm16655,12535v231,399,446,-331,246,-729c16732,11441,16424,12137,16655,12535xe" fillcolor="#fcb036 [3206]" stroked="f" strokeweight="1pt">
                <v:stroke miterlimit="4" joinstyle="miter"/>
                <v:path arrowok="t" o:extrusionok="f" o:connecttype="custom" o:connectlocs="886385,401603;886385,401603;886385,401603;886385,401603" o:connectangles="0,90,180,270"/>
              </v:shape>
              <v:shape id="Shape" o:spid="_x0000_s1045" style="position:absolute;left:66166;top:58547;width:16578;height:5541;visibility:visible;mso-wrap-style:square;v-text-anchor:middle" coordsize="21377,2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" path="m20313,3461v-393,1221,-426,2687,-393,3567c19019,8641,17299,11280,14892,13088v426,-1369,1163,-4008,1359,-6353c16268,6490,16235,6295,16170,6197v-148,-244,-426,,-606,538c15416,7126,15220,8054,15514,9667v,,,,,c15105,11475,14581,13088,14450,13430v-1097,733,-2309,1319,-3635,1515c11224,14114,11945,12697,12518,11475v393,-831,458,-1564,425,-2052c12927,8934,12812,8543,12649,8347v-197,-195,-393,-97,-557,294c11764,9471,11928,10742,12076,11475v-787,1613,-1720,3470,-1720,3470c10356,14945,10356,14945,10356,14945v-1376,49,-2669,-733,-3832,-1955c6884,12648,7474,11964,8145,10937,8866,9813,9062,8201,8964,7175v-65,-587,-229,-929,-409,-880c8391,6393,8194,6784,8031,7468v-213,879,-393,2199,-361,3372c6933,11866,6344,12404,6164,12550,5017,11231,3986,9471,3134,7712v541,,1474,-391,2162,-2541c5509,4536,5460,4047,5427,3803v-82,-489,-328,-733,-639,-636c4313,3363,3675,4438,3494,6930v-360,98,-638,49,-736,c1169,3509,236,235,203,137,154,-9,88,-58,39,89,-10,235,-10,431,23,577v,,16,49,16,98c203,1213,1120,4242,2594,7419v,,,49,,49c2610,7517,2627,7566,2659,7566v,,,,,c2659,7566,2659,7566,2659,7614v-16,147,-540,3763,786,9970c3560,18072,3658,18512,3740,18805v148,538,279,685,377,636c4231,19343,4281,19050,4281,18463,4297,16460,3593,10742,2774,9618v,-831,65,-1368,82,-1564c3691,9813,4706,11573,5836,12941v33,342,131,1271,344,2541c6180,15580,6197,15629,6213,15678v229,1270,557,2883,1032,4496c7245,20174,7245,20174,7245,20174v196,684,376,928,524,684c7932,20614,7965,19832,7867,18805,7736,17388,7261,15042,6393,15042v-131,-733,-213,-1368,-262,-1808c6131,13234,6131,13234,6131,13234v1097,1271,2325,2151,3636,2297c9816,15678,9898,16020,10012,16411v328,1124,934,3030,1621,4545c11912,21542,12059,21298,12108,21102v180,-586,33,-2052,-229,-2932c11552,16997,11109,16753,10667,17535v-262,-782,-475,-1466,-606,-1955c10291,15580,10536,15580,10765,15531v1229,-195,2342,-684,3358,-1319c14319,14798,15056,17095,16022,18414v246,342,344,-48,360,-195c16497,17584,16301,16264,15989,15580v-294,-635,-622,-538,-900,293c14778,15140,14532,14456,14385,14016v32,,49,-49,81,-49c14483,13967,14499,13967,14516,13918v1473,-1026,2685,-2345,3570,-3518c18872,9374,19494,8396,19920,7614v147,-146,1195,-1319,1392,-3176c21590,2581,20919,1652,20313,3461xe" fillcolor="#b0e1e6 [1304]" stroked="f" strokeweight="1pt">
                <v:stroke miterlimit="4" joinstyle="miter"/>
                <v:path arrowok="t" o:extrusionok="f" o:connecttype="custom" o:connectlocs="828900,277073;828900,277073;828900,277073;828900,277073" o:connectangles="0,90,180,270"/>
              </v:shape>
              <w10:wrap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A5A" w:rsidRDefault="00B41A5A" w:rsidP="00B41A5A">
    <w:pPr>
      <w:pStyle w:val="Header"/>
    </w:pPr>
    <w:r w:rsidRPr="00B41A5A"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130902" wp14:editId="2C514F77">
              <wp:simplePos x="0" y="0"/>
              <wp:positionH relativeFrom="page">
                <wp:align>center</wp:align>
              </wp:positionH>
              <wp:positionV relativeFrom="paragraph">
                <wp:posOffset>-456721</wp:posOffset>
              </wp:positionV>
              <wp:extent cx="10058400" cy="7772400"/>
              <wp:effectExtent l="0" t="0" r="0" b="0"/>
              <wp:wrapNone/>
              <wp:docPr id="2" name="Group 1">
                <a:extLst xmlns:a="http://schemas.openxmlformats.org/drawingml/2006/main">
                  <a:ext uri="{FF2B5EF4-FFF2-40B4-BE49-F238E27FC236}">
                    <a16:creationId xmlns:a16="http://schemas.microsoft.com/office/drawing/2014/main" id="{7EC79BEC-72DE-5646-98B5-24591077E390}"/>
                  </a:ext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58400" cy="7772400"/>
                        <a:chOff x="0" y="0"/>
                        <a:chExt cx="10058400" cy="7772400"/>
                      </a:xfrm>
                    </wpg:grpSpPr>
                    <wps:wsp>
                      <wps:cNvPr id="3" name="Rectangle"/>
                      <wps:cNvSpPr/>
                      <wps:spPr>
                        <a:xfrm>
                          <a:off x="0" y="0"/>
                          <a:ext cx="10058400" cy="7772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4" name="Triangle"/>
                      <wps:cNvSpPr/>
                      <wps:spPr>
                        <a:xfrm>
                          <a:off x="7073899" y="1219199"/>
                          <a:ext cx="929641" cy="102997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5" name="Shape"/>
                      <wps:cNvSpPr/>
                      <wps:spPr>
                        <a:xfrm>
                          <a:off x="7073899" y="2031999"/>
                          <a:ext cx="929641" cy="37325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21600"/>
                              </a:moveTo>
                              <a:lnTo>
                                <a:pt x="0" y="21600"/>
                              </a:lnTo>
                              <a:lnTo>
                                <a:pt x="0" y="1249"/>
                              </a:lnTo>
                              <a:lnTo>
                                <a:pt x="5105" y="0"/>
                              </a:lnTo>
                              <a:lnTo>
                                <a:pt x="10830" y="1249"/>
                              </a:lnTo>
                              <a:lnTo>
                                <a:pt x="16731" y="0"/>
                              </a:lnTo>
                              <a:lnTo>
                                <a:pt x="21600" y="124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6" name="Shape"/>
                      <wps:cNvSpPr/>
                      <wps:spPr>
                        <a:xfrm>
                          <a:off x="7302500" y="2031999"/>
                          <a:ext cx="709931" cy="373253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155" y="21600"/>
                              </a:lnTo>
                              <a:lnTo>
                                <a:pt x="7574" y="21600"/>
                              </a:lnTo>
                              <a:lnTo>
                                <a:pt x="7496" y="124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224" y="0"/>
                              </a:moveTo>
                              <a:lnTo>
                                <a:pt x="14413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1249"/>
                              </a:lnTo>
                              <a:lnTo>
                                <a:pt x="15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5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7" name="Rectangle"/>
                      <wps:cNvSpPr/>
                      <wps:spPr>
                        <a:xfrm>
                          <a:off x="7073900" y="5765800"/>
                          <a:ext cx="929640" cy="1079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8" name="Shape"/>
                      <wps:cNvSpPr/>
                      <wps:spPr>
                        <a:xfrm>
                          <a:off x="7073899" y="5765800"/>
                          <a:ext cx="929641" cy="698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0" y="17280"/>
                              </a:lnTo>
                              <a:cubicBezTo>
                                <a:pt x="7200" y="18065"/>
                                <a:pt x="14400" y="19636"/>
                                <a:pt x="21600" y="21600"/>
                              </a:cubicBez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5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9" name="Shape"/>
                      <wps:cNvSpPr/>
                      <wps:spPr>
                        <a:xfrm>
                          <a:off x="7073899" y="5867399"/>
                          <a:ext cx="929641" cy="35052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cubicBezTo>
                                <a:pt x="0" y="9391"/>
                                <a:pt x="4839" y="21600"/>
                                <a:pt x="10800" y="21600"/>
                              </a:cubicBezTo>
                              <a:cubicBezTo>
                                <a:pt x="17085" y="21600"/>
                                <a:pt x="21600" y="10174"/>
                                <a:pt x="21600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0" name="Shape"/>
                      <wps:cNvSpPr/>
                      <wps:spPr>
                        <a:xfrm>
                          <a:off x="7391399" y="1206499"/>
                          <a:ext cx="288292" cy="43942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48" y="0"/>
                              </a:moveTo>
                              <a:lnTo>
                                <a:pt x="0" y="15482"/>
                              </a:lnTo>
                              <a:lnTo>
                                <a:pt x="10657" y="21600"/>
                              </a:lnTo>
                              <a:lnTo>
                                <a:pt x="21600" y="154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1" name="Shape"/>
                      <wps:cNvSpPr/>
                      <wps:spPr>
                        <a:xfrm>
                          <a:off x="5968999" y="2781300"/>
                          <a:ext cx="3139441" cy="68834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0" y="0"/>
                              </a:lnTo>
                              <a:lnTo>
                                <a:pt x="1826" y="10800"/>
                              </a:ln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19783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2" name="Shape"/>
                      <wps:cNvSpPr/>
                      <wps:spPr>
                        <a:xfrm>
                          <a:off x="5829299" y="3848099"/>
                          <a:ext cx="3429001" cy="94361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0" y="0"/>
                              </a:lnTo>
                              <a:lnTo>
                                <a:pt x="1816" y="10815"/>
                              </a:ln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19784" y="108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3" name="Shape"/>
                      <wps:cNvSpPr/>
                      <wps:spPr>
                        <a:xfrm>
                          <a:off x="5765800" y="5118099"/>
                          <a:ext cx="177771" cy="1785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568" h="20243" extrusionOk="0">
                              <a:moveTo>
                                <a:pt x="19499" y="803"/>
                              </a:moveTo>
                              <a:cubicBezTo>
                                <a:pt x="18176" y="-349"/>
                                <a:pt x="15531" y="-637"/>
                                <a:pt x="12592" y="2531"/>
                              </a:cubicBezTo>
                              <a:cubicBezTo>
                                <a:pt x="10094" y="5123"/>
                                <a:pt x="4511" y="11459"/>
                                <a:pt x="4805" y="13763"/>
                              </a:cubicBezTo>
                              <a:cubicBezTo>
                                <a:pt x="4805" y="14195"/>
                                <a:pt x="5099" y="14483"/>
                                <a:pt x="5246" y="14627"/>
                              </a:cubicBezTo>
                              <a:cubicBezTo>
                                <a:pt x="6862" y="15779"/>
                                <a:pt x="9066" y="13763"/>
                                <a:pt x="14356" y="7427"/>
                              </a:cubicBezTo>
                              <a:lnTo>
                                <a:pt x="13474" y="6707"/>
                              </a:lnTo>
                              <a:cubicBezTo>
                                <a:pt x="9948" y="10883"/>
                                <a:pt x="6862" y="14483"/>
                                <a:pt x="5686" y="13763"/>
                              </a:cubicBezTo>
                              <a:cubicBezTo>
                                <a:pt x="5392" y="13331"/>
                                <a:pt x="6862" y="10163"/>
                                <a:pt x="13180" y="3251"/>
                              </a:cubicBezTo>
                              <a:cubicBezTo>
                                <a:pt x="15237" y="1091"/>
                                <a:pt x="17295" y="371"/>
                                <a:pt x="18617" y="1523"/>
                              </a:cubicBezTo>
                              <a:cubicBezTo>
                                <a:pt x="19499" y="2243"/>
                                <a:pt x="19499" y="3251"/>
                                <a:pt x="19205" y="3827"/>
                              </a:cubicBezTo>
                              <a:cubicBezTo>
                                <a:pt x="18764" y="4403"/>
                                <a:pt x="17441" y="5843"/>
                                <a:pt x="15972" y="7571"/>
                              </a:cubicBezTo>
                              <a:cubicBezTo>
                                <a:pt x="13033" y="10883"/>
                                <a:pt x="9066" y="15347"/>
                                <a:pt x="6715" y="17939"/>
                              </a:cubicBezTo>
                              <a:cubicBezTo>
                                <a:pt x="4805" y="20099"/>
                                <a:pt x="3041" y="18803"/>
                                <a:pt x="2454" y="18371"/>
                              </a:cubicBezTo>
                              <a:cubicBezTo>
                                <a:pt x="1278" y="17363"/>
                                <a:pt x="690" y="15491"/>
                                <a:pt x="1572" y="14483"/>
                              </a:cubicBezTo>
                              <a:cubicBezTo>
                                <a:pt x="2601" y="13331"/>
                                <a:pt x="4511" y="10883"/>
                                <a:pt x="6274" y="8579"/>
                              </a:cubicBezTo>
                              <a:cubicBezTo>
                                <a:pt x="8184" y="6275"/>
                                <a:pt x="10095" y="3827"/>
                                <a:pt x="11123" y="2675"/>
                              </a:cubicBezTo>
                              <a:lnTo>
                                <a:pt x="10241" y="1955"/>
                              </a:lnTo>
                              <a:cubicBezTo>
                                <a:pt x="9213" y="3107"/>
                                <a:pt x="7303" y="5555"/>
                                <a:pt x="5393" y="8003"/>
                              </a:cubicBezTo>
                              <a:cubicBezTo>
                                <a:pt x="3629" y="10307"/>
                                <a:pt x="1719" y="12611"/>
                                <a:pt x="690" y="13907"/>
                              </a:cubicBezTo>
                              <a:cubicBezTo>
                                <a:pt x="-632" y="15347"/>
                                <a:pt x="103" y="17795"/>
                                <a:pt x="1572" y="19091"/>
                              </a:cubicBezTo>
                              <a:cubicBezTo>
                                <a:pt x="1572" y="19091"/>
                                <a:pt x="1719" y="19235"/>
                                <a:pt x="1719" y="19235"/>
                              </a:cubicBezTo>
                              <a:cubicBezTo>
                                <a:pt x="3041" y="20387"/>
                                <a:pt x="5393" y="20963"/>
                                <a:pt x="7450" y="18659"/>
                              </a:cubicBezTo>
                              <a:cubicBezTo>
                                <a:pt x="9948" y="16067"/>
                                <a:pt x="13915" y="11459"/>
                                <a:pt x="16707" y="8147"/>
                              </a:cubicBezTo>
                              <a:cubicBezTo>
                                <a:pt x="18323" y="6419"/>
                                <a:pt x="19499" y="4979"/>
                                <a:pt x="19939" y="4403"/>
                              </a:cubicBezTo>
                              <a:cubicBezTo>
                                <a:pt x="20968" y="3683"/>
                                <a:pt x="20674" y="1955"/>
                                <a:pt x="19499" y="80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4" name="Shape"/>
                      <wps:cNvSpPr/>
                      <wps:spPr>
                        <a:xfrm>
                          <a:off x="6045200" y="4978399"/>
                          <a:ext cx="3065515" cy="17036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36" h="21511" extrusionOk="0">
                              <a:moveTo>
                                <a:pt x="21469" y="1800"/>
                              </a:moveTo>
                              <a:cubicBezTo>
                                <a:pt x="21576" y="1592"/>
                                <a:pt x="21567" y="1255"/>
                                <a:pt x="21344" y="1095"/>
                              </a:cubicBezTo>
                              <a:cubicBezTo>
                                <a:pt x="21130" y="950"/>
                                <a:pt x="21085" y="630"/>
                                <a:pt x="20969" y="4"/>
                              </a:cubicBezTo>
                              <a:cubicBezTo>
                                <a:pt x="20960" y="-60"/>
                                <a:pt x="20818" y="630"/>
                                <a:pt x="20960" y="1319"/>
                              </a:cubicBezTo>
                              <a:cubicBezTo>
                                <a:pt x="21103" y="2041"/>
                                <a:pt x="21362" y="2025"/>
                                <a:pt x="21469" y="1800"/>
                              </a:cubicBezTo>
                              <a:close/>
                              <a:moveTo>
                                <a:pt x="386" y="2089"/>
                              </a:moveTo>
                              <a:cubicBezTo>
                                <a:pt x="163" y="1977"/>
                                <a:pt x="74" y="2746"/>
                                <a:pt x="306" y="2778"/>
                              </a:cubicBezTo>
                              <a:cubicBezTo>
                                <a:pt x="556" y="2826"/>
                                <a:pt x="538" y="2169"/>
                                <a:pt x="386" y="2089"/>
                              </a:cubicBezTo>
                              <a:close/>
                              <a:moveTo>
                                <a:pt x="14822" y="11887"/>
                              </a:moveTo>
                              <a:cubicBezTo>
                                <a:pt x="14599" y="11774"/>
                                <a:pt x="14510" y="12544"/>
                                <a:pt x="14742" y="12576"/>
                              </a:cubicBezTo>
                              <a:cubicBezTo>
                                <a:pt x="14974" y="12608"/>
                                <a:pt x="14974" y="11967"/>
                                <a:pt x="14822" y="11887"/>
                              </a:cubicBezTo>
                              <a:close/>
                              <a:moveTo>
                                <a:pt x="17088" y="16954"/>
                              </a:moveTo>
                              <a:cubicBezTo>
                                <a:pt x="16865" y="16842"/>
                                <a:pt x="16776" y="17611"/>
                                <a:pt x="17008" y="17643"/>
                              </a:cubicBezTo>
                              <a:cubicBezTo>
                                <a:pt x="17249" y="17675"/>
                                <a:pt x="17240" y="17034"/>
                                <a:pt x="17088" y="16954"/>
                              </a:cubicBezTo>
                              <a:close/>
                              <a:moveTo>
                                <a:pt x="6311" y="17595"/>
                              </a:moveTo>
                              <a:cubicBezTo>
                                <a:pt x="6088" y="17483"/>
                                <a:pt x="5998" y="18253"/>
                                <a:pt x="6230" y="18285"/>
                              </a:cubicBezTo>
                              <a:cubicBezTo>
                                <a:pt x="6471" y="18317"/>
                                <a:pt x="6462" y="17675"/>
                                <a:pt x="6311" y="17595"/>
                              </a:cubicBezTo>
                              <a:close/>
                              <a:moveTo>
                                <a:pt x="833" y="3965"/>
                              </a:moveTo>
                              <a:cubicBezTo>
                                <a:pt x="725" y="3756"/>
                                <a:pt x="538" y="4029"/>
                                <a:pt x="645" y="4238"/>
                              </a:cubicBezTo>
                              <a:cubicBezTo>
                                <a:pt x="699" y="4382"/>
                                <a:pt x="922" y="4157"/>
                                <a:pt x="833" y="3965"/>
                              </a:cubicBezTo>
                              <a:close/>
                              <a:moveTo>
                                <a:pt x="15518" y="11694"/>
                              </a:moveTo>
                              <a:cubicBezTo>
                                <a:pt x="15580" y="11822"/>
                                <a:pt x="15804" y="11598"/>
                                <a:pt x="15705" y="11422"/>
                              </a:cubicBezTo>
                              <a:cubicBezTo>
                                <a:pt x="15598" y="11197"/>
                                <a:pt x="15411" y="11470"/>
                                <a:pt x="15518" y="11694"/>
                              </a:cubicBezTo>
                              <a:close/>
                              <a:moveTo>
                                <a:pt x="770" y="5488"/>
                              </a:moveTo>
                              <a:cubicBezTo>
                                <a:pt x="636" y="5504"/>
                                <a:pt x="663" y="5969"/>
                                <a:pt x="824" y="5921"/>
                              </a:cubicBezTo>
                              <a:cubicBezTo>
                                <a:pt x="993" y="5873"/>
                                <a:pt x="931" y="5456"/>
                                <a:pt x="770" y="5488"/>
                              </a:cubicBezTo>
                              <a:close/>
                              <a:moveTo>
                                <a:pt x="1386" y="10732"/>
                              </a:moveTo>
                              <a:cubicBezTo>
                                <a:pt x="1252" y="10748"/>
                                <a:pt x="1279" y="11213"/>
                                <a:pt x="1439" y="11165"/>
                              </a:cubicBezTo>
                              <a:cubicBezTo>
                                <a:pt x="1609" y="11101"/>
                                <a:pt x="1546" y="10700"/>
                                <a:pt x="1386" y="10732"/>
                              </a:cubicBezTo>
                              <a:close/>
                              <a:moveTo>
                                <a:pt x="163" y="6755"/>
                              </a:moveTo>
                              <a:cubicBezTo>
                                <a:pt x="92" y="6771"/>
                                <a:pt x="101" y="7028"/>
                                <a:pt x="190" y="6996"/>
                              </a:cubicBezTo>
                              <a:cubicBezTo>
                                <a:pt x="279" y="6964"/>
                                <a:pt x="244" y="6739"/>
                                <a:pt x="163" y="6755"/>
                              </a:cubicBezTo>
                              <a:close/>
                              <a:moveTo>
                                <a:pt x="15893" y="12448"/>
                              </a:moveTo>
                              <a:cubicBezTo>
                                <a:pt x="15821" y="12464"/>
                                <a:pt x="15830" y="12720"/>
                                <a:pt x="15919" y="12688"/>
                              </a:cubicBezTo>
                              <a:cubicBezTo>
                                <a:pt x="16009" y="12656"/>
                                <a:pt x="15982" y="12432"/>
                                <a:pt x="15893" y="12448"/>
                              </a:cubicBezTo>
                              <a:close/>
                              <a:moveTo>
                                <a:pt x="21192" y="13618"/>
                              </a:moveTo>
                              <a:cubicBezTo>
                                <a:pt x="21121" y="13634"/>
                                <a:pt x="21130" y="13891"/>
                                <a:pt x="21219" y="13859"/>
                              </a:cubicBezTo>
                              <a:cubicBezTo>
                                <a:pt x="21317" y="13827"/>
                                <a:pt x="21282" y="13602"/>
                                <a:pt x="21192" y="13618"/>
                              </a:cubicBezTo>
                              <a:close/>
                              <a:moveTo>
                                <a:pt x="17285" y="16168"/>
                              </a:moveTo>
                              <a:cubicBezTo>
                                <a:pt x="17213" y="16184"/>
                                <a:pt x="17222" y="16441"/>
                                <a:pt x="17311" y="16409"/>
                              </a:cubicBezTo>
                              <a:cubicBezTo>
                                <a:pt x="17409" y="16377"/>
                                <a:pt x="17374" y="16152"/>
                                <a:pt x="17285" y="16168"/>
                              </a:cubicBezTo>
                              <a:close/>
                              <a:moveTo>
                                <a:pt x="2893" y="11790"/>
                              </a:moveTo>
                              <a:cubicBezTo>
                                <a:pt x="2822" y="11806"/>
                                <a:pt x="2831" y="12063"/>
                                <a:pt x="2920" y="12031"/>
                              </a:cubicBezTo>
                              <a:cubicBezTo>
                                <a:pt x="3018" y="11999"/>
                                <a:pt x="2983" y="11790"/>
                                <a:pt x="2893" y="11790"/>
                              </a:cubicBezTo>
                              <a:close/>
                              <a:moveTo>
                                <a:pt x="83" y="4045"/>
                              </a:moveTo>
                              <a:cubicBezTo>
                                <a:pt x="172" y="4013"/>
                                <a:pt x="137" y="3789"/>
                                <a:pt x="56" y="3805"/>
                              </a:cubicBezTo>
                              <a:cubicBezTo>
                                <a:pt x="-24" y="3805"/>
                                <a:pt x="-6" y="4061"/>
                                <a:pt x="83" y="4045"/>
                              </a:cubicBezTo>
                              <a:close/>
                              <a:moveTo>
                                <a:pt x="16160" y="10684"/>
                              </a:moveTo>
                              <a:cubicBezTo>
                                <a:pt x="16089" y="10700"/>
                                <a:pt x="16098" y="10956"/>
                                <a:pt x="16187" y="10924"/>
                              </a:cubicBezTo>
                              <a:cubicBezTo>
                                <a:pt x="16276" y="10892"/>
                                <a:pt x="16241" y="10668"/>
                                <a:pt x="16160" y="10684"/>
                              </a:cubicBezTo>
                              <a:close/>
                              <a:moveTo>
                                <a:pt x="18088" y="13169"/>
                              </a:moveTo>
                              <a:cubicBezTo>
                                <a:pt x="18016" y="13185"/>
                                <a:pt x="18025" y="13442"/>
                                <a:pt x="18114" y="13410"/>
                              </a:cubicBezTo>
                              <a:cubicBezTo>
                                <a:pt x="18204" y="13378"/>
                                <a:pt x="18168" y="13153"/>
                                <a:pt x="18088" y="13169"/>
                              </a:cubicBezTo>
                              <a:close/>
                              <a:moveTo>
                                <a:pt x="18712" y="12849"/>
                              </a:moveTo>
                              <a:cubicBezTo>
                                <a:pt x="18641" y="12865"/>
                                <a:pt x="18650" y="13121"/>
                                <a:pt x="18739" y="13089"/>
                              </a:cubicBezTo>
                              <a:cubicBezTo>
                                <a:pt x="18837" y="13057"/>
                                <a:pt x="18801" y="12833"/>
                                <a:pt x="18712" y="12849"/>
                              </a:cubicBezTo>
                              <a:close/>
                              <a:moveTo>
                                <a:pt x="20514" y="6819"/>
                              </a:moveTo>
                              <a:cubicBezTo>
                                <a:pt x="20443" y="6835"/>
                                <a:pt x="20452" y="7092"/>
                                <a:pt x="20541" y="7060"/>
                              </a:cubicBezTo>
                              <a:cubicBezTo>
                                <a:pt x="20630" y="7028"/>
                                <a:pt x="20604" y="6803"/>
                                <a:pt x="20514" y="6819"/>
                              </a:cubicBezTo>
                              <a:close/>
                              <a:moveTo>
                                <a:pt x="20934" y="4879"/>
                              </a:moveTo>
                              <a:cubicBezTo>
                                <a:pt x="20862" y="4895"/>
                                <a:pt x="20871" y="5152"/>
                                <a:pt x="20960" y="5120"/>
                              </a:cubicBezTo>
                              <a:cubicBezTo>
                                <a:pt x="21059" y="5087"/>
                                <a:pt x="21023" y="4863"/>
                                <a:pt x="20934" y="4879"/>
                              </a:cubicBezTo>
                              <a:close/>
                              <a:moveTo>
                                <a:pt x="21130" y="6386"/>
                              </a:moveTo>
                              <a:cubicBezTo>
                                <a:pt x="21059" y="6402"/>
                                <a:pt x="21067" y="6659"/>
                                <a:pt x="21157" y="6627"/>
                              </a:cubicBezTo>
                              <a:cubicBezTo>
                                <a:pt x="21246" y="6595"/>
                                <a:pt x="21219" y="6370"/>
                                <a:pt x="21130" y="6386"/>
                              </a:cubicBezTo>
                              <a:close/>
                              <a:moveTo>
                                <a:pt x="15464" y="20867"/>
                              </a:moveTo>
                              <a:cubicBezTo>
                                <a:pt x="15393" y="20883"/>
                                <a:pt x="15402" y="21139"/>
                                <a:pt x="15491" y="21107"/>
                              </a:cubicBezTo>
                              <a:cubicBezTo>
                                <a:pt x="15580" y="21075"/>
                                <a:pt x="15545" y="20850"/>
                                <a:pt x="15464" y="20867"/>
                              </a:cubicBezTo>
                              <a:close/>
                              <a:moveTo>
                                <a:pt x="6043" y="21267"/>
                              </a:moveTo>
                              <a:cubicBezTo>
                                <a:pt x="5972" y="21283"/>
                                <a:pt x="5980" y="21540"/>
                                <a:pt x="6070" y="21508"/>
                              </a:cubicBezTo>
                              <a:cubicBezTo>
                                <a:pt x="6168" y="21476"/>
                                <a:pt x="6132" y="21267"/>
                                <a:pt x="6043" y="21267"/>
                              </a:cubicBezTo>
                              <a:close/>
                              <a:moveTo>
                                <a:pt x="14974" y="18189"/>
                              </a:moveTo>
                              <a:cubicBezTo>
                                <a:pt x="14902" y="18205"/>
                                <a:pt x="14911" y="18461"/>
                                <a:pt x="15001" y="18429"/>
                              </a:cubicBezTo>
                              <a:cubicBezTo>
                                <a:pt x="15099" y="18397"/>
                                <a:pt x="15063" y="18173"/>
                                <a:pt x="14974" y="18189"/>
                              </a:cubicBezTo>
                              <a:close/>
                              <a:moveTo>
                                <a:pt x="6712" y="16457"/>
                              </a:moveTo>
                              <a:cubicBezTo>
                                <a:pt x="6641" y="16473"/>
                                <a:pt x="6650" y="16729"/>
                                <a:pt x="6739" y="16697"/>
                              </a:cubicBezTo>
                              <a:cubicBezTo>
                                <a:pt x="6837" y="16665"/>
                                <a:pt x="6801" y="16441"/>
                                <a:pt x="6712" y="16457"/>
                              </a:cubicBezTo>
                              <a:close/>
                              <a:moveTo>
                                <a:pt x="7105" y="18349"/>
                              </a:moveTo>
                              <a:cubicBezTo>
                                <a:pt x="7033" y="18365"/>
                                <a:pt x="7042" y="18622"/>
                                <a:pt x="7131" y="18589"/>
                              </a:cubicBezTo>
                              <a:cubicBezTo>
                                <a:pt x="7230" y="18557"/>
                                <a:pt x="7194" y="18333"/>
                                <a:pt x="7105" y="18349"/>
                              </a:cubicBezTo>
                              <a:close/>
                              <a:moveTo>
                                <a:pt x="2376" y="11919"/>
                              </a:moveTo>
                              <a:cubicBezTo>
                                <a:pt x="2305" y="11935"/>
                                <a:pt x="2314" y="12191"/>
                                <a:pt x="2403" y="12159"/>
                              </a:cubicBezTo>
                              <a:cubicBezTo>
                                <a:pt x="2501" y="12127"/>
                                <a:pt x="2465" y="11903"/>
                                <a:pt x="2376" y="11919"/>
                              </a:cubicBezTo>
                              <a:close/>
                              <a:moveTo>
                                <a:pt x="1020" y="11486"/>
                              </a:moveTo>
                              <a:cubicBezTo>
                                <a:pt x="948" y="11502"/>
                                <a:pt x="957" y="11758"/>
                                <a:pt x="1047" y="11726"/>
                              </a:cubicBezTo>
                              <a:cubicBezTo>
                                <a:pt x="1145" y="11694"/>
                                <a:pt x="1109" y="11470"/>
                                <a:pt x="1020" y="11486"/>
                              </a:cubicBezTo>
                              <a:close/>
                              <a:moveTo>
                                <a:pt x="47" y="13618"/>
                              </a:moveTo>
                              <a:cubicBezTo>
                                <a:pt x="-24" y="13634"/>
                                <a:pt x="-15" y="13891"/>
                                <a:pt x="74" y="13859"/>
                              </a:cubicBezTo>
                              <a:cubicBezTo>
                                <a:pt x="172" y="13827"/>
                                <a:pt x="137" y="13602"/>
                                <a:pt x="47" y="13618"/>
                              </a:cubicBezTo>
                              <a:close/>
                              <a:moveTo>
                                <a:pt x="2715" y="10860"/>
                              </a:moveTo>
                              <a:cubicBezTo>
                                <a:pt x="2644" y="10876"/>
                                <a:pt x="2653" y="11133"/>
                                <a:pt x="2742" y="11101"/>
                              </a:cubicBezTo>
                              <a:cubicBezTo>
                                <a:pt x="2831" y="11069"/>
                                <a:pt x="2804" y="10844"/>
                                <a:pt x="2715" y="10860"/>
                              </a:cubicBezTo>
                              <a:close/>
                              <a:moveTo>
                                <a:pt x="2153" y="14228"/>
                              </a:moveTo>
                              <a:cubicBezTo>
                                <a:pt x="2082" y="14244"/>
                                <a:pt x="2090" y="14500"/>
                                <a:pt x="2180" y="14468"/>
                              </a:cubicBezTo>
                              <a:cubicBezTo>
                                <a:pt x="2278" y="14436"/>
                                <a:pt x="2242" y="14212"/>
                                <a:pt x="2153" y="14228"/>
                              </a:cubicBezTo>
                              <a:close/>
                              <a:moveTo>
                                <a:pt x="734" y="17291"/>
                              </a:moveTo>
                              <a:cubicBezTo>
                                <a:pt x="663" y="17307"/>
                                <a:pt x="672" y="17563"/>
                                <a:pt x="761" y="17531"/>
                              </a:cubicBezTo>
                              <a:cubicBezTo>
                                <a:pt x="859" y="17499"/>
                                <a:pt x="824" y="17275"/>
                                <a:pt x="734" y="17291"/>
                              </a:cubicBezTo>
                              <a:close/>
                              <a:moveTo>
                                <a:pt x="16937" y="10491"/>
                              </a:moveTo>
                              <a:cubicBezTo>
                                <a:pt x="17097" y="10443"/>
                                <a:pt x="17035" y="10026"/>
                                <a:pt x="16883" y="10058"/>
                              </a:cubicBezTo>
                              <a:cubicBezTo>
                                <a:pt x="16749" y="10091"/>
                                <a:pt x="16776" y="10556"/>
                                <a:pt x="16937" y="10491"/>
                              </a:cubicBezTo>
                              <a:close/>
                              <a:moveTo>
                                <a:pt x="18819" y="14292"/>
                              </a:moveTo>
                              <a:cubicBezTo>
                                <a:pt x="18685" y="14308"/>
                                <a:pt x="18712" y="14773"/>
                                <a:pt x="18873" y="14725"/>
                              </a:cubicBezTo>
                              <a:cubicBezTo>
                                <a:pt x="19042" y="14661"/>
                                <a:pt x="18980" y="14260"/>
                                <a:pt x="18819" y="14292"/>
                              </a:cubicBezTo>
                              <a:close/>
                              <a:moveTo>
                                <a:pt x="21317" y="6948"/>
                              </a:moveTo>
                              <a:cubicBezTo>
                                <a:pt x="21183" y="6964"/>
                                <a:pt x="21210" y="7429"/>
                                <a:pt x="21371" y="7381"/>
                              </a:cubicBezTo>
                              <a:cubicBezTo>
                                <a:pt x="21540" y="7316"/>
                                <a:pt x="21478" y="6915"/>
                                <a:pt x="21317" y="694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5" name="Shape"/>
                      <wps:cNvSpPr/>
                      <wps:spPr>
                        <a:xfrm>
                          <a:off x="5905500" y="5333999"/>
                          <a:ext cx="3297423" cy="130118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20" h="21238" extrusionOk="0">
                              <a:moveTo>
                                <a:pt x="7739" y="19372"/>
                              </a:moveTo>
                              <a:cubicBezTo>
                                <a:pt x="7722" y="19372"/>
                                <a:pt x="6993" y="19393"/>
                                <a:pt x="6023" y="18833"/>
                              </a:cubicBezTo>
                              <a:cubicBezTo>
                                <a:pt x="5981" y="18750"/>
                                <a:pt x="5882" y="18502"/>
                                <a:pt x="5783" y="18129"/>
                              </a:cubicBezTo>
                              <a:cubicBezTo>
                                <a:pt x="6040" y="17258"/>
                                <a:pt x="5965" y="16367"/>
                                <a:pt x="5832" y="15848"/>
                              </a:cubicBezTo>
                              <a:cubicBezTo>
                                <a:pt x="5741" y="15517"/>
                                <a:pt x="5633" y="15351"/>
                                <a:pt x="5542" y="15413"/>
                              </a:cubicBezTo>
                              <a:cubicBezTo>
                                <a:pt x="5501" y="15434"/>
                                <a:pt x="5426" y="15537"/>
                                <a:pt x="5410" y="15931"/>
                              </a:cubicBezTo>
                              <a:cubicBezTo>
                                <a:pt x="5368" y="17196"/>
                                <a:pt x="5625" y="18170"/>
                                <a:pt x="5807" y="18688"/>
                              </a:cubicBezTo>
                              <a:cubicBezTo>
                                <a:pt x="5294" y="18357"/>
                                <a:pt x="4738" y="17880"/>
                                <a:pt x="4183" y="17134"/>
                              </a:cubicBezTo>
                              <a:cubicBezTo>
                                <a:pt x="4150" y="16926"/>
                                <a:pt x="4017" y="16201"/>
                                <a:pt x="3901" y="15226"/>
                              </a:cubicBezTo>
                              <a:cubicBezTo>
                                <a:pt x="4059" y="14936"/>
                                <a:pt x="4175" y="14377"/>
                                <a:pt x="4216" y="13941"/>
                              </a:cubicBezTo>
                              <a:cubicBezTo>
                                <a:pt x="4249" y="13589"/>
                                <a:pt x="4241" y="13299"/>
                                <a:pt x="4191" y="13112"/>
                              </a:cubicBezTo>
                              <a:cubicBezTo>
                                <a:pt x="4141" y="12905"/>
                                <a:pt x="4042" y="12843"/>
                                <a:pt x="3943" y="12946"/>
                              </a:cubicBezTo>
                              <a:cubicBezTo>
                                <a:pt x="3768" y="13133"/>
                                <a:pt x="3636" y="13775"/>
                                <a:pt x="3727" y="14770"/>
                              </a:cubicBezTo>
                              <a:cubicBezTo>
                                <a:pt x="3818" y="15683"/>
                                <a:pt x="3934" y="16429"/>
                                <a:pt x="4009" y="16885"/>
                              </a:cubicBezTo>
                              <a:cubicBezTo>
                                <a:pt x="3462" y="16118"/>
                                <a:pt x="2940" y="15102"/>
                                <a:pt x="2484" y="13775"/>
                              </a:cubicBezTo>
                              <a:cubicBezTo>
                                <a:pt x="2484" y="13775"/>
                                <a:pt x="2484" y="13775"/>
                                <a:pt x="2484" y="13775"/>
                              </a:cubicBezTo>
                              <a:cubicBezTo>
                                <a:pt x="2484" y="13755"/>
                                <a:pt x="2409" y="12366"/>
                                <a:pt x="2351" y="11164"/>
                              </a:cubicBezTo>
                              <a:cubicBezTo>
                                <a:pt x="2500" y="11122"/>
                                <a:pt x="2708" y="10894"/>
                                <a:pt x="2708" y="10355"/>
                              </a:cubicBezTo>
                              <a:cubicBezTo>
                                <a:pt x="2708" y="10106"/>
                                <a:pt x="2649" y="9858"/>
                                <a:pt x="2558" y="9733"/>
                              </a:cubicBezTo>
                              <a:cubicBezTo>
                                <a:pt x="2484" y="9630"/>
                                <a:pt x="2393" y="9630"/>
                                <a:pt x="2326" y="9754"/>
                              </a:cubicBezTo>
                              <a:cubicBezTo>
                                <a:pt x="2260" y="9878"/>
                                <a:pt x="2185" y="10127"/>
                                <a:pt x="2210" y="10749"/>
                              </a:cubicBezTo>
                              <a:cubicBezTo>
                                <a:pt x="2243" y="11620"/>
                                <a:pt x="2301" y="12718"/>
                                <a:pt x="2335" y="13340"/>
                              </a:cubicBezTo>
                              <a:cubicBezTo>
                                <a:pt x="1920" y="12013"/>
                                <a:pt x="1580" y="10687"/>
                                <a:pt x="1315" y="9443"/>
                              </a:cubicBezTo>
                              <a:cubicBezTo>
                                <a:pt x="1323" y="9236"/>
                                <a:pt x="1348" y="8282"/>
                                <a:pt x="1439" y="7391"/>
                              </a:cubicBezTo>
                              <a:cubicBezTo>
                                <a:pt x="1439" y="7391"/>
                                <a:pt x="1439" y="7391"/>
                                <a:pt x="1439" y="7391"/>
                              </a:cubicBezTo>
                              <a:cubicBezTo>
                                <a:pt x="1738" y="7225"/>
                                <a:pt x="1787" y="6769"/>
                                <a:pt x="1796" y="6520"/>
                              </a:cubicBezTo>
                              <a:cubicBezTo>
                                <a:pt x="1804" y="6209"/>
                                <a:pt x="1738" y="5857"/>
                                <a:pt x="1655" y="5795"/>
                              </a:cubicBezTo>
                              <a:cubicBezTo>
                                <a:pt x="1622" y="5753"/>
                                <a:pt x="1580" y="5795"/>
                                <a:pt x="1555" y="5878"/>
                              </a:cubicBezTo>
                              <a:cubicBezTo>
                                <a:pt x="1323" y="6727"/>
                                <a:pt x="1232" y="8179"/>
                                <a:pt x="1199" y="8945"/>
                              </a:cubicBezTo>
                              <a:cubicBezTo>
                                <a:pt x="627" y="6147"/>
                                <a:pt x="395" y="3763"/>
                                <a:pt x="304" y="2457"/>
                              </a:cubicBezTo>
                              <a:cubicBezTo>
                                <a:pt x="428" y="2229"/>
                                <a:pt x="602" y="1794"/>
                                <a:pt x="627" y="1089"/>
                              </a:cubicBezTo>
                              <a:cubicBezTo>
                                <a:pt x="660" y="11"/>
                                <a:pt x="312" y="-362"/>
                                <a:pt x="130" y="405"/>
                              </a:cubicBezTo>
                              <a:cubicBezTo>
                                <a:pt x="-36" y="1110"/>
                                <a:pt x="163" y="2436"/>
                                <a:pt x="188" y="2623"/>
                              </a:cubicBezTo>
                              <a:cubicBezTo>
                                <a:pt x="238" y="3266"/>
                                <a:pt x="312" y="4116"/>
                                <a:pt x="445" y="5152"/>
                              </a:cubicBezTo>
                              <a:cubicBezTo>
                                <a:pt x="594" y="6313"/>
                                <a:pt x="826" y="7847"/>
                                <a:pt x="1191" y="9526"/>
                              </a:cubicBezTo>
                              <a:cubicBezTo>
                                <a:pt x="1191" y="9547"/>
                                <a:pt x="1199" y="9567"/>
                                <a:pt x="1199" y="9567"/>
                              </a:cubicBezTo>
                              <a:cubicBezTo>
                                <a:pt x="1207" y="9588"/>
                                <a:pt x="1216" y="9630"/>
                                <a:pt x="1216" y="9671"/>
                              </a:cubicBezTo>
                              <a:cubicBezTo>
                                <a:pt x="1116" y="9650"/>
                                <a:pt x="942" y="9609"/>
                                <a:pt x="743" y="9526"/>
                              </a:cubicBezTo>
                              <a:cubicBezTo>
                                <a:pt x="751" y="9028"/>
                                <a:pt x="660" y="8697"/>
                                <a:pt x="478" y="8593"/>
                              </a:cubicBezTo>
                              <a:cubicBezTo>
                                <a:pt x="287" y="8489"/>
                                <a:pt x="47" y="8676"/>
                                <a:pt x="5" y="8966"/>
                              </a:cubicBezTo>
                              <a:cubicBezTo>
                                <a:pt x="-3" y="9028"/>
                                <a:pt x="-19" y="9236"/>
                                <a:pt x="105" y="9360"/>
                              </a:cubicBezTo>
                              <a:cubicBezTo>
                                <a:pt x="602" y="9899"/>
                                <a:pt x="1141" y="9982"/>
                                <a:pt x="1282" y="9982"/>
                              </a:cubicBezTo>
                              <a:cubicBezTo>
                                <a:pt x="1539" y="11122"/>
                                <a:pt x="1846" y="12324"/>
                                <a:pt x="2235" y="13547"/>
                              </a:cubicBezTo>
                              <a:cubicBezTo>
                                <a:pt x="2310" y="13775"/>
                                <a:pt x="2384" y="14003"/>
                                <a:pt x="2467" y="14231"/>
                              </a:cubicBezTo>
                              <a:cubicBezTo>
                                <a:pt x="2359" y="14231"/>
                                <a:pt x="2202" y="14231"/>
                                <a:pt x="2020" y="14211"/>
                              </a:cubicBezTo>
                              <a:cubicBezTo>
                                <a:pt x="1978" y="13589"/>
                                <a:pt x="1796" y="13216"/>
                                <a:pt x="1539" y="13236"/>
                              </a:cubicBezTo>
                              <a:cubicBezTo>
                                <a:pt x="1340" y="13236"/>
                                <a:pt x="1100" y="13506"/>
                                <a:pt x="1083" y="13838"/>
                              </a:cubicBezTo>
                              <a:cubicBezTo>
                                <a:pt x="1075" y="13962"/>
                                <a:pt x="1100" y="14169"/>
                                <a:pt x="1265" y="14252"/>
                              </a:cubicBezTo>
                              <a:cubicBezTo>
                                <a:pt x="1688" y="14501"/>
                                <a:pt x="2136" y="14542"/>
                                <a:pt x="2384" y="14542"/>
                              </a:cubicBezTo>
                              <a:cubicBezTo>
                                <a:pt x="2475" y="14542"/>
                                <a:pt x="2542" y="14542"/>
                                <a:pt x="2575" y="14542"/>
                              </a:cubicBezTo>
                              <a:cubicBezTo>
                                <a:pt x="3031" y="15745"/>
                                <a:pt x="3553" y="16657"/>
                                <a:pt x="4083" y="17362"/>
                              </a:cubicBezTo>
                              <a:cubicBezTo>
                                <a:pt x="4083" y="17362"/>
                                <a:pt x="4083" y="17362"/>
                                <a:pt x="4083" y="17362"/>
                              </a:cubicBezTo>
                              <a:cubicBezTo>
                                <a:pt x="4009" y="17424"/>
                                <a:pt x="3901" y="17527"/>
                                <a:pt x="3768" y="17610"/>
                              </a:cubicBezTo>
                              <a:cubicBezTo>
                                <a:pt x="3478" y="16781"/>
                                <a:pt x="3022" y="16988"/>
                                <a:pt x="2799" y="17258"/>
                              </a:cubicBezTo>
                              <a:cubicBezTo>
                                <a:pt x="2633" y="17445"/>
                                <a:pt x="2550" y="17693"/>
                                <a:pt x="2567" y="17921"/>
                              </a:cubicBezTo>
                              <a:cubicBezTo>
                                <a:pt x="2583" y="18108"/>
                                <a:pt x="2674" y="18212"/>
                                <a:pt x="2832" y="18212"/>
                              </a:cubicBezTo>
                              <a:lnTo>
                                <a:pt x="2832" y="18212"/>
                              </a:lnTo>
                              <a:cubicBezTo>
                                <a:pt x="3197" y="18212"/>
                                <a:pt x="3512" y="18087"/>
                                <a:pt x="3752" y="17942"/>
                              </a:cubicBezTo>
                              <a:cubicBezTo>
                                <a:pt x="3768" y="17942"/>
                                <a:pt x="3777" y="17942"/>
                                <a:pt x="3793" y="17921"/>
                              </a:cubicBezTo>
                              <a:cubicBezTo>
                                <a:pt x="4025" y="17776"/>
                                <a:pt x="4183" y="17610"/>
                                <a:pt x="4241" y="17548"/>
                              </a:cubicBezTo>
                              <a:cubicBezTo>
                                <a:pt x="4796" y="18253"/>
                                <a:pt x="5352" y="18709"/>
                                <a:pt x="5857" y="19020"/>
                              </a:cubicBezTo>
                              <a:cubicBezTo>
                                <a:pt x="5841" y="19103"/>
                                <a:pt x="5791" y="19289"/>
                                <a:pt x="5683" y="19538"/>
                              </a:cubicBezTo>
                              <a:cubicBezTo>
                                <a:pt x="5260" y="19061"/>
                                <a:pt x="4299" y="20015"/>
                                <a:pt x="4050" y="20575"/>
                              </a:cubicBezTo>
                              <a:cubicBezTo>
                                <a:pt x="3984" y="20720"/>
                                <a:pt x="3959" y="20865"/>
                                <a:pt x="3984" y="21010"/>
                              </a:cubicBezTo>
                              <a:cubicBezTo>
                                <a:pt x="4009" y="21134"/>
                                <a:pt x="4075" y="21197"/>
                                <a:pt x="4191" y="21197"/>
                              </a:cubicBezTo>
                              <a:cubicBezTo>
                                <a:pt x="4257" y="21197"/>
                                <a:pt x="4340" y="21176"/>
                                <a:pt x="4440" y="21134"/>
                              </a:cubicBezTo>
                              <a:cubicBezTo>
                                <a:pt x="5675" y="20678"/>
                                <a:pt x="5965" y="19165"/>
                                <a:pt x="5973" y="19103"/>
                              </a:cubicBezTo>
                              <a:cubicBezTo>
                                <a:pt x="5973" y="19103"/>
                                <a:pt x="5973" y="19103"/>
                                <a:pt x="5973" y="19082"/>
                              </a:cubicBezTo>
                              <a:cubicBezTo>
                                <a:pt x="5973" y="19082"/>
                                <a:pt x="5973" y="19082"/>
                                <a:pt x="5973" y="19082"/>
                              </a:cubicBezTo>
                              <a:cubicBezTo>
                                <a:pt x="5982" y="19103"/>
                                <a:pt x="5998" y="19103"/>
                                <a:pt x="6006" y="19103"/>
                              </a:cubicBezTo>
                              <a:cubicBezTo>
                                <a:pt x="6006" y="19103"/>
                                <a:pt x="6015" y="19103"/>
                                <a:pt x="6015" y="19103"/>
                              </a:cubicBezTo>
                              <a:cubicBezTo>
                                <a:pt x="6910" y="19621"/>
                                <a:pt x="7606" y="19642"/>
                                <a:pt x="7730" y="19642"/>
                              </a:cubicBezTo>
                              <a:cubicBezTo>
                                <a:pt x="7739" y="19642"/>
                                <a:pt x="7747" y="19642"/>
                                <a:pt x="7747" y="19642"/>
                              </a:cubicBezTo>
                              <a:cubicBezTo>
                                <a:pt x="7780" y="19642"/>
                                <a:pt x="7805" y="19580"/>
                                <a:pt x="7805" y="19497"/>
                              </a:cubicBezTo>
                              <a:cubicBezTo>
                                <a:pt x="7797" y="19435"/>
                                <a:pt x="7772" y="19372"/>
                                <a:pt x="7739" y="19372"/>
                              </a:cubicBezTo>
                              <a:close/>
                              <a:moveTo>
                                <a:pt x="21514" y="8987"/>
                              </a:moveTo>
                              <a:cubicBezTo>
                                <a:pt x="21473" y="8697"/>
                                <a:pt x="21232" y="8510"/>
                                <a:pt x="21042" y="8614"/>
                              </a:cubicBezTo>
                              <a:cubicBezTo>
                                <a:pt x="20859" y="8717"/>
                                <a:pt x="20768" y="9049"/>
                                <a:pt x="20777" y="9547"/>
                              </a:cubicBezTo>
                              <a:cubicBezTo>
                                <a:pt x="20578" y="9650"/>
                                <a:pt x="20412" y="9692"/>
                                <a:pt x="20304" y="9692"/>
                              </a:cubicBezTo>
                              <a:cubicBezTo>
                                <a:pt x="20312" y="9650"/>
                                <a:pt x="20321" y="9630"/>
                                <a:pt x="20321" y="9588"/>
                              </a:cubicBezTo>
                              <a:cubicBezTo>
                                <a:pt x="20329" y="9567"/>
                                <a:pt x="20329" y="9567"/>
                                <a:pt x="20329" y="9547"/>
                              </a:cubicBezTo>
                              <a:cubicBezTo>
                                <a:pt x="20694" y="7847"/>
                                <a:pt x="20926" y="6334"/>
                                <a:pt x="21075" y="5173"/>
                              </a:cubicBezTo>
                              <a:cubicBezTo>
                                <a:pt x="21208" y="4136"/>
                                <a:pt x="21282" y="3266"/>
                                <a:pt x="21332" y="2644"/>
                              </a:cubicBezTo>
                              <a:cubicBezTo>
                                <a:pt x="21365" y="2457"/>
                                <a:pt x="21564" y="1131"/>
                                <a:pt x="21390" y="426"/>
                              </a:cubicBezTo>
                              <a:cubicBezTo>
                                <a:pt x="21208" y="-341"/>
                                <a:pt x="20859" y="32"/>
                                <a:pt x="20893" y="1110"/>
                              </a:cubicBezTo>
                              <a:cubicBezTo>
                                <a:pt x="20917" y="1815"/>
                                <a:pt x="21092" y="2271"/>
                                <a:pt x="21216" y="2478"/>
                              </a:cubicBezTo>
                              <a:cubicBezTo>
                                <a:pt x="21125" y="3784"/>
                                <a:pt x="20884" y="6168"/>
                                <a:pt x="20321" y="8966"/>
                              </a:cubicBezTo>
                              <a:cubicBezTo>
                                <a:pt x="20288" y="8178"/>
                                <a:pt x="20196" y="6748"/>
                                <a:pt x="19964" y="5898"/>
                              </a:cubicBezTo>
                              <a:cubicBezTo>
                                <a:pt x="19939" y="5815"/>
                                <a:pt x="19906" y="5795"/>
                                <a:pt x="19865" y="5815"/>
                              </a:cubicBezTo>
                              <a:cubicBezTo>
                                <a:pt x="19790" y="5878"/>
                                <a:pt x="19724" y="6230"/>
                                <a:pt x="19724" y="6541"/>
                              </a:cubicBezTo>
                              <a:cubicBezTo>
                                <a:pt x="19732" y="6790"/>
                                <a:pt x="19782" y="7246"/>
                                <a:pt x="20080" y="7412"/>
                              </a:cubicBezTo>
                              <a:cubicBezTo>
                                <a:pt x="20080" y="7412"/>
                                <a:pt x="20080" y="7412"/>
                                <a:pt x="20080" y="7412"/>
                              </a:cubicBezTo>
                              <a:cubicBezTo>
                                <a:pt x="20172" y="8324"/>
                                <a:pt x="20205" y="9256"/>
                                <a:pt x="20205" y="9464"/>
                              </a:cubicBezTo>
                              <a:cubicBezTo>
                                <a:pt x="19939" y="10707"/>
                                <a:pt x="19600" y="12034"/>
                                <a:pt x="19185" y="13361"/>
                              </a:cubicBezTo>
                              <a:cubicBezTo>
                                <a:pt x="19218" y="12739"/>
                                <a:pt x="19276" y="11640"/>
                                <a:pt x="19310" y="10770"/>
                              </a:cubicBezTo>
                              <a:cubicBezTo>
                                <a:pt x="19334" y="10169"/>
                                <a:pt x="19260" y="9899"/>
                                <a:pt x="19193" y="9775"/>
                              </a:cubicBezTo>
                              <a:cubicBezTo>
                                <a:pt x="19127" y="9650"/>
                                <a:pt x="19036" y="9650"/>
                                <a:pt x="18961" y="9754"/>
                              </a:cubicBezTo>
                              <a:cubicBezTo>
                                <a:pt x="18870" y="9878"/>
                                <a:pt x="18812" y="10106"/>
                                <a:pt x="18812" y="10376"/>
                              </a:cubicBezTo>
                              <a:cubicBezTo>
                                <a:pt x="18812" y="10915"/>
                                <a:pt x="19028" y="11122"/>
                                <a:pt x="19169" y="11184"/>
                              </a:cubicBezTo>
                              <a:cubicBezTo>
                                <a:pt x="19111" y="12387"/>
                                <a:pt x="19036" y="13775"/>
                                <a:pt x="19036" y="13796"/>
                              </a:cubicBezTo>
                              <a:cubicBezTo>
                                <a:pt x="19036" y="13796"/>
                                <a:pt x="19036" y="13796"/>
                                <a:pt x="19036" y="13796"/>
                              </a:cubicBezTo>
                              <a:cubicBezTo>
                                <a:pt x="18580" y="15123"/>
                                <a:pt x="18058" y="16139"/>
                                <a:pt x="17511" y="16906"/>
                              </a:cubicBezTo>
                              <a:cubicBezTo>
                                <a:pt x="17585" y="16470"/>
                                <a:pt x="17702" y="15703"/>
                                <a:pt x="17793" y="14791"/>
                              </a:cubicBezTo>
                              <a:cubicBezTo>
                                <a:pt x="17892" y="13796"/>
                                <a:pt x="17751" y="13154"/>
                                <a:pt x="17577" y="12967"/>
                              </a:cubicBezTo>
                              <a:cubicBezTo>
                                <a:pt x="17478" y="12863"/>
                                <a:pt x="17378" y="12926"/>
                                <a:pt x="17329" y="13133"/>
                              </a:cubicBezTo>
                              <a:cubicBezTo>
                                <a:pt x="17279" y="13319"/>
                                <a:pt x="17271" y="13610"/>
                                <a:pt x="17304" y="13962"/>
                              </a:cubicBezTo>
                              <a:cubicBezTo>
                                <a:pt x="17345" y="14397"/>
                                <a:pt x="17453" y="14957"/>
                                <a:pt x="17619" y="15247"/>
                              </a:cubicBezTo>
                              <a:cubicBezTo>
                                <a:pt x="17503" y="16221"/>
                                <a:pt x="17378" y="16968"/>
                                <a:pt x="17337" y="17154"/>
                              </a:cubicBezTo>
                              <a:cubicBezTo>
                                <a:pt x="16782" y="17880"/>
                                <a:pt x="16218" y="18377"/>
                                <a:pt x="15712" y="18709"/>
                              </a:cubicBezTo>
                              <a:cubicBezTo>
                                <a:pt x="15895" y="18191"/>
                                <a:pt x="16152" y="17196"/>
                                <a:pt x="16110" y="15952"/>
                              </a:cubicBezTo>
                              <a:cubicBezTo>
                                <a:pt x="16094" y="15579"/>
                                <a:pt x="16019" y="15475"/>
                                <a:pt x="15978" y="15434"/>
                              </a:cubicBezTo>
                              <a:cubicBezTo>
                                <a:pt x="15886" y="15372"/>
                                <a:pt x="15770" y="15537"/>
                                <a:pt x="15687" y="15869"/>
                              </a:cubicBezTo>
                              <a:cubicBezTo>
                                <a:pt x="15547" y="16387"/>
                                <a:pt x="15480" y="17279"/>
                                <a:pt x="15737" y="18149"/>
                              </a:cubicBezTo>
                              <a:cubicBezTo>
                                <a:pt x="15629" y="18522"/>
                                <a:pt x="15530" y="18771"/>
                                <a:pt x="15497" y="18854"/>
                              </a:cubicBezTo>
                              <a:cubicBezTo>
                                <a:pt x="14527" y="19414"/>
                                <a:pt x="13798" y="19393"/>
                                <a:pt x="13781" y="19393"/>
                              </a:cubicBezTo>
                              <a:cubicBezTo>
                                <a:pt x="13748" y="19393"/>
                                <a:pt x="13723" y="19455"/>
                                <a:pt x="13723" y="19538"/>
                              </a:cubicBezTo>
                              <a:cubicBezTo>
                                <a:pt x="13723" y="19621"/>
                                <a:pt x="13748" y="19683"/>
                                <a:pt x="13781" y="19683"/>
                              </a:cubicBezTo>
                              <a:cubicBezTo>
                                <a:pt x="13781" y="19683"/>
                                <a:pt x="13789" y="19683"/>
                                <a:pt x="13798" y="19683"/>
                              </a:cubicBezTo>
                              <a:cubicBezTo>
                                <a:pt x="13922" y="19683"/>
                                <a:pt x="14610" y="19663"/>
                                <a:pt x="15513" y="19144"/>
                              </a:cubicBezTo>
                              <a:cubicBezTo>
                                <a:pt x="15513" y="19144"/>
                                <a:pt x="15522" y="19144"/>
                                <a:pt x="15522" y="19144"/>
                              </a:cubicBezTo>
                              <a:cubicBezTo>
                                <a:pt x="15530" y="19144"/>
                                <a:pt x="15547" y="19144"/>
                                <a:pt x="15555" y="19124"/>
                              </a:cubicBezTo>
                              <a:cubicBezTo>
                                <a:pt x="15555" y="19124"/>
                                <a:pt x="15555" y="19124"/>
                                <a:pt x="15555" y="19124"/>
                              </a:cubicBezTo>
                              <a:cubicBezTo>
                                <a:pt x="15555" y="19124"/>
                                <a:pt x="15555" y="19124"/>
                                <a:pt x="15555" y="19144"/>
                              </a:cubicBezTo>
                              <a:cubicBezTo>
                                <a:pt x="15563" y="19207"/>
                                <a:pt x="15853" y="20720"/>
                                <a:pt x="17088" y="21176"/>
                              </a:cubicBezTo>
                              <a:cubicBezTo>
                                <a:pt x="17188" y="21217"/>
                                <a:pt x="17271" y="21238"/>
                                <a:pt x="17337" y="21238"/>
                              </a:cubicBezTo>
                              <a:cubicBezTo>
                                <a:pt x="17453" y="21238"/>
                                <a:pt x="17519" y="21176"/>
                                <a:pt x="17544" y="21051"/>
                              </a:cubicBezTo>
                              <a:cubicBezTo>
                                <a:pt x="17569" y="20927"/>
                                <a:pt x="17544" y="20782"/>
                                <a:pt x="17478" y="20616"/>
                              </a:cubicBezTo>
                              <a:cubicBezTo>
                                <a:pt x="17229" y="20036"/>
                                <a:pt x="16259" y="19103"/>
                                <a:pt x="15845" y="19580"/>
                              </a:cubicBezTo>
                              <a:cubicBezTo>
                                <a:pt x="15737" y="19331"/>
                                <a:pt x="15687" y="19144"/>
                                <a:pt x="15671" y="19061"/>
                              </a:cubicBezTo>
                              <a:cubicBezTo>
                                <a:pt x="16176" y="18750"/>
                                <a:pt x="16732" y="18274"/>
                                <a:pt x="17287" y="17590"/>
                              </a:cubicBezTo>
                              <a:cubicBezTo>
                                <a:pt x="17345" y="17652"/>
                                <a:pt x="17494" y="17818"/>
                                <a:pt x="17735" y="17963"/>
                              </a:cubicBezTo>
                              <a:cubicBezTo>
                                <a:pt x="17743" y="17983"/>
                                <a:pt x="17760" y="17983"/>
                                <a:pt x="17776" y="17983"/>
                              </a:cubicBezTo>
                              <a:cubicBezTo>
                                <a:pt x="18017" y="18129"/>
                                <a:pt x="18323" y="18253"/>
                                <a:pt x="18696" y="18253"/>
                              </a:cubicBezTo>
                              <a:lnTo>
                                <a:pt x="18696" y="18253"/>
                              </a:lnTo>
                              <a:cubicBezTo>
                                <a:pt x="18854" y="18253"/>
                                <a:pt x="18937" y="18149"/>
                                <a:pt x="18961" y="17963"/>
                              </a:cubicBezTo>
                              <a:cubicBezTo>
                                <a:pt x="18978" y="17735"/>
                                <a:pt x="18895" y="17486"/>
                                <a:pt x="18729" y="17299"/>
                              </a:cubicBezTo>
                              <a:cubicBezTo>
                                <a:pt x="18506" y="17030"/>
                                <a:pt x="18050" y="16823"/>
                                <a:pt x="17760" y="17652"/>
                              </a:cubicBezTo>
                              <a:cubicBezTo>
                                <a:pt x="17627" y="17569"/>
                                <a:pt x="17519" y="17465"/>
                                <a:pt x="17445" y="17403"/>
                              </a:cubicBezTo>
                              <a:cubicBezTo>
                                <a:pt x="17445" y="17403"/>
                                <a:pt x="17445" y="17403"/>
                                <a:pt x="17445" y="17403"/>
                              </a:cubicBezTo>
                              <a:cubicBezTo>
                                <a:pt x="17975" y="16698"/>
                                <a:pt x="18489" y="15786"/>
                                <a:pt x="18953" y="14584"/>
                              </a:cubicBezTo>
                              <a:cubicBezTo>
                                <a:pt x="18986" y="14584"/>
                                <a:pt x="19053" y="14584"/>
                                <a:pt x="19144" y="14584"/>
                              </a:cubicBezTo>
                              <a:cubicBezTo>
                                <a:pt x="19401" y="14584"/>
                                <a:pt x="19840" y="14542"/>
                                <a:pt x="20263" y="14294"/>
                              </a:cubicBezTo>
                              <a:cubicBezTo>
                                <a:pt x="20428" y="14190"/>
                                <a:pt x="20445" y="13983"/>
                                <a:pt x="20445" y="13879"/>
                              </a:cubicBezTo>
                              <a:cubicBezTo>
                                <a:pt x="20428" y="13547"/>
                                <a:pt x="20196" y="13278"/>
                                <a:pt x="19989" y="13278"/>
                              </a:cubicBezTo>
                              <a:cubicBezTo>
                                <a:pt x="19732" y="13257"/>
                                <a:pt x="19550" y="13630"/>
                                <a:pt x="19508" y="14252"/>
                              </a:cubicBezTo>
                              <a:cubicBezTo>
                                <a:pt x="19318" y="14273"/>
                                <a:pt x="19160" y="14273"/>
                                <a:pt x="19061" y="14273"/>
                              </a:cubicBezTo>
                              <a:cubicBezTo>
                                <a:pt x="19144" y="14045"/>
                                <a:pt x="19218" y="13817"/>
                                <a:pt x="19293" y="13589"/>
                              </a:cubicBezTo>
                              <a:cubicBezTo>
                                <a:pt x="19674" y="12366"/>
                                <a:pt x="19989" y="11164"/>
                                <a:pt x="20246" y="10023"/>
                              </a:cubicBezTo>
                              <a:cubicBezTo>
                                <a:pt x="20387" y="10023"/>
                                <a:pt x="20926" y="9940"/>
                                <a:pt x="21423" y="9402"/>
                              </a:cubicBezTo>
                              <a:cubicBezTo>
                                <a:pt x="21539" y="9256"/>
                                <a:pt x="21523" y="9049"/>
                                <a:pt x="21514" y="89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6" name="Shape"/>
                      <wps:cNvSpPr/>
                      <wps:spPr>
                        <a:xfrm>
                          <a:off x="9029700" y="2184400"/>
                          <a:ext cx="176545" cy="17979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708" h="20252" extrusionOk="0">
                              <a:moveTo>
                                <a:pt x="19140" y="1145"/>
                              </a:moveTo>
                              <a:cubicBezTo>
                                <a:pt x="19140" y="1145"/>
                                <a:pt x="18992" y="1002"/>
                                <a:pt x="18992" y="1002"/>
                              </a:cubicBezTo>
                              <a:cubicBezTo>
                                <a:pt x="17651" y="-143"/>
                                <a:pt x="15267" y="-715"/>
                                <a:pt x="13182" y="1574"/>
                              </a:cubicBezTo>
                              <a:cubicBezTo>
                                <a:pt x="10649" y="4149"/>
                                <a:pt x="6627" y="8726"/>
                                <a:pt x="3797" y="12016"/>
                              </a:cubicBezTo>
                              <a:cubicBezTo>
                                <a:pt x="2158" y="13733"/>
                                <a:pt x="967" y="15163"/>
                                <a:pt x="520" y="15735"/>
                              </a:cubicBezTo>
                              <a:cubicBezTo>
                                <a:pt x="-374" y="16737"/>
                                <a:pt x="-76" y="18453"/>
                                <a:pt x="1116" y="19455"/>
                              </a:cubicBezTo>
                              <a:cubicBezTo>
                                <a:pt x="2456" y="20599"/>
                                <a:pt x="5138" y="20885"/>
                                <a:pt x="8117" y="17738"/>
                              </a:cubicBezTo>
                              <a:cubicBezTo>
                                <a:pt x="10649" y="15163"/>
                                <a:pt x="16310" y="8869"/>
                                <a:pt x="16012" y="6580"/>
                              </a:cubicBezTo>
                              <a:cubicBezTo>
                                <a:pt x="16012" y="6151"/>
                                <a:pt x="15714" y="5865"/>
                                <a:pt x="15565" y="5722"/>
                              </a:cubicBezTo>
                              <a:cubicBezTo>
                                <a:pt x="13927" y="4578"/>
                                <a:pt x="11692" y="6580"/>
                                <a:pt x="6329" y="12874"/>
                              </a:cubicBezTo>
                              <a:lnTo>
                                <a:pt x="7223" y="13590"/>
                              </a:lnTo>
                              <a:cubicBezTo>
                                <a:pt x="10798" y="9441"/>
                                <a:pt x="13927" y="5865"/>
                                <a:pt x="15118" y="6580"/>
                              </a:cubicBezTo>
                              <a:cubicBezTo>
                                <a:pt x="15416" y="7010"/>
                                <a:pt x="13927" y="10157"/>
                                <a:pt x="7521" y="17023"/>
                              </a:cubicBezTo>
                              <a:cubicBezTo>
                                <a:pt x="5436" y="19168"/>
                                <a:pt x="3350" y="19884"/>
                                <a:pt x="2009" y="18739"/>
                              </a:cubicBezTo>
                              <a:cubicBezTo>
                                <a:pt x="1116" y="18024"/>
                                <a:pt x="1116" y="17023"/>
                                <a:pt x="1414" y="16451"/>
                              </a:cubicBezTo>
                              <a:cubicBezTo>
                                <a:pt x="1860" y="15878"/>
                                <a:pt x="3201" y="14448"/>
                                <a:pt x="4691" y="12731"/>
                              </a:cubicBezTo>
                              <a:cubicBezTo>
                                <a:pt x="7670" y="9441"/>
                                <a:pt x="11692" y="5007"/>
                                <a:pt x="14076" y="2432"/>
                              </a:cubicBezTo>
                              <a:cubicBezTo>
                                <a:pt x="16012" y="286"/>
                                <a:pt x="17800" y="1574"/>
                                <a:pt x="18396" y="2003"/>
                              </a:cubicBezTo>
                              <a:cubicBezTo>
                                <a:pt x="19587" y="3004"/>
                                <a:pt x="20183" y="4864"/>
                                <a:pt x="19289" y="5865"/>
                              </a:cubicBezTo>
                              <a:cubicBezTo>
                                <a:pt x="18247" y="7009"/>
                                <a:pt x="16310" y="9441"/>
                                <a:pt x="14522" y="11730"/>
                              </a:cubicBezTo>
                              <a:cubicBezTo>
                                <a:pt x="12586" y="14019"/>
                                <a:pt x="10649" y="16451"/>
                                <a:pt x="9607" y="17595"/>
                              </a:cubicBezTo>
                              <a:lnTo>
                                <a:pt x="10500" y="18310"/>
                              </a:lnTo>
                              <a:cubicBezTo>
                                <a:pt x="11543" y="17166"/>
                                <a:pt x="13480" y="14734"/>
                                <a:pt x="15416" y="12302"/>
                              </a:cubicBezTo>
                              <a:cubicBezTo>
                                <a:pt x="17204" y="10013"/>
                                <a:pt x="19140" y="7725"/>
                                <a:pt x="20183" y="6437"/>
                              </a:cubicBezTo>
                              <a:cubicBezTo>
                                <a:pt x="21226" y="4864"/>
                                <a:pt x="20630" y="2575"/>
                                <a:pt x="19140" y="114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7" name="Shape"/>
                      <wps:cNvSpPr/>
                      <wps:spPr>
                        <a:xfrm>
                          <a:off x="5854700" y="787399"/>
                          <a:ext cx="3065515" cy="1703458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36" h="21525" extrusionOk="0">
                              <a:moveTo>
                                <a:pt x="3421" y="8121"/>
                              </a:moveTo>
                              <a:cubicBezTo>
                                <a:pt x="3331" y="8153"/>
                                <a:pt x="3367" y="8378"/>
                                <a:pt x="3447" y="8362"/>
                              </a:cubicBezTo>
                              <a:cubicBezTo>
                                <a:pt x="3528" y="8346"/>
                                <a:pt x="3510" y="8089"/>
                                <a:pt x="3421" y="8121"/>
                              </a:cubicBezTo>
                              <a:close/>
                              <a:moveTo>
                                <a:pt x="2787" y="8442"/>
                              </a:moveTo>
                              <a:cubicBezTo>
                                <a:pt x="2698" y="8474"/>
                                <a:pt x="2734" y="8699"/>
                                <a:pt x="2814" y="8683"/>
                              </a:cubicBezTo>
                              <a:cubicBezTo>
                                <a:pt x="2894" y="8667"/>
                                <a:pt x="2876" y="8410"/>
                                <a:pt x="2787" y="8442"/>
                              </a:cubicBezTo>
                              <a:close/>
                              <a:moveTo>
                                <a:pt x="2662" y="6805"/>
                              </a:moveTo>
                              <a:cubicBezTo>
                                <a:pt x="2502" y="6853"/>
                                <a:pt x="2564" y="7271"/>
                                <a:pt x="2716" y="7238"/>
                              </a:cubicBezTo>
                              <a:cubicBezTo>
                                <a:pt x="2850" y="7222"/>
                                <a:pt x="2823" y="6757"/>
                                <a:pt x="2662" y="6805"/>
                              </a:cubicBezTo>
                              <a:close/>
                              <a:moveTo>
                                <a:pt x="4215" y="5120"/>
                              </a:moveTo>
                              <a:cubicBezTo>
                                <a:pt x="4126" y="5152"/>
                                <a:pt x="4161" y="5377"/>
                                <a:pt x="4242" y="5361"/>
                              </a:cubicBezTo>
                              <a:cubicBezTo>
                                <a:pt x="4322" y="5345"/>
                                <a:pt x="4313" y="5088"/>
                                <a:pt x="4215" y="5120"/>
                              </a:cubicBezTo>
                              <a:close/>
                              <a:moveTo>
                                <a:pt x="4598" y="11026"/>
                              </a:moveTo>
                              <a:cubicBezTo>
                                <a:pt x="4438" y="11074"/>
                                <a:pt x="4500" y="11491"/>
                                <a:pt x="4652" y="11459"/>
                              </a:cubicBezTo>
                              <a:cubicBezTo>
                                <a:pt x="4786" y="11443"/>
                                <a:pt x="4759" y="10978"/>
                                <a:pt x="4598" y="11026"/>
                              </a:cubicBezTo>
                              <a:close/>
                              <a:moveTo>
                                <a:pt x="4527" y="3885"/>
                              </a:moveTo>
                              <a:cubicBezTo>
                                <a:pt x="4286" y="3852"/>
                                <a:pt x="4295" y="4494"/>
                                <a:pt x="4447" y="4575"/>
                              </a:cubicBezTo>
                              <a:cubicBezTo>
                                <a:pt x="4670" y="4687"/>
                                <a:pt x="4759" y="3917"/>
                                <a:pt x="4527" y="3885"/>
                              </a:cubicBezTo>
                              <a:close/>
                              <a:moveTo>
                                <a:pt x="5616" y="8843"/>
                              </a:moveTo>
                              <a:cubicBezTo>
                                <a:pt x="5526" y="8875"/>
                                <a:pt x="5562" y="9100"/>
                                <a:pt x="5642" y="9084"/>
                              </a:cubicBezTo>
                              <a:cubicBezTo>
                                <a:pt x="5723" y="9068"/>
                                <a:pt x="5705" y="8811"/>
                                <a:pt x="5616" y="8843"/>
                              </a:cubicBezTo>
                              <a:close/>
                              <a:moveTo>
                                <a:pt x="5348" y="10608"/>
                              </a:moveTo>
                              <a:cubicBezTo>
                                <a:pt x="5259" y="10641"/>
                                <a:pt x="5294" y="10865"/>
                                <a:pt x="5375" y="10849"/>
                              </a:cubicBezTo>
                              <a:cubicBezTo>
                                <a:pt x="5455" y="10833"/>
                                <a:pt x="5437" y="10576"/>
                                <a:pt x="5348" y="10608"/>
                              </a:cubicBezTo>
                              <a:close/>
                              <a:moveTo>
                                <a:pt x="405" y="15150"/>
                              </a:moveTo>
                              <a:cubicBezTo>
                                <a:pt x="476" y="15134"/>
                                <a:pt x="468" y="14877"/>
                                <a:pt x="378" y="14909"/>
                              </a:cubicBezTo>
                              <a:cubicBezTo>
                                <a:pt x="289" y="14941"/>
                                <a:pt x="325" y="15166"/>
                                <a:pt x="405" y="15150"/>
                              </a:cubicBezTo>
                              <a:close/>
                              <a:moveTo>
                                <a:pt x="20801" y="4238"/>
                              </a:moveTo>
                              <a:cubicBezTo>
                                <a:pt x="20872" y="4222"/>
                                <a:pt x="20863" y="3965"/>
                                <a:pt x="20774" y="3997"/>
                              </a:cubicBezTo>
                              <a:cubicBezTo>
                                <a:pt x="20685" y="4029"/>
                                <a:pt x="20711" y="4254"/>
                                <a:pt x="20801" y="4238"/>
                              </a:cubicBezTo>
                              <a:close/>
                              <a:moveTo>
                                <a:pt x="5830" y="10111"/>
                              </a:moveTo>
                              <a:cubicBezTo>
                                <a:pt x="5937" y="10320"/>
                                <a:pt x="6124" y="10047"/>
                                <a:pt x="6017" y="9838"/>
                              </a:cubicBezTo>
                              <a:cubicBezTo>
                                <a:pt x="5955" y="9710"/>
                                <a:pt x="5731" y="9934"/>
                                <a:pt x="5830" y="10111"/>
                              </a:cubicBezTo>
                              <a:close/>
                              <a:moveTo>
                                <a:pt x="601" y="16658"/>
                              </a:moveTo>
                              <a:cubicBezTo>
                                <a:pt x="673" y="16642"/>
                                <a:pt x="664" y="16386"/>
                                <a:pt x="575" y="16418"/>
                              </a:cubicBezTo>
                              <a:cubicBezTo>
                                <a:pt x="476" y="16450"/>
                                <a:pt x="512" y="16674"/>
                                <a:pt x="601" y="16658"/>
                              </a:cubicBezTo>
                              <a:close/>
                              <a:moveTo>
                                <a:pt x="21488" y="7912"/>
                              </a:moveTo>
                              <a:cubicBezTo>
                                <a:pt x="21559" y="7896"/>
                                <a:pt x="21550" y="7640"/>
                                <a:pt x="21461" y="7672"/>
                              </a:cubicBezTo>
                              <a:cubicBezTo>
                                <a:pt x="21372" y="7704"/>
                                <a:pt x="21398" y="7929"/>
                                <a:pt x="21488" y="7912"/>
                              </a:cubicBezTo>
                              <a:close/>
                              <a:moveTo>
                                <a:pt x="66" y="19723"/>
                              </a:moveTo>
                              <a:cubicBezTo>
                                <a:pt x="-41" y="19932"/>
                                <a:pt x="-32" y="20269"/>
                                <a:pt x="191" y="20430"/>
                              </a:cubicBezTo>
                              <a:cubicBezTo>
                                <a:pt x="405" y="20574"/>
                                <a:pt x="450" y="20895"/>
                                <a:pt x="566" y="21521"/>
                              </a:cubicBezTo>
                              <a:cubicBezTo>
                                <a:pt x="575" y="21585"/>
                                <a:pt x="717" y="20895"/>
                                <a:pt x="575" y="20205"/>
                              </a:cubicBezTo>
                              <a:cubicBezTo>
                                <a:pt x="432" y="19499"/>
                                <a:pt x="182" y="19515"/>
                                <a:pt x="66" y="19723"/>
                              </a:cubicBezTo>
                              <a:close/>
                              <a:moveTo>
                                <a:pt x="343" y="7912"/>
                              </a:moveTo>
                              <a:cubicBezTo>
                                <a:pt x="414" y="7896"/>
                                <a:pt x="405" y="7640"/>
                                <a:pt x="316" y="7672"/>
                              </a:cubicBezTo>
                              <a:cubicBezTo>
                                <a:pt x="227" y="7704"/>
                                <a:pt x="253" y="7929"/>
                                <a:pt x="343" y="7912"/>
                              </a:cubicBezTo>
                              <a:close/>
                              <a:moveTo>
                                <a:pt x="994" y="14476"/>
                              </a:moveTo>
                              <a:cubicBezTo>
                                <a:pt x="905" y="14508"/>
                                <a:pt x="940" y="14733"/>
                                <a:pt x="1021" y="14717"/>
                              </a:cubicBezTo>
                              <a:cubicBezTo>
                                <a:pt x="1101" y="14701"/>
                                <a:pt x="1083" y="14444"/>
                                <a:pt x="994" y="14476"/>
                              </a:cubicBezTo>
                              <a:close/>
                              <a:moveTo>
                                <a:pt x="218" y="14588"/>
                              </a:moveTo>
                              <a:cubicBezTo>
                                <a:pt x="352" y="14572"/>
                                <a:pt x="325" y="14107"/>
                                <a:pt x="164" y="14155"/>
                              </a:cubicBezTo>
                              <a:cubicBezTo>
                                <a:pt x="4" y="14219"/>
                                <a:pt x="66" y="14620"/>
                                <a:pt x="218" y="14588"/>
                              </a:cubicBezTo>
                              <a:close/>
                              <a:moveTo>
                                <a:pt x="19123" y="9373"/>
                              </a:moveTo>
                              <a:cubicBezTo>
                                <a:pt x="19034" y="9405"/>
                                <a:pt x="19070" y="9630"/>
                                <a:pt x="19150" y="9614"/>
                              </a:cubicBezTo>
                              <a:cubicBezTo>
                                <a:pt x="19230" y="9597"/>
                                <a:pt x="19221" y="9341"/>
                                <a:pt x="19123" y="9373"/>
                              </a:cubicBezTo>
                              <a:close/>
                              <a:moveTo>
                                <a:pt x="20765" y="16049"/>
                              </a:moveTo>
                              <a:cubicBezTo>
                                <a:pt x="20899" y="16033"/>
                                <a:pt x="20872" y="15567"/>
                                <a:pt x="20711" y="15615"/>
                              </a:cubicBezTo>
                              <a:cubicBezTo>
                                <a:pt x="20542" y="15663"/>
                                <a:pt x="20604" y="16065"/>
                                <a:pt x="20765" y="16049"/>
                              </a:cubicBezTo>
                              <a:close/>
                              <a:moveTo>
                                <a:pt x="20479" y="9806"/>
                              </a:moveTo>
                              <a:cubicBezTo>
                                <a:pt x="20390" y="9838"/>
                                <a:pt x="20426" y="10063"/>
                                <a:pt x="20506" y="10047"/>
                              </a:cubicBezTo>
                              <a:cubicBezTo>
                                <a:pt x="20587" y="10031"/>
                                <a:pt x="20569" y="9774"/>
                                <a:pt x="20479" y="9806"/>
                              </a:cubicBezTo>
                              <a:close/>
                              <a:moveTo>
                                <a:pt x="20096" y="10368"/>
                              </a:moveTo>
                              <a:cubicBezTo>
                                <a:pt x="19935" y="10416"/>
                                <a:pt x="19998" y="10833"/>
                                <a:pt x="20149" y="10801"/>
                              </a:cubicBezTo>
                              <a:cubicBezTo>
                                <a:pt x="20283" y="10785"/>
                                <a:pt x="20256" y="10320"/>
                                <a:pt x="20096" y="10368"/>
                              </a:cubicBezTo>
                              <a:close/>
                              <a:moveTo>
                                <a:pt x="19346" y="7062"/>
                              </a:moveTo>
                              <a:cubicBezTo>
                                <a:pt x="19257" y="7094"/>
                                <a:pt x="19293" y="7319"/>
                                <a:pt x="19373" y="7303"/>
                              </a:cubicBezTo>
                              <a:cubicBezTo>
                                <a:pt x="19453" y="7287"/>
                                <a:pt x="19436" y="7030"/>
                                <a:pt x="19346" y="7062"/>
                              </a:cubicBezTo>
                              <a:close/>
                              <a:moveTo>
                                <a:pt x="20702" y="17557"/>
                              </a:moveTo>
                              <a:cubicBezTo>
                                <a:pt x="20810" y="17766"/>
                                <a:pt x="20997" y="17493"/>
                                <a:pt x="20890" y="17284"/>
                              </a:cubicBezTo>
                              <a:cubicBezTo>
                                <a:pt x="20836" y="17156"/>
                                <a:pt x="20613" y="17381"/>
                                <a:pt x="20702" y="17557"/>
                              </a:cubicBezTo>
                              <a:close/>
                              <a:moveTo>
                                <a:pt x="21461" y="17493"/>
                              </a:moveTo>
                              <a:cubicBezTo>
                                <a:pt x="21372" y="17525"/>
                                <a:pt x="21407" y="17750"/>
                                <a:pt x="21488" y="17734"/>
                              </a:cubicBezTo>
                              <a:cubicBezTo>
                                <a:pt x="21559" y="17718"/>
                                <a:pt x="21550" y="17461"/>
                                <a:pt x="21461" y="17493"/>
                              </a:cubicBezTo>
                              <a:close/>
                              <a:moveTo>
                                <a:pt x="21220" y="18745"/>
                              </a:moveTo>
                              <a:cubicBezTo>
                                <a:pt x="20979" y="18712"/>
                                <a:pt x="20988" y="19354"/>
                                <a:pt x="21140" y="19435"/>
                              </a:cubicBezTo>
                              <a:cubicBezTo>
                                <a:pt x="21372" y="19563"/>
                                <a:pt x="21461" y="18777"/>
                                <a:pt x="21220" y="18745"/>
                              </a:cubicBezTo>
                              <a:close/>
                              <a:moveTo>
                                <a:pt x="21345" y="14540"/>
                              </a:moveTo>
                              <a:cubicBezTo>
                                <a:pt x="21256" y="14572"/>
                                <a:pt x="21291" y="14797"/>
                                <a:pt x="21372" y="14781"/>
                              </a:cubicBezTo>
                              <a:cubicBezTo>
                                <a:pt x="21452" y="14765"/>
                                <a:pt x="21434" y="14508"/>
                                <a:pt x="21345" y="14540"/>
                              </a:cubicBezTo>
                              <a:close/>
                              <a:moveTo>
                                <a:pt x="6044" y="418"/>
                              </a:moveTo>
                              <a:cubicBezTo>
                                <a:pt x="5955" y="450"/>
                                <a:pt x="5990" y="675"/>
                                <a:pt x="6071" y="659"/>
                              </a:cubicBezTo>
                              <a:cubicBezTo>
                                <a:pt x="6151" y="643"/>
                                <a:pt x="6133" y="386"/>
                                <a:pt x="6044" y="418"/>
                              </a:cubicBezTo>
                              <a:close/>
                              <a:moveTo>
                                <a:pt x="14395" y="2938"/>
                              </a:moveTo>
                              <a:cubicBezTo>
                                <a:pt x="14305" y="2970"/>
                                <a:pt x="14341" y="3195"/>
                                <a:pt x="14421" y="3178"/>
                              </a:cubicBezTo>
                              <a:cubicBezTo>
                                <a:pt x="14502" y="3162"/>
                                <a:pt x="14493" y="2906"/>
                                <a:pt x="14395" y="2938"/>
                              </a:cubicBezTo>
                              <a:close/>
                              <a:moveTo>
                                <a:pt x="6793" y="8956"/>
                              </a:moveTo>
                              <a:cubicBezTo>
                                <a:pt x="6552" y="8923"/>
                                <a:pt x="6561" y="9565"/>
                                <a:pt x="6713" y="9646"/>
                              </a:cubicBezTo>
                              <a:cubicBezTo>
                                <a:pt x="6945" y="9758"/>
                                <a:pt x="7034" y="8988"/>
                                <a:pt x="6793" y="8956"/>
                              </a:cubicBezTo>
                              <a:close/>
                              <a:moveTo>
                                <a:pt x="14787" y="4831"/>
                              </a:moveTo>
                              <a:cubicBezTo>
                                <a:pt x="14698" y="4863"/>
                                <a:pt x="14734" y="5088"/>
                                <a:pt x="14814" y="5072"/>
                              </a:cubicBezTo>
                              <a:cubicBezTo>
                                <a:pt x="14894" y="5056"/>
                                <a:pt x="14885" y="4799"/>
                                <a:pt x="14787" y="4831"/>
                              </a:cubicBezTo>
                              <a:close/>
                              <a:moveTo>
                                <a:pt x="6526" y="3098"/>
                              </a:moveTo>
                              <a:cubicBezTo>
                                <a:pt x="6436" y="3130"/>
                                <a:pt x="6472" y="3355"/>
                                <a:pt x="6552" y="3339"/>
                              </a:cubicBezTo>
                              <a:cubicBezTo>
                                <a:pt x="6633" y="3323"/>
                                <a:pt x="6624" y="3066"/>
                                <a:pt x="6526" y="3098"/>
                              </a:cubicBezTo>
                              <a:close/>
                              <a:moveTo>
                                <a:pt x="18793" y="10432"/>
                              </a:moveTo>
                              <a:cubicBezTo>
                                <a:pt x="18704" y="10464"/>
                                <a:pt x="18740" y="10689"/>
                                <a:pt x="18820" y="10673"/>
                              </a:cubicBezTo>
                              <a:cubicBezTo>
                                <a:pt x="18900" y="10657"/>
                                <a:pt x="18882" y="10400"/>
                                <a:pt x="18793" y="10432"/>
                              </a:cubicBezTo>
                              <a:close/>
                              <a:moveTo>
                                <a:pt x="18606" y="9501"/>
                              </a:moveTo>
                              <a:cubicBezTo>
                                <a:pt x="18517" y="9533"/>
                                <a:pt x="18552" y="9758"/>
                                <a:pt x="18633" y="9742"/>
                              </a:cubicBezTo>
                              <a:cubicBezTo>
                                <a:pt x="18713" y="9726"/>
                                <a:pt x="18695" y="9469"/>
                                <a:pt x="18606" y="9501"/>
                              </a:cubicBezTo>
                              <a:close/>
                              <a:moveTo>
                                <a:pt x="15305" y="3243"/>
                              </a:moveTo>
                              <a:cubicBezTo>
                                <a:pt x="15064" y="3211"/>
                                <a:pt x="15073" y="3852"/>
                                <a:pt x="15224" y="3933"/>
                              </a:cubicBezTo>
                              <a:cubicBezTo>
                                <a:pt x="15456" y="4045"/>
                                <a:pt x="15546" y="3275"/>
                                <a:pt x="15305" y="3243"/>
                              </a:cubicBezTo>
                              <a:close/>
                              <a:moveTo>
                                <a:pt x="15465" y="1"/>
                              </a:moveTo>
                              <a:cubicBezTo>
                                <a:pt x="15376" y="33"/>
                                <a:pt x="15412" y="258"/>
                                <a:pt x="15492" y="242"/>
                              </a:cubicBezTo>
                              <a:cubicBezTo>
                                <a:pt x="15563" y="242"/>
                                <a:pt x="15555" y="-15"/>
                                <a:pt x="15465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8" name="Shape"/>
                      <wps:cNvSpPr/>
                      <wps:spPr>
                        <a:xfrm>
                          <a:off x="5765799" y="838199"/>
                          <a:ext cx="3298264" cy="129991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26" h="21238" extrusionOk="0">
                              <a:moveTo>
                                <a:pt x="21423" y="11848"/>
                              </a:moveTo>
                              <a:cubicBezTo>
                                <a:pt x="20926" y="11308"/>
                                <a:pt x="20387" y="11225"/>
                                <a:pt x="20246" y="11225"/>
                              </a:cubicBezTo>
                              <a:cubicBezTo>
                                <a:pt x="19989" y="10084"/>
                                <a:pt x="19683" y="8881"/>
                                <a:pt x="19293" y="7656"/>
                              </a:cubicBezTo>
                              <a:cubicBezTo>
                                <a:pt x="19219" y="7428"/>
                                <a:pt x="19144" y="7200"/>
                                <a:pt x="19061" y="6972"/>
                              </a:cubicBezTo>
                              <a:cubicBezTo>
                                <a:pt x="19169" y="6972"/>
                                <a:pt x="19326" y="6972"/>
                                <a:pt x="19509" y="6993"/>
                              </a:cubicBezTo>
                              <a:cubicBezTo>
                                <a:pt x="19550" y="7615"/>
                                <a:pt x="19733" y="7988"/>
                                <a:pt x="19989" y="7968"/>
                              </a:cubicBezTo>
                              <a:cubicBezTo>
                                <a:pt x="20188" y="7968"/>
                                <a:pt x="20429" y="7698"/>
                                <a:pt x="20445" y="7366"/>
                              </a:cubicBezTo>
                              <a:cubicBezTo>
                                <a:pt x="20454" y="7242"/>
                                <a:pt x="20429" y="7034"/>
                                <a:pt x="20263" y="6951"/>
                              </a:cubicBezTo>
                              <a:cubicBezTo>
                                <a:pt x="19840" y="6702"/>
                                <a:pt x="19393" y="6661"/>
                                <a:pt x="19144" y="6661"/>
                              </a:cubicBezTo>
                              <a:cubicBezTo>
                                <a:pt x="19053" y="6661"/>
                                <a:pt x="18987" y="6661"/>
                                <a:pt x="18953" y="6661"/>
                              </a:cubicBezTo>
                              <a:cubicBezTo>
                                <a:pt x="18498" y="5457"/>
                                <a:pt x="17975" y="4544"/>
                                <a:pt x="17445" y="3839"/>
                              </a:cubicBezTo>
                              <a:cubicBezTo>
                                <a:pt x="17445" y="3839"/>
                                <a:pt x="17445" y="3839"/>
                                <a:pt x="17445" y="3839"/>
                              </a:cubicBezTo>
                              <a:cubicBezTo>
                                <a:pt x="17519" y="3776"/>
                                <a:pt x="17627" y="3673"/>
                                <a:pt x="17760" y="3590"/>
                              </a:cubicBezTo>
                              <a:cubicBezTo>
                                <a:pt x="18050" y="4420"/>
                                <a:pt x="18506" y="4212"/>
                                <a:pt x="18730" y="3942"/>
                              </a:cubicBezTo>
                              <a:cubicBezTo>
                                <a:pt x="18895" y="3756"/>
                                <a:pt x="18978" y="3507"/>
                                <a:pt x="18962" y="3278"/>
                              </a:cubicBezTo>
                              <a:cubicBezTo>
                                <a:pt x="18945" y="3092"/>
                                <a:pt x="18854" y="2988"/>
                                <a:pt x="18696" y="2988"/>
                              </a:cubicBezTo>
                              <a:lnTo>
                                <a:pt x="18696" y="2988"/>
                              </a:lnTo>
                              <a:cubicBezTo>
                                <a:pt x="18332" y="2988"/>
                                <a:pt x="18017" y="3112"/>
                                <a:pt x="17776" y="3258"/>
                              </a:cubicBezTo>
                              <a:cubicBezTo>
                                <a:pt x="17760" y="3258"/>
                                <a:pt x="17752" y="3258"/>
                                <a:pt x="17735" y="3278"/>
                              </a:cubicBezTo>
                              <a:cubicBezTo>
                                <a:pt x="17503" y="3424"/>
                                <a:pt x="17345" y="3590"/>
                                <a:pt x="17287" y="3652"/>
                              </a:cubicBezTo>
                              <a:cubicBezTo>
                                <a:pt x="16732" y="2946"/>
                                <a:pt x="16177" y="2490"/>
                                <a:pt x="15671" y="2179"/>
                              </a:cubicBezTo>
                              <a:cubicBezTo>
                                <a:pt x="15688" y="2096"/>
                                <a:pt x="15737" y="1909"/>
                                <a:pt x="15845" y="1660"/>
                              </a:cubicBezTo>
                              <a:cubicBezTo>
                                <a:pt x="16268" y="2137"/>
                                <a:pt x="17229" y="1183"/>
                                <a:pt x="17478" y="622"/>
                              </a:cubicBezTo>
                              <a:cubicBezTo>
                                <a:pt x="17544" y="477"/>
                                <a:pt x="17569" y="332"/>
                                <a:pt x="17544" y="187"/>
                              </a:cubicBezTo>
                              <a:cubicBezTo>
                                <a:pt x="17519" y="62"/>
                                <a:pt x="17453" y="0"/>
                                <a:pt x="17337" y="0"/>
                              </a:cubicBezTo>
                              <a:cubicBezTo>
                                <a:pt x="17271" y="0"/>
                                <a:pt x="17188" y="21"/>
                                <a:pt x="17088" y="62"/>
                              </a:cubicBezTo>
                              <a:cubicBezTo>
                                <a:pt x="15853" y="519"/>
                                <a:pt x="15563" y="2033"/>
                                <a:pt x="15555" y="2096"/>
                              </a:cubicBezTo>
                              <a:cubicBezTo>
                                <a:pt x="15555" y="2096"/>
                                <a:pt x="15555" y="2096"/>
                                <a:pt x="15555" y="2116"/>
                              </a:cubicBezTo>
                              <a:cubicBezTo>
                                <a:pt x="15555" y="2116"/>
                                <a:pt x="15555" y="2116"/>
                                <a:pt x="15555" y="2116"/>
                              </a:cubicBezTo>
                              <a:cubicBezTo>
                                <a:pt x="15547" y="2096"/>
                                <a:pt x="15530" y="2096"/>
                                <a:pt x="15522" y="2096"/>
                              </a:cubicBezTo>
                              <a:cubicBezTo>
                                <a:pt x="15522" y="2096"/>
                                <a:pt x="15514" y="2096"/>
                                <a:pt x="15514" y="2096"/>
                              </a:cubicBezTo>
                              <a:cubicBezTo>
                                <a:pt x="14618" y="1577"/>
                                <a:pt x="13922" y="1556"/>
                                <a:pt x="13798" y="1556"/>
                              </a:cubicBezTo>
                              <a:cubicBezTo>
                                <a:pt x="13790" y="1556"/>
                                <a:pt x="13781" y="1556"/>
                                <a:pt x="13781" y="1556"/>
                              </a:cubicBezTo>
                              <a:cubicBezTo>
                                <a:pt x="13748" y="1556"/>
                                <a:pt x="13723" y="1618"/>
                                <a:pt x="13723" y="1701"/>
                              </a:cubicBezTo>
                              <a:cubicBezTo>
                                <a:pt x="13723" y="1784"/>
                                <a:pt x="13756" y="1847"/>
                                <a:pt x="13781" y="1847"/>
                              </a:cubicBezTo>
                              <a:cubicBezTo>
                                <a:pt x="13798" y="1847"/>
                                <a:pt x="14527" y="1826"/>
                                <a:pt x="15497" y="2386"/>
                              </a:cubicBezTo>
                              <a:cubicBezTo>
                                <a:pt x="15539" y="2469"/>
                                <a:pt x="15638" y="2718"/>
                                <a:pt x="15737" y="3092"/>
                              </a:cubicBezTo>
                              <a:cubicBezTo>
                                <a:pt x="15480" y="3963"/>
                                <a:pt x="15555" y="4855"/>
                                <a:pt x="15688" y="5374"/>
                              </a:cubicBezTo>
                              <a:cubicBezTo>
                                <a:pt x="15779" y="5706"/>
                                <a:pt x="15887" y="5872"/>
                                <a:pt x="15978" y="5810"/>
                              </a:cubicBezTo>
                              <a:cubicBezTo>
                                <a:pt x="16019" y="5789"/>
                                <a:pt x="16094" y="5685"/>
                                <a:pt x="16110" y="5291"/>
                              </a:cubicBezTo>
                              <a:cubicBezTo>
                                <a:pt x="16152" y="4025"/>
                                <a:pt x="15895" y="3050"/>
                                <a:pt x="15713" y="2531"/>
                              </a:cubicBezTo>
                              <a:cubicBezTo>
                                <a:pt x="16226" y="2863"/>
                                <a:pt x="16782" y="3341"/>
                                <a:pt x="17337" y="4088"/>
                              </a:cubicBezTo>
                              <a:cubicBezTo>
                                <a:pt x="17370" y="4295"/>
                                <a:pt x="17503" y="5021"/>
                                <a:pt x="17619" y="5997"/>
                              </a:cubicBezTo>
                              <a:cubicBezTo>
                                <a:pt x="17461" y="6287"/>
                                <a:pt x="17345" y="6847"/>
                                <a:pt x="17304" y="7283"/>
                              </a:cubicBezTo>
                              <a:cubicBezTo>
                                <a:pt x="17271" y="7636"/>
                                <a:pt x="17279" y="7926"/>
                                <a:pt x="17329" y="8113"/>
                              </a:cubicBezTo>
                              <a:cubicBezTo>
                                <a:pt x="17379" y="8320"/>
                                <a:pt x="17478" y="8383"/>
                                <a:pt x="17577" y="8279"/>
                              </a:cubicBezTo>
                              <a:cubicBezTo>
                                <a:pt x="17752" y="8092"/>
                                <a:pt x="17884" y="7449"/>
                                <a:pt x="17793" y="6453"/>
                              </a:cubicBezTo>
                              <a:cubicBezTo>
                                <a:pt x="17702" y="5540"/>
                                <a:pt x="17586" y="4793"/>
                                <a:pt x="17511" y="4337"/>
                              </a:cubicBezTo>
                              <a:cubicBezTo>
                                <a:pt x="18058" y="5104"/>
                                <a:pt x="18580" y="6121"/>
                                <a:pt x="19036" y="7449"/>
                              </a:cubicBezTo>
                              <a:cubicBezTo>
                                <a:pt x="19036" y="7449"/>
                                <a:pt x="19036" y="7449"/>
                                <a:pt x="19036" y="7449"/>
                              </a:cubicBezTo>
                              <a:cubicBezTo>
                                <a:pt x="19036" y="7470"/>
                                <a:pt x="19111" y="8860"/>
                                <a:pt x="19169" y="10063"/>
                              </a:cubicBezTo>
                              <a:cubicBezTo>
                                <a:pt x="19020" y="10105"/>
                                <a:pt x="18812" y="10333"/>
                                <a:pt x="18812" y="10873"/>
                              </a:cubicBezTo>
                              <a:cubicBezTo>
                                <a:pt x="18812" y="11122"/>
                                <a:pt x="18871" y="11371"/>
                                <a:pt x="18962" y="11495"/>
                              </a:cubicBezTo>
                              <a:cubicBezTo>
                                <a:pt x="19036" y="11599"/>
                                <a:pt x="19127" y="11599"/>
                                <a:pt x="19194" y="11474"/>
                              </a:cubicBezTo>
                              <a:cubicBezTo>
                                <a:pt x="19260" y="11350"/>
                                <a:pt x="19335" y="11101"/>
                                <a:pt x="19310" y="10478"/>
                              </a:cubicBezTo>
                              <a:cubicBezTo>
                                <a:pt x="19277" y="9607"/>
                                <a:pt x="19219" y="8507"/>
                                <a:pt x="19185" y="7885"/>
                              </a:cubicBezTo>
                              <a:cubicBezTo>
                                <a:pt x="19600" y="9213"/>
                                <a:pt x="19940" y="10541"/>
                                <a:pt x="20205" y="11786"/>
                              </a:cubicBezTo>
                              <a:cubicBezTo>
                                <a:pt x="20197" y="11993"/>
                                <a:pt x="20172" y="12948"/>
                                <a:pt x="20081" y="13840"/>
                              </a:cubicBezTo>
                              <a:cubicBezTo>
                                <a:pt x="20081" y="13840"/>
                                <a:pt x="20081" y="13840"/>
                                <a:pt x="20081" y="13840"/>
                              </a:cubicBezTo>
                              <a:cubicBezTo>
                                <a:pt x="19782" y="14006"/>
                                <a:pt x="19733" y="14462"/>
                                <a:pt x="19724" y="14711"/>
                              </a:cubicBezTo>
                              <a:cubicBezTo>
                                <a:pt x="19716" y="15022"/>
                                <a:pt x="19782" y="15375"/>
                                <a:pt x="19865" y="15437"/>
                              </a:cubicBezTo>
                              <a:cubicBezTo>
                                <a:pt x="19898" y="15479"/>
                                <a:pt x="19940" y="15437"/>
                                <a:pt x="19965" y="15354"/>
                              </a:cubicBezTo>
                              <a:cubicBezTo>
                                <a:pt x="20197" y="14504"/>
                                <a:pt x="20288" y="13051"/>
                                <a:pt x="20321" y="12284"/>
                              </a:cubicBezTo>
                              <a:cubicBezTo>
                                <a:pt x="20893" y="15085"/>
                                <a:pt x="21125" y="17471"/>
                                <a:pt x="21216" y="18778"/>
                              </a:cubicBezTo>
                              <a:cubicBezTo>
                                <a:pt x="21092" y="19006"/>
                                <a:pt x="20918" y="19442"/>
                                <a:pt x="20893" y="20148"/>
                              </a:cubicBezTo>
                              <a:cubicBezTo>
                                <a:pt x="20860" y="21227"/>
                                <a:pt x="21208" y="21600"/>
                                <a:pt x="21390" y="20832"/>
                              </a:cubicBezTo>
                              <a:cubicBezTo>
                                <a:pt x="21556" y="20127"/>
                                <a:pt x="21357" y="18799"/>
                                <a:pt x="21332" y="18612"/>
                              </a:cubicBezTo>
                              <a:cubicBezTo>
                                <a:pt x="21282" y="17969"/>
                                <a:pt x="21208" y="17118"/>
                                <a:pt x="21075" y="16081"/>
                              </a:cubicBezTo>
                              <a:cubicBezTo>
                                <a:pt x="20926" y="14919"/>
                                <a:pt x="20694" y="13383"/>
                                <a:pt x="20329" y="11703"/>
                              </a:cubicBezTo>
                              <a:cubicBezTo>
                                <a:pt x="20329" y="11682"/>
                                <a:pt x="20321" y="11661"/>
                                <a:pt x="20321" y="11661"/>
                              </a:cubicBezTo>
                              <a:cubicBezTo>
                                <a:pt x="20313" y="11640"/>
                                <a:pt x="20304" y="11599"/>
                                <a:pt x="20304" y="11557"/>
                              </a:cubicBezTo>
                              <a:cubicBezTo>
                                <a:pt x="20404" y="11578"/>
                                <a:pt x="20578" y="11620"/>
                                <a:pt x="20777" y="11703"/>
                              </a:cubicBezTo>
                              <a:cubicBezTo>
                                <a:pt x="20769" y="12201"/>
                                <a:pt x="20860" y="12533"/>
                                <a:pt x="21042" y="12636"/>
                              </a:cubicBezTo>
                              <a:cubicBezTo>
                                <a:pt x="21233" y="12740"/>
                                <a:pt x="21473" y="12553"/>
                                <a:pt x="21515" y="12263"/>
                              </a:cubicBezTo>
                              <a:cubicBezTo>
                                <a:pt x="21531" y="12201"/>
                                <a:pt x="21548" y="11993"/>
                                <a:pt x="21423" y="11848"/>
                              </a:cubicBezTo>
                              <a:close/>
                              <a:moveTo>
                                <a:pt x="7747" y="1556"/>
                              </a:moveTo>
                              <a:cubicBezTo>
                                <a:pt x="7747" y="1556"/>
                                <a:pt x="7739" y="1556"/>
                                <a:pt x="7731" y="1556"/>
                              </a:cubicBezTo>
                              <a:cubicBezTo>
                                <a:pt x="7606" y="1556"/>
                                <a:pt x="6918" y="1577"/>
                                <a:pt x="6015" y="2096"/>
                              </a:cubicBezTo>
                              <a:cubicBezTo>
                                <a:pt x="6015" y="2096"/>
                                <a:pt x="6007" y="2096"/>
                                <a:pt x="6007" y="2096"/>
                              </a:cubicBezTo>
                              <a:cubicBezTo>
                                <a:pt x="5998" y="2096"/>
                                <a:pt x="5982" y="2096"/>
                                <a:pt x="5974" y="2116"/>
                              </a:cubicBezTo>
                              <a:cubicBezTo>
                                <a:pt x="5974" y="2116"/>
                                <a:pt x="5974" y="2116"/>
                                <a:pt x="5974" y="2116"/>
                              </a:cubicBezTo>
                              <a:cubicBezTo>
                                <a:pt x="5974" y="2116"/>
                                <a:pt x="5974" y="2116"/>
                                <a:pt x="5974" y="2096"/>
                              </a:cubicBezTo>
                              <a:cubicBezTo>
                                <a:pt x="5965" y="2033"/>
                                <a:pt x="5675" y="519"/>
                                <a:pt x="4440" y="62"/>
                              </a:cubicBezTo>
                              <a:cubicBezTo>
                                <a:pt x="4341" y="21"/>
                                <a:pt x="4258" y="0"/>
                                <a:pt x="4191" y="0"/>
                              </a:cubicBezTo>
                              <a:cubicBezTo>
                                <a:pt x="4075" y="0"/>
                                <a:pt x="4009" y="62"/>
                                <a:pt x="3984" y="187"/>
                              </a:cubicBezTo>
                              <a:cubicBezTo>
                                <a:pt x="3959" y="311"/>
                                <a:pt x="3984" y="456"/>
                                <a:pt x="4051" y="622"/>
                              </a:cubicBezTo>
                              <a:cubicBezTo>
                                <a:pt x="4299" y="1203"/>
                                <a:pt x="5269" y="2137"/>
                                <a:pt x="5683" y="1660"/>
                              </a:cubicBezTo>
                              <a:cubicBezTo>
                                <a:pt x="5791" y="1909"/>
                                <a:pt x="5841" y="2096"/>
                                <a:pt x="5857" y="2179"/>
                              </a:cubicBezTo>
                              <a:cubicBezTo>
                                <a:pt x="5352" y="2490"/>
                                <a:pt x="4797" y="2967"/>
                                <a:pt x="4241" y="3652"/>
                              </a:cubicBezTo>
                              <a:cubicBezTo>
                                <a:pt x="4183" y="3590"/>
                                <a:pt x="4034" y="3424"/>
                                <a:pt x="3794" y="3278"/>
                              </a:cubicBezTo>
                              <a:cubicBezTo>
                                <a:pt x="3785" y="3258"/>
                                <a:pt x="3769" y="3258"/>
                                <a:pt x="3752" y="3258"/>
                              </a:cubicBezTo>
                              <a:cubicBezTo>
                                <a:pt x="3512" y="3112"/>
                                <a:pt x="3205" y="2988"/>
                                <a:pt x="2832" y="2988"/>
                              </a:cubicBezTo>
                              <a:lnTo>
                                <a:pt x="2832" y="2988"/>
                              </a:lnTo>
                              <a:cubicBezTo>
                                <a:pt x="2675" y="2988"/>
                                <a:pt x="2592" y="3092"/>
                                <a:pt x="2567" y="3278"/>
                              </a:cubicBezTo>
                              <a:cubicBezTo>
                                <a:pt x="2550" y="3507"/>
                                <a:pt x="2633" y="3756"/>
                                <a:pt x="2799" y="3942"/>
                              </a:cubicBezTo>
                              <a:cubicBezTo>
                                <a:pt x="3023" y="4212"/>
                                <a:pt x="3479" y="4420"/>
                                <a:pt x="3769" y="3590"/>
                              </a:cubicBezTo>
                              <a:cubicBezTo>
                                <a:pt x="3901" y="3673"/>
                                <a:pt x="4009" y="3776"/>
                                <a:pt x="4084" y="3839"/>
                              </a:cubicBezTo>
                              <a:cubicBezTo>
                                <a:pt x="4084" y="3839"/>
                                <a:pt x="4084" y="3839"/>
                                <a:pt x="4084" y="3839"/>
                              </a:cubicBezTo>
                              <a:cubicBezTo>
                                <a:pt x="3553" y="4544"/>
                                <a:pt x="3039" y="5457"/>
                                <a:pt x="2575" y="6661"/>
                              </a:cubicBezTo>
                              <a:cubicBezTo>
                                <a:pt x="2542" y="6661"/>
                                <a:pt x="2476" y="6661"/>
                                <a:pt x="2385" y="6661"/>
                              </a:cubicBezTo>
                              <a:cubicBezTo>
                                <a:pt x="2128" y="6661"/>
                                <a:pt x="1688" y="6702"/>
                                <a:pt x="1266" y="6951"/>
                              </a:cubicBezTo>
                              <a:cubicBezTo>
                                <a:pt x="1100" y="7055"/>
                                <a:pt x="1083" y="7262"/>
                                <a:pt x="1083" y="7366"/>
                              </a:cubicBezTo>
                              <a:cubicBezTo>
                                <a:pt x="1100" y="7698"/>
                                <a:pt x="1332" y="7968"/>
                                <a:pt x="1539" y="7968"/>
                              </a:cubicBezTo>
                              <a:cubicBezTo>
                                <a:pt x="1796" y="7988"/>
                                <a:pt x="1978" y="7615"/>
                                <a:pt x="2020" y="6993"/>
                              </a:cubicBezTo>
                              <a:cubicBezTo>
                                <a:pt x="2210" y="6972"/>
                                <a:pt x="2368" y="6972"/>
                                <a:pt x="2467" y="6972"/>
                              </a:cubicBezTo>
                              <a:cubicBezTo>
                                <a:pt x="2385" y="7200"/>
                                <a:pt x="2310" y="7428"/>
                                <a:pt x="2235" y="7656"/>
                              </a:cubicBezTo>
                              <a:cubicBezTo>
                                <a:pt x="1854" y="8881"/>
                                <a:pt x="1539" y="10084"/>
                                <a:pt x="1282" y="11225"/>
                              </a:cubicBezTo>
                              <a:cubicBezTo>
                                <a:pt x="1141" y="11225"/>
                                <a:pt x="603" y="11308"/>
                                <a:pt x="105" y="11848"/>
                              </a:cubicBezTo>
                              <a:cubicBezTo>
                                <a:pt x="-19" y="11993"/>
                                <a:pt x="-3" y="12180"/>
                                <a:pt x="6" y="12242"/>
                              </a:cubicBezTo>
                              <a:cubicBezTo>
                                <a:pt x="47" y="12533"/>
                                <a:pt x="288" y="12719"/>
                                <a:pt x="478" y="12616"/>
                              </a:cubicBezTo>
                              <a:cubicBezTo>
                                <a:pt x="661" y="12512"/>
                                <a:pt x="752" y="12180"/>
                                <a:pt x="743" y="11682"/>
                              </a:cubicBezTo>
                              <a:cubicBezTo>
                                <a:pt x="942" y="11578"/>
                                <a:pt x="1108" y="11537"/>
                                <a:pt x="1216" y="11537"/>
                              </a:cubicBezTo>
                              <a:cubicBezTo>
                                <a:pt x="1208" y="11578"/>
                                <a:pt x="1199" y="11599"/>
                                <a:pt x="1199" y="11640"/>
                              </a:cubicBezTo>
                              <a:cubicBezTo>
                                <a:pt x="1191" y="11661"/>
                                <a:pt x="1191" y="11661"/>
                                <a:pt x="1191" y="11682"/>
                              </a:cubicBezTo>
                              <a:cubicBezTo>
                                <a:pt x="826" y="13383"/>
                                <a:pt x="594" y="14898"/>
                                <a:pt x="445" y="16060"/>
                              </a:cubicBezTo>
                              <a:cubicBezTo>
                                <a:pt x="312" y="17097"/>
                                <a:pt x="238" y="17969"/>
                                <a:pt x="188" y="18591"/>
                              </a:cubicBezTo>
                              <a:cubicBezTo>
                                <a:pt x="155" y="18778"/>
                                <a:pt x="-44" y="20106"/>
                                <a:pt x="130" y="20812"/>
                              </a:cubicBezTo>
                              <a:cubicBezTo>
                                <a:pt x="312" y="21579"/>
                                <a:pt x="661" y="21206"/>
                                <a:pt x="627" y="20127"/>
                              </a:cubicBezTo>
                              <a:cubicBezTo>
                                <a:pt x="603" y="19421"/>
                                <a:pt x="428" y="18965"/>
                                <a:pt x="304" y="18757"/>
                              </a:cubicBezTo>
                              <a:cubicBezTo>
                                <a:pt x="395" y="17450"/>
                                <a:pt x="636" y="15064"/>
                                <a:pt x="1199" y="12263"/>
                              </a:cubicBezTo>
                              <a:cubicBezTo>
                                <a:pt x="1232" y="13051"/>
                                <a:pt x="1324" y="14483"/>
                                <a:pt x="1556" y="15334"/>
                              </a:cubicBezTo>
                              <a:cubicBezTo>
                                <a:pt x="1581" y="15417"/>
                                <a:pt x="1614" y="15437"/>
                                <a:pt x="1655" y="15417"/>
                              </a:cubicBezTo>
                              <a:cubicBezTo>
                                <a:pt x="1730" y="15354"/>
                                <a:pt x="1796" y="15002"/>
                                <a:pt x="1796" y="14690"/>
                              </a:cubicBezTo>
                              <a:cubicBezTo>
                                <a:pt x="1788" y="14441"/>
                                <a:pt x="1738" y="13985"/>
                                <a:pt x="1440" y="13819"/>
                              </a:cubicBezTo>
                              <a:cubicBezTo>
                                <a:pt x="1440" y="13819"/>
                                <a:pt x="1440" y="13819"/>
                                <a:pt x="1440" y="13819"/>
                              </a:cubicBezTo>
                              <a:cubicBezTo>
                                <a:pt x="1348" y="12906"/>
                                <a:pt x="1315" y="11972"/>
                                <a:pt x="1315" y="11765"/>
                              </a:cubicBezTo>
                              <a:cubicBezTo>
                                <a:pt x="1581" y="10520"/>
                                <a:pt x="1920" y="9192"/>
                                <a:pt x="2335" y="7864"/>
                              </a:cubicBezTo>
                              <a:cubicBezTo>
                                <a:pt x="2302" y="8486"/>
                                <a:pt x="2244" y="9586"/>
                                <a:pt x="2210" y="10458"/>
                              </a:cubicBezTo>
                              <a:cubicBezTo>
                                <a:pt x="2186" y="11059"/>
                                <a:pt x="2260" y="11329"/>
                                <a:pt x="2327" y="11454"/>
                              </a:cubicBezTo>
                              <a:cubicBezTo>
                                <a:pt x="2393" y="11578"/>
                                <a:pt x="2484" y="11578"/>
                                <a:pt x="2559" y="11474"/>
                              </a:cubicBezTo>
                              <a:cubicBezTo>
                                <a:pt x="2650" y="11350"/>
                                <a:pt x="2708" y="11122"/>
                                <a:pt x="2708" y="10852"/>
                              </a:cubicBezTo>
                              <a:cubicBezTo>
                                <a:pt x="2708" y="10312"/>
                                <a:pt x="2492" y="10105"/>
                                <a:pt x="2351" y="10043"/>
                              </a:cubicBezTo>
                              <a:cubicBezTo>
                                <a:pt x="2409" y="8839"/>
                                <a:pt x="2484" y="7449"/>
                                <a:pt x="2484" y="7428"/>
                              </a:cubicBezTo>
                              <a:cubicBezTo>
                                <a:pt x="2484" y="7428"/>
                                <a:pt x="2484" y="7428"/>
                                <a:pt x="2484" y="7428"/>
                              </a:cubicBezTo>
                              <a:cubicBezTo>
                                <a:pt x="2940" y="6100"/>
                                <a:pt x="3462" y="5084"/>
                                <a:pt x="4009" y="4316"/>
                              </a:cubicBezTo>
                              <a:cubicBezTo>
                                <a:pt x="3935" y="4752"/>
                                <a:pt x="3818" y="5519"/>
                                <a:pt x="3727" y="6432"/>
                              </a:cubicBezTo>
                              <a:cubicBezTo>
                                <a:pt x="3628" y="7428"/>
                                <a:pt x="3769" y="8071"/>
                                <a:pt x="3943" y="8258"/>
                              </a:cubicBezTo>
                              <a:cubicBezTo>
                                <a:pt x="4042" y="8362"/>
                                <a:pt x="4142" y="8300"/>
                                <a:pt x="4191" y="8092"/>
                              </a:cubicBezTo>
                              <a:cubicBezTo>
                                <a:pt x="4241" y="7905"/>
                                <a:pt x="4249" y="7615"/>
                                <a:pt x="4216" y="7262"/>
                              </a:cubicBezTo>
                              <a:cubicBezTo>
                                <a:pt x="4175" y="6827"/>
                                <a:pt x="4067" y="6266"/>
                                <a:pt x="3901" y="5976"/>
                              </a:cubicBezTo>
                              <a:cubicBezTo>
                                <a:pt x="4017" y="5001"/>
                                <a:pt x="4142" y="4254"/>
                                <a:pt x="4183" y="4067"/>
                              </a:cubicBezTo>
                              <a:cubicBezTo>
                                <a:pt x="4738" y="3341"/>
                                <a:pt x="5302" y="2843"/>
                                <a:pt x="5808" y="2511"/>
                              </a:cubicBezTo>
                              <a:cubicBezTo>
                                <a:pt x="5625" y="3029"/>
                                <a:pt x="5368" y="4025"/>
                                <a:pt x="5410" y="5270"/>
                              </a:cubicBezTo>
                              <a:cubicBezTo>
                                <a:pt x="5426" y="5644"/>
                                <a:pt x="5501" y="5748"/>
                                <a:pt x="5542" y="5789"/>
                              </a:cubicBezTo>
                              <a:cubicBezTo>
                                <a:pt x="5634" y="5851"/>
                                <a:pt x="5750" y="5685"/>
                                <a:pt x="5833" y="5353"/>
                              </a:cubicBezTo>
                              <a:cubicBezTo>
                                <a:pt x="5973" y="4835"/>
                                <a:pt x="6040" y="3942"/>
                                <a:pt x="5783" y="3071"/>
                              </a:cubicBezTo>
                              <a:cubicBezTo>
                                <a:pt x="5891" y="2697"/>
                                <a:pt x="5990" y="2448"/>
                                <a:pt x="6023" y="2365"/>
                              </a:cubicBezTo>
                              <a:cubicBezTo>
                                <a:pt x="6993" y="1805"/>
                                <a:pt x="7722" y="1826"/>
                                <a:pt x="7739" y="1826"/>
                              </a:cubicBezTo>
                              <a:cubicBezTo>
                                <a:pt x="7772" y="1826"/>
                                <a:pt x="7797" y="1764"/>
                                <a:pt x="7797" y="1681"/>
                              </a:cubicBezTo>
                              <a:cubicBezTo>
                                <a:pt x="7805" y="1618"/>
                                <a:pt x="7780" y="1556"/>
                                <a:pt x="7747" y="15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19" name="Shape"/>
                      <wps:cNvSpPr/>
                      <wps:spPr>
                        <a:xfrm>
                          <a:off x="5486399" y="457199"/>
                          <a:ext cx="4115867" cy="6859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59" h="21211" extrusionOk="0">
                              <a:moveTo>
                                <a:pt x="196" y="11088"/>
                              </a:moveTo>
                              <a:cubicBezTo>
                                <a:pt x="300" y="11088"/>
                                <a:pt x="390" y="10970"/>
                                <a:pt x="390" y="10825"/>
                              </a:cubicBezTo>
                              <a:cubicBezTo>
                                <a:pt x="390" y="10680"/>
                                <a:pt x="306" y="10562"/>
                                <a:pt x="196" y="10562"/>
                              </a:cubicBezTo>
                              <a:cubicBezTo>
                                <a:pt x="93" y="10562"/>
                                <a:pt x="2" y="10680"/>
                                <a:pt x="2" y="10825"/>
                              </a:cubicBezTo>
                              <a:cubicBezTo>
                                <a:pt x="2" y="10970"/>
                                <a:pt x="86" y="11088"/>
                                <a:pt x="196" y="11088"/>
                              </a:cubicBezTo>
                              <a:close/>
                              <a:moveTo>
                                <a:pt x="151" y="2593"/>
                              </a:moveTo>
                              <a:lnTo>
                                <a:pt x="151" y="10051"/>
                              </a:lnTo>
                              <a:cubicBezTo>
                                <a:pt x="151" y="10067"/>
                                <a:pt x="170" y="10083"/>
                                <a:pt x="196" y="10083"/>
                              </a:cubicBezTo>
                              <a:cubicBezTo>
                                <a:pt x="222" y="10083"/>
                                <a:pt x="242" y="10067"/>
                                <a:pt x="242" y="10051"/>
                              </a:cubicBezTo>
                              <a:lnTo>
                                <a:pt x="242" y="2593"/>
                              </a:lnTo>
                              <a:cubicBezTo>
                                <a:pt x="242" y="2578"/>
                                <a:pt x="222" y="2562"/>
                                <a:pt x="196" y="2562"/>
                              </a:cubicBezTo>
                              <a:cubicBezTo>
                                <a:pt x="170" y="2562"/>
                                <a:pt x="151" y="2578"/>
                                <a:pt x="151" y="2593"/>
                              </a:cubicBezTo>
                              <a:close/>
                              <a:moveTo>
                                <a:pt x="423" y="2087"/>
                              </a:moveTo>
                              <a:cubicBezTo>
                                <a:pt x="1102" y="2087"/>
                                <a:pt x="610" y="967"/>
                                <a:pt x="390" y="948"/>
                              </a:cubicBezTo>
                              <a:cubicBezTo>
                                <a:pt x="106" y="924"/>
                                <a:pt x="-276" y="2087"/>
                                <a:pt x="423" y="2087"/>
                              </a:cubicBezTo>
                              <a:close/>
                              <a:moveTo>
                                <a:pt x="151" y="11551"/>
                              </a:moveTo>
                              <a:lnTo>
                                <a:pt x="151" y="19009"/>
                              </a:lnTo>
                              <a:cubicBezTo>
                                <a:pt x="151" y="19025"/>
                                <a:pt x="170" y="19041"/>
                                <a:pt x="196" y="19041"/>
                              </a:cubicBezTo>
                              <a:cubicBezTo>
                                <a:pt x="222" y="19041"/>
                                <a:pt x="242" y="19025"/>
                                <a:pt x="242" y="19009"/>
                              </a:cubicBezTo>
                              <a:lnTo>
                                <a:pt x="242" y="11551"/>
                              </a:lnTo>
                              <a:cubicBezTo>
                                <a:pt x="242" y="11536"/>
                                <a:pt x="222" y="11520"/>
                                <a:pt x="196" y="11520"/>
                              </a:cubicBezTo>
                              <a:cubicBezTo>
                                <a:pt x="170" y="11520"/>
                                <a:pt x="151" y="11532"/>
                                <a:pt x="151" y="11551"/>
                              </a:cubicBezTo>
                              <a:close/>
                              <a:moveTo>
                                <a:pt x="358" y="19155"/>
                              </a:moveTo>
                              <a:cubicBezTo>
                                <a:pt x="-321" y="19155"/>
                                <a:pt x="119" y="20616"/>
                                <a:pt x="423" y="20580"/>
                              </a:cubicBezTo>
                              <a:cubicBezTo>
                                <a:pt x="733" y="20553"/>
                                <a:pt x="1089" y="19155"/>
                                <a:pt x="358" y="19155"/>
                              </a:cubicBezTo>
                              <a:close/>
                              <a:moveTo>
                                <a:pt x="785" y="20796"/>
                              </a:moveTo>
                              <a:cubicBezTo>
                                <a:pt x="701" y="20796"/>
                                <a:pt x="630" y="20839"/>
                                <a:pt x="630" y="20891"/>
                              </a:cubicBezTo>
                              <a:cubicBezTo>
                                <a:pt x="630" y="20942"/>
                                <a:pt x="701" y="20985"/>
                                <a:pt x="785" y="20985"/>
                              </a:cubicBezTo>
                              <a:cubicBezTo>
                                <a:pt x="869" y="20985"/>
                                <a:pt x="940" y="20942"/>
                                <a:pt x="940" y="20891"/>
                              </a:cubicBezTo>
                              <a:cubicBezTo>
                                <a:pt x="940" y="20839"/>
                                <a:pt x="875" y="20796"/>
                                <a:pt x="785" y="20796"/>
                              </a:cubicBezTo>
                              <a:close/>
                              <a:moveTo>
                                <a:pt x="20807" y="10051"/>
                              </a:moveTo>
                              <a:lnTo>
                                <a:pt x="20807" y="2593"/>
                              </a:lnTo>
                              <a:cubicBezTo>
                                <a:pt x="20807" y="2578"/>
                                <a:pt x="20788" y="2562"/>
                                <a:pt x="20762" y="2562"/>
                              </a:cubicBezTo>
                              <a:cubicBezTo>
                                <a:pt x="20736" y="2562"/>
                                <a:pt x="20716" y="2578"/>
                                <a:pt x="20716" y="2593"/>
                              </a:cubicBezTo>
                              <a:lnTo>
                                <a:pt x="20716" y="10051"/>
                              </a:lnTo>
                              <a:cubicBezTo>
                                <a:pt x="20716" y="10067"/>
                                <a:pt x="20736" y="10083"/>
                                <a:pt x="20762" y="10083"/>
                              </a:cubicBezTo>
                              <a:cubicBezTo>
                                <a:pt x="20788" y="10083"/>
                                <a:pt x="20807" y="10071"/>
                                <a:pt x="20807" y="10051"/>
                              </a:cubicBezTo>
                              <a:close/>
                              <a:moveTo>
                                <a:pt x="20716" y="11551"/>
                              </a:moveTo>
                              <a:lnTo>
                                <a:pt x="20716" y="19009"/>
                              </a:lnTo>
                              <a:cubicBezTo>
                                <a:pt x="20716" y="19025"/>
                                <a:pt x="20736" y="19041"/>
                                <a:pt x="20762" y="19041"/>
                              </a:cubicBezTo>
                              <a:cubicBezTo>
                                <a:pt x="20788" y="19041"/>
                                <a:pt x="20807" y="19025"/>
                                <a:pt x="20807" y="19009"/>
                              </a:cubicBezTo>
                              <a:lnTo>
                                <a:pt x="20807" y="11551"/>
                              </a:lnTo>
                              <a:cubicBezTo>
                                <a:pt x="20807" y="11536"/>
                                <a:pt x="20788" y="11520"/>
                                <a:pt x="20762" y="11520"/>
                              </a:cubicBezTo>
                              <a:cubicBezTo>
                                <a:pt x="20736" y="11520"/>
                                <a:pt x="20716" y="11532"/>
                                <a:pt x="20716" y="11551"/>
                              </a:cubicBezTo>
                              <a:close/>
                              <a:moveTo>
                                <a:pt x="552" y="571"/>
                              </a:moveTo>
                              <a:cubicBezTo>
                                <a:pt x="636" y="571"/>
                                <a:pt x="707" y="528"/>
                                <a:pt x="707" y="477"/>
                              </a:cubicBezTo>
                              <a:cubicBezTo>
                                <a:pt x="707" y="426"/>
                                <a:pt x="636" y="382"/>
                                <a:pt x="552" y="382"/>
                              </a:cubicBezTo>
                              <a:cubicBezTo>
                                <a:pt x="468" y="382"/>
                                <a:pt x="397" y="426"/>
                                <a:pt x="397" y="477"/>
                              </a:cubicBezTo>
                              <a:cubicBezTo>
                                <a:pt x="397" y="528"/>
                                <a:pt x="468" y="571"/>
                                <a:pt x="552" y="571"/>
                              </a:cubicBezTo>
                              <a:close/>
                              <a:moveTo>
                                <a:pt x="20956" y="10825"/>
                              </a:moveTo>
                              <a:cubicBezTo>
                                <a:pt x="20956" y="10680"/>
                                <a:pt x="20872" y="10562"/>
                                <a:pt x="20762" y="10562"/>
                              </a:cubicBezTo>
                              <a:cubicBezTo>
                                <a:pt x="20658" y="10562"/>
                                <a:pt x="20568" y="10680"/>
                                <a:pt x="20568" y="10825"/>
                              </a:cubicBezTo>
                              <a:cubicBezTo>
                                <a:pt x="20568" y="10970"/>
                                <a:pt x="20652" y="11088"/>
                                <a:pt x="20762" y="11088"/>
                              </a:cubicBezTo>
                              <a:cubicBezTo>
                                <a:pt x="20872" y="11088"/>
                                <a:pt x="20956" y="10970"/>
                                <a:pt x="20956" y="10825"/>
                              </a:cubicBezTo>
                              <a:close/>
                              <a:moveTo>
                                <a:pt x="1878" y="20199"/>
                              </a:moveTo>
                              <a:cubicBezTo>
                                <a:pt x="1574" y="19991"/>
                                <a:pt x="927" y="20671"/>
                                <a:pt x="1050" y="20722"/>
                              </a:cubicBezTo>
                              <a:cubicBezTo>
                                <a:pt x="1192" y="20777"/>
                                <a:pt x="2182" y="20407"/>
                                <a:pt x="1878" y="20199"/>
                              </a:cubicBezTo>
                              <a:close/>
                              <a:moveTo>
                                <a:pt x="1690" y="1140"/>
                              </a:moveTo>
                              <a:cubicBezTo>
                                <a:pt x="2033" y="956"/>
                                <a:pt x="914" y="563"/>
                                <a:pt x="830" y="638"/>
                              </a:cubicBezTo>
                              <a:cubicBezTo>
                                <a:pt x="740" y="724"/>
                                <a:pt x="1348" y="1325"/>
                                <a:pt x="1690" y="1140"/>
                              </a:cubicBezTo>
                              <a:close/>
                              <a:moveTo>
                                <a:pt x="19080" y="1026"/>
                              </a:moveTo>
                              <a:cubicBezTo>
                                <a:pt x="19384" y="1235"/>
                                <a:pt x="20031" y="555"/>
                                <a:pt x="19908" y="504"/>
                              </a:cubicBezTo>
                              <a:cubicBezTo>
                                <a:pt x="19766" y="449"/>
                                <a:pt x="18776" y="818"/>
                                <a:pt x="19080" y="1026"/>
                              </a:cubicBezTo>
                              <a:close/>
                              <a:moveTo>
                                <a:pt x="3410" y="217"/>
                              </a:moveTo>
                              <a:cubicBezTo>
                                <a:pt x="3410" y="-195"/>
                                <a:pt x="1005" y="72"/>
                                <a:pt x="1063" y="257"/>
                              </a:cubicBezTo>
                              <a:cubicBezTo>
                                <a:pt x="1108" y="445"/>
                                <a:pt x="3410" y="661"/>
                                <a:pt x="3410" y="217"/>
                              </a:cubicBezTo>
                              <a:close/>
                              <a:moveTo>
                                <a:pt x="9451" y="21091"/>
                              </a:moveTo>
                              <a:lnTo>
                                <a:pt x="3921" y="21091"/>
                              </a:lnTo>
                              <a:cubicBezTo>
                                <a:pt x="3908" y="21091"/>
                                <a:pt x="3896" y="21103"/>
                                <a:pt x="3896" y="21118"/>
                              </a:cubicBezTo>
                              <a:cubicBezTo>
                                <a:pt x="3896" y="21134"/>
                                <a:pt x="3908" y="21146"/>
                                <a:pt x="3921" y="21146"/>
                              </a:cubicBezTo>
                              <a:lnTo>
                                <a:pt x="9451" y="21146"/>
                              </a:lnTo>
                              <a:cubicBezTo>
                                <a:pt x="9464" y="21146"/>
                                <a:pt x="9477" y="21134"/>
                                <a:pt x="9477" y="21118"/>
                              </a:cubicBezTo>
                              <a:cubicBezTo>
                                <a:pt x="9477" y="21103"/>
                                <a:pt x="9464" y="21091"/>
                                <a:pt x="9451" y="21091"/>
                              </a:cubicBezTo>
                              <a:close/>
                              <a:moveTo>
                                <a:pt x="20322" y="335"/>
                              </a:moveTo>
                              <a:cubicBezTo>
                                <a:pt x="20322" y="284"/>
                                <a:pt x="20251" y="241"/>
                                <a:pt x="20167" y="241"/>
                              </a:cubicBezTo>
                              <a:cubicBezTo>
                                <a:pt x="20083" y="241"/>
                                <a:pt x="20011" y="284"/>
                                <a:pt x="20011" y="335"/>
                              </a:cubicBezTo>
                              <a:cubicBezTo>
                                <a:pt x="20011" y="386"/>
                                <a:pt x="20083" y="429"/>
                                <a:pt x="20167" y="429"/>
                              </a:cubicBezTo>
                              <a:cubicBezTo>
                                <a:pt x="20257" y="429"/>
                                <a:pt x="20322" y="386"/>
                                <a:pt x="20322" y="335"/>
                              </a:cubicBezTo>
                              <a:close/>
                              <a:moveTo>
                                <a:pt x="19261" y="20070"/>
                              </a:moveTo>
                              <a:cubicBezTo>
                                <a:pt x="18919" y="20254"/>
                                <a:pt x="20037" y="20647"/>
                                <a:pt x="20121" y="20572"/>
                              </a:cubicBezTo>
                              <a:cubicBezTo>
                                <a:pt x="20218" y="20486"/>
                                <a:pt x="19610" y="19885"/>
                                <a:pt x="19261" y="20070"/>
                              </a:cubicBezTo>
                              <a:close/>
                              <a:moveTo>
                                <a:pt x="17548" y="20993"/>
                              </a:moveTo>
                              <a:cubicBezTo>
                                <a:pt x="17548" y="21405"/>
                                <a:pt x="19953" y="21138"/>
                                <a:pt x="19895" y="20953"/>
                              </a:cubicBezTo>
                              <a:cubicBezTo>
                                <a:pt x="19843" y="20765"/>
                                <a:pt x="17548" y="20549"/>
                                <a:pt x="17548" y="20993"/>
                              </a:cubicBezTo>
                              <a:close/>
                              <a:moveTo>
                                <a:pt x="20600" y="2071"/>
                              </a:moveTo>
                              <a:cubicBezTo>
                                <a:pt x="21279" y="2071"/>
                                <a:pt x="20839" y="610"/>
                                <a:pt x="20535" y="645"/>
                              </a:cubicBezTo>
                              <a:cubicBezTo>
                                <a:pt x="20225" y="673"/>
                                <a:pt x="19869" y="2071"/>
                                <a:pt x="20600" y="2071"/>
                              </a:cubicBezTo>
                              <a:close/>
                              <a:moveTo>
                                <a:pt x="1561" y="20993"/>
                              </a:moveTo>
                              <a:cubicBezTo>
                                <a:pt x="1522" y="21162"/>
                                <a:pt x="3436" y="21393"/>
                                <a:pt x="3436" y="20973"/>
                              </a:cubicBezTo>
                              <a:cubicBezTo>
                                <a:pt x="3436" y="20557"/>
                                <a:pt x="1593" y="20859"/>
                                <a:pt x="1561" y="20993"/>
                              </a:cubicBezTo>
                              <a:close/>
                              <a:moveTo>
                                <a:pt x="20535" y="19123"/>
                              </a:moveTo>
                              <a:cubicBezTo>
                                <a:pt x="19856" y="19123"/>
                                <a:pt x="20348" y="20243"/>
                                <a:pt x="20568" y="20262"/>
                              </a:cubicBezTo>
                              <a:cubicBezTo>
                                <a:pt x="20846" y="20286"/>
                                <a:pt x="21227" y="19123"/>
                                <a:pt x="20535" y="19123"/>
                              </a:cubicBezTo>
                              <a:close/>
                              <a:moveTo>
                                <a:pt x="20406" y="20635"/>
                              </a:moveTo>
                              <a:cubicBezTo>
                                <a:pt x="20322" y="20635"/>
                                <a:pt x="20251" y="20678"/>
                                <a:pt x="20251" y="20730"/>
                              </a:cubicBezTo>
                              <a:cubicBezTo>
                                <a:pt x="20251" y="20781"/>
                                <a:pt x="20322" y="20824"/>
                                <a:pt x="20406" y="20824"/>
                              </a:cubicBezTo>
                              <a:cubicBezTo>
                                <a:pt x="20490" y="20824"/>
                                <a:pt x="20561" y="20781"/>
                                <a:pt x="20561" y="20730"/>
                              </a:cubicBezTo>
                              <a:cubicBezTo>
                                <a:pt x="20561" y="20678"/>
                                <a:pt x="20490" y="20635"/>
                                <a:pt x="20406" y="20635"/>
                              </a:cubicBezTo>
                              <a:close/>
                              <a:moveTo>
                                <a:pt x="10479" y="1"/>
                              </a:moveTo>
                              <a:cubicBezTo>
                                <a:pt x="10240" y="1"/>
                                <a:pt x="10046" y="52"/>
                                <a:pt x="10046" y="119"/>
                              </a:cubicBezTo>
                              <a:cubicBezTo>
                                <a:pt x="10046" y="182"/>
                                <a:pt x="10240" y="237"/>
                                <a:pt x="10479" y="237"/>
                              </a:cubicBezTo>
                              <a:cubicBezTo>
                                <a:pt x="10718" y="237"/>
                                <a:pt x="10912" y="186"/>
                                <a:pt x="10912" y="119"/>
                              </a:cubicBezTo>
                              <a:cubicBezTo>
                                <a:pt x="10912" y="52"/>
                                <a:pt x="10718" y="1"/>
                                <a:pt x="10479" y="1"/>
                              </a:cubicBezTo>
                              <a:close/>
                              <a:moveTo>
                                <a:pt x="10479" y="20973"/>
                              </a:moveTo>
                              <a:cubicBezTo>
                                <a:pt x="10240" y="20973"/>
                                <a:pt x="10046" y="21024"/>
                                <a:pt x="10046" y="21091"/>
                              </a:cubicBezTo>
                              <a:cubicBezTo>
                                <a:pt x="10046" y="21154"/>
                                <a:pt x="10240" y="21209"/>
                                <a:pt x="10479" y="21209"/>
                              </a:cubicBezTo>
                              <a:cubicBezTo>
                                <a:pt x="10718" y="21209"/>
                                <a:pt x="10912" y="21158"/>
                                <a:pt x="10912" y="21091"/>
                              </a:cubicBezTo>
                              <a:cubicBezTo>
                                <a:pt x="10912" y="21028"/>
                                <a:pt x="10718" y="20973"/>
                                <a:pt x="10479" y="20973"/>
                              </a:cubicBezTo>
                              <a:close/>
                              <a:moveTo>
                                <a:pt x="9451" y="119"/>
                              </a:moveTo>
                              <a:lnTo>
                                <a:pt x="3921" y="119"/>
                              </a:lnTo>
                              <a:cubicBezTo>
                                <a:pt x="3908" y="119"/>
                                <a:pt x="3896" y="131"/>
                                <a:pt x="3896" y="147"/>
                              </a:cubicBezTo>
                              <a:cubicBezTo>
                                <a:pt x="3896" y="162"/>
                                <a:pt x="3908" y="174"/>
                                <a:pt x="3921" y="174"/>
                              </a:cubicBezTo>
                              <a:lnTo>
                                <a:pt x="9451" y="174"/>
                              </a:lnTo>
                              <a:cubicBezTo>
                                <a:pt x="9464" y="174"/>
                                <a:pt x="9477" y="162"/>
                                <a:pt x="9477" y="147"/>
                              </a:cubicBezTo>
                              <a:cubicBezTo>
                                <a:pt x="9477" y="131"/>
                                <a:pt x="9464" y="119"/>
                                <a:pt x="9451" y="119"/>
                              </a:cubicBezTo>
                              <a:close/>
                              <a:moveTo>
                                <a:pt x="19397" y="233"/>
                              </a:moveTo>
                              <a:cubicBezTo>
                                <a:pt x="19436" y="64"/>
                                <a:pt x="17522" y="-168"/>
                                <a:pt x="17522" y="253"/>
                              </a:cubicBezTo>
                              <a:cubicBezTo>
                                <a:pt x="17522" y="669"/>
                                <a:pt x="19365" y="367"/>
                                <a:pt x="19397" y="233"/>
                              </a:cubicBezTo>
                              <a:close/>
                              <a:moveTo>
                                <a:pt x="17198" y="119"/>
                              </a:moveTo>
                              <a:lnTo>
                                <a:pt x="11669" y="119"/>
                              </a:lnTo>
                              <a:cubicBezTo>
                                <a:pt x="11656" y="119"/>
                                <a:pt x="11643" y="131"/>
                                <a:pt x="11643" y="147"/>
                              </a:cubicBezTo>
                              <a:cubicBezTo>
                                <a:pt x="11643" y="162"/>
                                <a:pt x="11656" y="174"/>
                                <a:pt x="11669" y="174"/>
                              </a:cubicBezTo>
                              <a:lnTo>
                                <a:pt x="17198" y="174"/>
                              </a:lnTo>
                              <a:cubicBezTo>
                                <a:pt x="17211" y="174"/>
                                <a:pt x="17224" y="162"/>
                                <a:pt x="17224" y="147"/>
                              </a:cubicBezTo>
                              <a:cubicBezTo>
                                <a:pt x="17218" y="131"/>
                                <a:pt x="17211" y="119"/>
                                <a:pt x="17198" y="119"/>
                              </a:cubicBezTo>
                              <a:close/>
                              <a:moveTo>
                                <a:pt x="17198" y="21091"/>
                              </a:moveTo>
                              <a:lnTo>
                                <a:pt x="11669" y="21091"/>
                              </a:lnTo>
                              <a:cubicBezTo>
                                <a:pt x="11656" y="21091"/>
                                <a:pt x="11643" y="21103"/>
                                <a:pt x="11643" y="21118"/>
                              </a:cubicBezTo>
                              <a:cubicBezTo>
                                <a:pt x="11643" y="21134"/>
                                <a:pt x="11656" y="21146"/>
                                <a:pt x="11669" y="21146"/>
                              </a:cubicBezTo>
                              <a:lnTo>
                                <a:pt x="17198" y="21146"/>
                              </a:lnTo>
                              <a:cubicBezTo>
                                <a:pt x="17211" y="21146"/>
                                <a:pt x="17224" y="21134"/>
                                <a:pt x="17224" y="21118"/>
                              </a:cubicBezTo>
                              <a:cubicBezTo>
                                <a:pt x="17218" y="21103"/>
                                <a:pt x="17211" y="21091"/>
                                <a:pt x="17198" y="210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0" name="Shape"/>
                      <wps:cNvSpPr/>
                      <wps:spPr>
                        <a:xfrm>
                          <a:off x="457200" y="457199"/>
                          <a:ext cx="4115915" cy="68591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59" h="21211" extrusionOk="0">
                              <a:moveTo>
                                <a:pt x="197" y="11088"/>
                              </a:moveTo>
                              <a:cubicBezTo>
                                <a:pt x="301" y="11088"/>
                                <a:pt x="391" y="10970"/>
                                <a:pt x="391" y="10825"/>
                              </a:cubicBezTo>
                              <a:cubicBezTo>
                                <a:pt x="391" y="10680"/>
                                <a:pt x="307" y="10562"/>
                                <a:pt x="197" y="10562"/>
                              </a:cubicBezTo>
                              <a:cubicBezTo>
                                <a:pt x="94" y="10562"/>
                                <a:pt x="3" y="10680"/>
                                <a:pt x="3" y="10825"/>
                              </a:cubicBezTo>
                              <a:cubicBezTo>
                                <a:pt x="3" y="10970"/>
                                <a:pt x="87" y="11088"/>
                                <a:pt x="197" y="11088"/>
                              </a:cubicBezTo>
                              <a:close/>
                              <a:moveTo>
                                <a:pt x="152" y="2593"/>
                              </a:moveTo>
                              <a:lnTo>
                                <a:pt x="152" y="10051"/>
                              </a:lnTo>
                              <a:cubicBezTo>
                                <a:pt x="152" y="10067"/>
                                <a:pt x="171" y="10083"/>
                                <a:pt x="197" y="10083"/>
                              </a:cubicBezTo>
                              <a:cubicBezTo>
                                <a:pt x="223" y="10083"/>
                                <a:pt x="243" y="10067"/>
                                <a:pt x="243" y="10051"/>
                              </a:cubicBezTo>
                              <a:lnTo>
                                <a:pt x="243" y="2593"/>
                              </a:lnTo>
                              <a:cubicBezTo>
                                <a:pt x="243" y="2578"/>
                                <a:pt x="223" y="2562"/>
                                <a:pt x="197" y="2562"/>
                              </a:cubicBezTo>
                              <a:cubicBezTo>
                                <a:pt x="171" y="2562"/>
                                <a:pt x="152" y="2578"/>
                                <a:pt x="152" y="2593"/>
                              </a:cubicBezTo>
                              <a:close/>
                              <a:moveTo>
                                <a:pt x="391" y="2087"/>
                              </a:moveTo>
                              <a:cubicBezTo>
                                <a:pt x="1070" y="2087"/>
                                <a:pt x="579" y="967"/>
                                <a:pt x="359" y="948"/>
                              </a:cubicBezTo>
                              <a:cubicBezTo>
                                <a:pt x="81" y="924"/>
                                <a:pt x="-301" y="2087"/>
                                <a:pt x="391" y="2087"/>
                              </a:cubicBezTo>
                              <a:close/>
                              <a:moveTo>
                                <a:pt x="786" y="20796"/>
                              </a:moveTo>
                              <a:cubicBezTo>
                                <a:pt x="702" y="20796"/>
                                <a:pt x="631" y="20839"/>
                                <a:pt x="631" y="20891"/>
                              </a:cubicBezTo>
                              <a:cubicBezTo>
                                <a:pt x="631" y="20942"/>
                                <a:pt x="702" y="20985"/>
                                <a:pt x="786" y="20985"/>
                              </a:cubicBezTo>
                              <a:cubicBezTo>
                                <a:pt x="870" y="20985"/>
                                <a:pt x="941" y="20942"/>
                                <a:pt x="941" y="20891"/>
                              </a:cubicBezTo>
                              <a:cubicBezTo>
                                <a:pt x="941" y="20839"/>
                                <a:pt x="876" y="20796"/>
                                <a:pt x="786" y="20796"/>
                              </a:cubicBezTo>
                              <a:close/>
                              <a:moveTo>
                                <a:pt x="152" y="11551"/>
                              </a:moveTo>
                              <a:lnTo>
                                <a:pt x="152" y="19009"/>
                              </a:lnTo>
                              <a:cubicBezTo>
                                <a:pt x="152" y="19025"/>
                                <a:pt x="171" y="19041"/>
                                <a:pt x="197" y="19041"/>
                              </a:cubicBezTo>
                              <a:cubicBezTo>
                                <a:pt x="223" y="19041"/>
                                <a:pt x="243" y="19025"/>
                                <a:pt x="243" y="19009"/>
                              </a:cubicBezTo>
                              <a:lnTo>
                                <a:pt x="243" y="11551"/>
                              </a:lnTo>
                              <a:cubicBezTo>
                                <a:pt x="243" y="11536"/>
                                <a:pt x="223" y="11520"/>
                                <a:pt x="197" y="11520"/>
                              </a:cubicBezTo>
                              <a:cubicBezTo>
                                <a:pt x="171" y="11520"/>
                                <a:pt x="152" y="11532"/>
                                <a:pt x="152" y="11551"/>
                              </a:cubicBezTo>
                              <a:close/>
                              <a:moveTo>
                                <a:pt x="527" y="571"/>
                              </a:moveTo>
                              <a:cubicBezTo>
                                <a:pt x="611" y="571"/>
                                <a:pt x="682" y="528"/>
                                <a:pt x="682" y="477"/>
                              </a:cubicBezTo>
                              <a:cubicBezTo>
                                <a:pt x="682" y="426"/>
                                <a:pt x="611" y="382"/>
                                <a:pt x="527" y="382"/>
                              </a:cubicBezTo>
                              <a:cubicBezTo>
                                <a:pt x="443" y="382"/>
                                <a:pt x="372" y="426"/>
                                <a:pt x="372" y="477"/>
                              </a:cubicBezTo>
                              <a:cubicBezTo>
                                <a:pt x="372" y="528"/>
                                <a:pt x="443" y="571"/>
                                <a:pt x="527" y="571"/>
                              </a:cubicBezTo>
                              <a:close/>
                              <a:moveTo>
                                <a:pt x="20957" y="10825"/>
                              </a:moveTo>
                              <a:cubicBezTo>
                                <a:pt x="20957" y="10680"/>
                                <a:pt x="20873" y="10562"/>
                                <a:pt x="20763" y="10562"/>
                              </a:cubicBezTo>
                              <a:cubicBezTo>
                                <a:pt x="20659" y="10562"/>
                                <a:pt x="20569" y="10680"/>
                                <a:pt x="20569" y="10825"/>
                              </a:cubicBezTo>
                              <a:cubicBezTo>
                                <a:pt x="20569" y="10970"/>
                                <a:pt x="20653" y="11088"/>
                                <a:pt x="20763" y="11088"/>
                              </a:cubicBezTo>
                              <a:cubicBezTo>
                                <a:pt x="20873" y="11088"/>
                                <a:pt x="20957" y="10970"/>
                                <a:pt x="20957" y="10825"/>
                              </a:cubicBezTo>
                              <a:close/>
                              <a:moveTo>
                                <a:pt x="359" y="19155"/>
                              </a:moveTo>
                              <a:cubicBezTo>
                                <a:pt x="-320" y="19155"/>
                                <a:pt x="120" y="20616"/>
                                <a:pt x="424" y="20580"/>
                              </a:cubicBezTo>
                              <a:cubicBezTo>
                                <a:pt x="734" y="20553"/>
                                <a:pt x="1090" y="19155"/>
                                <a:pt x="359" y="19155"/>
                              </a:cubicBezTo>
                              <a:close/>
                              <a:moveTo>
                                <a:pt x="20808" y="10051"/>
                              </a:moveTo>
                              <a:lnTo>
                                <a:pt x="20808" y="2593"/>
                              </a:lnTo>
                              <a:cubicBezTo>
                                <a:pt x="20808" y="2578"/>
                                <a:pt x="20789" y="2562"/>
                                <a:pt x="20763" y="2562"/>
                              </a:cubicBezTo>
                              <a:cubicBezTo>
                                <a:pt x="20737" y="2562"/>
                                <a:pt x="20717" y="2578"/>
                                <a:pt x="20717" y="2593"/>
                              </a:cubicBezTo>
                              <a:lnTo>
                                <a:pt x="20717" y="10051"/>
                              </a:lnTo>
                              <a:cubicBezTo>
                                <a:pt x="20717" y="10067"/>
                                <a:pt x="20737" y="10083"/>
                                <a:pt x="20763" y="10083"/>
                              </a:cubicBezTo>
                              <a:cubicBezTo>
                                <a:pt x="20789" y="10083"/>
                                <a:pt x="20808" y="10071"/>
                                <a:pt x="20808" y="10051"/>
                              </a:cubicBezTo>
                              <a:close/>
                              <a:moveTo>
                                <a:pt x="1665" y="1140"/>
                              </a:moveTo>
                              <a:cubicBezTo>
                                <a:pt x="2008" y="956"/>
                                <a:pt x="889" y="563"/>
                                <a:pt x="805" y="638"/>
                              </a:cubicBezTo>
                              <a:cubicBezTo>
                                <a:pt x="715" y="724"/>
                                <a:pt x="1323" y="1325"/>
                                <a:pt x="1665" y="1140"/>
                              </a:cubicBezTo>
                              <a:close/>
                              <a:moveTo>
                                <a:pt x="20717" y="11551"/>
                              </a:moveTo>
                              <a:lnTo>
                                <a:pt x="20717" y="19009"/>
                              </a:lnTo>
                              <a:cubicBezTo>
                                <a:pt x="20717" y="19025"/>
                                <a:pt x="20737" y="19041"/>
                                <a:pt x="20763" y="19041"/>
                              </a:cubicBezTo>
                              <a:cubicBezTo>
                                <a:pt x="20789" y="19041"/>
                                <a:pt x="20808" y="19025"/>
                                <a:pt x="20808" y="19009"/>
                              </a:cubicBezTo>
                              <a:lnTo>
                                <a:pt x="20808" y="11551"/>
                              </a:lnTo>
                              <a:cubicBezTo>
                                <a:pt x="20808" y="11536"/>
                                <a:pt x="20789" y="11520"/>
                                <a:pt x="20763" y="11520"/>
                              </a:cubicBezTo>
                              <a:cubicBezTo>
                                <a:pt x="20737" y="11520"/>
                                <a:pt x="20717" y="11532"/>
                                <a:pt x="20717" y="11551"/>
                              </a:cubicBezTo>
                              <a:close/>
                              <a:moveTo>
                                <a:pt x="19081" y="1026"/>
                              </a:moveTo>
                              <a:cubicBezTo>
                                <a:pt x="19385" y="1235"/>
                                <a:pt x="20032" y="555"/>
                                <a:pt x="19909" y="504"/>
                              </a:cubicBezTo>
                              <a:cubicBezTo>
                                <a:pt x="19767" y="449"/>
                                <a:pt x="18777" y="818"/>
                                <a:pt x="19081" y="1026"/>
                              </a:cubicBezTo>
                              <a:close/>
                              <a:moveTo>
                                <a:pt x="1879" y="20199"/>
                              </a:moveTo>
                              <a:cubicBezTo>
                                <a:pt x="1575" y="19991"/>
                                <a:pt x="928" y="20671"/>
                                <a:pt x="1051" y="20722"/>
                              </a:cubicBezTo>
                              <a:cubicBezTo>
                                <a:pt x="1193" y="20777"/>
                                <a:pt x="2183" y="20407"/>
                                <a:pt x="1879" y="20199"/>
                              </a:cubicBezTo>
                              <a:close/>
                              <a:moveTo>
                                <a:pt x="3386" y="217"/>
                              </a:moveTo>
                              <a:cubicBezTo>
                                <a:pt x="3386" y="-195"/>
                                <a:pt x="980" y="72"/>
                                <a:pt x="1038" y="257"/>
                              </a:cubicBezTo>
                              <a:cubicBezTo>
                                <a:pt x="1083" y="445"/>
                                <a:pt x="3386" y="661"/>
                                <a:pt x="3386" y="217"/>
                              </a:cubicBezTo>
                              <a:close/>
                              <a:moveTo>
                                <a:pt x="17574" y="20993"/>
                              </a:moveTo>
                              <a:cubicBezTo>
                                <a:pt x="17574" y="21405"/>
                                <a:pt x="19980" y="21138"/>
                                <a:pt x="19922" y="20953"/>
                              </a:cubicBezTo>
                              <a:cubicBezTo>
                                <a:pt x="19870" y="20765"/>
                                <a:pt x="17574" y="20549"/>
                                <a:pt x="17574" y="20993"/>
                              </a:cubicBezTo>
                              <a:close/>
                              <a:moveTo>
                                <a:pt x="20323" y="335"/>
                              </a:moveTo>
                              <a:cubicBezTo>
                                <a:pt x="20323" y="284"/>
                                <a:pt x="20252" y="241"/>
                                <a:pt x="20168" y="241"/>
                              </a:cubicBezTo>
                              <a:cubicBezTo>
                                <a:pt x="20084" y="241"/>
                                <a:pt x="20012" y="284"/>
                                <a:pt x="20012" y="335"/>
                              </a:cubicBezTo>
                              <a:cubicBezTo>
                                <a:pt x="20012" y="386"/>
                                <a:pt x="20084" y="429"/>
                                <a:pt x="20168" y="429"/>
                              </a:cubicBezTo>
                              <a:cubicBezTo>
                                <a:pt x="20258" y="429"/>
                                <a:pt x="20323" y="386"/>
                                <a:pt x="20323" y="335"/>
                              </a:cubicBezTo>
                              <a:close/>
                              <a:moveTo>
                                <a:pt x="19288" y="20070"/>
                              </a:moveTo>
                              <a:cubicBezTo>
                                <a:pt x="18945" y="20254"/>
                                <a:pt x="20064" y="20647"/>
                                <a:pt x="20148" y="20572"/>
                              </a:cubicBezTo>
                              <a:cubicBezTo>
                                <a:pt x="20245" y="20486"/>
                                <a:pt x="19637" y="19885"/>
                                <a:pt x="19288" y="20070"/>
                              </a:cubicBezTo>
                              <a:close/>
                              <a:moveTo>
                                <a:pt x="20601" y="2071"/>
                              </a:moveTo>
                              <a:cubicBezTo>
                                <a:pt x="21280" y="2071"/>
                                <a:pt x="20840" y="610"/>
                                <a:pt x="20536" y="645"/>
                              </a:cubicBezTo>
                              <a:cubicBezTo>
                                <a:pt x="20226" y="673"/>
                                <a:pt x="19870" y="2071"/>
                                <a:pt x="20601" y="2071"/>
                              </a:cubicBezTo>
                              <a:close/>
                              <a:moveTo>
                                <a:pt x="19398" y="233"/>
                              </a:moveTo>
                              <a:cubicBezTo>
                                <a:pt x="19437" y="64"/>
                                <a:pt x="17523" y="-168"/>
                                <a:pt x="17523" y="253"/>
                              </a:cubicBezTo>
                              <a:cubicBezTo>
                                <a:pt x="17523" y="669"/>
                                <a:pt x="19366" y="367"/>
                                <a:pt x="19398" y="233"/>
                              </a:cubicBezTo>
                              <a:close/>
                              <a:moveTo>
                                <a:pt x="20562" y="19123"/>
                              </a:moveTo>
                              <a:cubicBezTo>
                                <a:pt x="19883" y="19123"/>
                                <a:pt x="20375" y="20243"/>
                                <a:pt x="20594" y="20262"/>
                              </a:cubicBezTo>
                              <a:cubicBezTo>
                                <a:pt x="20873" y="20286"/>
                                <a:pt x="21254" y="19123"/>
                                <a:pt x="20562" y="19123"/>
                              </a:cubicBezTo>
                              <a:close/>
                              <a:moveTo>
                                <a:pt x="20433" y="20635"/>
                              </a:moveTo>
                              <a:cubicBezTo>
                                <a:pt x="20349" y="20635"/>
                                <a:pt x="20278" y="20678"/>
                                <a:pt x="20278" y="20730"/>
                              </a:cubicBezTo>
                              <a:cubicBezTo>
                                <a:pt x="20278" y="20781"/>
                                <a:pt x="20349" y="20824"/>
                                <a:pt x="20433" y="20824"/>
                              </a:cubicBezTo>
                              <a:cubicBezTo>
                                <a:pt x="20517" y="20824"/>
                                <a:pt x="20588" y="20781"/>
                                <a:pt x="20588" y="20730"/>
                              </a:cubicBezTo>
                              <a:cubicBezTo>
                                <a:pt x="20588" y="20678"/>
                                <a:pt x="20517" y="20635"/>
                                <a:pt x="20433" y="20635"/>
                              </a:cubicBezTo>
                              <a:close/>
                              <a:moveTo>
                                <a:pt x="9374" y="21091"/>
                              </a:moveTo>
                              <a:lnTo>
                                <a:pt x="3845" y="21091"/>
                              </a:lnTo>
                              <a:cubicBezTo>
                                <a:pt x="3832" y="21091"/>
                                <a:pt x="3819" y="21103"/>
                                <a:pt x="3819" y="21118"/>
                              </a:cubicBezTo>
                              <a:cubicBezTo>
                                <a:pt x="3819" y="21134"/>
                                <a:pt x="3832" y="21146"/>
                                <a:pt x="3845" y="21146"/>
                              </a:cubicBezTo>
                              <a:lnTo>
                                <a:pt x="9374" y="21146"/>
                              </a:lnTo>
                              <a:cubicBezTo>
                                <a:pt x="9387" y="21146"/>
                                <a:pt x="9400" y="21134"/>
                                <a:pt x="9400" y="21118"/>
                              </a:cubicBezTo>
                              <a:cubicBezTo>
                                <a:pt x="9394" y="21103"/>
                                <a:pt x="9387" y="21091"/>
                                <a:pt x="9374" y="21091"/>
                              </a:cubicBezTo>
                              <a:close/>
                              <a:moveTo>
                                <a:pt x="10402" y="20973"/>
                              </a:moveTo>
                              <a:cubicBezTo>
                                <a:pt x="10163" y="20973"/>
                                <a:pt x="9969" y="21024"/>
                                <a:pt x="9969" y="21091"/>
                              </a:cubicBezTo>
                              <a:cubicBezTo>
                                <a:pt x="9969" y="21154"/>
                                <a:pt x="10163" y="21209"/>
                                <a:pt x="10402" y="21209"/>
                              </a:cubicBezTo>
                              <a:cubicBezTo>
                                <a:pt x="10642" y="21209"/>
                                <a:pt x="10836" y="21158"/>
                                <a:pt x="10836" y="21091"/>
                              </a:cubicBezTo>
                              <a:cubicBezTo>
                                <a:pt x="10829" y="21028"/>
                                <a:pt x="10635" y="20973"/>
                                <a:pt x="10402" y="20973"/>
                              </a:cubicBezTo>
                              <a:close/>
                              <a:moveTo>
                                <a:pt x="17115" y="119"/>
                              </a:moveTo>
                              <a:lnTo>
                                <a:pt x="11586" y="119"/>
                              </a:lnTo>
                              <a:cubicBezTo>
                                <a:pt x="11573" y="119"/>
                                <a:pt x="11560" y="131"/>
                                <a:pt x="11560" y="147"/>
                              </a:cubicBezTo>
                              <a:cubicBezTo>
                                <a:pt x="11560" y="162"/>
                                <a:pt x="11573" y="174"/>
                                <a:pt x="11586" y="174"/>
                              </a:cubicBezTo>
                              <a:lnTo>
                                <a:pt x="17115" y="174"/>
                              </a:lnTo>
                              <a:cubicBezTo>
                                <a:pt x="17128" y="174"/>
                                <a:pt x="17141" y="162"/>
                                <a:pt x="17141" y="147"/>
                              </a:cubicBezTo>
                              <a:cubicBezTo>
                                <a:pt x="17141" y="131"/>
                                <a:pt x="17128" y="119"/>
                                <a:pt x="17115" y="119"/>
                              </a:cubicBezTo>
                              <a:close/>
                              <a:moveTo>
                                <a:pt x="1562" y="20993"/>
                              </a:moveTo>
                              <a:cubicBezTo>
                                <a:pt x="1523" y="21162"/>
                                <a:pt x="3437" y="21393"/>
                                <a:pt x="3437" y="20973"/>
                              </a:cubicBezTo>
                              <a:cubicBezTo>
                                <a:pt x="3437" y="20557"/>
                                <a:pt x="1594" y="20859"/>
                                <a:pt x="1562" y="20993"/>
                              </a:cubicBezTo>
                              <a:close/>
                              <a:moveTo>
                                <a:pt x="9374" y="119"/>
                              </a:moveTo>
                              <a:lnTo>
                                <a:pt x="3845" y="119"/>
                              </a:lnTo>
                              <a:cubicBezTo>
                                <a:pt x="3832" y="119"/>
                                <a:pt x="3819" y="131"/>
                                <a:pt x="3819" y="147"/>
                              </a:cubicBezTo>
                              <a:cubicBezTo>
                                <a:pt x="3819" y="162"/>
                                <a:pt x="3832" y="174"/>
                                <a:pt x="3845" y="174"/>
                              </a:cubicBezTo>
                              <a:lnTo>
                                <a:pt x="9374" y="174"/>
                              </a:lnTo>
                              <a:cubicBezTo>
                                <a:pt x="9387" y="174"/>
                                <a:pt x="9400" y="162"/>
                                <a:pt x="9400" y="147"/>
                              </a:cubicBezTo>
                              <a:cubicBezTo>
                                <a:pt x="9394" y="131"/>
                                <a:pt x="9387" y="119"/>
                                <a:pt x="9374" y="119"/>
                              </a:cubicBezTo>
                              <a:close/>
                              <a:moveTo>
                                <a:pt x="17115" y="21091"/>
                              </a:moveTo>
                              <a:lnTo>
                                <a:pt x="11586" y="21091"/>
                              </a:lnTo>
                              <a:cubicBezTo>
                                <a:pt x="11573" y="21091"/>
                                <a:pt x="11560" y="21103"/>
                                <a:pt x="11560" y="21118"/>
                              </a:cubicBezTo>
                              <a:cubicBezTo>
                                <a:pt x="11560" y="21134"/>
                                <a:pt x="11573" y="21146"/>
                                <a:pt x="11586" y="21146"/>
                              </a:cubicBezTo>
                              <a:lnTo>
                                <a:pt x="17115" y="21146"/>
                              </a:lnTo>
                              <a:cubicBezTo>
                                <a:pt x="17128" y="21146"/>
                                <a:pt x="17141" y="21134"/>
                                <a:pt x="17141" y="21118"/>
                              </a:cubicBezTo>
                              <a:cubicBezTo>
                                <a:pt x="17141" y="21103"/>
                                <a:pt x="17128" y="21091"/>
                                <a:pt x="17115" y="21091"/>
                              </a:cubicBezTo>
                              <a:close/>
                              <a:moveTo>
                                <a:pt x="10402" y="1"/>
                              </a:moveTo>
                              <a:cubicBezTo>
                                <a:pt x="10163" y="1"/>
                                <a:pt x="9969" y="52"/>
                                <a:pt x="9969" y="119"/>
                              </a:cubicBezTo>
                              <a:cubicBezTo>
                                <a:pt x="9969" y="182"/>
                                <a:pt x="10163" y="237"/>
                                <a:pt x="10402" y="237"/>
                              </a:cubicBezTo>
                              <a:cubicBezTo>
                                <a:pt x="10642" y="237"/>
                                <a:pt x="10836" y="186"/>
                                <a:pt x="10836" y="119"/>
                              </a:cubicBezTo>
                              <a:cubicBezTo>
                                <a:pt x="10829" y="52"/>
                                <a:pt x="10635" y="1"/>
                                <a:pt x="10402" y="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1" name="Triangle"/>
                      <wps:cNvSpPr/>
                      <wps:spPr>
                        <a:xfrm>
                          <a:off x="2311400" y="2616199"/>
                          <a:ext cx="408941" cy="45212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2" name="Shape"/>
                      <wps:cNvSpPr/>
                      <wps:spPr>
                        <a:xfrm>
                          <a:off x="2311400" y="2971800"/>
                          <a:ext cx="408941" cy="16383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6703" y="0"/>
                              </a:moveTo>
                              <a:lnTo>
                                <a:pt x="10867" y="1239"/>
                              </a:lnTo>
                              <a:lnTo>
                                <a:pt x="5098" y="0"/>
                              </a:lnTo>
                              <a:lnTo>
                                <a:pt x="0" y="1239"/>
                              </a:ln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123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3" name="Shape"/>
                      <wps:cNvSpPr/>
                      <wps:spPr>
                        <a:xfrm>
                          <a:off x="2400299" y="2971800"/>
                          <a:ext cx="312422" cy="163957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176" y="21600"/>
                              </a:lnTo>
                              <a:lnTo>
                                <a:pt x="7551" y="21600"/>
                              </a:lnTo>
                              <a:lnTo>
                                <a:pt x="7551" y="1238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190" y="0"/>
                              </a:moveTo>
                              <a:lnTo>
                                <a:pt x="1440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1238"/>
                              </a:lnTo>
                              <a:lnTo>
                                <a:pt x="15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5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4" name="Rectangle"/>
                      <wps:cNvSpPr/>
                      <wps:spPr>
                        <a:xfrm>
                          <a:off x="2311400" y="4610100"/>
                          <a:ext cx="407671" cy="46991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5" name="Shape"/>
                      <wps:cNvSpPr/>
                      <wps:spPr>
                        <a:xfrm>
                          <a:off x="2311400" y="4610100"/>
                          <a:ext cx="407671" cy="304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0" y="17100"/>
                              </a:lnTo>
                              <a:cubicBezTo>
                                <a:pt x="7200" y="18000"/>
                                <a:pt x="14400" y="19800"/>
                                <a:pt x="21600" y="21600"/>
                              </a:cubicBez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5000"/>
                          </a:srgb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6" name="Shape"/>
                      <wps:cNvSpPr/>
                      <wps:spPr>
                        <a:xfrm>
                          <a:off x="2311400" y="4660899"/>
                          <a:ext cx="408941" cy="15367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cubicBezTo>
                                <a:pt x="0" y="9461"/>
                                <a:pt x="4830" y="21600"/>
                                <a:pt x="10800" y="21600"/>
                              </a:cubicBezTo>
                              <a:cubicBezTo>
                                <a:pt x="17106" y="21600"/>
                                <a:pt x="21600" y="10175"/>
                                <a:pt x="21600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7" name="Shape"/>
                      <wps:cNvSpPr/>
                      <wps:spPr>
                        <a:xfrm>
                          <a:off x="2451099" y="2616200"/>
                          <a:ext cx="127001" cy="19304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lnTo>
                                <a:pt x="0" y="15489"/>
                              </a:lnTo>
                              <a:lnTo>
                                <a:pt x="10584" y="21600"/>
                              </a:lnTo>
                              <a:lnTo>
                                <a:pt x="21600" y="154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8" name="Shape"/>
                      <wps:cNvSpPr/>
                      <wps:spPr>
                        <a:xfrm>
                          <a:off x="939799" y="3416300"/>
                          <a:ext cx="3139441" cy="68834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0" y="0"/>
                              </a:lnTo>
                              <a:lnTo>
                                <a:pt x="1817" y="10800"/>
                              </a:ln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19774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9" name="Shape"/>
                      <wps:cNvSpPr/>
                      <wps:spPr>
                        <a:xfrm>
                          <a:off x="2247900" y="5765800"/>
                          <a:ext cx="535806" cy="484763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19145" h="19174" extrusionOk="0">
                              <a:moveTo>
                                <a:pt x="11090" y="16607"/>
                              </a:moveTo>
                              <a:cubicBezTo>
                                <a:pt x="11861" y="15603"/>
                                <a:pt x="13767" y="16808"/>
                                <a:pt x="15401" y="16909"/>
                              </a:cubicBezTo>
                              <a:cubicBezTo>
                                <a:pt x="17034" y="17009"/>
                                <a:pt x="20256" y="12940"/>
                                <a:pt x="18759" y="6410"/>
                              </a:cubicBezTo>
                              <a:cubicBezTo>
                                <a:pt x="17306" y="-120"/>
                                <a:pt x="13359" y="-773"/>
                                <a:pt x="10454" y="583"/>
                              </a:cubicBezTo>
                              <a:cubicBezTo>
                                <a:pt x="7550" y="1940"/>
                                <a:pt x="8231" y="5456"/>
                                <a:pt x="7006" y="5657"/>
                              </a:cubicBezTo>
                              <a:cubicBezTo>
                                <a:pt x="5780" y="5858"/>
                                <a:pt x="4328" y="2944"/>
                                <a:pt x="2332" y="3698"/>
                              </a:cubicBezTo>
                              <a:cubicBezTo>
                                <a:pt x="335" y="4451"/>
                                <a:pt x="-1344" y="8369"/>
                                <a:pt x="1560" y="14598"/>
                              </a:cubicBezTo>
                              <a:cubicBezTo>
                                <a:pt x="4510" y="20827"/>
                                <a:pt x="8639" y="19873"/>
                                <a:pt x="11090" y="166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0" name="Shape"/>
                      <wps:cNvSpPr/>
                      <wps:spPr>
                        <a:xfrm>
                          <a:off x="2260600" y="5626099"/>
                          <a:ext cx="187154" cy="28377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941" h="21546" extrusionOk="0">
                              <a:moveTo>
                                <a:pt x="3178" y="7521"/>
                              </a:moveTo>
                              <a:cubicBezTo>
                                <a:pt x="5309" y="8582"/>
                                <a:pt x="8436" y="8486"/>
                                <a:pt x="12273" y="7329"/>
                              </a:cubicBezTo>
                              <a:cubicBezTo>
                                <a:pt x="17673" y="12246"/>
                                <a:pt x="18809" y="18321"/>
                                <a:pt x="19094" y="21504"/>
                              </a:cubicBezTo>
                              <a:cubicBezTo>
                                <a:pt x="19378" y="21504"/>
                                <a:pt x="19662" y="21600"/>
                                <a:pt x="20088" y="21504"/>
                              </a:cubicBezTo>
                              <a:cubicBezTo>
                                <a:pt x="20373" y="21504"/>
                                <a:pt x="20657" y="21407"/>
                                <a:pt x="20941" y="21214"/>
                              </a:cubicBezTo>
                              <a:cubicBezTo>
                                <a:pt x="20515" y="16007"/>
                                <a:pt x="17815" y="4339"/>
                                <a:pt x="1330" y="289"/>
                              </a:cubicBezTo>
                              <a:lnTo>
                                <a:pt x="194" y="0"/>
                              </a:lnTo>
                              <a:lnTo>
                                <a:pt x="52" y="771"/>
                              </a:lnTo>
                              <a:cubicBezTo>
                                <a:pt x="52" y="1061"/>
                                <a:pt x="-659" y="5689"/>
                                <a:pt x="3178" y="752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1" name="Shape"/>
                      <wps:cNvSpPr/>
                      <wps:spPr>
                        <a:xfrm>
                          <a:off x="2311400" y="1308099"/>
                          <a:ext cx="511519" cy="48068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0279" h="20087" extrusionOk="0">
                              <a:moveTo>
                                <a:pt x="5425" y="2895"/>
                              </a:moveTo>
                              <a:cubicBezTo>
                                <a:pt x="6734" y="5231"/>
                                <a:pt x="8647" y="5655"/>
                                <a:pt x="9201" y="6610"/>
                              </a:cubicBezTo>
                              <a:cubicBezTo>
                                <a:pt x="9402" y="6929"/>
                                <a:pt x="9805" y="2948"/>
                                <a:pt x="8395" y="932"/>
                              </a:cubicBezTo>
                              <a:cubicBezTo>
                                <a:pt x="6986" y="-1138"/>
                                <a:pt x="4166" y="560"/>
                                <a:pt x="5425" y="2895"/>
                              </a:cubicBezTo>
                              <a:close/>
                              <a:moveTo>
                                <a:pt x="19573" y="15367"/>
                              </a:moveTo>
                              <a:cubicBezTo>
                                <a:pt x="17811" y="12554"/>
                                <a:pt x="14437" y="13032"/>
                                <a:pt x="14236" y="13510"/>
                              </a:cubicBezTo>
                              <a:cubicBezTo>
                                <a:pt x="14085" y="13881"/>
                                <a:pt x="16049" y="14147"/>
                                <a:pt x="16854" y="16216"/>
                              </a:cubicBezTo>
                              <a:cubicBezTo>
                                <a:pt x="17609" y="18286"/>
                                <a:pt x="17307" y="19825"/>
                                <a:pt x="18113" y="20037"/>
                              </a:cubicBezTo>
                              <a:cubicBezTo>
                                <a:pt x="19523" y="20462"/>
                                <a:pt x="21285" y="18074"/>
                                <a:pt x="19573" y="15367"/>
                              </a:cubicBezTo>
                              <a:close/>
                              <a:moveTo>
                                <a:pt x="1850" y="11068"/>
                              </a:moveTo>
                              <a:cubicBezTo>
                                <a:pt x="944" y="11652"/>
                                <a:pt x="2001" y="13404"/>
                                <a:pt x="3058" y="12607"/>
                              </a:cubicBezTo>
                              <a:cubicBezTo>
                                <a:pt x="4065" y="11811"/>
                                <a:pt x="2907" y="10378"/>
                                <a:pt x="1850" y="11068"/>
                              </a:cubicBezTo>
                              <a:close/>
                              <a:moveTo>
                                <a:pt x="188" y="16694"/>
                              </a:moveTo>
                              <a:cubicBezTo>
                                <a:pt x="-315" y="17012"/>
                                <a:pt x="289" y="17968"/>
                                <a:pt x="843" y="17543"/>
                              </a:cubicBezTo>
                              <a:cubicBezTo>
                                <a:pt x="1397" y="17065"/>
                                <a:pt x="742" y="16322"/>
                                <a:pt x="188" y="16694"/>
                              </a:cubicBezTo>
                              <a:close/>
                              <a:moveTo>
                                <a:pt x="15142" y="4169"/>
                              </a:moveTo>
                              <a:cubicBezTo>
                                <a:pt x="15696" y="3745"/>
                                <a:pt x="15042" y="2948"/>
                                <a:pt x="14488" y="3320"/>
                              </a:cubicBezTo>
                              <a:cubicBezTo>
                                <a:pt x="13984" y="3585"/>
                                <a:pt x="14588" y="4594"/>
                                <a:pt x="15142" y="416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2" name="Shape"/>
                      <wps:cNvSpPr/>
                      <wps:spPr>
                        <a:xfrm>
                          <a:off x="1828799" y="1422400"/>
                          <a:ext cx="1077191" cy="33757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28" h="20954" extrusionOk="0">
                              <a:moveTo>
                                <a:pt x="21423" y="6578"/>
                              </a:moveTo>
                              <a:cubicBezTo>
                                <a:pt x="19570" y="2873"/>
                                <a:pt x="16524" y="3819"/>
                                <a:pt x="14493" y="7840"/>
                              </a:cubicBezTo>
                              <a:cubicBezTo>
                                <a:pt x="14443" y="7682"/>
                                <a:pt x="14392" y="7524"/>
                                <a:pt x="14341" y="7367"/>
                              </a:cubicBezTo>
                              <a:cubicBezTo>
                                <a:pt x="12869" y="2558"/>
                                <a:pt x="10128" y="-359"/>
                                <a:pt x="7539" y="35"/>
                              </a:cubicBezTo>
                              <a:cubicBezTo>
                                <a:pt x="3605" y="587"/>
                                <a:pt x="229" y="10283"/>
                                <a:pt x="77" y="10678"/>
                              </a:cubicBezTo>
                              <a:cubicBezTo>
                                <a:pt x="-25" y="10993"/>
                                <a:pt x="-25" y="11466"/>
                                <a:pt x="77" y="11781"/>
                              </a:cubicBezTo>
                              <a:cubicBezTo>
                                <a:pt x="178" y="12096"/>
                                <a:pt x="330" y="12096"/>
                                <a:pt x="432" y="11781"/>
                              </a:cubicBezTo>
                              <a:cubicBezTo>
                                <a:pt x="457" y="11702"/>
                                <a:pt x="3808" y="2085"/>
                                <a:pt x="7564" y="1533"/>
                              </a:cubicBezTo>
                              <a:cubicBezTo>
                                <a:pt x="10026" y="1139"/>
                                <a:pt x="12590" y="3898"/>
                                <a:pt x="13986" y="8391"/>
                              </a:cubicBezTo>
                              <a:cubicBezTo>
                                <a:pt x="14011" y="8470"/>
                                <a:pt x="14037" y="8628"/>
                                <a:pt x="14062" y="8707"/>
                              </a:cubicBezTo>
                              <a:cubicBezTo>
                                <a:pt x="13681" y="9653"/>
                                <a:pt x="13326" y="10756"/>
                                <a:pt x="13047" y="11939"/>
                              </a:cubicBezTo>
                              <a:cubicBezTo>
                                <a:pt x="12488" y="14383"/>
                                <a:pt x="12412" y="16984"/>
                                <a:pt x="12869" y="18955"/>
                              </a:cubicBezTo>
                              <a:cubicBezTo>
                                <a:pt x="13224" y="20532"/>
                                <a:pt x="13808" y="21241"/>
                                <a:pt x="14341" y="20847"/>
                              </a:cubicBezTo>
                              <a:cubicBezTo>
                                <a:pt x="14392" y="20768"/>
                                <a:pt x="14468" y="20689"/>
                                <a:pt x="14544" y="20610"/>
                              </a:cubicBezTo>
                              <a:cubicBezTo>
                                <a:pt x="14874" y="20137"/>
                                <a:pt x="15331" y="18876"/>
                                <a:pt x="15407" y="15802"/>
                              </a:cubicBezTo>
                              <a:cubicBezTo>
                                <a:pt x="15483" y="13515"/>
                                <a:pt x="15255" y="11229"/>
                                <a:pt x="14773" y="9101"/>
                              </a:cubicBezTo>
                              <a:cubicBezTo>
                                <a:pt x="16651" y="5396"/>
                                <a:pt x="19418" y="4607"/>
                                <a:pt x="21118" y="7918"/>
                              </a:cubicBezTo>
                              <a:cubicBezTo>
                                <a:pt x="21245" y="8155"/>
                                <a:pt x="21397" y="8076"/>
                                <a:pt x="21473" y="7682"/>
                              </a:cubicBezTo>
                              <a:cubicBezTo>
                                <a:pt x="21575" y="7288"/>
                                <a:pt x="21524" y="6815"/>
                                <a:pt x="21423" y="6578"/>
                              </a:cubicBezTo>
                              <a:close/>
                              <a:moveTo>
                                <a:pt x="14925" y="15644"/>
                              </a:moveTo>
                              <a:cubicBezTo>
                                <a:pt x="14874" y="17694"/>
                                <a:pt x="14620" y="19034"/>
                                <a:pt x="14214" y="19349"/>
                              </a:cubicBezTo>
                              <a:cubicBezTo>
                                <a:pt x="13884" y="19586"/>
                                <a:pt x="13504" y="19113"/>
                                <a:pt x="13275" y="18088"/>
                              </a:cubicBezTo>
                              <a:cubicBezTo>
                                <a:pt x="13123" y="17378"/>
                                <a:pt x="12844" y="15565"/>
                                <a:pt x="13453" y="12885"/>
                              </a:cubicBezTo>
                              <a:cubicBezTo>
                                <a:pt x="13707" y="11781"/>
                                <a:pt x="14011" y="10835"/>
                                <a:pt x="14367" y="9968"/>
                              </a:cubicBezTo>
                              <a:cubicBezTo>
                                <a:pt x="14798" y="11781"/>
                                <a:pt x="14976" y="13673"/>
                                <a:pt x="14925" y="1564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</wp:anchor>
          </w:drawing>
        </mc:Choice>
        <mc:Fallback>
          <w:pict>
            <v:group w14:anchorId="62D65033" id="Group 1" o:spid="_x0000_s1026" style="position:absolute;margin-left:0;margin-top:-35.95pt;width:11in;height:612pt;z-index:251659264;mso-position-horizontal:center;mso-position-horizontal-relative:page" coordsize="100584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">
              <v:rect id="Rectangle" o:spid="_x0000_s1027" style="position:absolute;width:100584;height:77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" fillcolor="#0f2244 [3204]" stroked="f" strokeweight="1pt">
                <v:stroke miterlimit="4"/>
                <v:textbox inset="3pt,3pt,3pt,3pt"/>
              </v:rect>
              <v:shape id="Triangle" o:spid="_x0000_s1028" style="position:absolute;left:70738;top:12191;width:9297;height:1030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" path="m10800,l,21600r21600,l10800,xe" fillcolor="#fddfae [1302]" stroked="f" strokeweight="1pt">
                <v:stroke miterlimit="4" joinstyle="miter"/>
                <v:path arrowok="t" o:extrusionok="f" o:connecttype="custom" o:connectlocs="464821,514986;464821,514986;464821,514986;464821,514986" o:connectangles="0,90,180,270"/>
              </v:shape>
              <v:shape id="Shape" o:spid="_x0000_s1029" style="position:absolute;left:70738;top:20319;width:9297;height:37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" path="m21600,21600l,21600,,1249,5105,r5725,1249l16731,r4869,1249l21600,21600xe" fillcolor="#fcb036 [3206]" stroked="f" strokeweight="1pt">
                <v:stroke miterlimit="4" joinstyle="miter"/>
                <v:path arrowok="t" o:extrusionok="f" o:connecttype="custom" o:connectlocs="464821,1866266;464821,1866266;464821,1866266;464821,1866266" o:connectangles="0,90,180,270"/>
              </v:shape>
              <v:shape id="Shape" o:spid="_x0000_s1030" style="position:absolute;left:73025;top:20319;width:7099;height:37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" path="m,l155,21600r7419,l7496,1249,,xm15224,r-811,21600l21600,21600r,-20351l15224,xe" fillcolor="black" stroked="f" strokeweight="1pt">
                <v:fill opacity="9766f"/>
                <v:stroke miterlimit="4" joinstyle="miter"/>
                <v:path arrowok="t" o:extrusionok="f" o:connecttype="custom" o:connectlocs="354966,1866266;354966,1866266;354966,1866266;354966,1866266" o:connectangles="0,90,180,270"/>
              </v:shape>
              <v:rect id="Rectangle" o:spid="_x0000_s1031" style="position:absolute;left:70739;top:57658;width:929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" fillcolor="#d6d5d5 [3214]" stroked="f" strokeweight="1pt">
                <v:stroke miterlimit="4"/>
                <v:textbox inset="3pt,3pt,3pt,3pt"/>
              </v:rect>
              <v:shape id="Shape" o:spid="_x0000_s1032" style="position:absolute;left:70738;top:57658;width:9297;height:6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" path="m,l,17280v7200,785,14400,2356,21600,4320l21600,,,xe" fillcolor="black" stroked="f" strokeweight="1pt">
                <v:fill opacity="9766f"/>
                <v:stroke miterlimit="4" joinstyle="miter"/>
                <v:path arrowok="t" o:extrusionok="f" o:connecttype="custom" o:connectlocs="464821,34925;464821,34925;464821,34925;464821,34925" o:connectangles="0,90,180,270"/>
              </v:shape>
              <v:shape id="Shape" o:spid="_x0000_s1033" style="position:absolute;left:70738;top:58673;width:9297;height:350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" path="m,c,9391,4839,21600,10800,21600,17085,21600,21600,10174,21600,l,xe" fillcolor="#ff797c [3209]" stroked="f" strokeweight="1pt">
                <v:stroke miterlimit="4" joinstyle="miter"/>
                <v:path arrowok="t" o:extrusionok="f" o:connecttype="custom" o:connectlocs="464821,175261;464821,175261;464821,175261;464821,175261" o:connectangles="0,90,180,270"/>
              </v:shape>
              <v:shape id="Shape" o:spid="_x0000_s1034" style="position:absolute;left:73913;top:12064;width:2883;height:4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" path="m10848,l,15482r10657,6118l21600,15482,10848,xe" fillcolor="black" stroked="f" strokeweight="1pt">
                <v:stroke miterlimit="4" joinstyle="miter"/>
                <v:path arrowok="t" o:extrusionok="f" o:connecttype="custom" o:connectlocs="144146,219711;144146,219711;144146,219711;144146,219711" o:connectangles="0,90,180,270"/>
              </v:shape>
              <v:shape id="Shape" o:spid="_x0000_s1035" style="position:absolute;left:59689;top:27813;width:31395;height:68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" path="m21600,l,,1826,10800,,21600r21600,l19783,10800,21600,xe" fillcolor="#b8262e [3205]" stroked="f" strokeweight="1pt">
                <v:stroke miterlimit="4" joinstyle="miter"/>
                <v:path arrowok="t" o:extrusionok="f" o:connecttype="custom" o:connectlocs="1569721,344171;1569721,344171;1569721,344171;1569721,344171" o:connectangles="0,90,180,270"/>
              </v:shape>
              <v:shape id="Shape" o:spid="_x0000_s1036" style="position:absolute;left:58292;top:38480;width:34291;height:94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" path="m21600,l,,1816,10815,,21600r21600,l19784,10815,21600,xe" fillcolor="#b8262e [3205]" stroked="f" strokeweight="1pt">
                <v:stroke miterlimit="4" joinstyle="miter"/>
                <v:path arrowok="t" o:extrusionok="f" o:connecttype="custom" o:connectlocs="1714501,471806;1714501,471806;1714501,471806;1714501,471806" o:connectangles="0,90,180,270"/>
              </v:shape>
              <v:shape id="Shape" o:spid="_x0000_s1037" style="position:absolute;left:57658;top:51180;width:1777;height:1786;visibility:visible;mso-wrap-style:square;v-text-anchor:middle" coordsize="20568,2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" path="m19499,803c18176,-349,15531,-637,12592,2531,10094,5123,4511,11459,4805,13763v,432,294,720,441,864c6862,15779,9066,13763,14356,7427r-882,-720c9948,10883,6862,14483,5686,13763,5392,13331,6862,10163,13180,3251,15237,1091,17295,371,18617,1523v882,720,882,1728,588,2304c18764,4403,17441,5843,15972,7571,13033,10883,9066,15347,6715,17939v-1910,2160,-3674,864,-4261,432c1278,17363,690,15491,1572,14483,2601,13331,4511,10883,6274,8579,8184,6275,10095,3827,11123,2675r-882,-720c9213,3107,7303,5555,5393,8003,3629,10307,1719,12611,690,13907v-1322,1440,-587,3888,882,5184c1572,19091,1719,19235,1719,19235v1322,1152,3674,1728,5731,-576c9948,16067,13915,11459,16707,8147,18323,6419,19499,4979,19939,4403v1029,-720,735,-2448,-440,-3600xe" fillcolor="#91be47 [3207]" stroked="f" strokeweight="1pt">
                <v:stroke miterlimit="4" joinstyle="miter"/>
                <v:path arrowok="t" o:extrusionok="f" o:connecttype="custom" o:connectlocs="88886,89265;88886,89265;88886,89265;88886,89265" o:connectangles="0,90,180,270"/>
              </v:shape>
              <v:shape id="Shape" o:spid="_x0000_s1038" style="position:absolute;left:60452;top:49783;width:30655;height:17037;visibility:visible;mso-wrap-style:square;v-text-anchor:middle" coordsize="21536,2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" path="m21469,1800v107,-208,98,-545,-125,-705c21130,950,21085,630,20969,4v-9,-64,-151,626,-9,1315c21103,2041,21362,2025,21469,1800xm386,2089c163,1977,74,2746,306,2778v250,48,232,-609,80,-689xm14822,11887v-223,-113,-312,657,-80,689c14974,12608,14974,11967,14822,11887xm17088,16954v-223,-112,-312,657,-80,689c17249,17675,17240,17034,17088,16954xm6311,17595v-223,-112,-313,658,-81,690c6471,18317,6462,17675,6311,17595xm833,3965c725,3756,538,4029,645,4238v54,144,277,-81,188,-273xm15518,11694v62,128,286,-96,187,-272c15598,11197,15411,11470,15518,11694xm770,5488v-134,16,-107,481,54,433c993,5873,931,5456,770,5488xm1386,10732v-134,16,-107,481,53,433c1609,11101,1546,10700,1386,10732xm163,6755v-71,16,-62,273,27,241c279,6964,244,6739,163,6755xm15893,12448v-72,16,-63,272,26,240c16009,12656,15982,12432,15893,12448xm21192,13618v-71,16,-62,273,27,241c21317,13827,21282,13602,21192,13618xm17285,16168v-72,16,-63,273,26,241c17409,16377,17374,16152,17285,16168xm2893,11790v-71,16,-62,273,27,241c3018,11999,2983,11790,2893,11790xm83,4045v89,-32,54,-256,-27,-240c-24,3805,-6,4061,83,4045xm16160,10684v-71,16,-62,272,27,240c16276,10892,16241,10668,16160,10684xm18088,13169v-72,16,-63,273,26,241c18204,13378,18168,13153,18088,13169xm18712,12849v-71,16,-62,272,27,240c18837,13057,18801,12833,18712,12849xm20514,6819v-71,16,-62,273,27,241c20630,7028,20604,6803,20514,6819xm20934,4879v-72,16,-63,273,26,241c21059,5087,21023,4863,20934,4879xm21130,6386v-71,16,-63,273,27,241c21246,6595,21219,6370,21130,6386xm15464,20867v-71,16,-62,272,27,240c15580,21075,15545,20850,15464,20867xm6043,21267v-71,16,-63,273,27,241c6168,21476,6132,21267,6043,21267xm14974,18189v-72,16,-63,272,27,240c15099,18397,15063,18173,14974,18189xm6712,16457v-71,16,-62,272,27,240c6837,16665,6801,16441,6712,16457xm7105,18349v-72,16,-63,273,26,240c7230,18557,7194,18333,7105,18349xm2376,11919v-71,16,-62,272,27,240c2501,12127,2465,11903,2376,11919xm1020,11486v-72,16,-63,272,27,240c1145,11694,1109,11470,1020,11486xm47,13618v-71,16,-62,273,27,241c172,13827,137,13602,47,13618xm2715,10860v-71,16,-62,273,27,241c2831,11069,2804,10844,2715,10860xm2153,14228v-71,16,-63,272,27,240c2278,14436,2242,14212,2153,14228xm734,17291v-71,16,-62,272,27,240c859,17499,824,17275,734,17291xm16937,10491v160,-48,98,-465,-54,-433c16749,10091,16776,10556,16937,10491xm18819,14292v-134,16,-107,481,54,433c19042,14661,18980,14260,18819,14292xm21317,6948v-134,16,-107,481,54,433c21540,7316,21478,6915,21317,6948xe" fillcolor="#fcb036 [3206]" stroked="f" strokeweight="1pt">
                <v:stroke miterlimit="4" joinstyle="miter"/>
                <v:path arrowok="t" o:extrusionok="f" o:connecttype="custom" o:connectlocs="1532758,851810;1532758,851810;1532758,851810;1532758,851810" o:connectangles="0,90,180,270"/>
              </v:shape>
              <v:shape id="Shape" o:spid="_x0000_s1039" style="position:absolute;left:59055;top:53339;width:32974;height:13012;visibility:visible;mso-wrap-style:square;v-text-anchor:middle" coordsize="21520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" path="m7739,19372v-17,,-746,21,-1716,-539c5981,18750,5882,18502,5783,18129v257,-871,182,-1762,49,-2281c5741,15517,5633,15351,5542,15413v-41,21,-116,124,-132,518c5368,17196,5625,18170,5807,18688,5294,18357,4738,17880,4183,17134v-33,-208,-166,-933,-282,-1908c4059,14936,4175,14377,4216,13941v33,-352,25,-642,-25,-829c4141,12905,4042,12843,3943,12946v-175,187,-307,829,-216,1824c3818,15683,3934,16429,4009,16885,3462,16118,2940,15102,2484,13775v,,,,,c2484,13755,2409,12366,2351,11164v149,-42,357,-270,357,-809c2708,10106,2649,9858,2558,9733v-74,-103,-165,-103,-232,21c2260,9878,2185,10127,2210,10749v33,871,91,1969,125,2591c1920,12013,1580,10687,1315,9443v8,-207,33,-1161,124,-2052c1439,7391,1439,7391,1439,7391v299,-166,348,-622,357,-871c1804,6209,1738,5857,1655,5795v-33,-42,-75,,-100,83c1323,6727,1232,8179,1199,8945,627,6147,395,3763,304,2457,428,2229,602,1794,627,1089,660,11,312,-362,130,405v-166,705,33,2031,58,2218c238,3266,312,4116,445,5152v149,1161,381,2695,746,4374c1191,9547,1199,9567,1199,9567v8,21,17,63,17,104c1116,9650,942,9609,743,9526v8,-498,-83,-829,-265,-933c287,8489,47,8676,5,8966v-8,62,-24,270,100,394c602,9899,1141,9982,1282,9982v257,1140,564,2342,953,3565c2310,13775,2384,14003,2467,14231v-108,,-265,,-447,-20c1978,13589,1796,13216,1539,13236v-199,,-439,270,-456,602c1075,13962,1100,14169,1265,14252v423,249,871,290,1119,290c2475,14542,2542,14542,2575,14542v456,1203,978,2115,1508,2820c4083,17362,4083,17362,4083,17362v-74,62,-182,165,-315,248c3478,16781,3022,16988,2799,17258v-166,187,-249,435,-232,663c2583,18108,2674,18212,2832,18212r,c3197,18212,3512,18087,3752,17942v16,,25,,41,-21c4025,17776,4183,17610,4241,17548v555,705,1111,1161,1616,1472c5841,19103,5791,19289,5683,19538v-423,-477,-1384,477,-1633,1037c3984,20720,3959,20865,3984,21010v25,124,91,187,207,187c4257,21197,4340,21176,4440,21134v1235,-456,1525,-1969,1533,-2031c5973,19103,5973,19103,5973,19082v,,,,,c5982,19103,5998,19103,6006,19103v,,9,,9,c6910,19621,7606,19642,7730,19642v9,,17,,17,c7780,19642,7805,19580,7805,19497v-8,-62,-33,-125,-66,-125xm21514,8987v-41,-290,-282,-477,-472,-373c20859,8717,20768,9049,20777,9547v-199,103,-365,145,-473,145c20312,9650,20321,9630,20321,9588v8,-21,8,-21,8,-41c20694,7847,20926,6334,21075,5173v133,-1037,207,-1907,257,-2529c21365,2457,21564,1131,21390,426v-182,-767,-531,-394,-497,684c20917,1815,21092,2271,21216,2478v-91,1306,-332,3690,-895,6488c20288,8178,20196,6748,19964,5898v-25,-83,-58,-103,-99,-83c19790,5878,19724,6230,19724,6541v8,249,58,705,356,871c20080,7412,20080,7412,20080,7412v92,912,125,1844,125,2052c19939,10707,19600,12034,19185,13361v33,-622,91,-1721,125,-2591c19334,10169,19260,9899,19193,9775v-66,-125,-157,-125,-232,-21c18870,9878,18812,10106,18812,10376v,539,216,746,357,808c19111,12387,19036,13775,19036,13796v,,,,,c18580,15123,18058,16139,17511,16906v74,-436,191,-1203,282,-2115c17892,13796,17751,13154,17577,12967v-99,-104,-199,-41,-248,166c17279,13319,17271,13610,17304,13962v41,435,149,995,315,1285c17503,16221,17378,16968,17337,17154v-555,726,-1119,1223,-1625,1555c15895,18191,16152,17196,16110,15952v-16,-373,-91,-477,-132,-518c15886,15372,15770,15537,15687,15869v-140,518,-207,1410,50,2280c15629,18522,15530,18771,15497,18854v-970,560,-1699,539,-1716,539c13748,19393,13723,19455,13723,19538v,83,25,145,58,145c13781,19683,13789,19683,13798,19683v124,,812,-20,1715,-539c15513,19144,15522,19144,15522,19144v8,,25,,33,-20c15555,19124,15555,19124,15555,19124v,,,,,20c15563,19207,15853,20720,17088,21176v100,41,183,62,249,62c17453,21238,17519,21176,17544,21051v25,-124,,-269,-66,-435c17229,20036,16259,19103,15845,19580v-108,-249,-158,-436,-174,-519c16176,18750,16732,18274,17287,17590v58,62,207,228,448,373c17743,17983,17760,17983,17776,17983v241,146,547,270,920,270l18696,18253v158,,241,-104,265,-290c18978,17735,18895,17486,18729,17299v-223,-269,-679,-476,-969,353c17627,17569,17519,17465,17445,17403v,,,,,c17975,16698,18489,15786,18953,14584v33,,100,,191,c19401,14584,19840,14542,20263,14294v165,-104,182,-311,182,-415c20428,13547,20196,13278,19989,13278v-257,-21,-439,352,-481,974c19318,14273,19160,14273,19061,14273v83,-228,157,-456,232,-684c19674,12366,19989,11164,20246,10023v141,,680,-83,1177,-621c21539,9256,21523,9049,21514,8987xe" fillcolor="#b0e1e6 [1304]" stroked="f" strokeweight="1pt">
                <v:stroke miterlimit="4" joinstyle="miter"/>
                <v:path arrowok="t" o:extrusionok="f" o:connecttype="custom" o:connectlocs="1648712,650594;1648712,650594;1648712,650594;1648712,650594" o:connectangles="0,90,180,270"/>
              </v:shape>
              <v:shape id="Shape" o:spid="_x0000_s1040" style="position:absolute;left:90297;top:21844;width:1765;height:1797;visibility:visible;mso-wrap-style:square;v-text-anchor:middle" coordsize="20708,20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" path="m19140,1145v,,-148,-143,-148,-143c17651,-143,15267,-715,13182,1574,10649,4149,6627,8726,3797,12016,2158,13733,967,15163,520,15735v-894,1002,-596,2718,596,3720c2456,20599,5138,20885,8117,17738,10649,15163,16310,8869,16012,6580v,-429,-298,-715,-447,-858c13927,4578,11692,6580,6329,12874r894,716c10798,9441,13927,5865,15118,6580v298,430,-1191,3577,-7597,10443c5436,19168,3350,19884,2009,18739v-893,-715,-893,-1716,-595,-2288c1860,15878,3201,14448,4691,12731,7670,9441,11692,5007,14076,2432v1936,-2146,3724,-858,4320,-429c19587,3004,20183,4864,19289,5865v-1042,1144,-2979,3576,-4767,5865c12586,14019,10649,16451,9607,17595r893,715c11543,17166,13480,14734,15416,12302v1788,-2289,3724,-4577,4767,-5865c21226,4864,20630,2575,19140,1145xe" fillcolor="#91be47 [3207]" stroked="f" strokeweight="1pt">
                <v:stroke miterlimit="4" joinstyle="miter"/>
                <v:path arrowok="t" o:extrusionok="f" o:connecttype="custom" o:connectlocs="88273,89900;88273,89900;88273,89900;88273,89900" o:connectangles="0,90,180,270"/>
              </v:shape>
              <v:shape id="Shape" o:spid="_x0000_s1041" style="position:absolute;left:58547;top:7873;width:30655;height:17035;visibility:visible;mso-wrap-style:square;v-text-anchor:middle" coordsize="21536,2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" path="m3421,8121v-90,32,-54,257,26,241c3528,8346,3510,8089,3421,8121xm2787,8442v-89,32,-53,257,27,241c2894,8667,2876,8410,2787,8442xm2662,6805v-160,48,-98,466,54,433c2850,7222,2823,6757,2662,6805xm4215,5120v-89,32,-54,257,27,241c4322,5345,4313,5088,4215,5120xm4598,11026v-160,48,-98,465,54,433c4786,11443,4759,10978,4598,11026xm4527,3885v-241,-33,-232,609,-80,690c4670,4687,4759,3917,4527,3885xm5616,8843v-90,32,-54,257,26,241c5723,9068,5705,8811,5616,8843xm5348,10608v-89,33,-54,257,27,241c5455,10833,5437,10576,5348,10608xm405,15150v71,-16,63,-273,-27,-241c289,14941,325,15166,405,15150xm20801,4238v71,-16,62,-273,-27,-241c20685,4029,20711,4254,20801,4238xm5830,10111v107,209,294,-64,187,-273c5955,9710,5731,9934,5830,10111xm601,16658v72,-16,63,-272,-26,-240c476,16450,512,16674,601,16658xm21488,7912v71,-16,62,-272,-27,-240c21372,7704,21398,7929,21488,7912xm66,19723v-107,209,-98,546,125,707c405,20574,450,20895,566,21521v9,64,151,-626,9,-1316c432,19499,182,19515,66,19723xm343,7912v71,-16,62,-272,-27,-240c227,7704,253,7929,343,7912xm994,14476v-89,32,-54,257,27,241c1101,14701,1083,14444,994,14476xm218,14588v134,-16,107,-481,-54,-433c4,14219,66,14620,218,14588xm19123,9373v-89,32,-53,257,27,241c19230,9597,19221,9341,19123,9373xm20765,16049v134,-16,107,-482,-54,-434c20542,15663,20604,16065,20765,16049xm20479,9806v-89,32,-53,257,27,241c20587,10031,20569,9774,20479,9806xm20096,10368v-161,48,-98,465,53,433c20283,10785,20256,10320,20096,10368xm19346,7062v-89,32,-53,257,27,241c19453,7287,19436,7030,19346,7062xm20702,17557v108,209,295,-64,188,-273c20836,17156,20613,17381,20702,17557xm21461,17493v-89,32,-54,257,27,241c21559,17718,21550,17461,21461,17493xm21220,18745v-241,-33,-232,609,-80,690c21372,19563,21461,18777,21220,18745xm21345,14540v-89,32,-54,257,27,241c21452,14765,21434,14508,21345,14540xm6044,418v-89,32,-54,257,27,241c6151,643,6133,386,6044,418xm14395,2938v-90,32,-54,257,26,240c14502,3162,14493,2906,14395,2938xm6793,8956v-241,-33,-232,609,-80,690c6945,9758,7034,8988,6793,8956xm14787,4831v-89,32,-53,257,27,241c14894,5056,14885,4799,14787,4831xm6526,3098v-90,32,-54,257,26,241c6633,3323,6624,3066,6526,3098xm18793,10432v-89,32,-53,257,27,241c18900,10657,18882,10400,18793,10432xm18606,9501v-89,32,-54,257,27,241c18713,9726,18695,9469,18606,9501xm15305,3243v-241,-32,-232,609,-81,690c15456,4045,15546,3275,15305,3243xm15465,1v-89,32,-53,257,27,241c15563,242,15555,-15,15465,1xe" fillcolor="#fcb036 [3206]" stroked="f" strokeweight="1pt">
                <v:stroke miterlimit="4" joinstyle="miter"/>
                <v:path arrowok="t" o:extrusionok="f" o:connecttype="custom" o:connectlocs="1532758,851729;1532758,851729;1532758,851729;1532758,851729" o:connectangles="0,90,180,270"/>
              </v:shape>
              <v:shape id="Shape" o:spid="_x0000_s1042" style="position:absolute;left:57657;top:8381;width:32983;height:13000;visibility:visible;mso-wrap-style:square;v-text-anchor:middle" coordsize="21526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" path="m21423,11848v-497,-540,-1036,-623,-1177,-623c19989,10084,19683,8881,19293,7656v-74,-228,-149,-456,-232,-684c19169,6972,19326,6972,19509,6993v41,622,224,995,480,975c20188,7968,20429,7698,20445,7366v9,-124,-16,-332,-182,-415c19840,6702,19393,6661,19144,6661v-91,,-157,,-191,c18498,5457,17975,4544,17445,3839v,,,,,c17519,3776,17627,3673,17760,3590v290,830,746,622,970,352c18895,3756,18978,3507,18962,3278v-17,-186,-108,-290,-266,-290l18696,2988v-364,,-679,124,-920,270c17760,3258,17752,3258,17735,3278v-232,146,-390,312,-448,374c16732,2946,16177,2490,15671,2179v17,-83,66,-270,174,-519c16268,2137,17229,1183,17478,622v66,-145,91,-290,66,-435c17519,62,17453,,17337,v-66,,-149,21,-249,62c15853,519,15563,2033,15555,2096v,,,,,20c15555,2116,15555,2116,15555,2116v-8,-20,-25,-20,-33,-20c15522,2096,15514,2096,15514,2096v-896,-519,-1592,-540,-1716,-540c13790,1556,13781,1556,13781,1556v-33,,-58,62,-58,145c13723,1784,13756,1847,13781,1847v17,,746,-21,1716,539c15539,2469,15638,2718,15737,3092v-257,871,-182,1763,-49,2282c15779,5706,15887,5872,15978,5810v41,-21,116,-125,132,-519c16152,4025,15895,3050,15713,2531v513,332,1069,810,1624,1557c17370,4295,17503,5021,17619,5997v-158,290,-274,850,-315,1286c17271,7636,17279,7926,17329,8113v50,207,149,270,248,166c17752,8092,17884,7449,17793,6453v-91,-913,-207,-1660,-282,-2116c18058,5104,18580,6121,19036,7449v,,,,,c19036,7470,19111,8860,19169,10063v-149,42,-357,270,-357,810c18812,11122,18871,11371,18962,11495v74,104,165,104,232,-21c19260,11350,19335,11101,19310,10478v-33,-871,-91,-1971,-125,-2593c19600,9213,19940,10541,20205,11786v-8,207,-33,1162,-124,2054c20081,13840,20081,13840,20081,13840v-299,166,-348,622,-357,871c19716,15022,19782,15375,19865,15437v33,42,75,,100,-83c20197,14504,20288,13051,20321,12284v572,2801,804,5187,895,6494c21092,19006,20918,19442,20893,20148v-33,1079,315,1452,497,684c21556,20127,21357,18799,21332,18612v-50,-643,-124,-1494,-257,-2531c20926,14919,20694,13383,20329,11703v,-21,-8,-42,-8,-42c20313,11640,20304,11599,20304,11557v100,21,274,63,473,146c20769,12201,20860,12533,21042,12636v191,104,431,-83,473,-373c21531,12201,21548,11993,21423,11848xm7747,1556v,,-8,,-16,c7606,1556,6918,1577,6015,2096v,,-8,,-8,c5998,2096,5982,2096,5974,2116v,,,,,c5974,2116,5974,2116,5974,2096,5965,2033,5675,519,4440,62,4341,21,4258,,4191,,4075,,4009,62,3984,187v-25,124,,269,67,435c4299,1203,5269,2137,5683,1660v108,249,158,436,174,519c5352,2490,4797,2967,4241,3652v-58,-62,-207,-228,-447,-374c3785,3258,3769,3258,3752,3258,3512,3112,3205,2988,2832,2988r,c2675,2988,2592,3092,2567,3278v-17,229,66,478,232,664c3023,4212,3479,4420,3769,3590v132,83,240,186,315,249c4084,3839,4084,3839,4084,3839,3553,4544,3039,5457,2575,6661v-33,,-99,,-190,c2128,6661,1688,6702,1266,6951v-166,104,-183,311,-183,415c1100,7698,1332,7968,1539,7968v257,20,439,-353,481,-975c2210,6972,2368,6972,2467,6972v-82,228,-157,456,-232,684c1854,8881,1539,10084,1282,11225v-141,,-679,83,-1177,623c-19,11993,-3,12180,6,12242v41,291,282,477,472,374c661,12512,752,12180,743,11682v199,-104,365,-145,473,-145c1208,11578,1199,11599,1199,11640v-8,21,-8,21,-8,42c826,13383,594,14898,445,16060,312,17097,238,17969,188,18591v-33,187,-232,1515,-58,2221c312,21579,661,21206,627,20127,603,19421,428,18965,304,18757v91,-1307,332,-3693,895,-6494c1232,13051,1324,14483,1556,15334v25,83,58,103,99,83c1730,15354,1796,15002,1796,14690v-8,-249,-58,-705,-356,-871c1440,13819,1440,13819,1440,13819v-92,-913,-125,-1847,-125,-2054c1581,10520,1920,9192,2335,7864v-33,622,-91,1722,-125,2594c2186,11059,2260,11329,2327,11454v66,124,157,124,232,20c2650,11350,2708,11122,2708,10852v,-540,-216,-747,-357,-809c2409,8839,2484,7449,2484,7428v,,,,,c2940,6100,3462,5084,4009,4316v-74,436,-191,1203,-282,2116c3628,7428,3769,8071,3943,8258v99,104,199,42,248,-166c4241,7905,4249,7615,4216,7262,4175,6827,4067,6266,3901,5976v116,-975,241,-1722,282,-1909c4738,3341,5302,2843,5808,2511v-183,518,-440,1514,-398,2759c5426,5644,5501,5748,5542,5789v92,62,208,-104,291,-436c5973,4835,6040,3942,5783,3071v108,-374,207,-623,240,-706c6993,1805,7722,1826,7739,1826v33,,58,-62,58,-145c7805,1618,7780,1556,7747,1556xe" fillcolor="#b0e1e6 [1304]" stroked="f" strokeweight="1pt">
                <v:stroke miterlimit="4" joinstyle="miter"/>
                <v:path arrowok="t" o:extrusionok="f" o:connecttype="custom" o:connectlocs="1649132,649959;1649132,649959;1649132,649959;1649132,649959" o:connectangles="0,90,180,270"/>
              </v:shape>
              <v:shape id="Shape" o:spid="_x0000_s1043" style="position:absolute;left:54863;top:4571;width:41159;height:68592;visibility:visible;mso-wrap-style:square;v-text-anchor:middle" coordsize="20959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" path="m196,11088v104,,194,-118,194,-263c390,10680,306,10562,196,10562v-103,,-194,118,-194,263c2,10970,86,11088,196,11088xm151,2593r,7458c151,10067,170,10083,196,10083v26,,46,-16,46,-32l242,2593v,-15,-20,-31,-46,-31c170,2562,151,2578,151,2593xm423,2087v679,,187,-1120,-33,-1139c106,924,-276,2087,423,2087xm151,11551r,7458c151,19025,170,19041,196,19041v26,,46,-16,46,-32l242,11551v,-15,-20,-31,-46,-31c170,11520,151,11532,151,11551xm358,19155v-679,,-239,1461,65,1425c733,20553,1089,19155,358,19155xm785,20796v-84,,-155,43,-155,95c630,20942,701,20985,785,20985v84,,155,-43,155,-94c940,20839,875,20796,785,20796xm20807,10051r,-7458c20807,2578,20788,2562,20762,2562v-26,,-46,16,-46,31l20716,10051v,16,20,32,46,32c20788,10083,20807,10071,20807,10051xm20716,11551r,7458c20716,19025,20736,19041,20762,19041v26,,45,-16,45,-32l20807,11551v,-15,-19,-31,-45,-31c20736,11520,20716,11532,20716,11551xm552,571v84,,155,-43,155,-94c707,426,636,382,552,382v-84,,-155,44,-155,95c397,528,468,571,552,571xm20956,10825v,-145,-84,-263,-194,-263c20658,10562,20568,10680,20568,10825v,145,84,263,194,263c20872,11088,20956,10970,20956,10825xm1878,20199v-304,-208,-951,472,-828,523c1192,20777,2182,20407,1878,20199xm1690,1140c2033,956,914,563,830,638v-90,86,518,687,860,502xm19080,1026v304,209,951,-471,828,-522c19766,449,18776,818,19080,1026xm3410,217v,-412,-2405,-145,-2347,40c1108,445,3410,661,3410,217xm9451,21091r-5530,c3908,21091,3896,21103,3896,21118v,16,12,28,25,28l9451,21146v13,,26,-12,26,-28c9477,21103,9464,21091,9451,21091xm20322,335v,-51,-71,-94,-155,-94c20083,241,20011,284,20011,335v,51,72,94,156,94c20257,429,20322,386,20322,335xm19261,20070v-342,184,776,577,860,502c20218,20486,19610,19885,19261,20070xm17548,20993v,412,2405,145,2347,-40c19843,20765,17548,20549,17548,20993xm20600,2071v679,,239,-1461,-65,-1426c20225,673,19869,2071,20600,2071xm1561,20993v-39,169,1875,400,1875,-20c3436,20557,1593,20859,1561,20993xm20535,19123v-679,,-187,1120,33,1139c20846,20286,21227,19123,20535,19123xm20406,20635v-84,,-155,43,-155,95c20251,20781,20322,20824,20406,20824v84,,155,-43,155,-94c20561,20678,20490,20635,20406,20635xm10479,1v-239,,-433,51,-433,118c10046,182,10240,237,10479,237v239,,433,-51,433,-118c10912,52,10718,1,10479,1xm10479,20973v-239,,-433,51,-433,118c10046,21154,10240,21209,10479,21209v239,,433,-51,433,-118c10912,21028,10718,20973,10479,20973xm9451,119r-5530,c3908,119,3896,131,3896,147v,15,12,27,25,27l9451,174v13,,26,-12,26,-27c9477,131,9464,119,9451,119xm19397,233v39,-169,-1875,-401,-1875,20c17522,669,19365,367,19397,233xm17198,119r-5529,c11656,119,11643,131,11643,147v,15,13,27,26,27l17198,174v13,,26,-12,26,-27c17218,131,17211,119,17198,119xm17198,21091r-5529,c11656,21091,11643,21103,11643,21118v,16,13,28,26,28l17198,21146v13,,26,-12,26,-28c17218,21103,17211,21091,17198,21091xe" fillcolor="#3cb6c1 [3208]" stroked="f" strokeweight="1pt">
                <v:stroke miterlimit="4" joinstyle="miter"/>
                <v:path arrowok="t" o:extrusionok="f" o:connecttype="custom" o:connectlocs="2057934,3429558;2057934,3429558;2057934,3429558;2057934,3429558" o:connectangles="0,90,180,270"/>
              </v:shape>
              <v:shape id="Shape" o:spid="_x0000_s1044" style="position:absolute;left:4572;top:4571;width:41159;height:68592;visibility:visible;mso-wrap-style:square;v-text-anchor:middle" coordsize="20959,2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" path="m197,11088v104,,194,-118,194,-263c391,10680,307,10562,197,10562v-103,,-194,118,-194,263c3,10970,87,11088,197,11088xm152,2593r,7458c152,10067,171,10083,197,10083v26,,46,-16,46,-32l243,2593v,-15,-20,-31,-46,-31c171,2562,152,2578,152,2593xm391,2087v679,,188,-1120,-32,-1139c81,924,-301,2087,391,2087xm786,20796v-84,,-155,43,-155,95c631,20942,702,20985,786,20985v84,,155,-43,155,-94c941,20839,876,20796,786,20796xm152,11551r,7458c152,19025,171,19041,197,19041v26,,46,-16,46,-32l243,11551v,-15,-20,-31,-46,-31c171,11520,152,11532,152,11551xm527,571v84,,155,-43,155,-94c682,426,611,382,527,382v-84,,-155,44,-155,95c372,528,443,571,527,571xm20957,10825v,-145,-84,-263,-194,-263c20659,10562,20569,10680,20569,10825v,145,84,263,194,263c20873,11088,20957,10970,20957,10825xm359,19155v-679,,-239,1461,65,1425c734,20553,1090,19155,359,19155xm20808,10051r,-7458c20808,2578,20789,2562,20763,2562v-26,,-46,16,-46,31l20717,10051v,16,20,32,46,32c20789,10083,20808,10071,20808,10051xm1665,1140c2008,956,889,563,805,638v-90,86,518,687,860,502xm20717,11551r,7458c20717,19025,20737,19041,20763,19041v26,,45,-16,45,-32l20808,11551v,-15,-19,-31,-45,-31c20737,11520,20717,11532,20717,11551xm19081,1026v304,209,951,-471,828,-522c19767,449,18777,818,19081,1026xm1879,20199v-304,-208,-951,472,-828,523c1193,20777,2183,20407,1879,20199xm3386,217c3386,-195,980,72,1038,257v45,188,2348,404,2348,-40xm17574,20993v,412,2406,145,2348,-40c19870,20765,17574,20549,17574,20993xm20323,335v,-51,-71,-94,-155,-94c20084,241,20012,284,20012,335v,51,72,94,156,94c20258,429,20323,386,20323,335xm19288,20070v-343,184,776,577,860,502c20245,20486,19637,19885,19288,20070xm20601,2071v679,,239,-1461,-65,-1426c20226,673,19870,2071,20601,2071xm19398,233v39,-169,-1875,-401,-1875,20c17523,669,19366,367,19398,233xm20562,19123v-679,,-187,1120,32,1139c20873,20286,21254,19123,20562,19123xm20433,20635v-84,,-155,43,-155,95c20278,20781,20349,20824,20433,20824v84,,155,-43,155,-94c20588,20678,20517,20635,20433,20635xm9374,21091r-5529,c3832,21091,3819,21103,3819,21118v,16,13,28,26,28l9374,21146v13,,26,-12,26,-28c9394,21103,9387,21091,9374,21091xm10402,20973v-239,,-433,51,-433,118c9969,21154,10163,21209,10402,21209v240,,434,-51,434,-118c10829,21028,10635,20973,10402,20973xm17115,119r-5529,c11573,119,11560,131,11560,147v,15,13,27,26,27l17115,174v13,,26,-12,26,-27c17141,131,17128,119,17115,119xm1562,20993v-39,169,1875,400,1875,-20c3437,20557,1594,20859,1562,20993xm9374,119r-5529,c3832,119,3819,131,3819,147v,15,13,27,26,27l9374,174v13,,26,-12,26,-27c9394,131,9387,119,9374,119xm17115,21091r-5529,c11573,21091,11560,21103,11560,21118v,16,13,28,26,28l17115,21146v13,,26,-12,26,-28c17141,21103,17128,21091,17115,21091xm10402,1v-239,,-433,51,-433,118c9969,182,10163,237,10402,237v240,,434,-51,434,-118c10829,52,10635,1,10402,1xe" fillcolor="#3cb6c1 [3208]" stroked="f" strokeweight="1pt">
                <v:stroke miterlimit="4" joinstyle="miter"/>
                <v:path arrowok="t" o:extrusionok="f" o:connecttype="custom" o:connectlocs="2057958,3429558;2057958,3429558;2057958,3429558;2057958,3429558" o:connectangles="0,90,180,270"/>
              </v:shape>
              <v:shape id="Triangle" o:spid="_x0000_s1045" style="position:absolute;left:23114;top:26161;width:4089;height:452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" path="m10800,l,21600r21600,l10800,xe" fillcolor="#fddfae [1302]" stroked="f" strokeweight="1pt">
                <v:stroke miterlimit="4" joinstyle="miter"/>
                <v:path arrowok="t" o:extrusionok="f" o:connecttype="custom" o:connectlocs="204471,226061;204471,226061;204471,226061;204471,226061" o:connectangles="0,90,180,270"/>
              </v:shape>
              <v:shape id="Shape" o:spid="_x0000_s1046" style="position:absolute;left:23114;top:29718;width:4089;height:163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" path="m16703,l10867,1239,5098,,,1239,,21600r21600,l21600,1239,16703,xe" fillcolor="#fcb036 [3206]" stroked="f" strokeweight="1pt">
                <v:stroke miterlimit="4" joinstyle="miter"/>
                <v:path arrowok="t" o:extrusionok="f" o:connecttype="custom" o:connectlocs="204471,819150;204471,819150;204471,819150;204471,819150" o:connectangles="0,90,180,270"/>
              </v:shape>
              <v:shape id="Shape" o:spid="_x0000_s1047" style="position:absolute;left:24002;top:29718;width:3125;height:16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" path="m,l176,21600r7375,l7551,1238,,xm15190,r-790,21600l21600,21600r,-20362l15190,xe" fillcolor="black" stroked="f" strokeweight="1pt">
                <v:fill opacity="9766f"/>
                <v:stroke miterlimit="4" joinstyle="miter"/>
                <v:path arrowok="t" o:extrusionok="f" o:connecttype="custom" o:connectlocs="156211,819786;156211,819786;156211,819786;156211,819786" o:connectangles="0,90,180,270"/>
              </v:shape>
              <v:rect id="Rectangle" o:spid="_x0000_s1048" style="position:absolute;left:23114;top:46101;width:4076;height: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" fillcolor="#d6d5d5 [3214]" stroked="f" strokeweight="1pt">
                <v:stroke miterlimit="4"/>
                <v:textbox inset="3pt,3pt,3pt,3pt"/>
              </v:rect>
              <v:shape id="Shape" o:spid="_x0000_s1049" style="position:absolute;left:23114;top:46101;width:4076;height:30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" path="m,l,17100v7200,900,14400,2700,21600,4500l21600,,,xe" fillcolor="black" stroked="f" strokeweight="1pt">
                <v:fill opacity="9766f"/>
                <v:stroke miterlimit="4" joinstyle="miter"/>
                <v:path arrowok="t" o:extrusionok="f" o:connecttype="custom" o:connectlocs="203836,15241;203836,15241;203836,15241;203836,15241" o:connectangles="0,90,180,270"/>
              </v:shape>
              <v:shape id="Shape" o:spid="_x0000_s1050" style="position:absolute;left:23114;top:46608;width:4089;height:15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" path="m,c,9461,4830,21600,10800,21600,17106,21600,21600,10175,21600,l,xe" fillcolor="#ff797c [3209]" stroked="f" strokeweight="1pt">
                <v:stroke miterlimit="4" joinstyle="miter"/>
                <v:path arrowok="t" o:extrusionok="f" o:connecttype="custom" o:connectlocs="204471,76836;204471,76836;204471,76836;204471,76836" o:connectangles="0,90,180,270"/>
              </v:shape>
              <v:shape id="Shape" o:spid="_x0000_s1051" style="position:absolute;left:24510;top:26162;width:1271;height:193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" path="m10800,l,15489r10584,6111l21600,15489,10800,xe" fillcolor="black" stroked="f" strokeweight="1pt">
                <v:stroke miterlimit="4" joinstyle="miter"/>
                <v:path arrowok="t" o:extrusionok="f" o:connecttype="custom" o:connectlocs="63501,96520;63501,96520;63501,96520;63501,96520" o:connectangles="0,90,180,270"/>
              </v:shape>
              <v:shape id="Shape" o:spid="_x0000_s1052" style="position:absolute;left:9397;top:34163;width:31395;height:688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" path="m21600,l,,1817,10800,,21600r21600,l19774,10800,21600,xe" fillcolor="#b8262e [3205]" stroked="f" strokeweight="1pt">
                <v:stroke miterlimit="4" joinstyle="miter"/>
                <v:path arrowok="t" o:extrusionok="f" o:connecttype="custom" o:connectlocs="1569721,344171;1569721,344171;1569721,344171;1569721,344171" o:connectangles="0,90,180,270"/>
              </v:shape>
              <v:shape id="Shape" o:spid="_x0000_s1053" style="position:absolute;left:22479;top:57658;width:5358;height:4847;visibility:visible;mso-wrap-style:square;v-text-anchor:middle" coordsize="19145,19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" path="m11090,16607v771,-1004,2677,201,4311,302c17034,17009,20256,12940,18759,6410,17306,-120,13359,-773,10454,583,7550,1940,8231,5456,7006,5657,5780,5858,4328,2944,2332,3698,335,4451,-1344,8369,1560,14598v2950,6229,7079,5275,9530,2009xe" fillcolor="#b8262e [3205]" stroked="f" strokeweight="1pt">
                <v:stroke miterlimit="4" joinstyle="miter"/>
                <v:path arrowok="t" o:extrusionok="f" o:connecttype="custom" o:connectlocs="267903,242382;267903,242382;267903,242382;267903,242382" o:connectangles="0,90,180,270"/>
              </v:shape>
              <v:shape id="Shape" o:spid="_x0000_s1054" style="position:absolute;left:22606;top:56260;width:1871;height:2838;visibility:visible;mso-wrap-style:square;v-text-anchor:middle" coordsize="20941,2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" path="m3178,7521v2131,1061,5258,965,9095,-192c17673,12246,18809,18321,19094,21504v284,,568,96,994,c20373,21504,20657,21407,20941,21214,20515,16007,17815,4339,1330,289l194,,52,771v,290,-711,4918,3126,6750xe" fillcolor="#91be47 [3207]" stroked="f" strokeweight="1pt">
                <v:stroke miterlimit="4" joinstyle="miter"/>
                <v:path arrowok="t" o:extrusionok="f" o:connecttype="custom" o:connectlocs="93577,141888;93577,141888;93577,141888;93577,141888" o:connectangles="0,90,180,270"/>
              </v:shape>
              <v:shape id="Shape" o:spid="_x0000_s1055" style="position:absolute;left:23114;top:13080;width:5115;height:4807;visibility:visible;mso-wrap-style:square;v-text-anchor:middle" coordsize="20279,20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" path="m5425,2895c6734,5231,8647,5655,9201,6610,9402,6929,9805,2948,8395,932,6986,-1138,4166,560,5425,2895xm19573,15367c17811,12554,14437,13032,14236,13510v-151,371,1813,637,2618,2706c17609,18286,17307,19825,18113,20037v1410,425,3172,-1963,1460,-4670xm1850,11068v-906,584,151,2336,1208,1539c4065,11811,2907,10378,1850,11068xm188,16694v-503,318,101,1274,655,849c1397,17065,742,16322,188,16694xm15142,4169v554,-424,-100,-1221,-654,-849c13984,3585,14588,4594,15142,4169xe" fillcolor="#fcb036 [3206]" stroked="f" strokeweight="1pt">
                <v:stroke miterlimit="4" joinstyle="miter"/>
                <v:path arrowok="t" o:extrusionok="f" o:connecttype="custom" o:connectlocs="255760,240343;255760,240343;255760,240343;255760,240343" o:connectangles="0,90,180,270"/>
              </v:shape>
              <v:shape id="Shape" o:spid="_x0000_s1056" style="position:absolute;left:18287;top:14224;width:10772;height:3375;visibility:visible;mso-wrap-style:square;v-text-anchor:middle" coordsize="21528,20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" path="m21423,6578c19570,2873,16524,3819,14493,7840v-50,-158,-101,-316,-152,-473c12869,2558,10128,-359,7539,35,3605,587,229,10283,77,10678v-102,315,-102,788,,1103c178,12096,330,12096,432,11781,457,11702,3808,2085,7564,1533v2462,-394,5026,2365,6422,6858c14011,8470,14037,8628,14062,8707v-381,946,-736,2049,-1015,3232c12488,14383,12412,16984,12869,18955v355,1577,939,2286,1472,1892c14392,20768,14468,20689,14544,20610v330,-473,787,-1734,863,-4808c15483,13515,15255,11229,14773,9101,16651,5396,19418,4607,21118,7918v127,237,279,158,355,-236c21575,7288,21524,6815,21423,6578xm14925,15644v-51,2050,-305,3390,-711,3705c13884,19586,13504,19113,13275,18088v-152,-710,-431,-2523,178,-5203c13707,11781,14011,10835,14367,9968v431,1813,609,3705,558,5676xe" fillcolor="#b0e1e6 [1304]" stroked="f" strokeweight="1pt">
                <v:stroke miterlimit="4" joinstyle="miter"/>
                <v:path arrowok="t" o:extrusionok="f" o:connecttype="custom" o:connectlocs="538596,168788;538596,168788;538596,168788;538596,168788" o:connectangles="0,90,180,270"/>
              </v:shape>
              <w10:wrap anchorx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BD5"/>
    <w:rsid w:val="001168CD"/>
    <w:rsid w:val="001A0A84"/>
    <w:rsid w:val="002D7122"/>
    <w:rsid w:val="003375D2"/>
    <w:rsid w:val="0034302D"/>
    <w:rsid w:val="00444713"/>
    <w:rsid w:val="00581560"/>
    <w:rsid w:val="006C60E6"/>
    <w:rsid w:val="00794D82"/>
    <w:rsid w:val="00953ECC"/>
    <w:rsid w:val="00B41A5A"/>
    <w:rsid w:val="00CE162B"/>
    <w:rsid w:val="00E76BD5"/>
    <w:rsid w:val="00FB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B5DF6"/>
    <w:pPr>
      <w:spacing w:before="100" w:beforeAutospacing="1" w:after="100" w:afterAutospacing="1"/>
      <w:jc w:val="center"/>
    </w:pPr>
    <w:rPr>
      <w:rFonts w:eastAsia="Times New Roman" w:cs="Times New Roman"/>
      <w:b/>
      <w:bCs/>
      <w:color w:val="FFFFFF" w:themeColor="background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1A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5DF6"/>
    <w:rPr>
      <w:rFonts w:eastAsia="Times New Roman" w:cs="Times New Roman"/>
      <w:b/>
      <w:bCs/>
      <w:color w:val="FFFFFF" w:themeColor="background1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rsid w:val="00B41A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5DF6"/>
    <w:rPr>
      <w:rFonts w:eastAsia="Times New Roman" w:cs="Times New Roman"/>
      <w:b/>
      <w:bCs/>
      <w:color w:val="FFFFFF" w:themeColor="background1"/>
      <w:sz w:val="32"/>
      <w:szCs w:val="32"/>
    </w:rPr>
  </w:style>
  <w:style w:type="table" w:styleId="TableGrid">
    <w:name w:val="Table Grid"/>
    <w:basedOn w:val="TableNormal"/>
    <w:uiPriority w:val="39"/>
    <w:rsid w:val="00B4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B41A5A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A5A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A5A"/>
    <w:rPr>
      <w:rFonts w:ascii="Times New Roman" w:hAnsi="Times New Roman" w:cs="Times New Roman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B41A5A"/>
    <w:rPr>
      <w:rFonts w:asciiTheme="majorHAnsi" w:hAnsiTheme="majorHAnsi"/>
      <w:bCs w:val="0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B5DF6"/>
    <w:rPr>
      <w:rFonts w:asciiTheme="majorHAnsi" w:eastAsia="Times New Roman" w:hAnsiTheme="majorHAnsi" w:cs="Times New Roman"/>
      <w:b/>
      <w:color w:val="FFFFFF" w:themeColor="background1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FB5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3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7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acher%20appreciation%20ca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21C9C1622943D08F63A5B547CDC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3BCBA-A8CD-445A-A155-635468B185DA}"/>
      </w:docPartPr>
      <w:docPartBody>
        <w:p w:rsidR="00556AA8" w:rsidRDefault="00874004">
          <w:pPr>
            <w:pStyle w:val="E321C9C1622943D08F63A5B547CDCD3A"/>
          </w:pPr>
          <w:r w:rsidRPr="00B41A5A">
            <w:t>THE BEST TEACHER</w:t>
          </w:r>
          <w:r w:rsidRPr="00B41A5A">
            <w:br/>
            <w:t>AROUND THE WORLD</w:t>
          </w:r>
        </w:p>
      </w:docPartBody>
    </w:docPart>
    <w:docPart>
      <w:docPartPr>
        <w:name w:val="0408F7F0869949CE9B862FDF3BCB9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39D39-2BC1-47E2-BEDF-B9C492CAEA66}"/>
      </w:docPartPr>
      <w:docPartBody>
        <w:p w:rsidR="00556AA8" w:rsidRDefault="00874004">
          <w:pPr>
            <w:pStyle w:val="0408F7F0869949CE9B862FDF3BCB9BDC"/>
          </w:pPr>
          <w:r w:rsidRPr="00B41A5A">
            <w:t>THANK YOU!</w:t>
          </w:r>
        </w:p>
      </w:docPartBody>
    </w:docPart>
    <w:docPart>
      <w:docPartPr>
        <w:name w:val="CA25F86B097140D0AED9A74A0C5EB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44E8F-98EA-4649-AC13-8D0809084F6B}"/>
      </w:docPartPr>
      <w:docPartBody>
        <w:p w:rsidR="00556AA8" w:rsidRDefault="00874004">
          <w:pPr>
            <w:pStyle w:val="CA25F86B097140D0AED9A74A0C5EB83E"/>
          </w:pPr>
          <w:r>
            <w:t>[TEACHER NAME]</w:t>
          </w:r>
        </w:p>
      </w:docPartBody>
    </w:docPart>
    <w:docPart>
      <w:docPartPr>
        <w:name w:val="051ECA64E0BE47C18BB828A592970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EB704-AA9F-4A65-8453-F7A7D659F7E8}"/>
      </w:docPartPr>
      <w:docPartBody>
        <w:p w:rsidR="00556AA8" w:rsidRDefault="00874004">
          <w:pPr>
            <w:pStyle w:val="051ECA64E0BE47C18BB828A592970F87"/>
          </w:pPr>
          <w:r>
            <w:t>You made the school year</w:t>
          </w:r>
          <w:r>
            <w:br/>
            <w:t xml:space="preserve">wonderful with everything </w:t>
          </w:r>
          <w:r>
            <w:br/>
            <w:t>you did...</w:t>
          </w:r>
        </w:p>
      </w:docPartBody>
    </w:docPart>
    <w:docPart>
      <w:docPartPr>
        <w:name w:val="822C448DF1484E54BCA33E9B07D31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0BEE8-87EB-4567-B00D-1B59083ED067}"/>
      </w:docPartPr>
      <w:docPartBody>
        <w:p w:rsidR="00556AA8" w:rsidRDefault="00874004">
          <w:pPr>
            <w:pStyle w:val="822C448DF1484E54BCA33E9B07D31246"/>
          </w:pPr>
          <w:r>
            <w:t>Nice place for you message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04"/>
    <w:rsid w:val="00556AA8"/>
    <w:rsid w:val="00874004"/>
    <w:rsid w:val="00A4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21C9C1622943D08F63A5B547CDCD3A">
    <w:name w:val="E321C9C1622943D08F63A5B547CDCD3A"/>
  </w:style>
  <w:style w:type="paragraph" w:customStyle="1" w:styleId="0408F7F0869949CE9B862FDF3BCB9BDC">
    <w:name w:val="0408F7F0869949CE9B862FDF3BCB9BDC"/>
  </w:style>
  <w:style w:type="paragraph" w:customStyle="1" w:styleId="CA25F86B097140D0AED9A74A0C5EB83E">
    <w:name w:val="CA25F86B097140D0AED9A74A0C5EB83E"/>
  </w:style>
  <w:style w:type="paragraph" w:customStyle="1" w:styleId="051ECA64E0BE47C18BB828A592970F87">
    <w:name w:val="051ECA64E0BE47C18BB828A592970F87"/>
  </w:style>
  <w:style w:type="paragraph" w:customStyle="1" w:styleId="822C448DF1484E54BCA33E9B07D31246">
    <w:name w:val="822C448DF1484E54BCA33E9B07D312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acherAppreciationCard">
  <a:themeElements>
    <a:clrScheme name="TeacherCard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F2244"/>
      </a:accent1>
      <a:accent2>
        <a:srgbClr val="B8262E"/>
      </a:accent2>
      <a:accent3>
        <a:srgbClr val="FCB036"/>
      </a:accent3>
      <a:accent4>
        <a:srgbClr val="91BE47"/>
      </a:accent4>
      <a:accent5>
        <a:srgbClr val="3CB6C1"/>
      </a:accent5>
      <a:accent6>
        <a:srgbClr val="FF797C"/>
      </a:accent6>
      <a:hlink>
        <a:srgbClr val="0000FF"/>
      </a:hlink>
      <a:folHlink>
        <a:srgbClr val="FF00FF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TeacherAppreciationCard" id="{419763B1-3224-0046-98EB-376C0F7F73C7}" vid="{B15C2C4A-553E-CC41-B53C-C110F906861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291512c1ee715ab617f4c07df79fc1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256c27c40ca5c40ce1cf6c44f0205df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959F996C-8EDE-43A5-A11A-7878C4101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FC8377-BED1-420B-9251-D68070AF8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7FE40-791D-4371-A6E9-8FDC1DA7B8D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 appreciation card.dotx</Template>
  <TotalTime>0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2019-08-07T09:38:00Z</dcterms:created>
  <dcterms:modified xsi:type="dcterms:W3CDTF">2019-08-07T09:38:00Z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