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4"/>
        <w:tblW w:w="5000" w:type="pct"/>
        <w:tblLayout w:type="fixed"/>
        <w:tblCellMar>
          <w:left w:w="115" w:type="dxa"/>
          <w:bottom w:w="216" w:type="dxa"/>
          <w:right w:w="115" w:type="dxa"/>
        </w:tblCellMar>
        <w:tblLook w:val="0620" w:firstRow="1" w:lastRow="0" w:firstColumn="0" w:lastColumn="0" w:noHBand="1" w:noVBand="1"/>
        <w:tblCaption w:val="Layout table"/>
      </w:tblPr>
      <w:tblGrid>
        <w:gridCol w:w="5319"/>
        <w:gridCol w:w="818"/>
        <w:gridCol w:w="2360"/>
        <w:gridCol w:w="726"/>
        <w:gridCol w:w="1001"/>
      </w:tblGrid>
      <w:tr w:rsidR="00696775" w14:paraId="1D6756B6" w14:textId="77777777" w:rsidTr="00D6628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tcW w:w="5319" w:type="dxa"/>
            <w:vMerge w:val="restart"/>
            <w:tcMar>
              <w:left w:w="504" w:type="dxa"/>
              <w:bottom w:w="0" w:type="dxa"/>
            </w:tcMar>
          </w:tcPr>
          <w:p w14:paraId="51735440" w14:textId="77777777" w:rsidR="00696775" w:rsidRDefault="00696775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F9302C" w:rsidRPr="00F9302C">
              <w:t>January</w:t>
            </w:r>
            <w:r>
              <w:fldChar w:fldCharType="end"/>
            </w:r>
            <w:r w:rsidRPr="00F9302C">
              <w:rPr>
                <w:rStyle w:val="Emphasis"/>
                <w:color w:val="D9D9D9" w:themeColor="background1" w:themeShade="D9"/>
              </w:rPr>
              <w:fldChar w:fldCharType="begin"/>
            </w:r>
            <w:r w:rsidRPr="00F9302C">
              <w:rPr>
                <w:rStyle w:val="Emphasis"/>
                <w:color w:val="D9D9D9" w:themeColor="background1" w:themeShade="D9"/>
              </w:rPr>
              <w:instrText xml:space="preserve"> DOCVARIABLE  MonthStart \@  yyyy   \* MERGEFORMAT </w:instrText>
            </w:r>
            <w:r w:rsidRPr="00F9302C">
              <w:rPr>
                <w:rStyle w:val="Emphasis"/>
                <w:color w:val="D9D9D9" w:themeColor="background1" w:themeShade="D9"/>
              </w:rPr>
              <w:fldChar w:fldCharType="separate"/>
            </w:r>
            <w:r w:rsidR="00F9302C" w:rsidRPr="00F9302C">
              <w:rPr>
                <w:rStyle w:val="Emphasis"/>
                <w:color w:val="D9D9D9" w:themeColor="background1" w:themeShade="D9"/>
              </w:rPr>
              <w:t>2023</w:t>
            </w:r>
            <w:r w:rsidRPr="00F9302C">
              <w:rPr>
                <w:rStyle w:val="Emphasis"/>
                <w:color w:val="D9D9D9" w:themeColor="background1" w:themeShade="D9"/>
              </w:rPr>
              <w:fldChar w:fldCharType="end"/>
            </w:r>
          </w:p>
        </w:tc>
        <w:tc>
          <w:tcPr>
            <w:tcW w:w="818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5073FEAE" w14:textId="77777777" w:rsidR="00696775" w:rsidRPr="00D6628E" w:rsidRDefault="00696775" w:rsidP="00D6628E">
            <w:pPr>
              <w:pStyle w:val="Heading1"/>
              <w:outlineLvl w:val="0"/>
            </w:pPr>
            <w:r>
              <w:t>subject</w:t>
            </w:r>
          </w:p>
        </w:tc>
        <w:tc>
          <w:tcPr>
            <w:tcW w:w="2360" w:type="dxa"/>
            <w:tcBorders>
              <w:bottom w:val="single" w:sz="8" w:space="0" w:color="20687E" w:themeColor="accent1" w:themeShade="80"/>
            </w:tcBorders>
            <w:tcMar>
              <w:bottom w:w="0" w:type="dxa"/>
            </w:tcMar>
            <w:vAlign w:val="bottom"/>
          </w:tcPr>
          <w:p w14:paraId="0CFE347A" w14:textId="77777777" w:rsidR="00696775" w:rsidRDefault="00000000" w:rsidP="000B77D5">
            <w:pPr>
              <w:pStyle w:val="LineText"/>
            </w:pPr>
            <w:sdt>
              <w:sdtPr>
                <w:id w:val="1878120659"/>
                <w:placeholder>
                  <w:docPart w:val="89515FD9048D4830AA717E0CEA90DA32"/>
                </w:placeholder>
                <w:temporary/>
                <w:showingPlcHdr/>
                <w15:appearance w15:val="hidden"/>
                <w:text/>
              </w:sdtPr>
              <w:sdtContent>
                <w:r w:rsidR="000B77D5">
                  <w:t>Subject</w:t>
                </w:r>
              </w:sdtContent>
            </w:sdt>
          </w:p>
        </w:tc>
        <w:tc>
          <w:tcPr>
            <w:tcW w:w="726" w:type="dxa"/>
            <w:vMerge w:val="restart"/>
            <w:tcMar>
              <w:left w:w="0" w:type="dxa"/>
              <w:bottom w:w="0" w:type="dxa"/>
              <w:right w:w="0" w:type="dxa"/>
            </w:tcMar>
            <w:vAlign w:val="center"/>
          </w:tcPr>
          <w:p w14:paraId="0F2FE8F1" w14:textId="77777777" w:rsidR="00696775" w:rsidRDefault="00696775" w:rsidP="00D6628E">
            <w:pPr>
              <w:pStyle w:val="Heading1"/>
              <w:outlineLvl w:val="0"/>
            </w:pPr>
            <w:r>
              <w:t>period</w:t>
            </w:r>
          </w:p>
        </w:tc>
        <w:tc>
          <w:tcPr>
            <w:tcW w:w="1001" w:type="dxa"/>
            <w:tcBorders>
              <w:bottom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C081701" w14:textId="77777777" w:rsidR="00696775" w:rsidRDefault="00000000" w:rsidP="000B77D5">
            <w:pPr>
              <w:pStyle w:val="LineText"/>
            </w:pPr>
            <w:sdt>
              <w:sdtPr>
                <w:id w:val="-2005578681"/>
                <w:placeholder>
                  <w:docPart w:val="AE880708182141AF8A6E68C8278A9AA0"/>
                </w:placeholder>
                <w:temporary/>
                <w:showingPlcHdr/>
                <w15:appearance w15:val="hidden"/>
                <w:text/>
              </w:sdtPr>
              <w:sdtContent>
                <w:r w:rsidR="00696775">
                  <w:t>Period</w:t>
                </w:r>
              </w:sdtContent>
            </w:sdt>
          </w:p>
        </w:tc>
      </w:tr>
      <w:tr w:rsidR="00696775" w14:paraId="7E2F06EC" w14:textId="77777777" w:rsidTr="000B77D5">
        <w:tc>
          <w:tcPr>
            <w:tcW w:w="5319" w:type="dxa"/>
            <w:vMerge/>
            <w:tcMar>
              <w:left w:w="504" w:type="dxa"/>
            </w:tcMar>
          </w:tcPr>
          <w:p w14:paraId="20763353" w14:textId="77777777" w:rsidR="00696775" w:rsidRDefault="00696775">
            <w:pPr>
              <w:pStyle w:val="Month"/>
            </w:pPr>
          </w:p>
        </w:tc>
        <w:tc>
          <w:tcPr>
            <w:tcW w:w="818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719BBB42" w14:textId="77777777" w:rsidR="00696775" w:rsidRDefault="00696775" w:rsidP="00D6628E">
            <w:pPr>
              <w:pStyle w:val="Heading1"/>
              <w:outlineLvl w:val="0"/>
            </w:pPr>
          </w:p>
        </w:tc>
        <w:tc>
          <w:tcPr>
            <w:tcW w:w="2360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7E6BD772" w14:textId="77777777" w:rsidR="00696775" w:rsidRDefault="00696775" w:rsidP="000B77D5">
            <w:pPr>
              <w:pStyle w:val="LineText"/>
            </w:pPr>
          </w:p>
        </w:tc>
        <w:tc>
          <w:tcPr>
            <w:tcW w:w="726" w:type="dxa"/>
            <w:vMerge/>
            <w:tcMar>
              <w:left w:w="0" w:type="dxa"/>
              <w:bottom w:w="0" w:type="dxa"/>
              <w:right w:w="0" w:type="dxa"/>
            </w:tcMar>
            <w:vAlign w:val="bottom"/>
          </w:tcPr>
          <w:p w14:paraId="0A353604" w14:textId="77777777" w:rsidR="00696775" w:rsidRDefault="00696775" w:rsidP="00D6628E">
            <w:pPr>
              <w:pStyle w:val="Heading1"/>
              <w:outlineLvl w:val="0"/>
            </w:pPr>
          </w:p>
        </w:tc>
        <w:tc>
          <w:tcPr>
            <w:tcW w:w="1001" w:type="dxa"/>
            <w:tcBorders>
              <w:top w:val="single" w:sz="8" w:space="0" w:color="20687E" w:themeColor="accent1" w:themeShade="80"/>
            </w:tcBorders>
            <w:tcMar>
              <w:left w:w="0" w:type="dxa"/>
              <w:bottom w:w="0" w:type="dxa"/>
              <w:right w:w="0" w:type="dxa"/>
            </w:tcMar>
            <w:vAlign w:val="bottom"/>
          </w:tcPr>
          <w:p w14:paraId="3665E5D6" w14:textId="77777777" w:rsidR="00696775" w:rsidRDefault="00696775" w:rsidP="000B77D5">
            <w:pPr>
              <w:pStyle w:val="LineText"/>
            </w:pPr>
          </w:p>
        </w:tc>
      </w:tr>
    </w:tbl>
    <w:tbl>
      <w:tblPr>
        <w:tblStyle w:val="PlainTable5"/>
        <w:tblW w:w="5000" w:type="pct"/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  <w:tblCaption w:val="Layout table"/>
      </w:tblPr>
      <w:tblGrid>
        <w:gridCol w:w="505"/>
        <w:gridCol w:w="1619"/>
        <w:gridCol w:w="1620"/>
        <w:gridCol w:w="1620"/>
        <w:gridCol w:w="1620"/>
        <w:gridCol w:w="1620"/>
        <w:gridCol w:w="1620"/>
      </w:tblGrid>
      <w:tr w:rsidR="00437863" w14:paraId="511F3531" w14:textId="77777777" w:rsidTr="00D147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288"/>
        </w:trPr>
        <w:tc>
          <w:tcPr>
            <w:tcW w:w="505" w:type="dxa"/>
            <w:textDirection w:val="btLr"/>
          </w:tcPr>
          <w:p w14:paraId="6D29972C" w14:textId="77777777" w:rsidR="00437863" w:rsidRDefault="00437863"/>
        </w:tc>
        <w:tc>
          <w:tcPr>
            <w:tcW w:w="1619" w:type="dxa"/>
          </w:tcPr>
          <w:p w14:paraId="6F997488" w14:textId="77777777" w:rsidR="00437863" w:rsidRDefault="00625EF2">
            <w:pPr>
              <w:pStyle w:val="Days"/>
            </w:pPr>
            <w:r>
              <w:t>MONDAY</w:t>
            </w:r>
          </w:p>
        </w:tc>
        <w:tc>
          <w:tcPr>
            <w:tcW w:w="1620" w:type="dxa"/>
          </w:tcPr>
          <w:p w14:paraId="6D1887DB" w14:textId="77777777" w:rsidR="00437863" w:rsidRDefault="00625EF2">
            <w:pPr>
              <w:pStyle w:val="Days"/>
            </w:pPr>
            <w:r>
              <w:t>TUESDAY</w:t>
            </w:r>
          </w:p>
        </w:tc>
        <w:tc>
          <w:tcPr>
            <w:tcW w:w="1620" w:type="dxa"/>
          </w:tcPr>
          <w:p w14:paraId="6120BF8A" w14:textId="77777777" w:rsidR="00437863" w:rsidRDefault="00625EF2">
            <w:pPr>
              <w:pStyle w:val="Days"/>
            </w:pPr>
            <w:r>
              <w:t>WEDNESDAY</w:t>
            </w:r>
          </w:p>
        </w:tc>
        <w:tc>
          <w:tcPr>
            <w:tcW w:w="1620" w:type="dxa"/>
          </w:tcPr>
          <w:p w14:paraId="4060E906" w14:textId="77777777" w:rsidR="00437863" w:rsidRDefault="00625EF2">
            <w:pPr>
              <w:pStyle w:val="Days"/>
            </w:pPr>
            <w:r>
              <w:t>THURSDAY</w:t>
            </w:r>
          </w:p>
        </w:tc>
        <w:tc>
          <w:tcPr>
            <w:tcW w:w="1620" w:type="dxa"/>
          </w:tcPr>
          <w:p w14:paraId="60D8677D" w14:textId="77777777" w:rsidR="00437863" w:rsidRDefault="00625EF2">
            <w:pPr>
              <w:pStyle w:val="Days"/>
            </w:pPr>
            <w:r>
              <w:t>FRIDAY</w:t>
            </w:r>
          </w:p>
        </w:tc>
        <w:tc>
          <w:tcPr>
            <w:tcW w:w="1620" w:type="dxa"/>
          </w:tcPr>
          <w:p w14:paraId="69071E38" w14:textId="77777777" w:rsidR="00437863" w:rsidRDefault="00625EF2">
            <w:pPr>
              <w:pStyle w:val="Days"/>
            </w:pPr>
            <w:r>
              <w:t>SAT/SUN</w:t>
            </w:r>
          </w:p>
        </w:tc>
      </w:tr>
    </w:tbl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Layout table"/>
      </w:tblPr>
      <w:tblGrid>
        <w:gridCol w:w="495"/>
        <w:gridCol w:w="174"/>
        <w:gridCol w:w="1445"/>
        <w:gridCol w:w="174"/>
        <w:gridCol w:w="1446"/>
        <w:gridCol w:w="174"/>
        <w:gridCol w:w="1446"/>
        <w:gridCol w:w="174"/>
        <w:gridCol w:w="1446"/>
        <w:gridCol w:w="174"/>
        <w:gridCol w:w="1446"/>
        <w:gridCol w:w="174"/>
        <w:gridCol w:w="1446"/>
      </w:tblGrid>
      <w:tr w:rsidR="00437863" w14:paraId="42F98D9C" w14:textId="77777777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35487364" w14:textId="77777777" w:rsidR="00437863" w:rsidRDefault="00437863"/>
        </w:tc>
        <w:tc>
          <w:tcPr>
            <w:tcW w:w="174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377F8DF5" w14:textId="77777777" w:rsidR="00437863" w:rsidRDefault="00437863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375C68C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 = "Monday" 1 ""</w:instrTex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84EBAD5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F624C48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 </w:instrText>
            </w:r>
            <w:r>
              <w:fldChar w:fldCharType="separate"/>
            </w:r>
            <w:r w:rsidR="00F9302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=C1+1 </w:instrText>
            </w:r>
            <w:r>
              <w:fldChar w:fldCharType="separate"/>
            </w:r>
            <w:r w:rsidR="008901F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91523E6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B0EFBCE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 </w:instrText>
            </w:r>
            <w:r>
              <w:fldChar w:fldCharType="separate"/>
            </w:r>
            <w:r w:rsidR="00F9302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=E1+1 </w:instrText>
            </w:r>
            <w:r>
              <w:fldChar w:fldCharType="separate"/>
            </w:r>
            <w:r w:rsidR="008901F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8DEF218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BFA378B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 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 </w:instrText>
            </w:r>
            <w:r>
              <w:fldChar w:fldCharType="separate"/>
            </w:r>
            <w:r w:rsidR="00F9302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=G1+1 </w:instrText>
            </w:r>
            <w:r>
              <w:fldChar w:fldCharType="separate"/>
            </w:r>
            <w:r w:rsidR="008901F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931AB83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18D762A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=I1 </w:instrText>
            </w:r>
            <w:r>
              <w:fldChar w:fldCharType="separate"/>
            </w:r>
            <w:r w:rsidR="00F9302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=I1+1 </w:instrText>
            </w:r>
            <w:r>
              <w:fldChar w:fldCharType="separate"/>
            </w:r>
            <w:r w:rsidR="008901F1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8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AFAFE3A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9F7D029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 </w:instrText>
            </w:r>
            <w:r>
              <w:fldChar w:fldCharType="separate"/>
            </w:r>
            <w:r w:rsidR="00F9302C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=K1+1 </w:instrText>
            </w:r>
            <w:r>
              <w:fldChar w:fldCharType="separate"/>
            </w:r>
            <w:r w:rsidR="008901F1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 = Sunday "" "/"</w:instrText>
            </w:r>
            <w:r>
              <w:fldChar w:fldCharType="end"/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 = "Sunday"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8901F1">
              <w:instrText>Friday</w:instrText>
            </w:r>
            <w:r>
              <w:fldChar w:fldCharType="end"/>
            </w:r>
            <w:r>
              <w:instrText xml:space="preserve"> = "Saturday" 2 </w:instrText>
            </w:r>
            <w:r>
              <w:fldChar w:fldCharType="begin"/>
            </w:r>
            <w:r>
              <w:instrText xml:space="preserve"> =K1+2 </w:instrText>
            </w:r>
            <w:r>
              <w:fldChar w:fldCharType="separate"/>
            </w:r>
            <w:r w:rsidR="008901F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8901F1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1</w:t>
            </w:r>
            <w:r>
              <w:fldChar w:fldCharType="end"/>
            </w:r>
          </w:p>
        </w:tc>
      </w:tr>
      <w:tr w:rsidR="00437863" w14:paraId="7EB44727" w14:textId="77777777" w:rsidTr="00F9302C">
        <w:trPr>
          <w:cantSplit/>
          <w:trHeight w:hRule="exact" w:val="893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7ABA75E8" w14:textId="77777777" w:rsidR="00437863" w:rsidRDefault="00000000">
            <w:pPr>
              <w:pStyle w:val="WeekNumber"/>
            </w:pPr>
            <w:sdt>
              <w:sdtPr>
                <w:id w:val="-824741872"/>
                <w:placeholder>
                  <w:docPart w:val="66D318AABF7940B0AC45B98F664D54F2"/>
                </w:placeholder>
                <w:temporary/>
                <w:showingPlcHdr/>
                <w15:appearance w15:val="hidden"/>
                <w:text/>
              </w:sdtPr>
              <w:sdtContent>
                <w:r w:rsidR="00625EF2">
                  <w:t>1</w:t>
                </w:r>
              </w:sdtContent>
            </w:sdt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5E4A361F" w14:textId="77777777" w:rsidR="00437863" w:rsidRDefault="00437863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00B3261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8989B64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18E113E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23816B2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CCB73B8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42342F8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7CCF7EF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D5095D8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791496C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BBA98CA" w14:textId="77777777" w:rsidR="00437863" w:rsidRDefault="00437863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0844E14" w14:textId="77777777" w:rsidR="00437863" w:rsidRDefault="00437863"/>
        </w:tc>
      </w:tr>
      <w:tr w:rsidR="00437863" w14:paraId="2D70DC63" w14:textId="77777777" w:rsidTr="00F9302C">
        <w:trPr>
          <w:cantSplit/>
          <w:trHeight w:hRule="exact" w:val="518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51AA6F7" w14:textId="77777777" w:rsidR="00437863" w:rsidRDefault="00625EF2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F2F2F2" w:themeFill="background1" w:themeFillShade="F2"/>
            <w:textDirection w:val="btLr"/>
            <w:vAlign w:val="center"/>
          </w:tcPr>
          <w:p w14:paraId="4A843F0D" w14:textId="77777777" w:rsidR="00437863" w:rsidRDefault="00000000">
            <w:pPr>
              <w:pStyle w:val="Heading2"/>
            </w:pPr>
            <w:sdt>
              <w:sdtPr>
                <w:id w:val="-533201628"/>
                <w:placeholder>
                  <w:docPart w:val="FEF8D255BF8045DF8DAB1D631EA8E8D6"/>
                </w:placeholder>
                <w:temporary/>
                <w:showingPlcHdr/>
                <w15:appearance w15:val="hidden"/>
              </w:sdtPr>
              <w:sdtContent>
                <w:r w:rsidR="00696775">
                  <w:t>N</w:t>
                </w:r>
                <w:r w:rsidR="00625EF2">
                  <w:t>otes</w:t>
                </w:r>
              </w:sdtContent>
            </w:sdt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tcMar>
              <w:left w:w="72" w:type="dxa"/>
              <w:right w:w="0" w:type="dxa"/>
            </w:tcMar>
            <w:vAlign w:val="center"/>
          </w:tcPr>
          <w:p w14:paraId="4E73B016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7371814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27A39A2C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A5E5AD5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20CF76D8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520F11A9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27256E64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208BEAE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487F693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F0B2550" w14:textId="77777777" w:rsidR="00437863" w:rsidRDefault="00437863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19A36BF2" w14:textId="77777777" w:rsidR="00437863" w:rsidRDefault="00437863"/>
        </w:tc>
      </w:tr>
      <w:tr w:rsidR="00437863" w14:paraId="2F12B24A" w14:textId="77777777" w:rsidTr="00F9302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5DC381A7" w14:textId="77777777" w:rsidR="00437863" w:rsidRDefault="00437863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808080" w:themeFill="background1" w:themeFillShade="80"/>
            <w:textDirection w:val="btLr"/>
            <w:vAlign w:val="center"/>
          </w:tcPr>
          <w:p w14:paraId="3051CCA5" w14:textId="77777777" w:rsidR="00437863" w:rsidRDefault="00437863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D249BC6" w14:textId="77777777" w:rsidR="00437863" w:rsidRDefault="00437863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1078DFDC" w14:textId="77777777" w:rsidR="00437863" w:rsidRDefault="00437863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830C81A" w14:textId="77777777" w:rsidR="00437863" w:rsidRDefault="00437863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279445E" w14:textId="77777777" w:rsidR="00437863" w:rsidRDefault="00437863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1140A976" w14:textId="77777777" w:rsidR="00437863" w:rsidRDefault="00437863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78B1C923" w14:textId="77777777" w:rsidR="00437863" w:rsidRDefault="00437863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77E4989" w14:textId="77777777" w:rsidR="00437863" w:rsidRDefault="00437863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22D7F67F" w14:textId="77777777" w:rsidR="00437863" w:rsidRDefault="00437863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21824ED" w14:textId="77777777" w:rsidR="00437863" w:rsidRDefault="00437863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34D7A2F" w14:textId="77777777" w:rsidR="00437863" w:rsidRDefault="00437863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E5507A2" w14:textId="77777777" w:rsidR="00437863" w:rsidRDefault="00437863"/>
        </w:tc>
      </w:tr>
      <w:tr w:rsidR="00437863" w14:paraId="7835C50A" w14:textId="77777777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7B4E8297" w14:textId="77777777" w:rsidR="00437863" w:rsidRDefault="00437863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DF4E686" w14:textId="77777777" w:rsidR="00437863" w:rsidRDefault="00437863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73C6C57" w14:textId="77777777" w:rsidR="00437863" w:rsidRDefault="00437863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414E7EC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11229EB" w14:textId="77777777" w:rsidR="00437863" w:rsidRDefault="00437863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0DEE666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239C294" w14:textId="77777777" w:rsidR="00437863" w:rsidRDefault="00437863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CEA7458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97E1FDF" w14:textId="77777777" w:rsidR="00437863" w:rsidRDefault="00437863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69987ED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B0067BD" w14:textId="77777777" w:rsidR="00437863" w:rsidRDefault="00437863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99892EE" w14:textId="77777777" w:rsidR="00437863" w:rsidRDefault="00437863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D498310" w14:textId="77777777" w:rsidR="00437863" w:rsidRDefault="00437863"/>
        </w:tc>
      </w:tr>
      <w:tr w:rsidR="00437863" w14:paraId="056D5A36" w14:textId="77777777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41D514BB" w14:textId="77777777" w:rsidR="00437863" w:rsidRDefault="00437863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6892CC4" w14:textId="77777777" w:rsidR="00437863" w:rsidRDefault="00437863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77872514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 dddd</w:instrText>
            </w:r>
            <w:r>
              <w:fldChar w:fldCharType="separate"/>
            </w:r>
            <w:r w:rsidR="00F9302C">
              <w:instrText>Sunday</w:instrText>
            </w:r>
            <w:r>
              <w:fldChar w:fldCharType="end"/>
            </w:r>
            <w:r>
              <w:instrText xml:space="preserve"> = "Sunday" 2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 MonthStart \@dddd </w:instrText>
            </w:r>
            <w:r>
              <w:fldChar w:fldCharType="separate"/>
            </w:r>
            <w:r w:rsidR="008901F1">
              <w:instrText>Friday</w:instrText>
            </w:r>
            <w:r>
              <w:fldChar w:fldCharType="end"/>
            </w:r>
            <w:r>
              <w:instrText xml:space="preserve"> = "Saturday" 3 </w:instrText>
            </w:r>
            <w:r>
              <w:fldChar w:fldCharType="begin"/>
            </w:r>
            <w:r>
              <w:instrText xml:space="preserve"> =K1+3 </w:instrText>
            </w:r>
            <w:r>
              <w:fldChar w:fldCharType="separate"/>
            </w:r>
            <w:r w:rsidR="008901F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8901F1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6A67438" w14:textId="77777777" w:rsidR="00437863" w:rsidRDefault="00437863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AC536E1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F9302C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AD7017F" w14:textId="77777777" w:rsidR="00437863" w:rsidRDefault="00437863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56141F9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F9302C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F2CC951" w14:textId="77777777" w:rsidR="00437863" w:rsidRDefault="00437863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4341CCB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F9302C"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E414EAA" w14:textId="77777777" w:rsidR="00437863" w:rsidRDefault="00437863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A73D56E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=I6+1 </w:instrText>
            </w:r>
            <w:r>
              <w:fldChar w:fldCharType="separate"/>
            </w:r>
            <w:r w:rsidR="00F9302C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8CFB899" w14:textId="77777777" w:rsidR="00437863" w:rsidRDefault="00437863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3E9A50B" w14:textId="77777777" w:rsidR="00437863" w:rsidRDefault="00625EF2">
            <w:pPr>
              <w:pStyle w:val="Date"/>
            </w:pPr>
            <w:r>
              <w:fldChar w:fldCharType="begin"/>
            </w:r>
            <w:r>
              <w:instrText xml:space="preserve"> =K6+1 </w:instrText>
            </w:r>
            <w:r>
              <w:fldChar w:fldCharType="separate"/>
            </w:r>
            <w:r w:rsidR="00F9302C">
              <w:rPr>
                <w:noProof/>
              </w:rPr>
              <w:t>7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=K6+2 </w:instrText>
            </w:r>
            <w:r>
              <w:fldChar w:fldCharType="separate"/>
            </w:r>
            <w:r w:rsidR="00F9302C">
              <w:rPr>
                <w:noProof/>
              </w:rPr>
              <w:t>8</w:t>
            </w:r>
            <w:r>
              <w:fldChar w:fldCharType="end"/>
            </w:r>
          </w:p>
        </w:tc>
      </w:tr>
      <w:tr w:rsidR="00437863" w14:paraId="5605FF3A" w14:textId="77777777" w:rsidTr="00F9302C">
        <w:trPr>
          <w:cantSplit/>
          <w:trHeight w:hRule="exact" w:val="893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4F2A7A78" w14:textId="77777777" w:rsidR="00437863" w:rsidRDefault="00000000">
            <w:pPr>
              <w:pStyle w:val="WeekNumber"/>
            </w:pPr>
            <w:sdt>
              <w:sdtPr>
                <w:id w:val="378516857"/>
                <w:placeholder>
                  <w:docPart w:val="960279E0869A4808BC6DCDF22A1A22FE"/>
                </w:placeholder>
                <w:temporary/>
                <w:showingPlcHdr/>
                <w15:appearance w15:val="hidden"/>
                <w:text/>
              </w:sdtPr>
              <w:sdtContent>
                <w:r w:rsidR="00625EF2">
                  <w:t>2</w:t>
                </w:r>
              </w:sdtContent>
            </w:sdt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BA937EB" w14:textId="77777777" w:rsidR="00437863" w:rsidRDefault="00437863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15D3028C" w14:textId="77777777" w:rsidR="00437863" w:rsidRDefault="00000000">
            <w:sdt>
              <w:sdtPr>
                <w:id w:val="-1967030655"/>
                <w:placeholder>
                  <w:docPart w:val="EBF3D44B4E814DD8BF39035FA4D74ECF"/>
                </w:placeholder>
                <w:temporary/>
                <w:showingPlcHdr/>
                <w15:appearance w15:val="hidden"/>
                <w:text/>
              </w:sdtPr>
              <w:sdtContent>
                <w:r w:rsidR="00681051">
                  <w:t>Click here to enter text.</w:t>
                </w:r>
              </w:sdtContent>
            </w:sdt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B1575F9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15BA560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3E43E80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63E7A2F" w14:textId="77777777" w:rsidR="00437863" w:rsidRDefault="00437863" w:rsidP="00681051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5E23412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1F44599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31EB4C2" w14:textId="77777777" w:rsidR="00437863" w:rsidRDefault="00437863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C093677" w14:textId="77777777" w:rsidR="00437863" w:rsidRDefault="00437863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87B51B7" w14:textId="77777777" w:rsidR="00437863" w:rsidRDefault="00437863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DFAB531" w14:textId="77777777" w:rsidR="00437863" w:rsidRDefault="00437863"/>
        </w:tc>
      </w:tr>
      <w:tr w:rsidR="00696775" w14:paraId="3C7FA2EE" w14:textId="77777777" w:rsidTr="00F9302C">
        <w:trPr>
          <w:cantSplit/>
          <w:trHeight w:hRule="exact" w:val="518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3F1D3986" w14:textId="77777777" w:rsidR="00696775" w:rsidRDefault="00696775" w:rsidP="006967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F2F2F2" w:themeFill="background1" w:themeFillShade="F2"/>
            <w:textDirection w:val="btLr"/>
            <w:vAlign w:val="center"/>
          </w:tcPr>
          <w:p w14:paraId="5F34A145" w14:textId="77777777" w:rsidR="00696775" w:rsidRDefault="00000000" w:rsidP="00696775">
            <w:pPr>
              <w:pStyle w:val="Heading2"/>
            </w:pPr>
            <w:sdt>
              <w:sdtPr>
                <w:id w:val="352152513"/>
                <w:placeholder>
                  <w:docPart w:val="606934A0052C4A42A8C17FBBA29BEFB2"/>
                </w:placeholder>
                <w:temporary/>
                <w:showingPlcHdr/>
                <w15:appearance w15:val="hidden"/>
              </w:sdtPr>
              <w:sdtContent>
                <w:r w:rsidR="00696775">
                  <w:t>Notes</w:t>
                </w:r>
              </w:sdtContent>
            </w:sdt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tcMar>
              <w:left w:w="72" w:type="dxa"/>
              <w:right w:w="0" w:type="dxa"/>
            </w:tcMar>
            <w:vAlign w:val="center"/>
          </w:tcPr>
          <w:p w14:paraId="011BBADF" w14:textId="77777777" w:rsidR="00696775" w:rsidRDefault="00000000" w:rsidP="00696775">
            <w:sdt>
              <w:sdtPr>
                <w:id w:val="-578834441"/>
                <w:placeholder>
                  <w:docPart w:val="6B85B5F3F6BC4B0FADC738135199E411"/>
                </w:placeholder>
                <w:temporary/>
                <w:showingPlcHdr/>
                <w15:appearance w15:val="hidden"/>
                <w:text/>
              </w:sdtPr>
              <w:sdtContent>
                <w:r w:rsidR="00696775">
                  <w:t>Click here to enter text.</w:t>
                </w:r>
              </w:sdtContent>
            </w:sdt>
          </w:p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1FDCB895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1A1EF1D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C5F1FB6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18506834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5FBA59B2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B0FF475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E21EA77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62CDFBF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3290A0CB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71754FB4" w14:textId="77777777" w:rsidR="00696775" w:rsidRDefault="00696775" w:rsidP="00696775"/>
        </w:tc>
      </w:tr>
      <w:tr w:rsidR="00696775" w14:paraId="40DC7506" w14:textId="77777777" w:rsidTr="00F9302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079A45BA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808080" w:themeFill="background1" w:themeFillShade="80"/>
            <w:textDirection w:val="btLr"/>
            <w:vAlign w:val="center"/>
          </w:tcPr>
          <w:p w14:paraId="4471AC10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7E2C431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318D7899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1B585588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26D614FB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7DEF9B1A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6C1E1DF1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A6F9D29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6ED1C6B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167E546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19D3954F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6513BA3C" w14:textId="77777777" w:rsidR="00696775" w:rsidRDefault="00696775" w:rsidP="00696775"/>
        </w:tc>
      </w:tr>
      <w:tr w:rsidR="00696775" w14:paraId="5D764327" w14:textId="77777777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482503A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764CB43B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7AB429A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2701DD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37F2EC2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131C083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CB3495E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51264A8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DAC3BC6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37E045A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479E056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2A035D0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73D15B2" w14:textId="77777777" w:rsidR="00696775" w:rsidRDefault="00696775" w:rsidP="00696775"/>
        </w:tc>
      </w:tr>
      <w:tr w:rsidR="00696775" w14:paraId="0CF392D5" w14:textId="77777777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1CFB18D2" w14:textId="77777777" w:rsidR="00696775" w:rsidRDefault="00696775" w:rsidP="006967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67F3E81C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31C6061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=K6+3 </w:instrText>
            </w:r>
            <w:r>
              <w:fldChar w:fldCharType="separate"/>
            </w:r>
            <w:r w:rsidR="00F9302C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2AA136C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1B7FA31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=C11+</w:instrText>
            </w:r>
          </w:p>
          <w:p w14:paraId="5A05E91D" w14:textId="77777777" w:rsidR="00696775" w:rsidRDefault="00696775" w:rsidP="00696775">
            <w:pPr>
              <w:pStyle w:val="Date"/>
            </w:pPr>
            <w:r>
              <w:instrText xml:space="preserve">1 </w:instrText>
            </w:r>
            <w:r>
              <w:fldChar w:fldCharType="separate"/>
            </w:r>
            <w:r w:rsidR="00F9302C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FCCEA08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33B0F58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=E11+1 </w:instrText>
            </w:r>
            <w:r>
              <w:fldChar w:fldCharType="separate"/>
            </w:r>
            <w:r w:rsidR="00F9302C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BC88606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6CA72F8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=G11+1 </w:instrText>
            </w:r>
            <w:r>
              <w:fldChar w:fldCharType="separate"/>
            </w:r>
            <w:r w:rsidR="00F9302C"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FA93F08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AE3CC74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=I11+1 </w:instrText>
            </w:r>
            <w:r>
              <w:fldChar w:fldCharType="separate"/>
            </w:r>
            <w:r w:rsidR="00F9302C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02760F8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11BFFA57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=K11+1 </w:instrText>
            </w:r>
            <w:r>
              <w:fldChar w:fldCharType="separate"/>
            </w:r>
            <w:r w:rsidR="00F9302C">
              <w:rPr>
                <w:noProof/>
              </w:rPr>
              <w:t>14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=K11+2 </w:instrText>
            </w:r>
            <w:r>
              <w:fldChar w:fldCharType="separate"/>
            </w:r>
            <w:r w:rsidR="00F9302C">
              <w:rPr>
                <w:noProof/>
              </w:rPr>
              <w:t>15</w:t>
            </w:r>
            <w:r>
              <w:fldChar w:fldCharType="end"/>
            </w:r>
          </w:p>
        </w:tc>
      </w:tr>
      <w:tr w:rsidR="00696775" w14:paraId="7C8C5E11" w14:textId="77777777" w:rsidTr="00F9302C">
        <w:trPr>
          <w:cantSplit/>
          <w:trHeight w:hRule="exact" w:val="893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7754A3D5" w14:textId="77777777" w:rsidR="00696775" w:rsidRDefault="00000000" w:rsidP="00696775">
            <w:pPr>
              <w:pStyle w:val="WeekNumber"/>
            </w:pPr>
            <w:sdt>
              <w:sdtPr>
                <w:id w:val="967165456"/>
                <w:placeholder>
                  <w:docPart w:val="275B4AE3ACAA4EC18010D0ED25DDEC9A"/>
                </w:placeholder>
                <w:temporary/>
                <w:showingPlcHdr/>
                <w15:appearance w15:val="hidden"/>
                <w:text/>
              </w:sdtPr>
              <w:sdtContent>
                <w:r w:rsidR="00696775">
                  <w:t>3</w:t>
                </w:r>
              </w:sdtContent>
            </w:sdt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51E13E6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DEE1939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24A8229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F7052CF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325A8F6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6CFD670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E623DE8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9EDE877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6FBE862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490ED88F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996C16F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787B737" w14:textId="77777777" w:rsidR="00696775" w:rsidRDefault="00696775" w:rsidP="00696775"/>
        </w:tc>
      </w:tr>
      <w:tr w:rsidR="00696775" w14:paraId="73ED3DCD" w14:textId="77777777" w:rsidTr="00F9302C">
        <w:trPr>
          <w:cantSplit/>
          <w:trHeight w:hRule="exact" w:val="518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3001AF02" w14:textId="77777777" w:rsidR="00696775" w:rsidRDefault="00696775" w:rsidP="006967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F2F2F2" w:themeFill="background1" w:themeFillShade="F2"/>
            <w:textDirection w:val="btLr"/>
            <w:vAlign w:val="center"/>
          </w:tcPr>
          <w:p w14:paraId="4BA3AAE1" w14:textId="77777777" w:rsidR="00696775" w:rsidRDefault="00000000" w:rsidP="00696775">
            <w:pPr>
              <w:pStyle w:val="Heading2"/>
            </w:pPr>
            <w:sdt>
              <w:sdtPr>
                <w:id w:val="-1092005367"/>
                <w:placeholder>
                  <w:docPart w:val="F75B65CF92894E81856741B1269DA6A6"/>
                </w:placeholder>
                <w:temporary/>
                <w:showingPlcHdr/>
                <w15:appearance w15:val="hidden"/>
              </w:sdtPr>
              <w:sdtContent>
                <w:r w:rsidR="00696775">
                  <w:t>Notes</w:t>
                </w:r>
              </w:sdtContent>
            </w:sdt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tcMar>
              <w:left w:w="43" w:type="dxa"/>
              <w:right w:w="0" w:type="dxa"/>
            </w:tcMar>
            <w:vAlign w:val="center"/>
          </w:tcPr>
          <w:p w14:paraId="60DF5AB2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3A73A26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16EBBB0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02340C1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237802A8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E0AB901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C682A44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132A3072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549152AA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61D2803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0794D648" w14:textId="77777777" w:rsidR="00696775" w:rsidRDefault="00696775" w:rsidP="00696775"/>
        </w:tc>
      </w:tr>
      <w:tr w:rsidR="00696775" w14:paraId="061689FD" w14:textId="77777777" w:rsidTr="00F9302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F68E3C5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808080" w:themeFill="background1" w:themeFillShade="80"/>
            <w:textDirection w:val="btLr"/>
            <w:vAlign w:val="center"/>
          </w:tcPr>
          <w:p w14:paraId="25F6F7FA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E93EB98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BC1DB6B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370B705D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CE2671E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249AC0BE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FE10081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5DD39A4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22F92E2F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C6D803D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1FDD82B9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FECAF87" w14:textId="77777777" w:rsidR="00696775" w:rsidRDefault="00696775" w:rsidP="00696775"/>
        </w:tc>
      </w:tr>
      <w:tr w:rsidR="00696775" w14:paraId="4D851196" w14:textId="77777777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29B86E60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236F2CF2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B1C121B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EEF9FF9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9D91190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7838FC4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D2F0C7E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0FF4A1E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2CCB1C9E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715AA53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533EC38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3FA17C8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C6F1BA9" w14:textId="77777777" w:rsidR="00696775" w:rsidRDefault="00696775" w:rsidP="00696775"/>
        </w:tc>
      </w:tr>
      <w:tr w:rsidR="00696775" w14:paraId="6E602037" w14:textId="77777777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0500969D" w14:textId="77777777" w:rsidR="00696775" w:rsidRDefault="00696775" w:rsidP="006967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29EC6D4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03E5290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=K11+3 </w:instrText>
            </w:r>
            <w:r>
              <w:fldChar w:fldCharType="separate"/>
            </w:r>
            <w:r w:rsidR="00F9302C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11F223DA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1561BE5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=C16+1 </w:instrText>
            </w:r>
            <w:r>
              <w:fldChar w:fldCharType="separate"/>
            </w:r>
            <w:r w:rsidR="00F9302C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2F78CE6C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4893E1D8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=E16+1 </w:instrText>
            </w:r>
            <w:r>
              <w:fldChar w:fldCharType="separate"/>
            </w:r>
            <w:r w:rsidR="00F9302C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C4C08C9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BFA07BF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=G16+1 </w:instrText>
            </w:r>
            <w:r>
              <w:fldChar w:fldCharType="separate"/>
            </w:r>
            <w:r w:rsidR="00F9302C"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20806A1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8F2F29B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=I16+1 </w:instrText>
            </w:r>
            <w:r>
              <w:fldChar w:fldCharType="separate"/>
            </w:r>
            <w:r w:rsidR="00F9302C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B51ECEA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0FABE37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 =K16+1 </w:instrText>
            </w:r>
            <w:r>
              <w:fldChar w:fldCharType="separate"/>
            </w:r>
            <w:r w:rsidR="00F9302C">
              <w:rPr>
                <w:noProof/>
              </w:rPr>
              <w:t>21</w:t>
            </w:r>
            <w:r>
              <w:fldChar w:fldCharType="end"/>
            </w:r>
            <w:r>
              <w:t>/</w:t>
            </w:r>
            <w:r>
              <w:fldChar w:fldCharType="begin"/>
            </w:r>
            <w:r>
              <w:instrText xml:space="preserve"> =K16+2 </w:instrText>
            </w:r>
            <w:r>
              <w:fldChar w:fldCharType="separate"/>
            </w:r>
            <w:r w:rsidR="00F9302C">
              <w:rPr>
                <w:noProof/>
              </w:rPr>
              <w:t>22</w:t>
            </w:r>
            <w:r>
              <w:fldChar w:fldCharType="end"/>
            </w:r>
          </w:p>
        </w:tc>
      </w:tr>
      <w:tr w:rsidR="00696775" w14:paraId="430C5545" w14:textId="77777777" w:rsidTr="00F9302C">
        <w:trPr>
          <w:cantSplit/>
          <w:trHeight w:hRule="exact" w:val="893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78C0CED2" w14:textId="77777777" w:rsidR="00696775" w:rsidRDefault="00000000" w:rsidP="00696775">
            <w:pPr>
              <w:pStyle w:val="WeekNumber"/>
            </w:pPr>
            <w:sdt>
              <w:sdtPr>
                <w:id w:val="-807169488"/>
                <w:placeholder>
                  <w:docPart w:val="CF9591C5FB844E568806BEA154D27C1E"/>
                </w:placeholder>
                <w:temporary/>
                <w:showingPlcHdr/>
                <w15:appearance w15:val="hidden"/>
                <w:text/>
              </w:sdtPr>
              <w:sdtContent>
                <w:r w:rsidR="00696775">
                  <w:t>4</w:t>
                </w:r>
              </w:sdtContent>
            </w:sdt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17CB3D69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AFFA701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CB6C49A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AA12FDF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4B65574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71F91C01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CB43C89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9833C72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AB2B1D0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45C4E95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043F71B0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0F93253" w14:textId="77777777" w:rsidR="00696775" w:rsidRDefault="00696775" w:rsidP="00696775"/>
        </w:tc>
      </w:tr>
      <w:tr w:rsidR="00696775" w14:paraId="59A36349" w14:textId="77777777" w:rsidTr="00F9302C">
        <w:trPr>
          <w:cantSplit/>
          <w:trHeight w:hRule="exact" w:val="518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4B301DF8" w14:textId="77777777" w:rsidR="00696775" w:rsidRDefault="00696775" w:rsidP="006967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F2F2F2" w:themeFill="background1" w:themeFillShade="F2"/>
            <w:textDirection w:val="btLr"/>
            <w:vAlign w:val="center"/>
          </w:tcPr>
          <w:p w14:paraId="0FFA8E23" w14:textId="77777777" w:rsidR="00696775" w:rsidRDefault="00000000" w:rsidP="00696775">
            <w:pPr>
              <w:pStyle w:val="Heading2"/>
            </w:pPr>
            <w:sdt>
              <w:sdtPr>
                <w:id w:val="-1548214040"/>
                <w:placeholder>
                  <w:docPart w:val="6DA810BC8DF8442688278B1BF2950C12"/>
                </w:placeholder>
                <w:temporary/>
                <w:showingPlcHdr/>
                <w15:appearance w15:val="hidden"/>
              </w:sdtPr>
              <w:sdtContent>
                <w:r w:rsidR="00696775">
                  <w:t>Notes</w:t>
                </w:r>
              </w:sdtContent>
            </w:sdt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tcMar>
              <w:left w:w="72" w:type="dxa"/>
              <w:right w:w="0" w:type="dxa"/>
            </w:tcMar>
            <w:vAlign w:val="center"/>
          </w:tcPr>
          <w:p w14:paraId="1A2B7C6E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115145C8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5EEB782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202FCB9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27A620D9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2B46DDEE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58BCB6AC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5AB8BBB3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C05AC59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0B1C8DF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3F73D446" w14:textId="77777777" w:rsidR="00696775" w:rsidRDefault="00696775" w:rsidP="00696775"/>
        </w:tc>
      </w:tr>
      <w:tr w:rsidR="00696775" w14:paraId="0BB8491F" w14:textId="77777777" w:rsidTr="00F9302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C24D55D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808080" w:themeFill="background1" w:themeFillShade="80"/>
            <w:textDirection w:val="btLr"/>
            <w:vAlign w:val="center"/>
          </w:tcPr>
          <w:p w14:paraId="5C1A3590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7485BAFD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9636868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5A93839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7DE9F66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295EAD7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C5F0B55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35426B76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50214E74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28CBA803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27F935D6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1E9315CE" w14:textId="77777777" w:rsidR="00696775" w:rsidRDefault="00696775" w:rsidP="00696775"/>
        </w:tc>
      </w:tr>
      <w:tr w:rsidR="00696775" w14:paraId="455FBF2A" w14:textId="77777777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37D9D01A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3A1144DF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38BE72B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69303363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93043D7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A77801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B3A397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097C0E7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8D0513C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AC93341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3C010E4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A54D139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2EB3BBD" w14:textId="77777777" w:rsidR="00696775" w:rsidRDefault="00696775" w:rsidP="00696775"/>
        </w:tc>
      </w:tr>
      <w:tr w:rsidR="00696775" w14:paraId="1074B2F6" w14:textId="77777777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053591B1" w14:textId="77777777" w:rsidR="00696775" w:rsidRDefault="00696775" w:rsidP="006967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7322E833" w14:textId="77777777" w:rsidR="00696775" w:rsidRDefault="00696775" w:rsidP="00696775"/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D32CF83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=K16</w:instrText>
            </w:r>
            <w:r>
              <w:fldChar w:fldCharType="separate"/>
            </w:r>
            <w:r w:rsidR="00F9302C"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= 0 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=K16+3 </w:instrText>
            </w:r>
            <w:r>
              <w:fldChar w:fldCharType="separate"/>
            </w:r>
            <w:r w:rsidR="00F9302C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&gt;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 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=K16 </w:instrText>
            </w:r>
            <w:r>
              <w:fldChar w:fldCharType="separate"/>
            </w:r>
            <w:r w:rsidR="00F9302C">
              <w:rPr>
                <w:noProof/>
              </w:rPr>
              <w:instrText>20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</w:instrText>
            </w:r>
            <w:r>
              <w:fldChar w:fldCharType="begin"/>
            </w:r>
            <w:r>
              <w:instrText xml:space="preserve"> =K16+3 </w:instrText>
            </w:r>
            <w:r>
              <w:fldChar w:fldCharType="separate"/>
            </w:r>
            <w:r w:rsidR="00F9302C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instrText>23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14F861E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2D90936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=C21</w:instrText>
            </w:r>
            <w:r>
              <w:fldChar w:fldCharType="separate"/>
            </w:r>
            <w:r w:rsidR="00F9302C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=C21 </w:instrText>
            </w:r>
            <w:r>
              <w:fldChar w:fldCharType="separate"/>
            </w:r>
            <w:r w:rsidR="00F9302C">
              <w:rPr>
                <w:noProof/>
              </w:rPr>
              <w:instrText>23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=C21+1 </w:instrText>
            </w:r>
            <w:r>
              <w:fldChar w:fldCharType="separate"/>
            </w:r>
            <w:r w:rsidR="00F9302C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24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B432E10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5B4B06A9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=E21</w:instrText>
            </w:r>
            <w:r>
              <w:fldChar w:fldCharType="separate"/>
            </w:r>
            <w:r w:rsidR="00F9302C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=E21 </w:instrText>
            </w:r>
            <w:r>
              <w:fldChar w:fldCharType="separate"/>
            </w:r>
            <w:r w:rsidR="00F9302C"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=E21+1 </w:instrText>
            </w:r>
            <w:r>
              <w:fldChar w:fldCharType="separate"/>
            </w:r>
            <w:r w:rsidR="00F9302C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84B5C21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1A5CEB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=G21</w:instrText>
            </w:r>
            <w:r>
              <w:fldChar w:fldCharType="separate"/>
            </w:r>
            <w:r w:rsidR="00F9302C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=G21 </w:instrText>
            </w:r>
            <w:r>
              <w:fldChar w:fldCharType="separate"/>
            </w:r>
            <w:r w:rsidR="00F9302C"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=G21+1 </w:instrText>
            </w:r>
            <w:r>
              <w:fldChar w:fldCharType="separate"/>
            </w:r>
            <w:r w:rsidR="00F9302C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446B71AC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8F4A634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=I21</w:instrText>
            </w:r>
            <w:r>
              <w:fldChar w:fldCharType="separate"/>
            </w:r>
            <w:r w:rsidR="00F9302C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=I21 </w:instrText>
            </w:r>
            <w:r>
              <w:fldChar w:fldCharType="separate"/>
            </w:r>
            <w:r w:rsidR="00F9302C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=I21+1 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0C99071D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65B29E6D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=K21+1 </w:instrText>
            </w:r>
            <w:r>
              <w:fldChar w:fldCharType="separate"/>
            </w:r>
            <w:r w:rsidR="00F9302C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28</w:t>
            </w:r>
            <w:r>
              <w:fldChar w:fldCharType="end"/>
            </w:r>
            <w:r w:rsidR="00F9302C">
              <w:t>/</w:t>
            </w: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MonthEndLessOne \@ d </w:instrText>
            </w:r>
            <w:r>
              <w:fldChar w:fldCharType="separate"/>
            </w:r>
            <w:r w:rsidR="00F9302C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=K21+2 </w:instrText>
            </w:r>
            <w:r>
              <w:fldChar w:fldCharType="separate"/>
            </w:r>
            <w:r w:rsidR="00F9302C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29</w:t>
            </w:r>
            <w:r>
              <w:fldChar w:fldCharType="end"/>
            </w:r>
          </w:p>
        </w:tc>
      </w:tr>
      <w:tr w:rsidR="00696775" w14:paraId="6458C67C" w14:textId="77777777" w:rsidTr="00F9302C">
        <w:trPr>
          <w:cantSplit/>
          <w:trHeight w:hRule="exact" w:val="893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8024867" w14:textId="77777777" w:rsidR="00696775" w:rsidRDefault="00000000" w:rsidP="00696775">
            <w:pPr>
              <w:pStyle w:val="WeekNumber"/>
            </w:pPr>
            <w:sdt>
              <w:sdtPr>
                <w:id w:val="-544519862"/>
                <w:placeholder>
                  <w:docPart w:val="B56240DD49F24B768FDE5DE1797F3ADF"/>
                </w:placeholder>
                <w:temporary/>
                <w:showingPlcHdr/>
                <w15:appearance w15:val="hidden"/>
                <w:text/>
              </w:sdtPr>
              <w:sdtContent>
                <w:r w:rsidR="00696775">
                  <w:t>5</w:t>
                </w:r>
              </w:sdtContent>
            </w:sdt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3AA08ABC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BF716AE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112DD686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268B86D5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51C05D0A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BBE234B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85CEC35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FDE7FAE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65D4E231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2F6638B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1559AFF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C27F7C3" w14:textId="77777777" w:rsidR="00696775" w:rsidRDefault="00696775" w:rsidP="00696775"/>
        </w:tc>
      </w:tr>
      <w:tr w:rsidR="00696775" w14:paraId="3495B614" w14:textId="77777777" w:rsidTr="00F9302C">
        <w:trPr>
          <w:cantSplit/>
          <w:trHeight w:hRule="exact" w:val="518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3CC36A4C" w14:textId="77777777" w:rsidR="00696775" w:rsidRDefault="00696775" w:rsidP="006967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F2F2F2" w:themeFill="background1" w:themeFillShade="F2"/>
            <w:textDirection w:val="btLr"/>
            <w:vAlign w:val="center"/>
          </w:tcPr>
          <w:p w14:paraId="2FD1CAFD" w14:textId="77777777" w:rsidR="00696775" w:rsidRDefault="00000000" w:rsidP="00696775">
            <w:pPr>
              <w:pStyle w:val="Heading2"/>
            </w:pPr>
            <w:sdt>
              <w:sdtPr>
                <w:id w:val="-308010898"/>
                <w:placeholder>
                  <w:docPart w:val="313C7C2F9ED3434DAD522CB584B48A0B"/>
                </w:placeholder>
                <w:temporary/>
                <w:showingPlcHdr/>
                <w15:appearance w15:val="hidden"/>
              </w:sdtPr>
              <w:sdtContent>
                <w:r w:rsidR="00696775">
                  <w:t>Notes</w:t>
                </w:r>
              </w:sdtContent>
            </w:sdt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tcMar>
              <w:left w:w="72" w:type="dxa"/>
              <w:right w:w="0" w:type="dxa"/>
            </w:tcMar>
            <w:vAlign w:val="center"/>
          </w:tcPr>
          <w:p w14:paraId="1E651C89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28047855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E891012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B3A6F68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BD0E611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816C243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C2764FF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1E5A709E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E9F190B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89084F4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2B4942D5" w14:textId="77777777" w:rsidR="00696775" w:rsidRDefault="00696775" w:rsidP="00696775"/>
        </w:tc>
      </w:tr>
      <w:tr w:rsidR="00696775" w14:paraId="4D893027" w14:textId="77777777" w:rsidTr="00F9302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6E76E8CA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808080" w:themeFill="background1" w:themeFillShade="80"/>
            <w:textDirection w:val="btLr"/>
            <w:vAlign w:val="center"/>
          </w:tcPr>
          <w:p w14:paraId="62CD912E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3477F09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68E13045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2205A328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D510913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38D60C0C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069902A7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37076F6D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334A6943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48B4FFD0" w14:textId="77777777" w:rsidR="00696775" w:rsidRDefault="00696775" w:rsidP="00696775"/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62C6AB8C" w14:textId="77777777" w:rsidR="00696775" w:rsidRDefault="00696775" w:rsidP="00696775"/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808080" w:themeFill="background1" w:themeFillShade="80"/>
          </w:tcPr>
          <w:p w14:paraId="7AB003A8" w14:textId="77777777" w:rsidR="00696775" w:rsidRDefault="00696775" w:rsidP="00696775"/>
        </w:tc>
      </w:tr>
      <w:tr w:rsidR="00696775" w14:paraId="06129609" w14:textId="77777777">
        <w:trPr>
          <w:cantSplit/>
          <w:trHeight w:hRule="exact" w:val="43"/>
        </w:trPr>
        <w:tc>
          <w:tcPr>
            <w:tcW w:w="495" w:type="dxa"/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23092634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310B7128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F00E453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00440100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E6FCFE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7848B9E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32ED117A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BC45082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551673D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5EF26B18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1503730E" w14:textId="77777777" w:rsidR="00696775" w:rsidRDefault="00696775" w:rsidP="00696775"/>
        </w:tc>
        <w:tc>
          <w:tcPr>
            <w:tcW w:w="174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406192D0" w14:textId="77777777" w:rsidR="00696775" w:rsidRDefault="00696775" w:rsidP="00696775"/>
        </w:tc>
        <w:tc>
          <w:tcPr>
            <w:tcW w:w="1446" w:type="dxa"/>
            <w:tcBorders>
              <w:top w:val="single" w:sz="8" w:space="0" w:color="7F7F7F" w:themeColor="text1" w:themeTint="80"/>
              <w:bottom w:val="single" w:sz="4" w:space="0" w:color="7F7F7F" w:themeColor="text1" w:themeTint="80"/>
            </w:tcBorders>
            <w:shd w:val="clear" w:color="auto" w:fill="auto"/>
          </w:tcPr>
          <w:p w14:paraId="7A4A0E46" w14:textId="77777777" w:rsidR="00696775" w:rsidRDefault="00696775" w:rsidP="00696775"/>
        </w:tc>
      </w:tr>
      <w:tr w:rsidR="00696775" w14:paraId="0E606D56" w14:textId="77777777">
        <w:trPr>
          <w:cantSplit/>
          <w:trHeight w:val="504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12127B77" w14:textId="77777777" w:rsidR="00696775" w:rsidRDefault="00696775" w:rsidP="00696775"/>
        </w:tc>
        <w:tc>
          <w:tcPr>
            <w:tcW w:w="174" w:type="dxa"/>
            <w:tcBorders>
              <w:top w:val="single" w:sz="4" w:space="0" w:color="7F7F7F" w:themeColor="text1" w:themeTint="80"/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6A172D70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16371E25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=K21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=K21 </w:instrText>
            </w:r>
            <w:r>
              <w:fldChar w:fldCharType="separate"/>
            </w:r>
            <w:r w:rsidR="00F9302C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MonthEndLessTwo \@ d </w:instrText>
            </w:r>
            <w:r>
              <w:fldChar w:fldCharType="separate"/>
            </w:r>
            <w:r w:rsidR="00F9302C">
              <w:instrText>29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=K21+3 </w:instrText>
            </w:r>
            <w:r>
              <w:fldChar w:fldCharType="separate"/>
            </w:r>
            <w:r w:rsidR="00F9302C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B8C3FF7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2E7ECE5C" w14:textId="77777777" w:rsidR="00696775" w:rsidRDefault="00696775" w:rsidP="00696775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=C26</w:instrText>
            </w:r>
            <w:r>
              <w:fldChar w:fldCharType="separate"/>
            </w:r>
            <w:r w:rsidR="00F9302C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=C26 </w:instrText>
            </w:r>
            <w:r>
              <w:fldChar w:fldCharType="separate"/>
            </w:r>
            <w:r w:rsidR="00F9302C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F9302C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=C26+1 </w:instrText>
            </w:r>
            <w:r>
              <w:fldChar w:fldCharType="separate"/>
            </w:r>
            <w:r w:rsidR="00F9302C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F9302C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 w:rsidR="00F9302C"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51BF5AEA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350FA564" w14:textId="77777777" w:rsidR="00696775" w:rsidRDefault="00696775" w:rsidP="006967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3448B3C3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64250FC9" w14:textId="77777777" w:rsidR="00696775" w:rsidRDefault="00696775" w:rsidP="006967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7CDB8AF3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6" w:space="0" w:color="66BDD8" w:themeColor="accent1"/>
            </w:tcBorders>
            <w:shd w:val="clear" w:color="auto" w:fill="auto"/>
          </w:tcPr>
          <w:p w14:paraId="0D6E92ED" w14:textId="77777777" w:rsidR="00696775" w:rsidRDefault="00696775" w:rsidP="00696775">
            <w:pPr>
              <w:pStyle w:val="Date"/>
            </w:pPr>
          </w:p>
        </w:tc>
        <w:tc>
          <w:tcPr>
            <w:tcW w:w="174" w:type="dxa"/>
            <w:tcBorders>
              <w:top w:val="single" w:sz="4" w:space="0" w:color="7F7F7F" w:themeColor="text1" w:themeTint="80"/>
              <w:left w:val="single" w:sz="6" w:space="0" w:color="66BDD8" w:themeColor="accent1"/>
            </w:tcBorders>
            <w:shd w:val="clear" w:color="auto" w:fill="auto"/>
          </w:tcPr>
          <w:p w14:paraId="6607514E" w14:textId="77777777" w:rsidR="00696775" w:rsidRDefault="00696775" w:rsidP="00696775"/>
        </w:tc>
        <w:tc>
          <w:tcPr>
            <w:tcW w:w="1446" w:type="dxa"/>
            <w:tcBorders>
              <w:top w:val="single" w:sz="4" w:space="0" w:color="7F7F7F" w:themeColor="text1" w:themeTint="80"/>
              <w:right w:val="single" w:sz="8" w:space="0" w:color="7F7F7F" w:themeColor="text1" w:themeTint="80"/>
            </w:tcBorders>
            <w:shd w:val="clear" w:color="auto" w:fill="auto"/>
          </w:tcPr>
          <w:p w14:paraId="41C71AEA" w14:textId="77777777" w:rsidR="00696775" w:rsidRDefault="00696775" w:rsidP="00696775">
            <w:pPr>
              <w:pStyle w:val="Date"/>
            </w:pPr>
          </w:p>
        </w:tc>
      </w:tr>
      <w:tr w:rsidR="00696775" w14:paraId="7067CE3D" w14:textId="77777777" w:rsidTr="00F9302C">
        <w:trPr>
          <w:cantSplit/>
          <w:trHeight w:hRule="exact" w:val="893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244F260E" w14:textId="77777777" w:rsidR="00696775" w:rsidRDefault="00000000" w:rsidP="00696775">
            <w:pPr>
              <w:pStyle w:val="WeekNumber"/>
            </w:pPr>
            <w:sdt>
              <w:sdtPr>
                <w:id w:val="1665046849"/>
                <w:placeholder>
                  <w:docPart w:val="140DC6A9761845BF91BE67EF5ACF7647"/>
                </w:placeholder>
                <w:temporary/>
                <w:showingPlcHdr/>
                <w15:appearance w15:val="hidden"/>
                <w:text/>
              </w:sdtPr>
              <w:sdtContent>
                <w:r w:rsidR="00696775">
                  <w:t>6</w:t>
                </w:r>
              </w:sdtContent>
            </w:sdt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auto"/>
            <w:textDirection w:val="btLr"/>
            <w:vAlign w:val="center"/>
          </w:tcPr>
          <w:p w14:paraId="0B73A834" w14:textId="77777777" w:rsidR="00696775" w:rsidRDefault="00696775" w:rsidP="00696775">
            <w:pPr>
              <w:ind w:left="113" w:right="113"/>
              <w:jc w:val="center"/>
            </w:pPr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F088072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3434800A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5D20C564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D416B4A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61BDC72E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488F0C9F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32E41298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72AA1B18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auto"/>
          </w:tcPr>
          <w:p w14:paraId="02DE6BAC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auto"/>
          </w:tcPr>
          <w:p w14:paraId="29D55404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804EF93" w14:textId="77777777" w:rsidR="00696775" w:rsidRDefault="00696775" w:rsidP="00696775"/>
        </w:tc>
      </w:tr>
      <w:tr w:rsidR="00696775" w14:paraId="77E5F3D2" w14:textId="77777777" w:rsidTr="00F9302C">
        <w:trPr>
          <w:cantSplit/>
          <w:trHeight w:hRule="exact" w:val="518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595FF378" w14:textId="77777777" w:rsidR="00696775" w:rsidRDefault="00696775" w:rsidP="00696775">
            <w:pPr>
              <w:pStyle w:val="Week"/>
              <w:jc w:val="left"/>
            </w:pPr>
            <w:r>
              <w:t>WEEK</w:t>
            </w:r>
          </w:p>
        </w:tc>
        <w:tc>
          <w:tcPr>
            <w:tcW w:w="174" w:type="dxa"/>
            <w:tcBorders>
              <w:left w:val="single" w:sz="8" w:space="0" w:color="7F7F7F" w:themeColor="text1" w:themeTint="80"/>
            </w:tcBorders>
            <w:shd w:val="clear" w:color="auto" w:fill="F2F2F2" w:themeFill="background1" w:themeFillShade="F2"/>
            <w:textDirection w:val="btLr"/>
            <w:vAlign w:val="center"/>
          </w:tcPr>
          <w:p w14:paraId="510C1F6E" w14:textId="77777777" w:rsidR="00696775" w:rsidRDefault="00000000" w:rsidP="00696775">
            <w:pPr>
              <w:pStyle w:val="Heading2"/>
            </w:pPr>
            <w:sdt>
              <w:sdtPr>
                <w:id w:val="-1891500240"/>
                <w:placeholder>
                  <w:docPart w:val="86B291599FA946F488AE2C2A39F00E97"/>
                </w:placeholder>
                <w:temporary/>
                <w:showingPlcHdr/>
                <w15:appearance w15:val="hidden"/>
              </w:sdtPr>
              <w:sdtContent>
                <w:r w:rsidR="00696775">
                  <w:t>Notes</w:t>
                </w:r>
              </w:sdtContent>
            </w:sdt>
          </w:p>
        </w:tc>
        <w:tc>
          <w:tcPr>
            <w:tcW w:w="1445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tcMar>
              <w:left w:w="72" w:type="dxa"/>
              <w:right w:w="0" w:type="dxa"/>
            </w:tcMar>
            <w:vAlign w:val="center"/>
          </w:tcPr>
          <w:p w14:paraId="591E9AD2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6265EA8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090A09E2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129D514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1CE04007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62050543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5A7C86F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0C13625" w14:textId="77777777" w:rsidR="00696775" w:rsidRDefault="00696775" w:rsidP="00696775"/>
        </w:tc>
        <w:tc>
          <w:tcPr>
            <w:tcW w:w="1446" w:type="dxa"/>
            <w:tcBorders>
              <w:righ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4F4711F7" w14:textId="77777777" w:rsidR="00696775" w:rsidRDefault="00696775" w:rsidP="00696775"/>
        </w:tc>
        <w:tc>
          <w:tcPr>
            <w:tcW w:w="174" w:type="dxa"/>
            <w:tcBorders>
              <w:left w:val="single" w:sz="6" w:space="0" w:color="66BDD8" w:themeColor="accent1"/>
            </w:tcBorders>
            <w:shd w:val="clear" w:color="auto" w:fill="F2F2F2" w:themeFill="background1" w:themeFillShade="F2"/>
            <w:vAlign w:val="center"/>
          </w:tcPr>
          <w:p w14:paraId="7489197A" w14:textId="77777777" w:rsidR="00696775" w:rsidRDefault="00696775" w:rsidP="00696775"/>
        </w:tc>
        <w:tc>
          <w:tcPr>
            <w:tcW w:w="1446" w:type="dxa"/>
            <w:tcBorders>
              <w:right w:val="single" w:sz="8" w:space="0" w:color="7F7F7F" w:themeColor="text1" w:themeTint="80"/>
            </w:tcBorders>
            <w:shd w:val="clear" w:color="auto" w:fill="F2F2F2" w:themeFill="background1" w:themeFillShade="F2"/>
            <w:vAlign w:val="center"/>
          </w:tcPr>
          <w:p w14:paraId="4AA35AFA" w14:textId="77777777" w:rsidR="00696775" w:rsidRDefault="00696775" w:rsidP="00696775"/>
        </w:tc>
      </w:tr>
      <w:tr w:rsidR="00696775" w14:paraId="6DBFBE58" w14:textId="77777777" w:rsidTr="00F9302C">
        <w:trPr>
          <w:cantSplit/>
          <w:trHeight w:hRule="exact" w:val="130"/>
        </w:trPr>
        <w:tc>
          <w:tcPr>
            <w:tcW w:w="495" w:type="dxa"/>
            <w:tcBorders>
              <w:right w:val="single" w:sz="8" w:space="0" w:color="7F7F7F" w:themeColor="text1" w:themeTint="80"/>
            </w:tcBorders>
            <w:shd w:val="clear" w:color="auto" w:fill="auto"/>
            <w:tcMar>
              <w:left w:w="0" w:type="dxa"/>
              <w:right w:w="115" w:type="dxa"/>
            </w:tcMar>
            <w:textDirection w:val="btLr"/>
            <w:vAlign w:val="center"/>
          </w:tcPr>
          <w:p w14:paraId="4BC7B8AC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left w:val="single" w:sz="8" w:space="0" w:color="7F7F7F" w:themeColor="text1" w:themeTint="80"/>
              <w:bottom w:val="single" w:sz="8" w:space="0" w:color="7F7F7F" w:themeColor="text1" w:themeTint="80"/>
            </w:tcBorders>
            <w:shd w:val="clear" w:color="auto" w:fill="808080" w:themeFill="background1" w:themeFillShade="80"/>
            <w:textDirection w:val="btLr"/>
            <w:vAlign w:val="center"/>
          </w:tcPr>
          <w:p w14:paraId="48048237" w14:textId="77777777" w:rsidR="00696775" w:rsidRDefault="00696775" w:rsidP="00696775">
            <w:pPr>
              <w:ind w:left="113" w:right="113"/>
            </w:pPr>
          </w:p>
        </w:tc>
        <w:tc>
          <w:tcPr>
            <w:tcW w:w="1445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tcMar>
              <w:left w:w="72" w:type="dxa"/>
              <w:right w:w="0" w:type="dxa"/>
            </w:tcMar>
            <w:vAlign w:val="center"/>
          </w:tcPr>
          <w:p w14:paraId="700448C0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6F67E69B" w14:textId="77777777" w:rsidR="00696775" w:rsidRDefault="00696775" w:rsidP="006967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0006C811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1F35DC1D" w14:textId="77777777" w:rsidR="00696775" w:rsidRDefault="00696775" w:rsidP="006967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704A1741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656B1478" w14:textId="77777777" w:rsidR="00696775" w:rsidRDefault="00696775" w:rsidP="006967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57FD232C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253B3830" w14:textId="77777777" w:rsidR="00696775" w:rsidRDefault="00696775" w:rsidP="006967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6BE73DCF" w14:textId="77777777" w:rsidR="00696775" w:rsidRDefault="00696775" w:rsidP="00696775">
            <w:pPr>
              <w:ind w:left="113" w:right="113"/>
            </w:pPr>
          </w:p>
        </w:tc>
        <w:tc>
          <w:tcPr>
            <w:tcW w:w="174" w:type="dxa"/>
            <w:tcBorders>
              <w:bottom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213B2D21" w14:textId="77777777" w:rsidR="00696775" w:rsidRDefault="00696775" w:rsidP="00696775">
            <w:pPr>
              <w:ind w:left="113" w:right="113"/>
            </w:pPr>
          </w:p>
        </w:tc>
        <w:tc>
          <w:tcPr>
            <w:tcW w:w="1446" w:type="dxa"/>
            <w:tcBorders>
              <w:bottom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808080" w:themeFill="background1" w:themeFillShade="80"/>
            <w:vAlign w:val="center"/>
          </w:tcPr>
          <w:p w14:paraId="763F196F" w14:textId="77777777" w:rsidR="00696775" w:rsidRDefault="00696775" w:rsidP="00696775">
            <w:pPr>
              <w:ind w:left="113" w:right="113"/>
            </w:pPr>
          </w:p>
        </w:tc>
      </w:tr>
    </w:tbl>
    <w:p w14:paraId="6FF61C18" w14:textId="77777777" w:rsidR="00437863" w:rsidRDefault="00437863"/>
    <w:sectPr w:rsidR="00437863" w:rsidSect="00E72BA6">
      <w:pgSz w:w="12240" w:h="15840" w:code="1"/>
      <w:pgMar w:top="792" w:right="1008" w:bottom="792" w:left="1008" w:header="648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2097C" w14:textId="77777777" w:rsidR="007C29CB" w:rsidRDefault="007C29CB">
      <w:r>
        <w:separator/>
      </w:r>
    </w:p>
  </w:endnote>
  <w:endnote w:type="continuationSeparator" w:id="0">
    <w:p w14:paraId="395B5488" w14:textId="77777777" w:rsidR="007C29CB" w:rsidRDefault="007C2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D0BA4" w14:textId="77777777" w:rsidR="007C29CB" w:rsidRDefault="007C29CB">
      <w:r>
        <w:separator/>
      </w:r>
    </w:p>
  </w:footnote>
  <w:footnote w:type="continuationSeparator" w:id="0">
    <w:p w14:paraId="2CEAE9E4" w14:textId="77777777" w:rsidR="007C29CB" w:rsidRDefault="007C29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5E592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80E480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100EDA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114C67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798451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BE875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C0742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2DAFB0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AD6C13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E9697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3214740">
    <w:abstractNumId w:val="9"/>
  </w:num>
  <w:num w:numId="2" w16cid:durableId="2008823078">
    <w:abstractNumId w:val="7"/>
  </w:num>
  <w:num w:numId="3" w16cid:durableId="1484278134">
    <w:abstractNumId w:val="6"/>
  </w:num>
  <w:num w:numId="4" w16cid:durableId="693262969">
    <w:abstractNumId w:val="5"/>
  </w:num>
  <w:num w:numId="5" w16cid:durableId="929043026">
    <w:abstractNumId w:val="4"/>
  </w:num>
  <w:num w:numId="6" w16cid:durableId="1046490350">
    <w:abstractNumId w:val="8"/>
  </w:num>
  <w:num w:numId="7" w16cid:durableId="1517378791">
    <w:abstractNumId w:val="3"/>
  </w:num>
  <w:num w:numId="8" w16cid:durableId="484901038">
    <w:abstractNumId w:val="2"/>
  </w:num>
  <w:num w:numId="9" w16cid:durableId="1852724209">
    <w:abstractNumId w:val="1"/>
  </w:num>
  <w:num w:numId="10" w16cid:durableId="298344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01/31/23"/>
    <w:docVar w:name="MonthEnd1" w:val="1/31/2016"/>
    <w:docVar w:name="MonthEnd10" w:val="10/31/2016"/>
    <w:docVar w:name="MonthEnd11" w:val="11/30/2016"/>
    <w:docVar w:name="MonthEnd12" w:val="12/31/2016"/>
    <w:docVar w:name="MonthEnd2" w:val="2/29/2016"/>
    <w:docVar w:name="MonthEnd3" w:val="3/31/2016"/>
    <w:docVar w:name="MonthEnd4" w:val="4/30/2016"/>
    <w:docVar w:name="MonthEnd5" w:val="5/31/2016"/>
    <w:docVar w:name="MonthEnd6" w:val="6/30/2016"/>
    <w:docVar w:name="MonthEnd7" w:val="7/31/2016"/>
    <w:docVar w:name="MonthEnd8" w:val="8/31/2016"/>
    <w:docVar w:name="MonthEnd9" w:val="9/30/2016"/>
    <w:docVar w:name="MonthEndLessOne" w:val="01/30/23"/>
    <w:docVar w:name="MonthEndLessTwo" w:val="01/29/23"/>
    <w:docVar w:name="MonthStart" w:val="01/01/23"/>
    <w:docVar w:name="MonthStart1" w:val="1/1/2016"/>
    <w:docVar w:name="MonthStart10" w:val="10/1/2016"/>
    <w:docVar w:name="MonthStart11" w:val="11/1/2016"/>
    <w:docVar w:name="MonthStart12" w:val="12/1/2016"/>
    <w:docVar w:name="MonthStart2" w:val="2/1/2016"/>
    <w:docVar w:name="MonthStart3" w:val="3/1/2016"/>
    <w:docVar w:name="MonthStart4" w:val="4/1/2016"/>
    <w:docVar w:name="MonthStart5" w:val="5/1/2016"/>
    <w:docVar w:name="MonthStart6" w:val="6/1/2016"/>
    <w:docVar w:name="MonthStart7" w:val="7/1/2016"/>
    <w:docVar w:name="MonthStart8" w:val="8/1/2016"/>
    <w:docVar w:name="MonthStart9" w:val="9/1/2016"/>
    <w:docVar w:name="MonthStartLast" w:val="12/1/2016"/>
  </w:docVars>
  <w:rsids>
    <w:rsidRoot w:val="00F9302C"/>
    <w:rsid w:val="00001B9F"/>
    <w:rsid w:val="00003A92"/>
    <w:rsid w:val="000173E5"/>
    <w:rsid w:val="00046ECE"/>
    <w:rsid w:val="000A0AAB"/>
    <w:rsid w:val="000B0B42"/>
    <w:rsid w:val="000B686E"/>
    <w:rsid w:val="000B77D5"/>
    <w:rsid w:val="000D5092"/>
    <w:rsid w:val="000E09F3"/>
    <w:rsid w:val="001151AC"/>
    <w:rsid w:val="0013386B"/>
    <w:rsid w:val="00163B71"/>
    <w:rsid w:val="0018344B"/>
    <w:rsid w:val="001849F7"/>
    <w:rsid w:val="001C58E6"/>
    <w:rsid w:val="001C5F5B"/>
    <w:rsid w:val="001F32BA"/>
    <w:rsid w:val="0022046E"/>
    <w:rsid w:val="002535AF"/>
    <w:rsid w:val="002B1916"/>
    <w:rsid w:val="002B4EC7"/>
    <w:rsid w:val="002C4B64"/>
    <w:rsid w:val="00356BDB"/>
    <w:rsid w:val="00382913"/>
    <w:rsid w:val="00386035"/>
    <w:rsid w:val="003D4722"/>
    <w:rsid w:val="003D7B77"/>
    <w:rsid w:val="00421693"/>
    <w:rsid w:val="00437863"/>
    <w:rsid w:val="004941A4"/>
    <w:rsid w:val="004A5D4B"/>
    <w:rsid w:val="004A7194"/>
    <w:rsid w:val="004B1FD3"/>
    <w:rsid w:val="004B48BB"/>
    <w:rsid w:val="004C5B0F"/>
    <w:rsid w:val="00567612"/>
    <w:rsid w:val="00584772"/>
    <w:rsid w:val="005A055A"/>
    <w:rsid w:val="005B615C"/>
    <w:rsid w:val="00625EF2"/>
    <w:rsid w:val="00677A08"/>
    <w:rsid w:val="00681051"/>
    <w:rsid w:val="0069604E"/>
    <w:rsid w:val="00696775"/>
    <w:rsid w:val="006B65D7"/>
    <w:rsid w:val="006C17D7"/>
    <w:rsid w:val="006F3BC3"/>
    <w:rsid w:val="00764C24"/>
    <w:rsid w:val="007679C6"/>
    <w:rsid w:val="00772BDB"/>
    <w:rsid w:val="0079749A"/>
    <w:rsid w:val="007C29CB"/>
    <w:rsid w:val="007C7EFC"/>
    <w:rsid w:val="007D3610"/>
    <w:rsid w:val="007E60E6"/>
    <w:rsid w:val="00801A7A"/>
    <w:rsid w:val="008302E8"/>
    <w:rsid w:val="008543EF"/>
    <w:rsid w:val="008664A5"/>
    <w:rsid w:val="008715C4"/>
    <w:rsid w:val="008901F1"/>
    <w:rsid w:val="00892920"/>
    <w:rsid w:val="008B513D"/>
    <w:rsid w:val="008C2940"/>
    <w:rsid w:val="00944F1D"/>
    <w:rsid w:val="009472CF"/>
    <w:rsid w:val="009552A1"/>
    <w:rsid w:val="00956BFA"/>
    <w:rsid w:val="00956F92"/>
    <w:rsid w:val="00960D49"/>
    <w:rsid w:val="009A7291"/>
    <w:rsid w:val="009B5C2E"/>
    <w:rsid w:val="009C2DFB"/>
    <w:rsid w:val="00A2295D"/>
    <w:rsid w:val="00A750D6"/>
    <w:rsid w:val="00AB36C8"/>
    <w:rsid w:val="00AD4128"/>
    <w:rsid w:val="00B202E7"/>
    <w:rsid w:val="00B324C5"/>
    <w:rsid w:val="00B425D2"/>
    <w:rsid w:val="00C65E80"/>
    <w:rsid w:val="00C8443C"/>
    <w:rsid w:val="00CC5325"/>
    <w:rsid w:val="00CD7597"/>
    <w:rsid w:val="00CE25D3"/>
    <w:rsid w:val="00CF03AA"/>
    <w:rsid w:val="00D06132"/>
    <w:rsid w:val="00D10B49"/>
    <w:rsid w:val="00D14703"/>
    <w:rsid w:val="00D176A9"/>
    <w:rsid w:val="00D54AEB"/>
    <w:rsid w:val="00D6628E"/>
    <w:rsid w:val="00D85EA8"/>
    <w:rsid w:val="00D95D18"/>
    <w:rsid w:val="00DB5B37"/>
    <w:rsid w:val="00DC2D8D"/>
    <w:rsid w:val="00DD7FCA"/>
    <w:rsid w:val="00E00D6F"/>
    <w:rsid w:val="00E72BA6"/>
    <w:rsid w:val="00E865F2"/>
    <w:rsid w:val="00EC148F"/>
    <w:rsid w:val="00EC4F4E"/>
    <w:rsid w:val="00F00F9F"/>
    <w:rsid w:val="00F10C1B"/>
    <w:rsid w:val="00F17463"/>
    <w:rsid w:val="00F6462E"/>
    <w:rsid w:val="00F8487A"/>
    <w:rsid w:val="00F9302C"/>
    <w:rsid w:val="00FF1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3B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1F2123" w:themeColor="text2"/>
        <w:sz w:val="18"/>
        <w:szCs w:val="1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uiPriority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3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775"/>
  </w:style>
  <w:style w:type="paragraph" w:styleId="Heading1">
    <w:name w:val="heading 1"/>
    <w:basedOn w:val="Normal"/>
    <w:link w:val="Heading1Char"/>
    <w:uiPriority w:val="3"/>
    <w:qFormat/>
    <w:rsid w:val="00D6628E"/>
    <w:pPr>
      <w:keepNext/>
      <w:keepLines/>
      <w:spacing w:before="24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zCs w:val="28"/>
    </w:rPr>
  </w:style>
  <w:style w:type="paragraph" w:styleId="Heading2">
    <w:name w:val="heading 2"/>
    <w:basedOn w:val="Normal"/>
    <w:link w:val="Heading2Char"/>
    <w:uiPriority w:val="3"/>
    <w:unhideWhenUsed/>
    <w:qFormat/>
    <w:pPr>
      <w:keepNext/>
      <w:keepLines/>
      <w:jc w:val="center"/>
      <w:outlineLvl w:val="1"/>
    </w:pPr>
    <w:rPr>
      <w:rFonts w:asciiTheme="majorHAnsi" w:eastAsiaTheme="majorEastAsia" w:hAnsiTheme="majorHAnsi" w:cstheme="majorBidi"/>
      <w:bCs/>
      <w:szCs w:val="26"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20687E" w:themeColor="accent1" w:themeShade="80"/>
      <w:sz w:val="22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20687E" w:themeColor="accent1" w:themeShade="80"/>
      <w:sz w:val="22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0687E" w:themeColor="accent1" w:themeShade="80"/>
      <w:sz w:val="22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0687E" w:themeColor="accent1" w:themeShade="80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ek">
    <w:name w:val="Week"/>
    <w:basedOn w:val="Normal"/>
    <w:uiPriority w:val="7"/>
    <w:qFormat/>
    <w:pPr>
      <w:jc w:val="center"/>
    </w:pPr>
    <w:rPr>
      <w:b/>
      <w:caps/>
      <w:color w:val="404040" w:themeColor="text1" w:themeTint="BF"/>
    </w:rPr>
  </w:style>
  <w:style w:type="paragraph" w:customStyle="1" w:styleId="WeekNumber">
    <w:name w:val="Week Number"/>
    <w:basedOn w:val="Normal"/>
    <w:uiPriority w:val="8"/>
    <w:unhideWhenUsed/>
    <w:qFormat/>
    <w:pPr>
      <w:pBdr>
        <w:bottom w:val="single" w:sz="8" w:space="1" w:color="A3D7E7" w:themeColor="accent1" w:themeTint="99"/>
      </w:pBdr>
      <w:ind w:right="115"/>
      <w:jc w:val="center"/>
    </w:pPr>
    <w:rPr>
      <w:b/>
    </w:rPr>
  </w:style>
  <w:style w:type="paragraph" w:styleId="Date">
    <w:name w:val="Date"/>
    <w:basedOn w:val="Normal"/>
    <w:link w:val="DateChar"/>
    <w:uiPriority w:val="6"/>
    <w:qFormat/>
    <w:pPr>
      <w:spacing w:before="60"/>
    </w:pPr>
    <w:rPr>
      <w:color w:val="20687E" w:themeColor="accent1" w:themeShade="80"/>
      <w:sz w:val="32"/>
      <w:szCs w:val="40"/>
    </w:rPr>
  </w:style>
  <w:style w:type="character" w:customStyle="1" w:styleId="DateChar">
    <w:name w:val="Date Char"/>
    <w:basedOn w:val="DefaultParagraphFont"/>
    <w:link w:val="Date"/>
    <w:uiPriority w:val="6"/>
    <w:rPr>
      <w:color w:val="20687E" w:themeColor="accent1" w:themeShade="80"/>
      <w:sz w:val="32"/>
      <w:szCs w:val="40"/>
    </w:rPr>
  </w:style>
  <w:style w:type="table" w:styleId="PlainTable4">
    <w:name w:val="Plain Table 4"/>
    <w:basedOn w:val="TableNormal"/>
    <w:uiPriority w:val="43"/>
    <w:rsid w:val="00DC2D8D"/>
    <w:tblPr>
      <w:tblStyleRowBandSize w:val="1"/>
      <w:tblStyleColBandSize w:val="1"/>
    </w:tblPr>
    <w:tblStylePr w:type="firstRow">
      <w:rPr>
        <w:b w:val="0"/>
        <w:bCs/>
        <w:i w:val="0"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Month">
    <w:name w:val="Month"/>
    <w:basedOn w:val="Normal"/>
    <w:uiPriority w:val="1"/>
    <w:qFormat/>
    <w:pPr>
      <w:spacing w:before="120"/>
    </w:pPr>
    <w:rPr>
      <w:caps/>
      <w:color w:val="0D0D0D" w:themeColor="text1" w:themeTint="F2"/>
      <w:position w:val="-12"/>
      <w:sz w:val="60"/>
      <w:szCs w:val="68"/>
    </w:rPr>
  </w:style>
  <w:style w:type="table" w:styleId="PlainTable5">
    <w:name w:val="Plain Table 5"/>
    <w:basedOn w:val="TableNormal"/>
    <w:uiPriority w:val="44"/>
    <w:rsid w:val="00D14703"/>
    <w:tblPr>
      <w:tblStyleRowBandSize w:val="1"/>
      <w:tblStyleColBandSize w:val="1"/>
    </w:tblPr>
    <w:tblStylePr w:type="firstRow">
      <w:rPr>
        <w:rFonts w:asciiTheme="majorHAnsi" w:hAnsiTheme="majorHAnsi" w:cstheme="majorBidi"/>
        <w:b w:val="0"/>
        <w:i w:val="0"/>
        <w:iCs/>
        <w:sz w:val="26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LineText">
    <w:name w:val="Line Text"/>
    <w:basedOn w:val="Normal"/>
    <w:uiPriority w:val="4"/>
    <w:unhideWhenUsed/>
    <w:qFormat/>
    <w:rsid w:val="00696775"/>
    <w:pPr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</w:style>
  <w:style w:type="paragraph" w:styleId="BlockText">
    <w:name w:val="Block Text"/>
    <w:basedOn w:val="Normal"/>
    <w:uiPriority w:val="99"/>
    <w:semiHidden/>
    <w:unhideWhenUsed/>
    <w:pPr>
      <w:pBdr>
        <w:top w:val="single" w:sz="2" w:space="10" w:color="66BDD8" w:themeColor="accent1" w:shadow="1" w:frame="1"/>
        <w:left w:val="single" w:sz="2" w:space="10" w:color="66BDD8" w:themeColor="accent1" w:shadow="1" w:frame="1"/>
        <w:bottom w:val="single" w:sz="2" w:space="10" w:color="66BDD8" w:themeColor="accent1" w:shadow="1" w:frame="1"/>
        <w:right w:val="single" w:sz="2" w:space="10" w:color="66BDD8" w:themeColor="accent1" w:shadow="1" w:frame="1"/>
      </w:pBdr>
      <w:ind w:left="1152" w:right="1152"/>
    </w:pPr>
    <w:rPr>
      <w:i/>
      <w:iCs/>
      <w:color w:val="66BDD8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16"/>
    </w:rPr>
  </w:style>
  <w:style w:type="paragraph" w:styleId="BodyText2">
    <w:name w:val="Body Text 2"/>
    <w:basedOn w:val="Normal"/>
    <w:link w:val="BodyText2Char"/>
    <w:uiPriority w:val="99"/>
    <w:semiHidden/>
    <w:unhideWhenUsed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Pr>
      <w:sz w:val="16"/>
    </w:rPr>
  </w:style>
  <w:style w:type="paragraph" w:styleId="BodyText3">
    <w:name w:val="Body Text 3"/>
    <w:basedOn w:val="Normal"/>
    <w:link w:val="BodyText3Char"/>
    <w:uiPriority w:val="99"/>
    <w:semiHidden/>
    <w:unhideWhenUsed/>
    <w:pPr>
      <w:spacing w:after="12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Pr>
      <w:sz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16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Pr>
      <w:sz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pPr>
      <w:spacing w:after="120"/>
      <w:ind w:left="36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character" w:styleId="BookTitle">
    <w:name w:val="Book Title"/>
    <w:basedOn w:val="DefaultParagraphFont"/>
    <w:uiPriority w:val="33"/>
    <w:semiHidden/>
    <w:qFormat/>
    <w:rPr>
      <w:b/>
      <w:b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color w:val="66BDD8" w:themeColor="accent1"/>
    </w:rPr>
  </w:style>
  <w:style w:type="paragraph" w:styleId="Closing">
    <w:name w:val="Closing"/>
    <w:basedOn w:val="Normal"/>
    <w:link w:val="ClosingChar"/>
    <w:uiPriority w:val="99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Pr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Pr>
      <w:sz w:val="16"/>
    </w:rPr>
  </w:style>
  <w:style w:type="character" w:styleId="Emphasis">
    <w:name w:val="Emphasis"/>
    <w:basedOn w:val="DefaultParagraphFont"/>
    <w:uiPriority w:val="2"/>
    <w:qFormat/>
    <w:rPr>
      <w:b w:val="0"/>
      <w:i w:val="0"/>
      <w:iCs/>
      <w:color w:val="20687E" w:themeColor="accent1" w:themeShade="80"/>
    </w:rPr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7481CF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6775"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6775"/>
  </w:style>
  <w:style w:type="character" w:customStyle="1" w:styleId="Heading1Char">
    <w:name w:val="Heading 1 Char"/>
    <w:basedOn w:val="DefaultParagraphFont"/>
    <w:link w:val="Heading1"/>
    <w:uiPriority w:val="3"/>
    <w:rsid w:val="00D6628E"/>
    <w:rPr>
      <w:rFonts w:asciiTheme="majorHAnsi" w:eastAsiaTheme="majorEastAsia" w:hAnsiTheme="majorHAnsi" w:cstheme="majorBidi"/>
      <w:caps/>
      <w:color w:val="404040" w:themeColor="text1" w:themeTint="BF"/>
      <w:szCs w:val="28"/>
    </w:rPr>
  </w:style>
  <w:style w:type="character" w:customStyle="1" w:styleId="Heading2Char">
    <w:name w:val="Heading 2 Char"/>
    <w:basedOn w:val="DefaultParagraphFont"/>
    <w:link w:val="Heading2"/>
    <w:uiPriority w:val="3"/>
    <w:rsid w:val="00696775"/>
    <w:rPr>
      <w:rFonts w:asciiTheme="majorHAnsi" w:eastAsiaTheme="majorEastAsia" w:hAnsiTheme="majorHAnsi" w:cstheme="majorBidi"/>
      <w:bCs/>
      <w:szCs w:val="26"/>
    </w:rPr>
  </w:style>
  <w:style w:type="character" w:customStyle="1" w:styleId="Heading3Char">
    <w:name w:val="Heading 3 Char"/>
    <w:basedOn w:val="DefaultParagraphFont"/>
    <w:link w:val="Heading3"/>
    <w:uiPriority w:val="3"/>
    <w:semiHidden/>
    <w:rPr>
      <w:rFonts w:asciiTheme="majorHAnsi" w:eastAsiaTheme="majorEastAsia" w:hAnsiTheme="majorHAnsi" w:cstheme="majorBidi"/>
      <w:b/>
      <w:bCs/>
      <w:color w:val="20687E" w:themeColor="accent1" w:themeShade="80"/>
      <w:sz w:val="22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  <w:b/>
      <w:bCs/>
      <w:i/>
      <w:iCs/>
      <w:color w:val="20687E" w:themeColor="accent1" w:themeShade="80"/>
      <w:sz w:val="22"/>
    </w:rPr>
  </w:style>
  <w:style w:type="character" w:customStyle="1" w:styleId="Heading5Char">
    <w:name w:val="Heading 5 Char"/>
    <w:basedOn w:val="DefaultParagraphFont"/>
    <w:link w:val="Heading5"/>
    <w:uiPriority w:val="3"/>
    <w:semiHidden/>
    <w:rPr>
      <w:rFonts w:asciiTheme="majorHAnsi" w:eastAsiaTheme="majorEastAsia" w:hAnsiTheme="majorHAnsi" w:cstheme="majorBidi"/>
      <w:color w:val="20687E" w:themeColor="accent1" w:themeShade="80"/>
      <w:sz w:val="22"/>
    </w:rPr>
  </w:style>
  <w:style w:type="character" w:customStyle="1" w:styleId="Heading6Char">
    <w:name w:val="Heading 6 Char"/>
    <w:basedOn w:val="DefaultParagraphFont"/>
    <w:link w:val="Heading6"/>
    <w:uiPriority w:val="3"/>
    <w:semiHidden/>
    <w:rPr>
      <w:rFonts w:asciiTheme="majorHAnsi" w:eastAsiaTheme="majorEastAsia" w:hAnsiTheme="majorHAnsi" w:cstheme="majorBidi"/>
      <w:i/>
      <w:iCs/>
      <w:color w:val="20687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3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3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TMLAcronym">
    <w:name w:val="HTML Acronym"/>
    <w:basedOn w:val="DefaultParagraphFont"/>
    <w:uiPriority w:val="99"/>
    <w:semiHidden/>
    <w:unhideWhenUsed/>
  </w:style>
  <w:style w:type="paragraph" w:styleId="HTMLAddress">
    <w:name w:val="HTML Address"/>
    <w:basedOn w:val="Normal"/>
    <w:link w:val="HTMLAddressChar"/>
    <w:uiPriority w:val="99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Pr>
      <w:i/>
      <w:iCs/>
      <w:sz w:val="16"/>
    </w:rPr>
  </w:style>
  <w:style w:type="character" w:styleId="HTMLCite">
    <w:name w:val="HTML Cite"/>
    <w:basedOn w:val="DefaultParagraphFont"/>
    <w:uiPriority w:val="99"/>
    <w:semiHidden/>
    <w:unhideWhenUsed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Pr>
      <w:rFonts w:ascii="Consolas" w:hAnsi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Pr>
      <w:color w:val="66BDD8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pPr>
      <w:ind w:left="160" w:hanging="160"/>
    </w:pPr>
  </w:style>
  <w:style w:type="paragraph" w:styleId="Index2">
    <w:name w:val="index 2"/>
    <w:basedOn w:val="Normal"/>
    <w:next w:val="Normal"/>
    <w:autoRedefine/>
    <w:uiPriority w:val="99"/>
    <w:semiHidden/>
    <w:unhideWhenUsed/>
    <w:pPr>
      <w:ind w:left="320" w:hanging="160"/>
    </w:pPr>
  </w:style>
  <w:style w:type="paragraph" w:styleId="Index3">
    <w:name w:val="index 3"/>
    <w:basedOn w:val="Normal"/>
    <w:next w:val="Normal"/>
    <w:autoRedefine/>
    <w:uiPriority w:val="99"/>
    <w:semiHidden/>
    <w:unhideWhenUsed/>
    <w:pPr>
      <w:ind w:left="480" w:hanging="160"/>
    </w:pPr>
  </w:style>
  <w:style w:type="paragraph" w:styleId="Index4">
    <w:name w:val="index 4"/>
    <w:basedOn w:val="Normal"/>
    <w:next w:val="Normal"/>
    <w:autoRedefine/>
    <w:uiPriority w:val="99"/>
    <w:semiHidden/>
    <w:unhideWhenUsed/>
    <w:pPr>
      <w:ind w:left="640" w:hanging="160"/>
    </w:pPr>
  </w:style>
  <w:style w:type="paragraph" w:styleId="Index5">
    <w:name w:val="index 5"/>
    <w:basedOn w:val="Normal"/>
    <w:next w:val="Normal"/>
    <w:autoRedefine/>
    <w:uiPriority w:val="99"/>
    <w:semiHidden/>
    <w:unhideWhenUsed/>
    <w:pPr>
      <w:ind w:left="800" w:hanging="160"/>
    </w:pPr>
  </w:style>
  <w:style w:type="paragraph" w:styleId="Index6">
    <w:name w:val="index 6"/>
    <w:basedOn w:val="Normal"/>
    <w:next w:val="Normal"/>
    <w:autoRedefine/>
    <w:uiPriority w:val="99"/>
    <w:semiHidden/>
    <w:unhideWhenUsed/>
    <w:pPr>
      <w:ind w:left="960" w:hanging="160"/>
    </w:pPr>
  </w:style>
  <w:style w:type="paragraph" w:styleId="Index7">
    <w:name w:val="index 7"/>
    <w:basedOn w:val="Normal"/>
    <w:next w:val="Normal"/>
    <w:autoRedefine/>
    <w:uiPriority w:val="99"/>
    <w:semiHidden/>
    <w:unhideWhenUsed/>
    <w:pPr>
      <w:ind w:left="1120" w:hanging="160"/>
    </w:pPr>
  </w:style>
  <w:style w:type="paragraph" w:styleId="Index8">
    <w:name w:val="index 8"/>
    <w:basedOn w:val="Normal"/>
    <w:next w:val="Normal"/>
    <w:autoRedefine/>
    <w:uiPriority w:val="99"/>
    <w:semiHidden/>
    <w:unhideWhenUsed/>
    <w:pPr>
      <w:ind w:left="1280" w:hanging="160"/>
    </w:pPr>
  </w:style>
  <w:style w:type="paragraph" w:styleId="Index9">
    <w:name w:val="index 9"/>
    <w:basedOn w:val="Normal"/>
    <w:next w:val="Normal"/>
    <w:autoRedefine/>
    <w:uiPriority w:val="99"/>
    <w:semiHidden/>
    <w:unhideWhenUsed/>
    <w:pPr>
      <w:ind w:left="1440" w:hanging="160"/>
    </w:pPr>
  </w:style>
  <w:style w:type="paragraph" w:styleId="IndexHeading">
    <w:name w:val="index heading"/>
    <w:basedOn w:val="Normal"/>
    <w:next w:val="Index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qFormat/>
    <w:rPr>
      <w:b/>
      <w:bCs/>
      <w:i/>
      <w:iCs/>
      <w:color w:val="66BDD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pPr>
      <w:pBdr>
        <w:bottom w:val="single" w:sz="4" w:space="4" w:color="66BDD8" w:themeColor="accent1"/>
      </w:pBdr>
      <w:spacing w:before="200" w:after="280"/>
      <w:ind w:left="936" w:right="936"/>
    </w:pPr>
    <w:rPr>
      <w:b/>
      <w:bCs/>
      <w:i/>
      <w:iCs/>
      <w:color w:val="66BDD8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bCs/>
      <w:i/>
      <w:iCs/>
      <w:color w:val="66BDD8" w:themeColor="accent1"/>
    </w:rPr>
  </w:style>
  <w:style w:type="character" w:styleId="IntenseReference">
    <w:name w:val="Intense Reference"/>
    <w:basedOn w:val="DefaultParagraphFont"/>
    <w:uiPriority w:val="32"/>
    <w:semiHidden/>
    <w:qFormat/>
    <w:rPr>
      <w:b/>
      <w:bCs/>
      <w:smallCaps/>
      <w:color w:val="66BDD8" w:themeColor="accent1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</w:style>
  <w:style w:type="paragraph" w:styleId="List">
    <w:name w:val="List"/>
    <w:basedOn w:val="Normal"/>
    <w:uiPriority w:val="99"/>
    <w:semiHidden/>
    <w:unhideWhenUsed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qFormat/>
    <w:pPr>
      <w:ind w:left="720"/>
      <w:contextualSpacing/>
    </w:pPr>
  </w:style>
  <w:style w:type="paragraph" w:styleId="MacroText">
    <w:name w:val="macro"/>
    <w:link w:val="MacroTextChar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</w:style>
  <w:style w:type="character" w:customStyle="1" w:styleId="NoteHeadingChar">
    <w:name w:val="Note Heading Char"/>
    <w:basedOn w:val="DefaultParagraphFont"/>
    <w:link w:val="NoteHeading"/>
    <w:uiPriority w:val="99"/>
    <w:semiHidden/>
    <w:rPr>
      <w:sz w:val="16"/>
    </w:rPr>
  </w:style>
  <w:style w:type="character" w:styleId="PageNumber">
    <w:name w:val="page number"/>
    <w:basedOn w:val="DefaultParagraphFon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qFormat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000000" w:themeColor="text1"/>
      <w:sz w:val="16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</w:style>
  <w:style w:type="character" w:customStyle="1" w:styleId="SalutationChar">
    <w:name w:val="Salutation Char"/>
    <w:basedOn w:val="DefaultParagraphFont"/>
    <w:link w:val="Salutation"/>
    <w:uiPriority w:val="99"/>
    <w:semiHidden/>
    <w:rPr>
      <w:sz w:val="16"/>
    </w:rPr>
  </w:style>
  <w:style w:type="paragraph" w:styleId="Signature">
    <w:name w:val="Signature"/>
    <w:basedOn w:val="Normal"/>
    <w:link w:val="SignatureChar"/>
    <w:uiPriority w:val="99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Pr>
      <w:sz w:val="16"/>
    </w:rPr>
  </w:style>
  <w:style w:type="character" w:styleId="Strong">
    <w:name w:val="Strong"/>
    <w:basedOn w:val="DefaultParagraphFont"/>
    <w:uiPriority w:val="22"/>
    <w:semiHidden/>
    <w:qFormat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semiHidden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ajorHAnsi" w:eastAsiaTheme="majorEastAsia" w:hAnsiTheme="majorHAnsi" w:cstheme="majorBidi"/>
      <w:i/>
      <w:iCs/>
      <w:color w:val="66BDD8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semiHidden/>
    <w:qFormat/>
    <w:rPr>
      <w:i/>
      <w:iCs/>
      <w:color w:val="808080" w:themeColor="text1" w:themeTint="7F"/>
    </w:rPr>
  </w:style>
  <w:style w:type="character" w:styleId="SubtleReference">
    <w:name w:val="Subtle Reference"/>
    <w:basedOn w:val="DefaultParagraphFont"/>
    <w:uiPriority w:val="31"/>
    <w:semiHidden/>
    <w:qFormat/>
    <w:rPr>
      <w:smallCaps/>
      <w:color w:val="66BDD8" w:themeColor="accent1"/>
      <w:u w:val="single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160" w:hanging="160"/>
    </w:pPr>
  </w:style>
  <w:style w:type="paragraph" w:styleId="TableofFigures">
    <w:name w:val="table of figures"/>
    <w:basedOn w:val="Normal"/>
    <w:next w:val="Normal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semiHidden/>
    <w:qFormat/>
    <w:pPr>
      <w:pBdr>
        <w:bottom w:val="single" w:sz="8" w:space="4" w:color="66BDD8" w:themeColor="accent1"/>
      </w:pBdr>
      <w:spacing w:after="300"/>
      <w:contextualSpacing/>
    </w:pPr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semiHidden/>
    <w:rPr>
      <w:rFonts w:asciiTheme="majorHAnsi" w:eastAsiaTheme="majorEastAsia" w:hAnsiTheme="majorHAnsi" w:cstheme="majorBidi"/>
      <w:color w:val="17181A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pPr>
      <w:spacing w:after="100"/>
      <w:ind w:left="160"/>
    </w:pPr>
  </w:style>
  <w:style w:type="paragraph" w:styleId="TOC3">
    <w:name w:val="toc 3"/>
    <w:basedOn w:val="Normal"/>
    <w:next w:val="Normal"/>
    <w:autoRedefine/>
    <w:uiPriority w:val="39"/>
    <w:semiHidden/>
    <w:unhideWhenUsed/>
    <w:pPr>
      <w:spacing w:after="100"/>
      <w:ind w:left="320"/>
    </w:pPr>
  </w:style>
  <w:style w:type="paragraph" w:styleId="TOC4">
    <w:name w:val="toc 4"/>
    <w:basedOn w:val="Normal"/>
    <w:next w:val="Normal"/>
    <w:autoRedefine/>
    <w:uiPriority w:val="39"/>
    <w:semiHidden/>
    <w:unhideWhenUsed/>
    <w:pPr>
      <w:spacing w:after="100"/>
      <w:ind w:left="480"/>
    </w:pPr>
  </w:style>
  <w:style w:type="paragraph" w:styleId="TOC5">
    <w:name w:val="toc 5"/>
    <w:basedOn w:val="Normal"/>
    <w:next w:val="Normal"/>
    <w:autoRedefine/>
    <w:uiPriority w:val="39"/>
    <w:semiHidden/>
    <w:unhideWhenUsed/>
    <w:pPr>
      <w:spacing w:after="100"/>
      <w:ind w:left="640"/>
    </w:pPr>
  </w:style>
  <w:style w:type="paragraph" w:styleId="TOC6">
    <w:name w:val="toc 6"/>
    <w:basedOn w:val="Normal"/>
    <w:next w:val="Normal"/>
    <w:autoRedefine/>
    <w:uiPriority w:val="39"/>
    <w:semiHidden/>
    <w:unhideWhenUsed/>
    <w:pPr>
      <w:spacing w:after="100"/>
      <w:ind w:left="800"/>
    </w:pPr>
  </w:style>
  <w:style w:type="paragraph" w:styleId="TOC7">
    <w:name w:val="toc 7"/>
    <w:basedOn w:val="Normal"/>
    <w:next w:val="Normal"/>
    <w:autoRedefine/>
    <w:uiPriority w:val="39"/>
    <w:semiHidden/>
    <w:unhideWhenUsed/>
    <w:pPr>
      <w:spacing w:after="100"/>
      <w:ind w:left="960"/>
    </w:pPr>
  </w:style>
  <w:style w:type="paragraph" w:styleId="TOC8">
    <w:name w:val="toc 8"/>
    <w:basedOn w:val="Normal"/>
    <w:next w:val="Normal"/>
    <w:autoRedefine/>
    <w:uiPriority w:val="39"/>
    <w:semiHidden/>
    <w:unhideWhenUsed/>
    <w:pPr>
      <w:spacing w:after="100"/>
      <w:ind w:left="1120"/>
    </w:pPr>
  </w:style>
  <w:style w:type="paragraph" w:styleId="TOC9">
    <w:name w:val="toc 9"/>
    <w:basedOn w:val="Normal"/>
    <w:next w:val="Normal"/>
    <w:autoRedefine/>
    <w:uiPriority w:val="39"/>
    <w:semiHidden/>
    <w:unhideWhenUsed/>
    <w:pPr>
      <w:spacing w:after="100"/>
      <w:ind w:left="12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SlashEnd">
    <w:name w:val="SlashEnd"/>
    <w:basedOn w:val="DefaultParagraphFont"/>
    <w:uiPriority w:val="19"/>
    <w:semiHidden/>
    <w:rPr>
      <w:color w:val="20687E" w:themeColor="accent1" w:themeShade="80"/>
    </w:rPr>
  </w:style>
  <w:style w:type="paragraph" w:customStyle="1" w:styleId="Days">
    <w:name w:val="Days"/>
    <w:basedOn w:val="Normal"/>
    <w:uiPriority w:val="5"/>
    <w:qFormat/>
    <w:pPr>
      <w:jc w:val="center"/>
    </w:pPr>
    <w:rPr>
      <w:cap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sson%20plan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515FD9048D4830AA717E0CEA90DA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A742CB-F1A2-4E32-B54F-E68A5945A37C}"/>
      </w:docPartPr>
      <w:docPartBody>
        <w:p w:rsidR="00000000" w:rsidRDefault="00000000">
          <w:pPr>
            <w:pStyle w:val="89515FD9048D4830AA717E0CEA90DA32"/>
          </w:pPr>
          <w:r>
            <w:t>Subject</w:t>
          </w:r>
        </w:p>
      </w:docPartBody>
    </w:docPart>
    <w:docPart>
      <w:docPartPr>
        <w:name w:val="AE880708182141AF8A6E68C8278A9A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ADE16-B0E1-4546-A8D1-F50D67E7101B}"/>
      </w:docPartPr>
      <w:docPartBody>
        <w:p w:rsidR="00000000" w:rsidRDefault="00000000">
          <w:pPr>
            <w:pStyle w:val="AE880708182141AF8A6E68C8278A9AA0"/>
          </w:pPr>
          <w:r>
            <w:t>Period</w:t>
          </w:r>
        </w:p>
      </w:docPartBody>
    </w:docPart>
    <w:docPart>
      <w:docPartPr>
        <w:name w:val="66D318AABF7940B0AC45B98F664D5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B0A4F0-5A0A-46E4-BA0C-5151DE43BD77}"/>
      </w:docPartPr>
      <w:docPartBody>
        <w:p w:rsidR="00000000" w:rsidRDefault="00000000">
          <w:pPr>
            <w:pStyle w:val="66D318AABF7940B0AC45B98F664D54F2"/>
          </w:pPr>
          <w:r>
            <w:t>1</w:t>
          </w:r>
        </w:p>
      </w:docPartBody>
    </w:docPart>
    <w:docPart>
      <w:docPartPr>
        <w:name w:val="FEF8D255BF8045DF8DAB1D631EA8E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38C35-A7E4-44A4-9836-9398AE86C468}"/>
      </w:docPartPr>
      <w:docPartBody>
        <w:p w:rsidR="00000000" w:rsidRDefault="00000000">
          <w:pPr>
            <w:pStyle w:val="FEF8D255BF8045DF8DAB1D631EA8E8D6"/>
          </w:pPr>
          <w:r>
            <w:t>Notes</w:t>
          </w:r>
        </w:p>
      </w:docPartBody>
    </w:docPart>
    <w:docPart>
      <w:docPartPr>
        <w:name w:val="960279E0869A4808BC6DCDF22A1A2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97035-942C-4FE0-A440-F1615D94A11C}"/>
      </w:docPartPr>
      <w:docPartBody>
        <w:p w:rsidR="00000000" w:rsidRDefault="00000000">
          <w:pPr>
            <w:pStyle w:val="960279E0869A4808BC6DCDF22A1A22FE"/>
          </w:pPr>
          <w:r>
            <w:t>2</w:t>
          </w:r>
        </w:p>
      </w:docPartBody>
    </w:docPart>
    <w:docPart>
      <w:docPartPr>
        <w:name w:val="EBF3D44B4E814DD8BF39035FA4D74E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FF22D-C545-485C-A568-C332B63A8015}"/>
      </w:docPartPr>
      <w:docPartBody>
        <w:p w:rsidR="00000000" w:rsidRDefault="00000000">
          <w:pPr>
            <w:pStyle w:val="EBF3D44B4E814DD8BF39035FA4D74ECF"/>
          </w:pPr>
          <w:r>
            <w:t>Click here to enter text.</w:t>
          </w:r>
        </w:p>
      </w:docPartBody>
    </w:docPart>
    <w:docPart>
      <w:docPartPr>
        <w:name w:val="606934A0052C4A42A8C17FBBA29BEF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F2CE9-6EA7-41CA-A7FE-C9679A72B1AE}"/>
      </w:docPartPr>
      <w:docPartBody>
        <w:p w:rsidR="00000000" w:rsidRDefault="00000000">
          <w:pPr>
            <w:pStyle w:val="606934A0052C4A42A8C17FBBA29BEFB2"/>
          </w:pPr>
          <w:r>
            <w:t>Notes</w:t>
          </w:r>
        </w:p>
      </w:docPartBody>
    </w:docPart>
    <w:docPart>
      <w:docPartPr>
        <w:name w:val="6B85B5F3F6BC4B0FADC738135199E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17F47-02AF-4BC2-A219-436C3894A4D8}"/>
      </w:docPartPr>
      <w:docPartBody>
        <w:p w:rsidR="00000000" w:rsidRDefault="00000000">
          <w:pPr>
            <w:pStyle w:val="6B85B5F3F6BC4B0FADC738135199E411"/>
          </w:pPr>
          <w:r>
            <w:t>Click here to enter text.</w:t>
          </w:r>
        </w:p>
      </w:docPartBody>
    </w:docPart>
    <w:docPart>
      <w:docPartPr>
        <w:name w:val="275B4AE3ACAA4EC18010D0ED25DDE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B32EED-FF98-47B0-B2D6-A04B2DA11368}"/>
      </w:docPartPr>
      <w:docPartBody>
        <w:p w:rsidR="00000000" w:rsidRDefault="00000000">
          <w:pPr>
            <w:pStyle w:val="275B4AE3ACAA4EC18010D0ED25DDEC9A"/>
          </w:pPr>
          <w:r>
            <w:t>3</w:t>
          </w:r>
        </w:p>
      </w:docPartBody>
    </w:docPart>
    <w:docPart>
      <w:docPartPr>
        <w:name w:val="F75B65CF92894E81856741B1269DA6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3B4F20-62D2-457D-9BEE-5B041E3BA157}"/>
      </w:docPartPr>
      <w:docPartBody>
        <w:p w:rsidR="00000000" w:rsidRDefault="00000000">
          <w:pPr>
            <w:pStyle w:val="F75B65CF92894E81856741B1269DA6A6"/>
          </w:pPr>
          <w:r>
            <w:t>Notes</w:t>
          </w:r>
        </w:p>
      </w:docPartBody>
    </w:docPart>
    <w:docPart>
      <w:docPartPr>
        <w:name w:val="CF9591C5FB844E568806BEA154D27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7B37B-4446-423D-ABB6-BD948A75761B}"/>
      </w:docPartPr>
      <w:docPartBody>
        <w:p w:rsidR="00000000" w:rsidRDefault="00000000">
          <w:pPr>
            <w:pStyle w:val="CF9591C5FB844E568806BEA154D27C1E"/>
          </w:pPr>
          <w:r>
            <w:t>4</w:t>
          </w:r>
        </w:p>
      </w:docPartBody>
    </w:docPart>
    <w:docPart>
      <w:docPartPr>
        <w:name w:val="6DA810BC8DF8442688278B1BF2950C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58BD9-FC14-4857-9967-A53654F89B3D}"/>
      </w:docPartPr>
      <w:docPartBody>
        <w:p w:rsidR="00000000" w:rsidRDefault="00000000">
          <w:pPr>
            <w:pStyle w:val="6DA810BC8DF8442688278B1BF2950C12"/>
          </w:pPr>
          <w:r>
            <w:t>Notes</w:t>
          </w:r>
        </w:p>
      </w:docPartBody>
    </w:docPart>
    <w:docPart>
      <w:docPartPr>
        <w:name w:val="B56240DD49F24B768FDE5DE1797F3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AA68F6-2D4C-4FF6-A8D8-BBFD1365020B}"/>
      </w:docPartPr>
      <w:docPartBody>
        <w:p w:rsidR="00000000" w:rsidRDefault="00000000">
          <w:pPr>
            <w:pStyle w:val="B56240DD49F24B768FDE5DE1797F3ADF"/>
          </w:pPr>
          <w:r>
            <w:t>5</w:t>
          </w:r>
        </w:p>
      </w:docPartBody>
    </w:docPart>
    <w:docPart>
      <w:docPartPr>
        <w:name w:val="313C7C2F9ED3434DAD522CB584B48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559FAF-F211-49D6-A204-F42A31C81D71}"/>
      </w:docPartPr>
      <w:docPartBody>
        <w:p w:rsidR="00000000" w:rsidRDefault="00000000">
          <w:pPr>
            <w:pStyle w:val="313C7C2F9ED3434DAD522CB584B48A0B"/>
          </w:pPr>
          <w:r>
            <w:t>Notes</w:t>
          </w:r>
        </w:p>
      </w:docPartBody>
    </w:docPart>
    <w:docPart>
      <w:docPartPr>
        <w:name w:val="140DC6A9761845BF91BE67EF5ACF7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D2DBCB-5CF5-47DB-B20E-146731A04AA3}"/>
      </w:docPartPr>
      <w:docPartBody>
        <w:p w:rsidR="00000000" w:rsidRDefault="00000000">
          <w:pPr>
            <w:pStyle w:val="140DC6A9761845BF91BE67EF5ACF7647"/>
          </w:pPr>
          <w:r>
            <w:t>6</w:t>
          </w:r>
        </w:p>
      </w:docPartBody>
    </w:docPart>
    <w:docPart>
      <w:docPartPr>
        <w:name w:val="86B291599FA946F488AE2C2A39F00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64056-22EE-427D-B7C8-B8F50DF7B405}"/>
      </w:docPartPr>
      <w:docPartBody>
        <w:p w:rsidR="00000000" w:rsidRDefault="00000000">
          <w:pPr>
            <w:pStyle w:val="86B291599FA946F488AE2C2A39F00E97"/>
          </w:pPr>
          <w:r>
            <w:t>Notes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C20"/>
    <w:rsid w:val="00655C20"/>
    <w:rsid w:val="00C50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515FD9048D4830AA717E0CEA90DA32">
    <w:name w:val="89515FD9048D4830AA717E0CEA90DA32"/>
  </w:style>
  <w:style w:type="paragraph" w:customStyle="1" w:styleId="AE880708182141AF8A6E68C8278A9AA0">
    <w:name w:val="AE880708182141AF8A6E68C8278A9AA0"/>
  </w:style>
  <w:style w:type="paragraph" w:customStyle="1" w:styleId="66D318AABF7940B0AC45B98F664D54F2">
    <w:name w:val="66D318AABF7940B0AC45B98F664D54F2"/>
  </w:style>
  <w:style w:type="paragraph" w:customStyle="1" w:styleId="FEF8D255BF8045DF8DAB1D631EA8E8D6">
    <w:name w:val="FEF8D255BF8045DF8DAB1D631EA8E8D6"/>
  </w:style>
  <w:style w:type="paragraph" w:customStyle="1" w:styleId="960279E0869A4808BC6DCDF22A1A22FE">
    <w:name w:val="960279E0869A4808BC6DCDF22A1A22FE"/>
  </w:style>
  <w:style w:type="paragraph" w:customStyle="1" w:styleId="EBF3D44B4E814DD8BF39035FA4D74ECF">
    <w:name w:val="EBF3D44B4E814DD8BF39035FA4D74ECF"/>
  </w:style>
  <w:style w:type="paragraph" w:customStyle="1" w:styleId="606934A0052C4A42A8C17FBBA29BEFB2">
    <w:name w:val="606934A0052C4A42A8C17FBBA29BEFB2"/>
  </w:style>
  <w:style w:type="paragraph" w:customStyle="1" w:styleId="6B85B5F3F6BC4B0FADC738135199E411">
    <w:name w:val="6B85B5F3F6BC4B0FADC738135199E411"/>
  </w:style>
  <w:style w:type="paragraph" w:customStyle="1" w:styleId="275B4AE3ACAA4EC18010D0ED25DDEC9A">
    <w:name w:val="275B4AE3ACAA4EC18010D0ED25DDEC9A"/>
  </w:style>
  <w:style w:type="paragraph" w:customStyle="1" w:styleId="F75B65CF92894E81856741B1269DA6A6">
    <w:name w:val="F75B65CF92894E81856741B1269DA6A6"/>
  </w:style>
  <w:style w:type="paragraph" w:customStyle="1" w:styleId="CF9591C5FB844E568806BEA154D27C1E">
    <w:name w:val="CF9591C5FB844E568806BEA154D27C1E"/>
  </w:style>
  <w:style w:type="paragraph" w:customStyle="1" w:styleId="6DA810BC8DF8442688278B1BF2950C12">
    <w:name w:val="6DA810BC8DF8442688278B1BF2950C12"/>
  </w:style>
  <w:style w:type="paragraph" w:customStyle="1" w:styleId="B56240DD49F24B768FDE5DE1797F3ADF">
    <w:name w:val="B56240DD49F24B768FDE5DE1797F3ADF"/>
  </w:style>
  <w:style w:type="paragraph" w:customStyle="1" w:styleId="313C7C2F9ED3434DAD522CB584B48A0B">
    <w:name w:val="313C7C2F9ED3434DAD522CB584B48A0B"/>
  </w:style>
  <w:style w:type="paragraph" w:customStyle="1" w:styleId="140DC6A9761845BF91BE67EF5ACF7647">
    <w:name w:val="140DC6A9761845BF91BE67EF5ACF7647"/>
  </w:style>
  <w:style w:type="paragraph" w:customStyle="1" w:styleId="86B291599FA946F488AE2C2A39F00E97">
    <w:name w:val="86B291599FA946F488AE2C2A39F00E97"/>
  </w:style>
  <w:style w:type="paragraph" w:customStyle="1" w:styleId="000A2CC26B6A4FB9B4310A486F3343A6">
    <w:name w:val="000A2CC26B6A4FB9B4310A486F3343A6"/>
    <w:rsid w:val="00655C20"/>
  </w:style>
  <w:style w:type="paragraph" w:customStyle="1" w:styleId="98CC001E56BD42A488E722CE70DA0801">
    <w:name w:val="98CC001E56BD42A488E722CE70DA0801"/>
    <w:rsid w:val="00655C2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esson Plan Calendar">
      <a:dk1>
        <a:sysClr val="windowText" lastClr="000000"/>
      </a:dk1>
      <a:lt1>
        <a:sysClr val="window" lastClr="FFFFFF"/>
      </a:lt1>
      <a:dk2>
        <a:srgbClr val="1F2123"/>
      </a:dk2>
      <a:lt2>
        <a:srgbClr val="F0F0F0"/>
      </a:lt2>
      <a:accent1>
        <a:srgbClr val="66BDD8"/>
      </a:accent1>
      <a:accent2>
        <a:srgbClr val="FAB900"/>
      </a:accent2>
      <a:accent3>
        <a:srgbClr val="90BB23"/>
      </a:accent3>
      <a:accent4>
        <a:srgbClr val="EE7008"/>
      </a:accent4>
      <a:accent5>
        <a:srgbClr val="1AB39F"/>
      </a:accent5>
      <a:accent6>
        <a:srgbClr val="D5393D"/>
      </a:accent6>
      <a:hlink>
        <a:srgbClr val="66BDD8"/>
      </a:hlink>
      <a:folHlink>
        <a:srgbClr val="7481CF"/>
      </a:folHlink>
    </a:clrScheme>
    <a:fontScheme name="Lesson Plan Calendar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86AE86-C933-4A48-ACFF-F52CF54CEC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504C819D-05E6-41E1-A594-CD47E7EB1F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6F04F6-0BA0-4718-B3B7-CB0C12D96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Lesson plan calendar.dotm</Template>
  <TotalTime>0</TotalTime>
  <Pages>1</Pages>
  <Words>430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2023-01-04T13:48:00Z</dcterms:created>
  <dcterms:modified xsi:type="dcterms:W3CDTF">2023-01-04T13:53:00Z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