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288" w:type="pct"/>
        <w:tblLook w:val="04A0" w:firstRow="1" w:lastRow="0" w:firstColumn="1" w:lastColumn="0" w:noHBand="0" w:noVBand="1"/>
      </w:tblPr>
      <w:tblGrid>
        <w:gridCol w:w="348"/>
        <w:gridCol w:w="2488"/>
        <w:gridCol w:w="7963"/>
        <w:gridCol w:w="6763"/>
        <w:gridCol w:w="340"/>
      </w:tblGrid>
      <w:tr w:rsidR="00404680" w:rsidRPr="00404680" w:rsidTr="00F71D9E">
        <w:trPr>
          <w:gridAfter w:val="2"/>
          <w:wAfter w:w="1984" w:type="pct"/>
          <w:trHeight w:val="1571"/>
        </w:trPr>
        <w:tc>
          <w:tcPr>
            <w:tcW w:w="3016" w:type="pct"/>
            <w:gridSpan w:val="3"/>
            <w:shd w:val="clear" w:color="auto" w:fill="FF0000"/>
          </w:tcPr>
          <w:p w:rsidR="00404680" w:rsidRPr="006742C9" w:rsidRDefault="00476644" w:rsidP="00404680">
            <w:pPr>
              <w:rPr>
                <w:b/>
                <w:color w:val="FFFFFF" w:themeColor="background1"/>
                <w:sz w:val="48"/>
                <w:szCs w:val="48"/>
              </w:rPr>
            </w:pPr>
            <w:r>
              <w:rPr>
                <w:b/>
                <w:color w:val="FFFFFF" w:themeColor="background1"/>
                <w:sz w:val="58"/>
                <w:szCs w:val="48"/>
              </w:rPr>
              <w:t>Catering Booking Form</w:t>
            </w:r>
          </w:p>
        </w:tc>
      </w:tr>
      <w:tr w:rsidR="00973F39" w:rsidRPr="002D3842" w:rsidTr="00F71D9E">
        <w:trPr>
          <w:trHeight w:val="851"/>
        </w:trPr>
        <w:tc>
          <w:tcPr>
            <w:tcW w:w="97" w:type="pct"/>
            <w:shd w:val="clear" w:color="auto" w:fill="auto"/>
          </w:tcPr>
          <w:p w:rsidR="00973F39" w:rsidRPr="002D3842" w:rsidRDefault="00973F39" w:rsidP="00CF31BB">
            <w:pPr>
              <w:pStyle w:val="Title"/>
            </w:pPr>
          </w:p>
        </w:tc>
        <w:tc>
          <w:tcPr>
            <w:tcW w:w="695" w:type="pct"/>
            <w:tcBorders>
              <w:top w:val="single" w:sz="2" w:space="0" w:color="FFFFFF" w:themeColor="background1"/>
            </w:tcBorders>
            <w:shd w:val="clear" w:color="auto" w:fill="000000" w:themeFill="text1"/>
            <w:vAlign w:val="center"/>
          </w:tcPr>
          <w:p w:rsidR="00973F39" w:rsidRPr="00476644" w:rsidRDefault="00404680" w:rsidP="005746CC">
            <w:pPr>
              <w:pStyle w:val="Title"/>
              <w:rPr>
                <w:rFonts w:asciiTheme="minorHAnsi" w:hAnsiTheme="minorHAnsi"/>
              </w:rPr>
            </w:pPr>
            <w:r w:rsidRPr="00476644">
              <w:rPr>
                <w:rFonts w:asciiTheme="minorHAnsi" w:hAnsiTheme="minorHAnsi"/>
                <w:sz w:val="38"/>
              </w:rPr>
              <w:t>Customer</w:t>
            </w:r>
          </w:p>
        </w:tc>
        <w:tc>
          <w:tcPr>
            <w:tcW w:w="4113" w:type="pct"/>
            <w:gridSpan w:val="2"/>
            <w:shd w:val="clear" w:color="auto" w:fill="auto"/>
          </w:tcPr>
          <w:p w:rsidR="00973F39" w:rsidRPr="002D3842" w:rsidRDefault="00973F39" w:rsidP="00CF31BB">
            <w:pPr>
              <w:pStyle w:val="Title"/>
            </w:pPr>
          </w:p>
        </w:tc>
        <w:tc>
          <w:tcPr>
            <w:tcW w:w="95" w:type="pct"/>
            <w:shd w:val="clear" w:color="auto" w:fill="auto"/>
          </w:tcPr>
          <w:p w:rsidR="00973F39" w:rsidRPr="002D3842" w:rsidRDefault="00973F39" w:rsidP="00CF31BB">
            <w:pPr>
              <w:pStyle w:val="Title"/>
            </w:pPr>
          </w:p>
        </w:tc>
      </w:tr>
      <w:tr w:rsidR="00BC1B68" w:rsidRPr="002D3842" w:rsidTr="00404680">
        <w:trPr>
          <w:trHeight w:val="288"/>
        </w:trPr>
        <w:tc>
          <w:tcPr>
            <w:tcW w:w="97" w:type="pct"/>
            <w:shd w:val="clear" w:color="auto" w:fill="auto"/>
          </w:tcPr>
          <w:p w:rsidR="00BC1B68" w:rsidRPr="00915359" w:rsidRDefault="00BC1B68" w:rsidP="00915359"/>
        </w:tc>
        <w:tc>
          <w:tcPr>
            <w:tcW w:w="4808" w:type="pct"/>
            <w:gridSpan w:val="3"/>
            <w:shd w:val="clear" w:color="auto" w:fill="auto"/>
          </w:tcPr>
          <w:p w:rsidR="00BC1B68" w:rsidRPr="00915359" w:rsidRDefault="00BC1B68" w:rsidP="00915359"/>
        </w:tc>
        <w:tc>
          <w:tcPr>
            <w:tcW w:w="95" w:type="pct"/>
            <w:shd w:val="clear" w:color="auto" w:fill="auto"/>
          </w:tcPr>
          <w:p w:rsidR="00BC1B68" w:rsidRPr="00915359" w:rsidRDefault="00BC1B68" w:rsidP="00915359"/>
        </w:tc>
      </w:tr>
      <w:tr w:rsidR="00265218" w:rsidRPr="002D3842" w:rsidTr="00404680">
        <w:trPr>
          <w:trHeight w:val="9908"/>
        </w:trPr>
        <w:tc>
          <w:tcPr>
            <w:tcW w:w="97" w:type="pct"/>
            <w:shd w:val="clear" w:color="auto" w:fill="auto"/>
          </w:tcPr>
          <w:p w:rsidR="00265218" w:rsidRPr="002D3842" w:rsidRDefault="00265218" w:rsidP="00CF31BB"/>
        </w:tc>
        <w:tc>
          <w:tcPr>
            <w:tcW w:w="4808" w:type="pct"/>
            <w:gridSpan w:val="3"/>
            <w:shd w:val="clear" w:color="auto" w:fill="auto"/>
          </w:tcPr>
          <w:p w:rsidR="00404680" w:rsidRPr="00F71D9E" w:rsidRDefault="00404680" w:rsidP="00404680">
            <w:pPr>
              <w:rPr>
                <w:b/>
                <w:sz w:val="26"/>
              </w:rPr>
            </w:pPr>
            <w:r w:rsidRPr="00F71D9E">
              <w:rPr>
                <w:b/>
                <w:sz w:val="22"/>
              </w:rPr>
              <w:t xml:space="preserve">  </w:t>
            </w:r>
            <w:r w:rsidRPr="00F71D9E">
              <w:rPr>
                <w:b/>
                <w:color w:val="FF0000"/>
                <w:sz w:val="26"/>
              </w:rPr>
              <w:t xml:space="preserve">Customer Name: </w:t>
            </w:r>
          </w:p>
          <w:tbl>
            <w:tblPr>
              <w:tblStyle w:val="TableGrid"/>
              <w:tblW w:w="989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28" w:type="dxa"/>
              </w:tblCellMar>
              <w:tblLook w:val="04A0" w:firstRow="1" w:lastRow="0" w:firstColumn="1" w:lastColumn="0" w:noHBand="0" w:noVBand="1"/>
            </w:tblPr>
            <w:tblGrid>
              <w:gridCol w:w="1979"/>
              <w:gridCol w:w="2914"/>
              <w:gridCol w:w="300"/>
              <w:gridCol w:w="745"/>
              <w:gridCol w:w="1979"/>
              <w:gridCol w:w="1980"/>
            </w:tblGrid>
            <w:tr w:rsidR="00E141F4" w:rsidRPr="00404680" w:rsidTr="0069016C">
              <w:trPr>
                <w:trHeight w:val="1240"/>
              </w:trPr>
              <w:tc>
                <w:tcPr>
                  <w:tcW w:w="4893" w:type="dxa"/>
                  <w:gridSpan w:val="2"/>
                </w:tcPr>
                <w:p w:rsidR="005746CC" w:rsidRPr="00404680" w:rsidRDefault="007142FB" w:rsidP="00404680">
                  <w:pPr>
                    <w:rPr>
                      <w:sz w:val="24"/>
                    </w:rPr>
                  </w:pPr>
                  <w:sdt>
                    <w:sdtPr>
                      <w:rPr>
                        <w:sz w:val="24"/>
                      </w:rPr>
                      <w:id w:val="-2089215908"/>
                      <w:placeholder>
                        <w:docPart w:val="77B2DF8AE8384C71AEBE230A8947889F"/>
                      </w:placeholder>
                      <w:temporary/>
                      <w:showingPlcHdr/>
                      <w15:appearance w15:val="hidden"/>
                      <w:text/>
                    </w:sdtPr>
                    <w:sdtEndPr/>
                    <w:sdtContent>
                      <w:r w:rsidR="005746CC" w:rsidRPr="00404680">
                        <w:rPr>
                          <w:sz w:val="24"/>
                        </w:rPr>
                        <w:t>Street Address</w:t>
                      </w:r>
                    </w:sdtContent>
                  </w:sdt>
                  <w:r w:rsidR="00554839" w:rsidRPr="00404680">
                    <w:rPr>
                      <w:sz w:val="24"/>
                    </w:rPr>
                    <w:br/>
                  </w:r>
                  <w:sdt>
                    <w:sdtPr>
                      <w:rPr>
                        <w:sz w:val="24"/>
                      </w:rPr>
                      <w:id w:val="868114405"/>
                      <w:placeholder>
                        <w:docPart w:val="F35E253DACAA45659D52B1095221975C"/>
                      </w:placeholder>
                      <w:temporary/>
                      <w:showingPlcHdr/>
                      <w15:appearance w15:val="hidden"/>
                      <w:text/>
                    </w:sdtPr>
                    <w:sdtEndPr/>
                    <w:sdtContent>
                      <w:r w:rsidR="005746CC" w:rsidRPr="00404680">
                        <w:rPr>
                          <w:sz w:val="24"/>
                        </w:rPr>
                        <w:t>City, ST ZIP Code</w:t>
                      </w:r>
                    </w:sdtContent>
                  </w:sdt>
                  <w:r w:rsidR="005746CC" w:rsidRPr="00404680">
                    <w:rPr>
                      <w:sz w:val="24"/>
                    </w:rPr>
                    <w:t xml:space="preserve"> </w:t>
                  </w:r>
                </w:p>
                <w:p w:rsidR="00E141F4" w:rsidRPr="00404680" w:rsidRDefault="007142FB" w:rsidP="00404680">
                  <w:pPr>
                    <w:rPr>
                      <w:b/>
                      <w:sz w:val="24"/>
                    </w:rPr>
                  </w:pPr>
                  <w:sdt>
                    <w:sdtPr>
                      <w:rPr>
                        <w:sz w:val="24"/>
                      </w:rPr>
                      <w:id w:val="-1675721086"/>
                      <w:placeholder>
                        <w:docPart w:val="5E99906D396F41A1B55CDD305B0D329C"/>
                      </w:placeholder>
                      <w:temporary/>
                      <w:showingPlcHdr/>
                      <w15:appearance w15:val="hidden"/>
                      <w:text/>
                    </w:sdtPr>
                    <w:sdtEndPr/>
                    <w:sdtContent>
                      <w:r w:rsidR="005746CC" w:rsidRPr="00404680">
                        <w:rPr>
                          <w:sz w:val="24"/>
                        </w:rPr>
                        <w:t>Phone</w:t>
                      </w:r>
                    </w:sdtContent>
                  </w:sdt>
                  <w:r w:rsidR="005746CC" w:rsidRPr="00404680">
                    <w:rPr>
                      <w:sz w:val="24"/>
                    </w:rPr>
                    <w:t xml:space="preserve"> </w:t>
                  </w:r>
                  <w:sdt>
                    <w:sdtPr>
                      <w:rPr>
                        <w:sz w:val="24"/>
                      </w:rPr>
                      <w:id w:val="-1099720302"/>
                      <w:placeholder>
                        <w:docPart w:val="BF0A9498B4664E64A112375459F35339"/>
                      </w:placeholder>
                      <w:temporary/>
                      <w:showingPlcHdr/>
                      <w15:appearance w15:val="hidden"/>
                      <w:text/>
                    </w:sdtPr>
                    <w:sdtEndPr/>
                    <w:sdtContent>
                      <w:r w:rsidR="005746CC" w:rsidRPr="00404680">
                        <w:rPr>
                          <w:sz w:val="24"/>
                        </w:rPr>
                        <w:t>Enter phone</w:t>
                      </w:r>
                    </w:sdtContent>
                  </w:sdt>
                  <w:r w:rsidR="005746CC" w:rsidRPr="00404680">
                    <w:rPr>
                      <w:sz w:val="24"/>
                    </w:rPr>
                    <w:t xml:space="preserve"> </w:t>
                  </w:r>
                  <w:sdt>
                    <w:sdtPr>
                      <w:rPr>
                        <w:sz w:val="24"/>
                      </w:rPr>
                      <w:id w:val="-195703759"/>
                      <w:placeholder>
                        <w:docPart w:val="3A80BDC4E1C34BDDBB9116D332B5B392"/>
                      </w:placeholder>
                      <w:temporary/>
                      <w:showingPlcHdr/>
                      <w15:appearance w15:val="hidden"/>
                      <w:text/>
                    </w:sdtPr>
                    <w:sdtEndPr/>
                    <w:sdtContent>
                      <w:r w:rsidR="005746CC" w:rsidRPr="00404680">
                        <w:rPr>
                          <w:sz w:val="24"/>
                        </w:rPr>
                        <w:t>|</w:t>
                      </w:r>
                    </w:sdtContent>
                  </w:sdt>
                  <w:r w:rsidR="005746CC" w:rsidRPr="00404680">
                    <w:rPr>
                      <w:sz w:val="24"/>
                    </w:rPr>
                    <w:t xml:space="preserve"> </w:t>
                  </w:r>
                  <w:sdt>
                    <w:sdtPr>
                      <w:rPr>
                        <w:sz w:val="24"/>
                      </w:rPr>
                      <w:id w:val="676844543"/>
                      <w:placeholder>
                        <w:docPart w:val="014EC6CEED3041C2BE5E5D3A88A92ACD"/>
                      </w:placeholder>
                      <w:temporary/>
                      <w:showingPlcHdr/>
                      <w15:appearance w15:val="hidden"/>
                      <w:text/>
                    </w:sdtPr>
                    <w:sdtEndPr/>
                    <w:sdtContent>
                      <w:r w:rsidR="005746CC" w:rsidRPr="00404680">
                        <w:rPr>
                          <w:sz w:val="24"/>
                        </w:rPr>
                        <w:t>Fax Enter fax</w:t>
                      </w:r>
                    </w:sdtContent>
                  </w:sdt>
                  <w:r w:rsidR="00554839" w:rsidRPr="00404680">
                    <w:rPr>
                      <w:sz w:val="24"/>
                    </w:rPr>
                    <w:br/>
                  </w:r>
                  <w:sdt>
                    <w:sdtPr>
                      <w:rPr>
                        <w:sz w:val="24"/>
                      </w:rPr>
                      <w:id w:val="235128162"/>
                      <w:placeholder>
                        <w:docPart w:val="A6AFFE2AC501462BBACB71F5D80BD294"/>
                      </w:placeholder>
                      <w:temporary/>
                      <w:showingPlcHdr/>
                      <w15:appearance w15:val="hidden"/>
                      <w:text/>
                    </w:sdtPr>
                    <w:sdtEndPr/>
                    <w:sdtContent>
                      <w:r w:rsidR="005746CC" w:rsidRPr="00404680">
                        <w:rPr>
                          <w:sz w:val="24"/>
                        </w:rPr>
                        <w:t>Email</w:t>
                      </w:r>
                    </w:sdtContent>
                  </w:sdt>
                  <w:r w:rsidR="005746CC" w:rsidRPr="00404680">
                    <w:rPr>
                      <w:sz w:val="24"/>
                    </w:rPr>
                    <w:t xml:space="preserve"> </w:t>
                  </w:r>
                  <w:sdt>
                    <w:sdtPr>
                      <w:rPr>
                        <w:sz w:val="24"/>
                      </w:rPr>
                      <w:id w:val="1590804969"/>
                      <w:placeholder>
                        <w:docPart w:val="5FC4D739F3AD429785A71A0BC01F9505"/>
                      </w:placeholder>
                      <w:temporary/>
                      <w:showingPlcHdr/>
                      <w15:appearance w15:val="hidden"/>
                      <w:text/>
                    </w:sdtPr>
                    <w:sdtEndPr/>
                    <w:sdtContent>
                      <w:r w:rsidR="005746CC" w:rsidRPr="00404680">
                        <w:rPr>
                          <w:sz w:val="24"/>
                        </w:rPr>
                        <w:t>|</w:t>
                      </w:r>
                    </w:sdtContent>
                  </w:sdt>
                  <w:r w:rsidR="005746CC" w:rsidRPr="00404680">
                    <w:rPr>
                      <w:sz w:val="24"/>
                    </w:rPr>
                    <w:t xml:space="preserve"> </w:t>
                  </w:r>
                  <w:sdt>
                    <w:sdtPr>
                      <w:rPr>
                        <w:sz w:val="24"/>
                      </w:rPr>
                      <w:id w:val="1498695536"/>
                      <w:placeholder>
                        <w:docPart w:val="56F93EB04535483B8F34DE656084ADF7"/>
                      </w:placeholder>
                      <w:temporary/>
                      <w:showingPlcHdr/>
                      <w15:appearance w15:val="hidden"/>
                      <w:text/>
                    </w:sdtPr>
                    <w:sdtEndPr/>
                    <w:sdtContent>
                      <w:r w:rsidR="005746CC" w:rsidRPr="00404680">
                        <w:rPr>
                          <w:sz w:val="24"/>
                        </w:rPr>
                        <w:t>Website</w:t>
                      </w:r>
                    </w:sdtContent>
                  </w:sdt>
                  <w:r w:rsidR="005746CC" w:rsidRPr="00404680">
                    <w:rPr>
                      <w:sz w:val="24"/>
                      <w:lang w:eastAsia="ja-JP"/>
                    </w:rPr>
                    <w:t xml:space="preserve"> </w:t>
                  </w:r>
                </w:p>
              </w:tc>
              <w:tc>
                <w:tcPr>
                  <w:tcW w:w="300" w:type="dxa"/>
                </w:tcPr>
                <w:p w:rsidR="00E141F4" w:rsidRPr="00404680" w:rsidRDefault="00E141F4" w:rsidP="00404680">
                  <w:pPr>
                    <w:pStyle w:val="BoldText"/>
                    <w:rPr>
                      <w:sz w:val="24"/>
                    </w:rPr>
                  </w:pPr>
                </w:p>
              </w:tc>
              <w:tc>
                <w:tcPr>
                  <w:tcW w:w="4704" w:type="dxa"/>
                  <w:gridSpan w:val="3"/>
                  <w:vAlign w:val="center"/>
                </w:tcPr>
                <w:p w:rsidR="00554839" w:rsidRPr="00404680" w:rsidRDefault="00F71D9E" w:rsidP="00404680">
                  <w:pPr>
                    <w:pStyle w:val="BlueBoldText"/>
                    <w:rPr>
                      <w:sz w:val="24"/>
                    </w:rPr>
                  </w:pPr>
                  <w:r>
                    <w:rPr>
                      <w:color w:val="FF0000"/>
                      <w:sz w:val="24"/>
                    </w:rPr>
                    <w:t>FORM#</w:t>
                  </w:r>
                  <w:r w:rsidR="005746CC" w:rsidRPr="00404680">
                    <w:rPr>
                      <w:sz w:val="24"/>
                    </w:rPr>
                    <w:t xml:space="preserve"> </w:t>
                  </w:r>
                  <w:r w:rsidR="00404680" w:rsidRPr="00F71D9E">
                    <w:rPr>
                      <w:rStyle w:val="Strong"/>
                      <w:b w:val="0"/>
                      <w:bCs/>
                      <w:color w:val="17365D" w:themeColor="text2" w:themeShade="BF"/>
                      <w:sz w:val="24"/>
                    </w:rPr>
                    <w:t>Form No.</w:t>
                  </w:r>
                </w:p>
                <w:p w:rsidR="00E141F4" w:rsidRPr="00404680" w:rsidRDefault="007142FB" w:rsidP="00404680">
                  <w:pPr>
                    <w:pStyle w:val="BlueBoldText"/>
                    <w:rPr>
                      <w:sz w:val="24"/>
                    </w:rPr>
                  </w:pPr>
                  <w:sdt>
                    <w:sdtPr>
                      <w:rPr>
                        <w:sz w:val="24"/>
                      </w:rPr>
                      <w:id w:val="548276371"/>
                      <w:placeholder>
                        <w:docPart w:val="E7DB2B974FF24CCC9D7989CCBC839788"/>
                      </w:placeholder>
                      <w:temporary/>
                      <w:showingPlcHdr/>
                      <w15:appearance w15:val="hidden"/>
                      <w:text/>
                    </w:sdtPr>
                    <w:sdtEndPr/>
                    <w:sdtContent>
                      <w:r w:rsidR="005746CC" w:rsidRPr="00F71D9E">
                        <w:rPr>
                          <w:color w:val="FF0000"/>
                          <w:sz w:val="24"/>
                        </w:rPr>
                        <w:t>DATE</w:t>
                      </w:r>
                    </w:sdtContent>
                  </w:sdt>
                  <w:r w:rsidR="005746CC" w:rsidRPr="00404680">
                    <w:rPr>
                      <w:sz w:val="24"/>
                    </w:rPr>
                    <w:t xml:space="preserve"> </w:t>
                  </w:r>
                  <w:sdt>
                    <w:sdtPr>
                      <w:rPr>
                        <w:sz w:val="24"/>
                      </w:rPr>
                      <w:id w:val="-940912067"/>
                      <w:placeholder>
                        <w:docPart w:val="6F4EEAF7353F4408A9AD89543DBD7E31"/>
                      </w:placeholder>
                      <w:temporary/>
                      <w:showingPlcHdr/>
                      <w15:appearance w15:val="hidden"/>
                      <w:text/>
                    </w:sdtPr>
                    <w:sdtEndPr/>
                    <w:sdtContent>
                      <w:r w:rsidR="005746CC" w:rsidRPr="00F71D9E">
                        <w:rPr>
                          <w:rStyle w:val="Strong"/>
                          <w:b w:val="0"/>
                          <w:sz w:val="24"/>
                        </w:rPr>
                        <w:t>Enter date</w:t>
                      </w:r>
                    </w:sdtContent>
                  </w:sdt>
                </w:p>
              </w:tc>
            </w:tr>
            <w:tr w:rsidR="00554839" w:rsidTr="0069016C">
              <w:trPr>
                <w:trHeight w:val="1715"/>
              </w:trPr>
              <w:tc>
                <w:tcPr>
                  <w:tcW w:w="4893" w:type="dxa"/>
                  <w:gridSpan w:val="2"/>
                  <w:tcBorders>
                    <w:top w:val="single" w:sz="4" w:space="0" w:color="808080" w:themeColor="background1" w:themeShade="80"/>
                    <w:bottom w:val="single" w:sz="18" w:space="0" w:color="1F497D" w:themeColor="text2"/>
                  </w:tcBorders>
                </w:tcPr>
                <w:p w:rsidR="00404680" w:rsidRPr="00404680" w:rsidRDefault="00404680" w:rsidP="00404680">
                  <w:pPr>
                    <w:pStyle w:val="BoldText"/>
                    <w:rPr>
                      <w:b w:val="0"/>
                      <w:sz w:val="24"/>
                    </w:rPr>
                  </w:pPr>
                  <w:r w:rsidRPr="00404680">
                    <w:rPr>
                      <w:b w:val="0"/>
                      <w:sz w:val="24"/>
                    </w:rPr>
                    <w:t>Phone</w:t>
                  </w:r>
                </w:p>
                <w:p w:rsidR="00404680" w:rsidRPr="00404680" w:rsidRDefault="00404680" w:rsidP="00404680">
                  <w:pPr>
                    <w:pStyle w:val="BoldText"/>
                    <w:rPr>
                      <w:b w:val="0"/>
                      <w:sz w:val="24"/>
                    </w:rPr>
                  </w:pPr>
                  <w:r w:rsidRPr="00404680">
                    <w:rPr>
                      <w:b w:val="0"/>
                      <w:sz w:val="24"/>
                    </w:rPr>
                    <w:t>Fax</w:t>
                  </w:r>
                </w:p>
                <w:p w:rsidR="00554839" w:rsidRPr="008F184C" w:rsidRDefault="00404680" w:rsidP="00404680">
                  <w:pPr>
                    <w:pStyle w:val="BoldText"/>
                  </w:pPr>
                  <w:r w:rsidRPr="00404680">
                    <w:rPr>
                      <w:b w:val="0"/>
                      <w:sz w:val="24"/>
                    </w:rPr>
                    <w:t>Office Email</w:t>
                  </w:r>
                  <w:r w:rsidR="00554839" w:rsidRPr="00404680">
                    <w:rPr>
                      <w:b w:val="0"/>
                      <w:sz w:val="24"/>
                    </w:rPr>
                    <w:br/>
                  </w:r>
                  <w:r w:rsidRPr="00404680">
                    <w:rPr>
                      <w:b w:val="0"/>
                      <w:sz w:val="24"/>
                    </w:rPr>
                    <w:t>Billing Tax ID</w:t>
                  </w:r>
                  <w:r w:rsidR="00554839" w:rsidRPr="00404680">
                    <w:rPr>
                      <w:b w:val="0"/>
                      <w:sz w:val="24"/>
                    </w:rPr>
                    <w:br/>
                  </w:r>
                  <w:r w:rsidRPr="00404680">
                    <w:rPr>
                      <w:b w:val="0"/>
                      <w:sz w:val="24"/>
                    </w:rPr>
                    <w:t>Event Dates</w:t>
                  </w:r>
                </w:p>
              </w:tc>
              <w:tc>
                <w:tcPr>
                  <w:tcW w:w="300" w:type="dxa"/>
                  <w:tcBorders>
                    <w:bottom w:val="single" w:sz="18" w:space="0" w:color="1F497D" w:themeColor="text2"/>
                  </w:tcBorders>
                </w:tcPr>
                <w:p w:rsidR="00554839" w:rsidRPr="0081798F" w:rsidRDefault="00554839" w:rsidP="00915359">
                  <w:pPr>
                    <w:pStyle w:val="BoldText"/>
                  </w:pPr>
                </w:p>
              </w:tc>
              <w:tc>
                <w:tcPr>
                  <w:tcW w:w="4704" w:type="dxa"/>
                  <w:gridSpan w:val="3"/>
                  <w:tcBorders>
                    <w:top w:val="single" w:sz="4" w:space="0" w:color="808080" w:themeColor="background1" w:themeShade="80"/>
                    <w:bottom w:val="single" w:sz="18" w:space="0" w:color="1F497D" w:themeColor="text2"/>
                  </w:tcBorders>
                </w:tcPr>
                <w:p w:rsidR="00554839" w:rsidRPr="008F184C" w:rsidRDefault="00554839" w:rsidP="008F184C">
                  <w:pPr>
                    <w:pStyle w:val="BoldText"/>
                  </w:pPr>
                  <w:bookmarkStart w:id="0" w:name="_GoBack"/>
                  <w:bookmarkEnd w:id="0"/>
                </w:p>
              </w:tc>
            </w:tr>
            <w:tr w:rsidR="00BA4440" w:rsidRPr="0081798F" w:rsidTr="00F71D9E">
              <w:trPr>
                <w:trHeight w:val="982"/>
              </w:trPr>
              <w:tc>
                <w:tcPr>
                  <w:tcW w:w="9897" w:type="dxa"/>
                  <w:gridSpan w:val="6"/>
                  <w:tcBorders>
                    <w:top w:val="single" w:sz="18" w:space="0" w:color="1F497D" w:themeColor="text2"/>
                    <w:bottom w:val="single" w:sz="18" w:space="0" w:color="FF0000"/>
                  </w:tcBorders>
                </w:tcPr>
                <w:p w:rsidR="005746CC" w:rsidRPr="00F71D9E" w:rsidRDefault="00476644" w:rsidP="005746CC">
                  <w:pPr>
                    <w:pStyle w:val="BlueBoldText"/>
                    <w:rPr>
                      <w:color w:val="000000" w:themeColor="text1"/>
                      <w:sz w:val="26"/>
                    </w:rPr>
                  </w:pPr>
                  <w:r w:rsidRPr="00F71D9E">
                    <w:rPr>
                      <w:color w:val="000000" w:themeColor="text1"/>
                      <w:sz w:val="26"/>
                    </w:rPr>
                    <w:t>Catering Requirements</w:t>
                  </w:r>
                </w:p>
                <w:p w:rsidR="00BA4440" w:rsidRPr="00BA342C" w:rsidRDefault="00476644" w:rsidP="005746CC">
                  <w:r>
                    <w:t>Add the items below</w:t>
                  </w:r>
                </w:p>
              </w:tc>
            </w:tr>
            <w:tr w:rsidR="00134E9A" w:rsidRPr="0081798F" w:rsidTr="00F71D9E">
              <w:trPr>
                <w:trHeight w:val="340"/>
              </w:trPr>
              <w:tc>
                <w:tcPr>
                  <w:tcW w:w="1979" w:type="dxa"/>
                  <w:tcBorders>
                    <w:top w:val="single" w:sz="18" w:space="0" w:color="FF0000"/>
                    <w:bottom w:val="single" w:sz="18" w:space="0" w:color="FF0000"/>
                  </w:tcBorders>
                  <w:shd w:val="clear" w:color="auto" w:fill="FF0000"/>
                </w:tcPr>
                <w:p w:rsidR="00134E9A" w:rsidRPr="008F184C" w:rsidRDefault="007142FB" w:rsidP="008F184C">
                  <w:pPr>
                    <w:pStyle w:val="Heading1"/>
                  </w:pPr>
                  <w:sdt>
                    <w:sdtPr>
                      <w:alias w:val="Quantity:"/>
                      <w:tag w:val="Quantity:"/>
                      <w:id w:val="-1738312568"/>
                      <w:placeholder>
                        <w:docPart w:val="0CF6FF60E7324717AFC36342F4492FF4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134E9A" w:rsidRPr="008F184C">
                        <w:t>QUANTITY</w:t>
                      </w:r>
                    </w:sdtContent>
                  </w:sdt>
                </w:p>
              </w:tc>
              <w:tc>
                <w:tcPr>
                  <w:tcW w:w="3959" w:type="dxa"/>
                  <w:gridSpan w:val="3"/>
                  <w:tcBorders>
                    <w:top w:val="single" w:sz="18" w:space="0" w:color="FF0000"/>
                    <w:bottom w:val="single" w:sz="18" w:space="0" w:color="FF0000"/>
                  </w:tcBorders>
                  <w:shd w:val="clear" w:color="auto" w:fill="FF0000"/>
                </w:tcPr>
                <w:p w:rsidR="00134E9A" w:rsidRPr="008F184C" w:rsidRDefault="007142FB" w:rsidP="008F184C">
                  <w:pPr>
                    <w:pStyle w:val="Heading1"/>
                  </w:pPr>
                  <w:sdt>
                    <w:sdtPr>
                      <w:alias w:val="Description:"/>
                      <w:tag w:val="Description:"/>
                      <w:id w:val="1198742974"/>
                      <w:placeholder>
                        <w:docPart w:val="B85CC5FF18074AD09D35FABAA214A536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134E9A" w:rsidRPr="008F184C">
                        <w:t>DESCRIPTION</w:t>
                      </w:r>
                    </w:sdtContent>
                  </w:sdt>
                </w:p>
              </w:tc>
              <w:tc>
                <w:tcPr>
                  <w:tcW w:w="1979" w:type="dxa"/>
                  <w:tcBorders>
                    <w:top w:val="single" w:sz="18" w:space="0" w:color="FF0000"/>
                    <w:bottom w:val="single" w:sz="18" w:space="0" w:color="FF0000"/>
                  </w:tcBorders>
                  <w:shd w:val="clear" w:color="auto" w:fill="FF0000"/>
                </w:tcPr>
                <w:p w:rsidR="00134E9A" w:rsidRPr="008F184C" w:rsidRDefault="007142FB" w:rsidP="008F184C">
                  <w:pPr>
                    <w:pStyle w:val="Heading1"/>
                  </w:pPr>
                  <w:sdt>
                    <w:sdtPr>
                      <w:alias w:val="Unit price:"/>
                      <w:tag w:val="Unit price:"/>
                      <w:id w:val="1604447165"/>
                      <w:placeholder>
                        <w:docPart w:val="B9B14BD6A7464E9D99A431237C3191EF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134E9A" w:rsidRPr="008F184C">
                        <w:t>UNIT PRICE</w:t>
                      </w:r>
                    </w:sdtContent>
                  </w:sdt>
                </w:p>
              </w:tc>
              <w:tc>
                <w:tcPr>
                  <w:tcW w:w="1980" w:type="dxa"/>
                  <w:tcBorders>
                    <w:top w:val="single" w:sz="18" w:space="0" w:color="FF0000"/>
                    <w:bottom w:val="single" w:sz="18" w:space="0" w:color="FF0000"/>
                  </w:tcBorders>
                  <w:shd w:val="clear" w:color="auto" w:fill="FF0000"/>
                </w:tcPr>
                <w:p w:rsidR="00134E9A" w:rsidRPr="008F184C" w:rsidRDefault="007142FB" w:rsidP="008F184C">
                  <w:pPr>
                    <w:pStyle w:val="Heading1"/>
                  </w:pPr>
                  <w:sdt>
                    <w:sdtPr>
                      <w:alias w:val="Total:"/>
                      <w:tag w:val="Total:"/>
                      <w:id w:val="-150831350"/>
                      <w:placeholder>
                        <w:docPart w:val="3F8FE7E32B494477A1117B2A461F47FC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134E9A" w:rsidRPr="008F184C">
                        <w:t>TOTAL</w:t>
                      </w:r>
                    </w:sdtContent>
                  </w:sdt>
                </w:p>
              </w:tc>
            </w:tr>
            <w:tr w:rsidR="00134E9A" w:rsidRPr="0081798F" w:rsidTr="00F71D9E">
              <w:trPr>
                <w:trHeight w:val="340"/>
              </w:trPr>
              <w:tc>
                <w:tcPr>
                  <w:tcW w:w="1979" w:type="dxa"/>
                  <w:tcBorders>
                    <w:top w:val="single" w:sz="18" w:space="0" w:color="FF0000"/>
                    <w:bottom w:val="single" w:sz="8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auto"/>
                </w:tcPr>
                <w:p w:rsidR="00134E9A" w:rsidRPr="008F184C" w:rsidRDefault="00134E9A" w:rsidP="008F184C"/>
              </w:tc>
              <w:tc>
                <w:tcPr>
                  <w:tcW w:w="3959" w:type="dxa"/>
                  <w:gridSpan w:val="3"/>
                  <w:tcBorders>
                    <w:top w:val="single" w:sz="18" w:space="0" w:color="FF0000"/>
                    <w:left w:val="single" w:sz="4" w:space="0" w:color="808080" w:themeColor="background1" w:themeShade="80"/>
                    <w:bottom w:val="single" w:sz="8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auto"/>
                </w:tcPr>
                <w:p w:rsidR="00134E9A" w:rsidRPr="008F184C" w:rsidRDefault="00134E9A" w:rsidP="008F184C"/>
              </w:tc>
              <w:tc>
                <w:tcPr>
                  <w:tcW w:w="1979" w:type="dxa"/>
                  <w:tcBorders>
                    <w:top w:val="single" w:sz="18" w:space="0" w:color="FF0000"/>
                    <w:left w:val="single" w:sz="4" w:space="0" w:color="808080" w:themeColor="background1" w:themeShade="80"/>
                    <w:bottom w:val="single" w:sz="8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auto"/>
                </w:tcPr>
                <w:p w:rsidR="00134E9A" w:rsidRPr="008F184C" w:rsidRDefault="00134E9A" w:rsidP="008F184C"/>
              </w:tc>
              <w:tc>
                <w:tcPr>
                  <w:tcW w:w="1980" w:type="dxa"/>
                  <w:tcBorders>
                    <w:top w:val="single" w:sz="18" w:space="0" w:color="FF0000"/>
                    <w:left w:val="single" w:sz="4" w:space="0" w:color="808080" w:themeColor="background1" w:themeShade="80"/>
                    <w:bottom w:val="single" w:sz="8" w:space="0" w:color="808080" w:themeColor="background1" w:themeShade="80"/>
                  </w:tcBorders>
                  <w:shd w:val="clear" w:color="auto" w:fill="auto"/>
                </w:tcPr>
                <w:p w:rsidR="00134E9A" w:rsidRPr="008F184C" w:rsidRDefault="00134E9A" w:rsidP="008F184C"/>
              </w:tc>
            </w:tr>
            <w:tr w:rsidR="00134E9A" w:rsidRPr="0081798F" w:rsidTr="00DA3DE0">
              <w:trPr>
                <w:trHeight w:val="340"/>
              </w:trPr>
              <w:tc>
                <w:tcPr>
                  <w:tcW w:w="1979" w:type="dxa"/>
                  <w:tcBorders>
                    <w:top w:val="single" w:sz="8" w:space="0" w:color="808080" w:themeColor="background1" w:themeShade="80"/>
                    <w:bottom w:val="single" w:sz="8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auto"/>
                </w:tcPr>
                <w:p w:rsidR="00134E9A" w:rsidRPr="008F184C" w:rsidRDefault="00134E9A" w:rsidP="008F184C"/>
              </w:tc>
              <w:tc>
                <w:tcPr>
                  <w:tcW w:w="3959" w:type="dxa"/>
                  <w:gridSpan w:val="3"/>
                  <w:tcBorders>
                    <w:top w:val="single" w:sz="8" w:space="0" w:color="808080" w:themeColor="background1" w:themeShade="80"/>
                    <w:left w:val="single" w:sz="4" w:space="0" w:color="808080" w:themeColor="background1" w:themeShade="80"/>
                    <w:bottom w:val="single" w:sz="8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auto"/>
                </w:tcPr>
                <w:p w:rsidR="00134E9A" w:rsidRPr="008F184C" w:rsidRDefault="00134E9A" w:rsidP="008F184C"/>
              </w:tc>
              <w:tc>
                <w:tcPr>
                  <w:tcW w:w="1979" w:type="dxa"/>
                  <w:tcBorders>
                    <w:top w:val="single" w:sz="8" w:space="0" w:color="808080" w:themeColor="background1" w:themeShade="80"/>
                    <w:left w:val="single" w:sz="4" w:space="0" w:color="808080" w:themeColor="background1" w:themeShade="80"/>
                    <w:bottom w:val="single" w:sz="8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auto"/>
                </w:tcPr>
                <w:p w:rsidR="00134E9A" w:rsidRPr="008F184C" w:rsidRDefault="00134E9A" w:rsidP="008F184C"/>
              </w:tc>
              <w:tc>
                <w:tcPr>
                  <w:tcW w:w="1980" w:type="dxa"/>
                  <w:tcBorders>
                    <w:top w:val="single" w:sz="8" w:space="0" w:color="808080" w:themeColor="background1" w:themeShade="80"/>
                    <w:left w:val="single" w:sz="4" w:space="0" w:color="808080" w:themeColor="background1" w:themeShade="80"/>
                    <w:bottom w:val="single" w:sz="8" w:space="0" w:color="808080" w:themeColor="background1" w:themeShade="80"/>
                  </w:tcBorders>
                  <w:shd w:val="clear" w:color="auto" w:fill="auto"/>
                </w:tcPr>
                <w:p w:rsidR="00134E9A" w:rsidRPr="008F184C" w:rsidRDefault="00134E9A" w:rsidP="008F184C"/>
              </w:tc>
            </w:tr>
            <w:tr w:rsidR="00BA342C" w:rsidRPr="0081798F" w:rsidTr="00DA3DE0">
              <w:trPr>
                <w:trHeight w:val="340"/>
              </w:trPr>
              <w:tc>
                <w:tcPr>
                  <w:tcW w:w="1979" w:type="dxa"/>
                  <w:tcBorders>
                    <w:top w:val="single" w:sz="8" w:space="0" w:color="808080" w:themeColor="background1" w:themeShade="80"/>
                    <w:bottom w:val="single" w:sz="8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auto"/>
                </w:tcPr>
                <w:p w:rsidR="00BA342C" w:rsidRPr="008F184C" w:rsidRDefault="00BA342C" w:rsidP="008F184C"/>
              </w:tc>
              <w:tc>
                <w:tcPr>
                  <w:tcW w:w="3959" w:type="dxa"/>
                  <w:gridSpan w:val="3"/>
                  <w:tcBorders>
                    <w:top w:val="single" w:sz="8" w:space="0" w:color="808080" w:themeColor="background1" w:themeShade="80"/>
                    <w:left w:val="single" w:sz="4" w:space="0" w:color="808080" w:themeColor="background1" w:themeShade="80"/>
                    <w:bottom w:val="single" w:sz="8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auto"/>
                </w:tcPr>
                <w:p w:rsidR="00BA342C" w:rsidRPr="008F184C" w:rsidRDefault="00BA342C" w:rsidP="008F184C"/>
              </w:tc>
              <w:tc>
                <w:tcPr>
                  <w:tcW w:w="1979" w:type="dxa"/>
                  <w:tcBorders>
                    <w:top w:val="single" w:sz="8" w:space="0" w:color="808080" w:themeColor="background1" w:themeShade="80"/>
                    <w:left w:val="single" w:sz="4" w:space="0" w:color="808080" w:themeColor="background1" w:themeShade="80"/>
                    <w:bottom w:val="single" w:sz="8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auto"/>
                </w:tcPr>
                <w:p w:rsidR="00BA342C" w:rsidRPr="008F184C" w:rsidRDefault="00BA342C" w:rsidP="008F184C"/>
              </w:tc>
              <w:tc>
                <w:tcPr>
                  <w:tcW w:w="1980" w:type="dxa"/>
                  <w:tcBorders>
                    <w:top w:val="single" w:sz="8" w:space="0" w:color="808080" w:themeColor="background1" w:themeShade="80"/>
                    <w:left w:val="single" w:sz="4" w:space="0" w:color="808080" w:themeColor="background1" w:themeShade="80"/>
                    <w:bottom w:val="single" w:sz="8" w:space="0" w:color="808080" w:themeColor="background1" w:themeShade="80"/>
                  </w:tcBorders>
                  <w:shd w:val="clear" w:color="auto" w:fill="auto"/>
                </w:tcPr>
                <w:p w:rsidR="00BA342C" w:rsidRPr="008F184C" w:rsidRDefault="00BA342C" w:rsidP="008F184C"/>
              </w:tc>
            </w:tr>
            <w:tr w:rsidR="00BA342C" w:rsidRPr="0081798F" w:rsidTr="00DA3DE0">
              <w:trPr>
                <w:trHeight w:val="340"/>
              </w:trPr>
              <w:tc>
                <w:tcPr>
                  <w:tcW w:w="1979" w:type="dxa"/>
                  <w:tcBorders>
                    <w:top w:val="single" w:sz="8" w:space="0" w:color="808080" w:themeColor="background1" w:themeShade="80"/>
                    <w:bottom w:val="single" w:sz="8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auto"/>
                </w:tcPr>
                <w:p w:rsidR="00BA342C" w:rsidRPr="008F184C" w:rsidRDefault="00BA342C" w:rsidP="008F184C"/>
              </w:tc>
              <w:tc>
                <w:tcPr>
                  <w:tcW w:w="3959" w:type="dxa"/>
                  <w:gridSpan w:val="3"/>
                  <w:tcBorders>
                    <w:top w:val="single" w:sz="8" w:space="0" w:color="808080" w:themeColor="background1" w:themeShade="80"/>
                    <w:left w:val="single" w:sz="4" w:space="0" w:color="808080" w:themeColor="background1" w:themeShade="80"/>
                    <w:bottom w:val="single" w:sz="8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auto"/>
                </w:tcPr>
                <w:p w:rsidR="00BA342C" w:rsidRPr="008F184C" w:rsidRDefault="00BA342C" w:rsidP="008F184C"/>
              </w:tc>
              <w:tc>
                <w:tcPr>
                  <w:tcW w:w="1979" w:type="dxa"/>
                  <w:tcBorders>
                    <w:top w:val="single" w:sz="8" w:space="0" w:color="808080" w:themeColor="background1" w:themeShade="80"/>
                    <w:left w:val="single" w:sz="4" w:space="0" w:color="808080" w:themeColor="background1" w:themeShade="80"/>
                    <w:bottom w:val="single" w:sz="8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auto"/>
                </w:tcPr>
                <w:p w:rsidR="00BA342C" w:rsidRPr="008F184C" w:rsidRDefault="00BA342C" w:rsidP="008F184C"/>
              </w:tc>
              <w:tc>
                <w:tcPr>
                  <w:tcW w:w="1980" w:type="dxa"/>
                  <w:tcBorders>
                    <w:top w:val="single" w:sz="8" w:space="0" w:color="808080" w:themeColor="background1" w:themeShade="80"/>
                    <w:left w:val="single" w:sz="4" w:space="0" w:color="808080" w:themeColor="background1" w:themeShade="80"/>
                    <w:bottom w:val="single" w:sz="8" w:space="0" w:color="808080" w:themeColor="background1" w:themeShade="80"/>
                  </w:tcBorders>
                  <w:shd w:val="clear" w:color="auto" w:fill="auto"/>
                </w:tcPr>
                <w:p w:rsidR="00BA342C" w:rsidRPr="008F184C" w:rsidRDefault="00BA342C" w:rsidP="008F184C"/>
              </w:tc>
            </w:tr>
            <w:tr w:rsidR="00BA342C" w:rsidRPr="0081798F" w:rsidTr="00DA3DE0">
              <w:trPr>
                <w:trHeight w:val="340"/>
              </w:trPr>
              <w:tc>
                <w:tcPr>
                  <w:tcW w:w="1979" w:type="dxa"/>
                  <w:tcBorders>
                    <w:top w:val="single" w:sz="8" w:space="0" w:color="808080" w:themeColor="background1" w:themeShade="80"/>
                    <w:bottom w:val="single" w:sz="8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auto"/>
                </w:tcPr>
                <w:p w:rsidR="00BA342C" w:rsidRPr="008F184C" w:rsidRDefault="00BA342C" w:rsidP="008F184C"/>
              </w:tc>
              <w:tc>
                <w:tcPr>
                  <w:tcW w:w="3959" w:type="dxa"/>
                  <w:gridSpan w:val="3"/>
                  <w:tcBorders>
                    <w:top w:val="single" w:sz="8" w:space="0" w:color="808080" w:themeColor="background1" w:themeShade="80"/>
                    <w:left w:val="single" w:sz="4" w:space="0" w:color="808080" w:themeColor="background1" w:themeShade="80"/>
                    <w:bottom w:val="single" w:sz="8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auto"/>
                </w:tcPr>
                <w:p w:rsidR="00BA342C" w:rsidRPr="008F184C" w:rsidRDefault="00BA342C" w:rsidP="008F184C"/>
              </w:tc>
              <w:tc>
                <w:tcPr>
                  <w:tcW w:w="1979" w:type="dxa"/>
                  <w:tcBorders>
                    <w:top w:val="single" w:sz="8" w:space="0" w:color="808080" w:themeColor="background1" w:themeShade="80"/>
                    <w:left w:val="single" w:sz="4" w:space="0" w:color="808080" w:themeColor="background1" w:themeShade="80"/>
                    <w:bottom w:val="single" w:sz="8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auto"/>
                </w:tcPr>
                <w:p w:rsidR="00BA342C" w:rsidRPr="008F184C" w:rsidRDefault="00BA342C" w:rsidP="008F184C"/>
              </w:tc>
              <w:tc>
                <w:tcPr>
                  <w:tcW w:w="1980" w:type="dxa"/>
                  <w:tcBorders>
                    <w:top w:val="single" w:sz="8" w:space="0" w:color="808080" w:themeColor="background1" w:themeShade="80"/>
                    <w:left w:val="single" w:sz="4" w:space="0" w:color="808080" w:themeColor="background1" w:themeShade="80"/>
                    <w:bottom w:val="single" w:sz="8" w:space="0" w:color="808080" w:themeColor="background1" w:themeShade="80"/>
                  </w:tcBorders>
                  <w:shd w:val="clear" w:color="auto" w:fill="auto"/>
                </w:tcPr>
                <w:p w:rsidR="00BA342C" w:rsidRPr="008F184C" w:rsidRDefault="00BA342C" w:rsidP="008F184C"/>
              </w:tc>
            </w:tr>
            <w:tr w:rsidR="00BA342C" w:rsidRPr="0081798F" w:rsidTr="00DA3DE0">
              <w:trPr>
                <w:trHeight w:val="340"/>
              </w:trPr>
              <w:tc>
                <w:tcPr>
                  <w:tcW w:w="1979" w:type="dxa"/>
                  <w:tcBorders>
                    <w:top w:val="single" w:sz="8" w:space="0" w:color="808080" w:themeColor="background1" w:themeShade="80"/>
                    <w:bottom w:val="single" w:sz="8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auto"/>
                </w:tcPr>
                <w:p w:rsidR="00BA342C" w:rsidRPr="008F184C" w:rsidRDefault="00BA342C" w:rsidP="008F184C"/>
              </w:tc>
              <w:tc>
                <w:tcPr>
                  <w:tcW w:w="3959" w:type="dxa"/>
                  <w:gridSpan w:val="3"/>
                  <w:tcBorders>
                    <w:top w:val="single" w:sz="8" w:space="0" w:color="808080" w:themeColor="background1" w:themeShade="80"/>
                    <w:left w:val="single" w:sz="4" w:space="0" w:color="808080" w:themeColor="background1" w:themeShade="80"/>
                    <w:bottom w:val="single" w:sz="8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auto"/>
                </w:tcPr>
                <w:p w:rsidR="00BA342C" w:rsidRPr="008F184C" w:rsidRDefault="00BA342C" w:rsidP="008F184C"/>
              </w:tc>
              <w:tc>
                <w:tcPr>
                  <w:tcW w:w="1979" w:type="dxa"/>
                  <w:tcBorders>
                    <w:top w:val="single" w:sz="8" w:space="0" w:color="808080" w:themeColor="background1" w:themeShade="80"/>
                    <w:left w:val="single" w:sz="4" w:space="0" w:color="808080" w:themeColor="background1" w:themeShade="80"/>
                    <w:bottom w:val="single" w:sz="8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auto"/>
                </w:tcPr>
                <w:p w:rsidR="00BA342C" w:rsidRPr="008F184C" w:rsidRDefault="00BA342C" w:rsidP="008F184C"/>
              </w:tc>
              <w:tc>
                <w:tcPr>
                  <w:tcW w:w="1980" w:type="dxa"/>
                  <w:tcBorders>
                    <w:top w:val="single" w:sz="8" w:space="0" w:color="808080" w:themeColor="background1" w:themeShade="80"/>
                    <w:left w:val="single" w:sz="4" w:space="0" w:color="808080" w:themeColor="background1" w:themeShade="80"/>
                    <w:bottom w:val="single" w:sz="8" w:space="0" w:color="808080" w:themeColor="background1" w:themeShade="80"/>
                  </w:tcBorders>
                  <w:shd w:val="clear" w:color="auto" w:fill="auto"/>
                </w:tcPr>
                <w:p w:rsidR="00BA342C" w:rsidRPr="008F184C" w:rsidRDefault="00BA342C" w:rsidP="008F184C"/>
              </w:tc>
            </w:tr>
            <w:tr w:rsidR="00134E9A" w:rsidRPr="0081798F" w:rsidTr="00DA3DE0">
              <w:trPr>
                <w:trHeight w:val="340"/>
              </w:trPr>
              <w:tc>
                <w:tcPr>
                  <w:tcW w:w="1979" w:type="dxa"/>
                  <w:tcBorders>
                    <w:top w:val="single" w:sz="8" w:space="0" w:color="808080" w:themeColor="background1" w:themeShade="80"/>
                    <w:bottom w:val="single" w:sz="8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auto"/>
                </w:tcPr>
                <w:p w:rsidR="00134E9A" w:rsidRPr="008F184C" w:rsidRDefault="00134E9A" w:rsidP="008F184C"/>
              </w:tc>
              <w:tc>
                <w:tcPr>
                  <w:tcW w:w="3959" w:type="dxa"/>
                  <w:gridSpan w:val="3"/>
                  <w:tcBorders>
                    <w:top w:val="single" w:sz="8" w:space="0" w:color="808080" w:themeColor="background1" w:themeShade="80"/>
                    <w:left w:val="single" w:sz="4" w:space="0" w:color="808080" w:themeColor="background1" w:themeShade="80"/>
                    <w:bottom w:val="single" w:sz="8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auto"/>
                </w:tcPr>
                <w:p w:rsidR="00134E9A" w:rsidRPr="008F184C" w:rsidRDefault="00134E9A" w:rsidP="008F184C"/>
              </w:tc>
              <w:tc>
                <w:tcPr>
                  <w:tcW w:w="1979" w:type="dxa"/>
                  <w:tcBorders>
                    <w:top w:val="single" w:sz="8" w:space="0" w:color="808080" w:themeColor="background1" w:themeShade="80"/>
                    <w:left w:val="single" w:sz="4" w:space="0" w:color="808080" w:themeColor="background1" w:themeShade="80"/>
                    <w:bottom w:val="single" w:sz="8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auto"/>
                </w:tcPr>
                <w:p w:rsidR="00134E9A" w:rsidRPr="008F184C" w:rsidRDefault="00134E9A" w:rsidP="008F184C"/>
              </w:tc>
              <w:tc>
                <w:tcPr>
                  <w:tcW w:w="1980" w:type="dxa"/>
                  <w:tcBorders>
                    <w:top w:val="single" w:sz="8" w:space="0" w:color="808080" w:themeColor="background1" w:themeShade="80"/>
                    <w:left w:val="single" w:sz="4" w:space="0" w:color="808080" w:themeColor="background1" w:themeShade="80"/>
                    <w:bottom w:val="single" w:sz="8" w:space="0" w:color="808080" w:themeColor="background1" w:themeShade="80"/>
                  </w:tcBorders>
                  <w:shd w:val="clear" w:color="auto" w:fill="auto"/>
                </w:tcPr>
                <w:p w:rsidR="00134E9A" w:rsidRPr="008F184C" w:rsidRDefault="00134E9A" w:rsidP="008F184C"/>
              </w:tc>
            </w:tr>
            <w:tr w:rsidR="00134E9A" w:rsidRPr="0081798F" w:rsidTr="00DA3DE0">
              <w:trPr>
                <w:trHeight w:val="340"/>
              </w:trPr>
              <w:tc>
                <w:tcPr>
                  <w:tcW w:w="1979" w:type="dxa"/>
                  <w:tcBorders>
                    <w:top w:val="single" w:sz="8" w:space="0" w:color="808080" w:themeColor="background1" w:themeShade="80"/>
                    <w:bottom w:val="single" w:sz="18" w:space="0" w:color="1F497D" w:themeColor="text2"/>
                    <w:right w:val="single" w:sz="4" w:space="0" w:color="808080" w:themeColor="background1" w:themeShade="80"/>
                  </w:tcBorders>
                  <w:shd w:val="clear" w:color="auto" w:fill="auto"/>
                </w:tcPr>
                <w:p w:rsidR="00134E9A" w:rsidRPr="008F184C" w:rsidRDefault="00134E9A" w:rsidP="008F184C"/>
              </w:tc>
              <w:tc>
                <w:tcPr>
                  <w:tcW w:w="3959" w:type="dxa"/>
                  <w:gridSpan w:val="3"/>
                  <w:tcBorders>
                    <w:top w:val="single" w:sz="8" w:space="0" w:color="808080" w:themeColor="background1" w:themeShade="80"/>
                    <w:left w:val="single" w:sz="4" w:space="0" w:color="808080" w:themeColor="background1" w:themeShade="80"/>
                    <w:bottom w:val="single" w:sz="18" w:space="0" w:color="1F497D" w:themeColor="text2"/>
                    <w:right w:val="single" w:sz="4" w:space="0" w:color="808080" w:themeColor="background1" w:themeShade="80"/>
                  </w:tcBorders>
                  <w:shd w:val="clear" w:color="auto" w:fill="auto"/>
                </w:tcPr>
                <w:p w:rsidR="00134E9A" w:rsidRPr="008F184C" w:rsidRDefault="00134E9A" w:rsidP="008F184C"/>
              </w:tc>
              <w:tc>
                <w:tcPr>
                  <w:tcW w:w="1979" w:type="dxa"/>
                  <w:tcBorders>
                    <w:top w:val="single" w:sz="8" w:space="0" w:color="808080" w:themeColor="background1" w:themeShade="80"/>
                    <w:left w:val="single" w:sz="4" w:space="0" w:color="808080" w:themeColor="background1" w:themeShade="80"/>
                    <w:bottom w:val="single" w:sz="18" w:space="0" w:color="1F497D" w:themeColor="text2"/>
                    <w:right w:val="single" w:sz="4" w:space="0" w:color="808080" w:themeColor="background1" w:themeShade="80"/>
                  </w:tcBorders>
                  <w:shd w:val="clear" w:color="auto" w:fill="auto"/>
                </w:tcPr>
                <w:p w:rsidR="00134E9A" w:rsidRPr="008F184C" w:rsidRDefault="00134E9A" w:rsidP="008F184C"/>
              </w:tc>
              <w:tc>
                <w:tcPr>
                  <w:tcW w:w="1980" w:type="dxa"/>
                  <w:tcBorders>
                    <w:top w:val="single" w:sz="8" w:space="0" w:color="808080" w:themeColor="background1" w:themeShade="80"/>
                    <w:left w:val="single" w:sz="4" w:space="0" w:color="808080" w:themeColor="background1" w:themeShade="80"/>
                    <w:bottom w:val="single" w:sz="18" w:space="0" w:color="1F497D" w:themeColor="text2"/>
                  </w:tcBorders>
                  <w:shd w:val="clear" w:color="auto" w:fill="auto"/>
                </w:tcPr>
                <w:p w:rsidR="00134E9A" w:rsidRPr="008F184C" w:rsidRDefault="00134E9A" w:rsidP="008F184C"/>
              </w:tc>
            </w:tr>
            <w:tr w:rsidR="00134E9A" w:rsidRPr="0081798F" w:rsidTr="008F184C">
              <w:trPr>
                <w:trHeight w:val="340"/>
              </w:trPr>
              <w:tc>
                <w:tcPr>
                  <w:tcW w:w="1979" w:type="dxa"/>
                  <w:tcBorders>
                    <w:top w:val="single" w:sz="18" w:space="0" w:color="1F497D" w:themeColor="text2"/>
                    <w:bottom w:val="single" w:sz="8" w:space="0" w:color="808080" w:themeColor="background1" w:themeShade="80"/>
                  </w:tcBorders>
                  <w:shd w:val="clear" w:color="auto" w:fill="auto"/>
                </w:tcPr>
                <w:p w:rsidR="00134E9A" w:rsidRPr="008F184C" w:rsidRDefault="00134E9A" w:rsidP="008F184C"/>
              </w:tc>
              <w:sdt>
                <w:sdtPr>
                  <w:alias w:val="Subtotal:"/>
                  <w:tag w:val="Subtotal:"/>
                  <w:id w:val="2136441839"/>
                  <w:placeholder>
                    <w:docPart w:val="FBF0130E04394C99AA92703AD3C427BD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5938" w:type="dxa"/>
                      <w:gridSpan w:val="4"/>
                      <w:tcBorders>
                        <w:top w:val="single" w:sz="18" w:space="0" w:color="1F497D" w:themeColor="text2"/>
                        <w:bottom w:val="single" w:sz="8" w:space="0" w:color="808080" w:themeColor="background1" w:themeShade="80"/>
                        <w:right w:val="single" w:sz="4" w:space="0" w:color="808080" w:themeColor="background1" w:themeShade="80"/>
                      </w:tcBorders>
                      <w:shd w:val="clear" w:color="auto" w:fill="auto"/>
                    </w:tcPr>
                    <w:p w:rsidR="00134E9A" w:rsidRPr="008F184C" w:rsidRDefault="00134E9A" w:rsidP="008F184C">
                      <w:pPr>
                        <w:pStyle w:val="BoldText"/>
                        <w:jc w:val="right"/>
                      </w:pPr>
                      <w:r w:rsidRPr="00F71D9E">
                        <w:rPr>
                          <w:color w:val="FF0000"/>
                        </w:rPr>
                        <w:t>SUBTOTAL</w:t>
                      </w:r>
                    </w:p>
                  </w:tc>
                </w:sdtContent>
              </w:sdt>
              <w:tc>
                <w:tcPr>
                  <w:tcW w:w="1980" w:type="dxa"/>
                  <w:tcBorders>
                    <w:top w:val="single" w:sz="18" w:space="0" w:color="1F497D" w:themeColor="text2"/>
                    <w:left w:val="single" w:sz="4" w:space="0" w:color="808080" w:themeColor="background1" w:themeShade="80"/>
                    <w:bottom w:val="single" w:sz="8" w:space="0" w:color="808080" w:themeColor="background1" w:themeShade="80"/>
                  </w:tcBorders>
                  <w:shd w:val="clear" w:color="auto" w:fill="auto"/>
                </w:tcPr>
                <w:p w:rsidR="00134E9A" w:rsidRPr="008F184C" w:rsidRDefault="00134E9A" w:rsidP="008F184C"/>
              </w:tc>
            </w:tr>
            <w:tr w:rsidR="00134E9A" w:rsidRPr="0081798F" w:rsidTr="008F184C">
              <w:trPr>
                <w:trHeight w:val="340"/>
              </w:trPr>
              <w:tc>
                <w:tcPr>
                  <w:tcW w:w="1979" w:type="dxa"/>
                  <w:tcBorders>
                    <w:top w:val="single" w:sz="8" w:space="0" w:color="808080" w:themeColor="background1" w:themeShade="80"/>
                    <w:bottom w:val="single" w:sz="8" w:space="0" w:color="808080" w:themeColor="background1" w:themeShade="80"/>
                  </w:tcBorders>
                  <w:shd w:val="clear" w:color="auto" w:fill="auto"/>
                </w:tcPr>
                <w:p w:rsidR="00134E9A" w:rsidRPr="008F184C" w:rsidRDefault="00134E9A" w:rsidP="008F184C"/>
              </w:tc>
              <w:tc>
                <w:tcPr>
                  <w:tcW w:w="5938" w:type="dxa"/>
                  <w:gridSpan w:val="4"/>
                  <w:tcBorders>
                    <w:top w:val="single" w:sz="8" w:space="0" w:color="808080" w:themeColor="background1" w:themeShade="80"/>
                    <w:bottom w:val="single" w:sz="8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auto"/>
                </w:tcPr>
                <w:p w:rsidR="00134E9A" w:rsidRPr="008F184C" w:rsidRDefault="007142FB" w:rsidP="008F184C">
                  <w:pPr>
                    <w:jc w:val="right"/>
                  </w:pPr>
                  <w:sdt>
                    <w:sdtPr>
                      <w:alias w:val="Sales tax:"/>
                      <w:tag w:val="Sales tax:"/>
                      <w:id w:val="-578517216"/>
                      <w:placeholder>
                        <w:docPart w:val="B062A950E3674548837EDF77AEFEC246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134E9A" w:rsidRPr="008F184C">
                        <w:t>SALES TAX</w:t>
                      </w:r>
                    </w:sdtContent>
                  </w:sdt>
                </w:p>
              </w:tc>
              <w:tc>
                <w:tcPr>
                  <w:tcW w:w="1980" w:type="dxa"/>
                  <w:tcBorders>
                    <w:top w:val="single" w:sz="8" w:space="0" w:color="808080" w:themeColor="background1" w:themeShade="80"/>
                    <w:left w:val="single" w:sz="4" w:space="0" w:color="808080" w:themeColor="background1" w:themeShade="80"/>
                    <w:bottom w:val="single" w:sz="8" w:space="0" w:color="808080" w:themeColor="background1" w:themeShade="80"/>
                  </w:tcBorders>
                  <w:shd w:val="clear" w:color="auto" w:fill="auto"/>
                </w:tcPr>
                <w:p w:rsidR="00134E9A" w:rsidRPr="008F184C" w:rsidRDefault="00134E9A" w:rsidP="008F184C"/>
              </w:tc>
            </w:tr>
            <w:tr w:rsidR="00134E9A" w:rsidRPr="0081798F" w:rsidTr="008F184C">
              <w:trPr>
                <w:trHeight w:val="340"/>
              </w:trPr>
              <w:tc>
                <w:tcPr>
                  <w:tcW w:w="1979" w:type="dxa"/>
                  <w:tcBorders>
                    <w:top w:val="single" w:sz="8" w:space="0" w:color="808080" w:themeColor="background1" w:themeShade="80"/>
                    <w:bottom w:val="single" w:sz="8" w:space="0" w:color="808080" w:themeColor="background1" w:themeShade="80"/>
                  </w:tcBorders>
                  <w:shd w:val="clear" w:color="auto" w:fill="auto"/>
                </w:tcPr>
                <w:p w:rsidR="00134E9A" w:rsidRPr="008F184C" w:rsidRDefault="00134E9A" w:rsidP="008F184C"/>
              </w:tc>
              <w:tc>
                <w:tcPr>
                  <w:tcW w:w="5938" w:type="dxa"/>
                  <w:gridSpan w:val="4"/>
                  <w:tcBorders>
                    <w:top w:val="single" w:sz="8" w:space="0" w:color="808080" w:themeColor="background1" w:themeShade="80"/>
                    <w:bottom w:val="single" w:sz="8" w:space="0" w:color="808080" w:themeColor="background1" w:themeShade="80"/>
                    <w:right w:val="single" w:sz="4" w:space="0" w:color="808080" w:themeColor="background1" w:themeShade="80"/>
                  </w:tcBorders>
                  <w:shd w:val="clear" w:color="auto" w:fill="auto"/>
                </w:tcPr>
                <w:p w:rsidR="00134E9A" w:rsidRPr="008F184C" w:rsidRDefault="00476644" w:rsidP="008F184C">
                  <w:pPr>
                    <w:jc w:val="right"/>
                  </w:pPr>
                  <w:r>
                    <w:t>SALES TAX AMOUNT</w:t>
                  </w:r>
                </w:p>
              </w:tc>
              <w:tc>
                <w:tcPr>
                  <w:tcW w:w="1980" w:type="dxa"/>
                  <w:tcBorders>
                    <w:top w:val="single" w:sz="8" w:space="0" w:color="808080" w:themeColor="background1" w:themeShade="80"/>
                    <w:left w:val="single" w:sz="4" w:space="0" w:color="808080" w:themeColor="background1" w:themeShade="80"/>
                    <w:bottom w:val="single" w:sz="8" w:space="0" w:color="808080" w:themeColor="background1" w:themeShade="80"/>
                  </w:tcBorders>
                  <w:shd w:val="clear" w:color="auto" w:fill="auto"/>
                </w:tcPr>
                <w:p w:rsidR="00134E9A" w:rsidRPr="008F184C" w:rsidRDefault="00134E9A" w:rsidP="008F184C"/>
              </w:tc>
            </w:tr>
            <w:tr w:rsidR="00134E9A" w:rsidRPr="0081798F" w:rsidTr="008F184C">
              <w:trPr>
                <w:trHeight w:val="340"/>
              </w:trPr>
              <w:tc>
                <w:tcPr>
                  <w:tcW w:w="1979" w:type="dxa"/>
                  <w:tcBorders>
                    <w:top w:val="single" w:sz="8" w:space="0" w:color="808080" w:themeColor="background1" w:themeShade="80"/>
                    <w:bottom w:val="single" w:sz="18" w:space="0" w:color="1F497D" w:themeColor="text2"/>
                  </w:tcBorders>
                  <w:shd w:val="clear" w:color="auto" w:fill="auto"/>
                </w:tcPr>
                <w:p w:rsidR="00134E9A" w:rsidRPr="008F184C" w:rsidRDefault="00134E9A" w:rsidP="008F184C"/>
              </w:tc>
              <w:tc>
                <w:tcPr>
                  <w:tcW w:w="5938" w:type="dxa"/>
                  <w:gridSpan w:val="4"/>
                  <w:tcBorders>
                    <w:top w:val="single" w:sz="8" w:space="0" w:color="808080" w:themeColor="background1" w:themeShade="80"/>
                    <w:bottom w:val="single" w:sz="18" w:space="0" w:color="1F497D" w:themeColor="text2"/>
                    <w:right w:val="single" w:sz="4" w:space="0" w:color="808080" w:themeColor="background1" w:themeShade="80"/>
                  </w:tcBorders>
                  <w:shd w:val="clear" w:color="auto" w:fill="auto"/>
                </w:tcPr>
                <w:p w:rsidR="00134E9A" w:rsidRPr="008F184C" w:rsidRDefault="007142FB" w:rsidP="008F184C">
                  <w:pPr>
                    <w:jc w:val="right"/>
                  </w:pPr>
                  <w:sdt>
                    <w:sdtPr>
                      <w:id w:val="1484116764"/>
                      <w:placeholder>
                        <w:docPart w:val="A7DD172A87D84D29993585A70E4A4024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69016C" w:rsidRPr="008F184C">
                        <w:t>TOTAL DUE</w:t>
                      </w:r>
                    </w:sdtContent>
                  </w:sdt>
                </w:p>
              </w:tc>
              <w:tc>
                <w:tcPr>
                  <w:tcW w:w="1980" w:type="dxa"/>
                  <w:tcBorders>
                    <w:top w:val="single" w:sz="8" w:space="0" w:color="808080" w:themeColor="background1" w:themeShade="80"/>
                    <w:left w:val="single" w:sz="4" w:space="0" w:color="808080" w:themeColor="background1" w:themeShade="80"/>
                    <w:bottom w:val="single" w:sz="18" w:space="0" w:color="1F497D" w:themeColor="text2"/>
                  </w:tcBorders>
                  <w:shd w:val="clear" w:color="auto" w:fill="auto"/>
                </w:tcPr>
                <w:p w:rsidR="00134E9A" w:rsidRPr="008F184C" w:rsidRDefault="00134E9A" w:rsidP="008F184C"/>
              </w:tc>
            </w:tr>
          </w:tbl>
          <w:p w:rsidR="00265218" w:rsidRPr="008F184C" w:rsidRDefault="007142FB" w:rsidP="008F184C">
            <w:pPr>
              <w:pStyle w:val="BlueText"/>
            </w:pPr>
            <w:sdt>
              <w:sdtPr>
                <w:alias w:val="Thank your for your business:"/>
                <w:tag w:val="Thank your for your business:"/>
                <w:id w:val="1425142957"/>
                <w:placeholder>
                  <w:docPart w:val="C0E1C56AF99B40C7BD40DBBAF55D3131"/>
                </w:placeholder>
                <w:temporary/>
                <w:showingPlcHdr/>
                <w15:appearance w15:val="hidden"/>
              </w:sdtPr>
              <w:sdtEndPr/>
              <w:sdtContent>
                <w:r w:rsidR="00554839" w:rsidRPr="00F71D9E">
                  <w:rPr>
                    <w:b w:val="0"/>
                    <w:color w:val="FF0000"/>
                  </w:rPr>
                  <w:t>Thank you for your business!</w:t>
                </w:r>
              </w:sdtContent>
            </w:sdt>
          </w:p>
        </w:tc>
        <w:tc>
          <w:tcPr>
            <w:tcW w:w="95" w:type="pct"/>
            <w:shd w:val="clear" w:color="auto" w:fill="auto"/>
          </w:tcPr>
          <w:p w:rsidR="00265218" w:rsidRPr="002D3842" w:rsidRDefault="00404680" w:rsidP="00CF31BB">
            <w:r>
              <w:t xml:space="preserve">  </w:t>
            </w:r>
          </w:p>
        </w:tc>
      </w:tr>
    </w:tbl>
    <w:p w:rsidR="00463B35" w:rsidRDefault="00463B35" w:rsidP="004456B5"/>
    <w:p w:rsidR="00476644" w:rsidRDefault="00476644" w:rsidP="004456B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7"/>
        <w:gridCol w:w="2697"/>
        <w:gridCol w:w="2698"/>
        <w:gridCol w:w="2698"/>
      </w:tblGrid>
      <w:tr w:rsidR="00476644" w:rsidTr="00476644">
        <w:tc>
          <w:tcPr>
            <w:tcW w:w="2697" w:type="dxa"/>
            <w:tcBorders>
              <w:top w:val="nil"/>
              <w:left w:val="nil"/>
              <w:bottom w:val="nil"/>
              <w:right w:val="nil"/>
            </w:tcBorders>
          </w:tcPr>
          <w:p w:rsidR="00476644" w:rsidRPr="00476644" w:rsidRDefault="00476644" w:rsidP="004456B5">
            <w:pPr>
              <w:rPr>
                <w:sz w:val="28"/>
                <w:szCs w:val="28"/>
              </w:rPr>
            </w:pPr>
            <w:r w:rsidRPr="00476644">
              <w:rPr>
                <w:sz w:val="28"/>
                <w:szCs w:val="28"/>
              </w:rPr>
              <w:br/>
              <w:t>Signature:</w:t>
            </w:r>
          </w:p>
        </w:tc>
        <w:tc>
          <w:tcPr>
            <w:tcW w:w="2697" w:type="dxa"/>
            <w:tcBorders>
              <w:top w:val="nil"/>
              <w:left w:val="nil"/>
              <w:right w:val="nil"/>
            </w:tcBorders>
          </w:tcPr>
          <w:p w:rsidR="00476644" w:rsidRPr="00476644" w:rsidRDefault="00476644" w:rsidP="004456B5">
            <w:pPr>
              <w:rPr>
                <w:sz w:val="28"/>
                <w:szCs w:val="28"/>
              </w:rPr>
            </w:pP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</w:tcPr>
          <w:p w:rsidR="00476644" w:rsidRPr="00476644" w:rsidRDefault="00476644" w:rsidP="004456B5">
            <w:pPr>
              <w:rPr>
                <w:sz w:val="28"/>
                <w:szCs w:val="28"/>
              </w:rPr>
            </w:pPr>
          </w:p>
          <w:p w:rsidR="00476644" w:rsidRPr="00476644" w:rsidRDefault="00476644" w:rsidP="00476644">
            <w:pPr>
              <w:jc w:val="center"/>
              <w:rPr>
                <w:sz w:val="28"/>
                <w:szCs w:val="28"/>
              </w:rPr>
            </w:pPr>
            <w:r w:rsidRPr="00476644">
              <w:rPr>
                <w:sz w:val="28"/>
                <w:szCs w:val="28"/>
              </w:rPr>
              <w:t>Date:</w:t>
            </w:r>
          </w:p>
        </w:tc>
        <w:tc>
          <w:tcPr>
            <w:tcW w:w="2698" w:type="dxa"/>
            <w:tcBorders>
              <w:top w:val="nil"/>
              <w:left w:val="nil"/>
              <w:right w:val="nil"/>
            </w:tcBorders>
          </w:tcPr>
          <w:p w:rsidR="00476644" w:rsidRPr="00476644" w:rsidRDefault="00476644" w:rsidP="004456B5">
            <w:pPr>
              <w:rPr>
                <w:sz w:val="28"/>
                <w:szCs w:val="28"/>
              </w:rPr>
            </w:pPr>
          </w:p>
        </w:tc>
      </w:tr>
    </w:tbl>
    <w:p w:rsidR="00476644" w:rsidRDefault="00476644" w:rsidP="004456B5"/>
    <w:sectPr w:rsidR="00476644" w:rsidSect="00476644">
      <w:headerReference w:type="default" r:id="rId10"/>
      <w:footerReference w:type="default" r:id="rId11"/>
      <w:pgSz w:w="12240" w:h="15840" w:code="1"/>
      <w:pgMar w:top="360" w:right="720" w:bottom="1260" w:left="720" w:header="288" w:footer="4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42FB" w:rsidRDefault="007142FB" w:rsidP="00CF31BB">
      <w:r>
        <w:separator/>
      </w:r>
    </w:p>
  </w:endnote>
  <w:endnote w:type="continuationSeparator" w:id="0">
    <w:p w:rsidR="007142FB" w:rsidRDefault="007142FB" w:rsidP="00CF31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ranklin Gothic Book">
    <w:altName w:val="Corbel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3FB7" w:rsidRDefault="00404680" w:rsidP="00404680">
    <w:pPr>
      <w:tabs>
        <w:tab w:val="left" w:pos="7769"/>
      </w:tabs>
    </w:pPr>
    <w:r>
      <w:t>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42FB" w:rsidRDefault="007142FB" w:rsidP="00CF31BB">
      <w:r>
        <w:separator/>
      </w:r>
    </w:p>
  </w:footnote>
  <w:footnote w:type="continuationSeparator" w:id="0">
    <w:p w:rsidR="007142FB" w:rsidRDefault="007142FB" w:rsidP="00CF31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1B68" w:rsidRPr="002A3497" w:rsidRDefault="00404680" w:rsidP="00DE78E1">
    <w:pPr>
      <w:pStyle w:val="Header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5920" behindDoc="1" locked="0" layoutInCell="1" allowOverlap="1">
              <wp:simplePos x="0" y="0"/>
              <wp:positionH relativeFrom="column">
                <wp:posOffset>5644</wp:posOffset>
              </wp:positionH>
              <wp:positionV relativeFrom="paragraph">
                <wp:posOffset>1240629</wp:posOffset>
              </wp:positionV>
              <wp:extent cx="6857999" cy="7013219"/>
              <wp:effectExtent l="0" t="0" r="635" b="0"/>
              <wp:wrapNone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857999" cy="7013219"/>
                        <a:chOff x="-1" y="0"/>
                        <a:chExt cx="6858171" cy="7013397"/>
                      </a:xfrm>
                    </wpg:grpSpPr>
                    <wpg:grpSp>
                      <wpg:cNvPr id="9" name="Group 1"/>
                      <wpg:cNvGrpSpPr>
                        <a:grpSpLocks/>
                      </wpg:cNvGrpSpPr>
                      <wpg:grpSpPr>
                        <a:xfrm>
                          <a:off x="0" y="0"/>
                          <a:ext cx="6854952" cy="7013397"/>
                          <a:chOff x="0" y="-14630"/>
                          <a:chExt cx="6854952" cy="7013397"/>
                        </a:xfrm>
                      </wpg:grpSpPr>
                      <wps:wsp>
                        <wps:cNvPr id="20" name="Rectangle"/>
                        <wps:cNvSpPr>
                          <a:spLocks/>
                        </wps:cNvSpPr>
                        <wps:spPr>
                          <a:xfrm>
                            <a:off x="73152" y="-14630"/>
                            <a:ext cx="6781800" cy="7013397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75000"/>
                              <a:alpha val="20000"/>
                            </a:schemeClr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21" name="Rectangle"/>
                        <wps:cNvSpPr>
                          <a:spLocks/>
                        </wps:cNvSpPr>
                        <wps:spPr>
                          <a:xfrm>
                            <a:off x="0" y="0"/>
                            <a:ext cx="6785610" cy="693547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chemeClr val="tx2">
                                <a:alpha val="30000"/>
                              </a:schemeClr>
                            </a:solidFill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</wpg:grpSp>
                    <wps:wsp>
                      <wps:cNvPr id="22" name="Rectangle"/>
                      <wps:cNvSpPr>
                        <a:spLocks/>
                      </wps:cNvSpPr>
                      <wps:spPr>
                        <a:xfrm>
                          <a:off x="-1" y="187041"/>
                          <a:ext cx="6858171" cy="3810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</wpg:wgp>
                </a:graphicData>
              </a:graphic>
            </wp:anchor>
          </w:drawing>
        </mc:Choice>
        <mc:Fallback>
          <w:pict>
            <v:group w14:anchorId="52EF47A5" id="Group 2" o:spid="_x0000_s1026" style="position:absolute;margin-left:.45pt;margin-top:97.7pt;width:540pt;height:552.2pt;z-index:-251650560" coordorigin="" coordsize="68581,70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">
              <v:group id="Group 1" o:spid="_x0000_s1027" style="position:absolute;width:68549;height:70133" coordorigin=",-146" coordsize="68549,70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<v:rect id="Rectangle" o:spid="_x0000_s1028" style="position:absolute;left:731;top:-146;width:67818;height:701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" fillcolor="#17365d [2415]" stroked="f" strokeweight="1pt">
                  <v:fill opacity="13107f"/>
                  <v:stroke miterlimit="4"/>
                  <v:textbox inset="3pt,3pt,3pt,3pt"/>
                </v:rect>
                <v:rect id="Rectangle" o:spid="_x0000_s1029" style="position:absolute;width:67856;height:693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" fillcolor="window" strokecolor="#1f497d [3215]" strokeweight="1pt">
                  <v:stroke opacity="19789f" miterlimit="4"/>
                  <v:path arrowok="t"/>
                  <v:textbox inset="3pt,3pt,3pt,3pt"/>
                </v:rect>
              </v:group>
              <v:rect id="Rectangle" o:spid="_x0000_s1030" style="position:absolute;top:1870;width:68581;height: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" fillcolor="#1f497d [3215]" stroked="f" strokeweight="1pt">
                <v:stroke miterlimit="4"/>
                <v:textbox inset="3pt,3pt,3pt,3pt"/>
              </v:rect>
            </v:group>
          </w:pict>
        </mc:Fallback>
      </mc:AlternateContent>
    </w:r>
    <w:r w:rsidR="00D2214F" w:rsidRPr="002A3497">
      <w:rPr>
        <w:noProof/>
      </w:rPr>
      <w:t xml:space="preserve"> </w:t>
    </w:r>
    <w:r w:rsidR="001034AB" w:rsidRPr="002A3497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removePersonalInformation/>
  <w:removeDateAndTime/>
  <w:proofState w:spelling="clean" w:grammar="clean"/>
  <w:attachedTemplate r:id="rId1"/>
  <w:stylePaneFormatFilter w:val="5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0" w:visibleStyles="1" w:alternateStyleNames="0"/>
  <w:stylePaneSortMethod w:val="00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680"/>
    <w:rsid w:val="0005135F"/>
    <w:rsid w:val="000C75BF"/>
    <w:rsid w:val="000F7F5B"/>
    <w:rsid w:val="001034AB"/>
    <w:rsid w:val="00110174"/>
    <w:rsid w:val="00110721"/>
    <w:rsid w:val="001257F0"/>
    <w:rsid w:val="0013273B"/>
    <w:rsid w:val="00134E9A"/>
    <w:rsid w:val="001548BC"/>
    <w:rsid w:val="0016108E"/>
    <w:rsid w:val="00174C52"/>
    <w:rsid w:val="001A199E"/>
    <w:rsid w:val="001C42C8"/>
    <w:rsid w:val="00246BBD"/>
    <w:rsid w:val="0025130C"/>
    <w:rsid w:val="002547D0"/>
    <w:rsid w:val="00256391"/>
    <w:rsid w:val="00257ED6"/>
    <w:rsid w:val="002633EB"/>
    <w:rsid w:val="00265218"/>
    <w:rsid w:val="00287699"/>
    <w:rsid w:val="002A3497"/>
    <w:rsid w:val="002B2743"/>
    <w:rsid w:val="002C6ABD"/>
    <w:rsid w:val="002D3842"/>
    <w:rsid w:val="00301A50"/>
    <w:rsid w:val="003071A0"/>
    <w:rsid w:val="00337C0F"/>
    <w:rsid w:val="0035052D"/>
    <w:rsid w:val="00366F6D"/>
    <w:rsid w:val="0038016F"/>
    <w:rsid w:val="003A12C6"/>
    <w:rsid w:val="003A67FD"/>
    <w:rsid w:val="003B27CE"/>
    <w:rsid w:val="003E0129"/>
    <w:rsid w:val="003E2530"/>
    <w:rsid w:val="003E7B48"/>
    <w:rsid w:val="003F693D"/>
    <w:rsid w:val="004036A1"/>
    <w:rsid w:val="00404680"/>
    <w:rsid w:val="00435E8C"/>
    <w:rsid w:val="004456B5"/>
    <w:rsid w:val="00463B35"/>
    <w:rsid w:val="00476644"/>
    <w:rsid w:val="00482917"/>
    <w:rsid w:val="004C2F50"/>
    <w:rsid w:val="004D648A"/>
    <w:rsid w:val="00534783"/>
    <w:rsid w:val="0054187D"/>
    <w:rsid w:val="00542A22"/>
    <w:rsid w:val="00554839"/>
    <w:rsid w:val="005746CC"/>
    <w:rsid w:val="00594778"/>
    <w:rsid w:val="005A6806"/>
    <w:rsid w:val="005B6D63"/>
    <w:rsid w:val="005D124E"/>
    <w:rsid w:val="005D54D0"/>
    <w:rsid w:val="005E3018"/>
    <w:rsid w:val="00630075"/>
    <w:rsid w:val="00632096"/>
    <w:rsid w:val="00643F5A"/>
    <w:rsid w:val="006742C9"/>
    <w:rsid w:val="00684557"/>
    <w:rsid w:val="0069016C"/>
    <w:rsid w:val="006A0DB7"/>
    <w:rsid w:val="006C7D64"/>
    <w:rsid w:val="006D43A7"/>
    <w:rsid w:val="006E7541"/>
    <w:rsid w:val="006F160B"/>
    <w:rsid w:val="0071089C"/>
    <w:rsid w:val="007142FB"/>
    <w:rsid w:val="00747417"/>
    <w:rsid w:val="007B52D2"/>
    <w:rsid w:val="007C1F7D"/>
    <w:rsid w:val="007D4902"/>
    <w:rsid w:val="0080797C"/>
    <w:rsid w:val="0081798F"/>
    <w:rsid w:val="00836818"/>
    <w:rsid w:val="008C5804"/>
    <w:rsid w:val="008D3EE1"/>
    <w:rsid w:val="008E09A7"/>
    <w:rsid w:val="008F184C"/>
    <w:rsid w:val="00915359"/>
    <w:rsid w:val="00941724"/>
    <w:rsid w:val="00973D42"/>
    <w:rsid w:val="00973F39"/>
    <w:rsid w:val="00974372"/>
    <w:rsid w:val="009E6AC6"/>
    <w:rsid w:val="00A251FA"/>
    <w:rsid w:val="00A3321A"/>
    <w:rsid w:val="00A43BC6"/>
    <w:rsid w:val="00A7117E"/>
    <w:rsid w:val="00A73AE1"/>
    <w:rsid w:val="00AB1AA9"/>
    <w:rsid w:val="00AB2703"/>
    <w:rsid w:val="00AB2833"/>
    <w:rsid w:val="00AC7198"/>
    <w:rsid w:val="00AE3FB7"/>
    <w:rsid w:val="00B122BA"/>
    <w:rsid w:val="00B601AC"/>
    <w:rsid w:val="00BA342C"/>
    <w:rsid w:val="00BA4440"/>
    <w:rsid w:val="00BC1B68"/>
    <w:rsid w:val="00BF5A49"/>
    <w:rsid w:val="00C50E6D"/>
    <w:rsid w:val="00C51847"/>
    <w:rsid w:val="00C520D9"/>
    <w:rsid w:val="00C827B7"/>
    <w:rsid w:val="00C84BD5"/>
    <w:rsid w:val="00CF31BB"/>
    <w:rsid w:val="00D2214F"/>
    <w:rsid w:val="00D25B08"/>
    <w:rsid w:val="00D4436A"/>
    <w:rsid w:val="00DA3DE0"/>
    <w:rsid w:val="00DE3C23"/>
    <w:rsid w:val="00DE78E1"/>
    <w:rsid w:val="00E141F4"/>
    <w:rsid w:val="00E301A2"/>
    <w:rsid w:val="00E53AFF"/>
    <w:rsid w:val="00E61D15"/>
    <w:rsid w:val="00EF7890"/>
    <w:rsid w:val="00F02022"/>
    <w:rsid w:val="00F27B67"/>
    <w:rsid w:val="00F71D9E"/>
    <w:rsid w:val="00FC0271"/>
    <w:rsid w:val="00FC5734"/>
    <w:rsid w:val="00FD50AA"/>
    <w:rsid w:val="00FF6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C134E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Franklin Gothic Book" w:eastAsia="Franklin Gothic Book" w:hAnsi="Franklin Gothic Book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4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12" w:qFormat="1"/>
    <w:lsdException w:name="Emphasis" w:semiHidden="1" w:uiPriority="13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B1AA9"/>
    <w:rPr>
      <w:rFonts w:asciiTheme="minorHAnsi" w:hAnsiTheme="minorHAnsi"/>
      <w:color w:val="000000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8F184C"/>
    <w:pPr>
      <w:outlineLvl w:val="0"/>
    </w:pPr>
    <w:rPr>
      <w:b/>
      <w:color w:val="FFFFFF" w:themeColor="background1"/>
    </w:rPr>
  </w:style>
  <w:style w:type="paragraph" w:styleId="Heading3">
    <w:name w:val="heading 3"/>
    <w:basedOn w:val="Normal"/>
    <w:link w:val="Heading3Char"/>
    <w:uiPriority w:val="9"/>
    <w:semiHidden/>
    <w:qFormat/>
    <w:rsid w:val="00554839"/>
    <w:pPr>
      <w:spacing w:after="40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DAD08B" w:themeColor="accent1" w:themeShade="BF"/>
      <w:szCs w:val="22"/>
      <w:lang w:eastAsia="ja-JP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5483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DAD08B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5483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DAD08B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AB1AA9"/>
    <w:pPr>
      <w:ind w:right="144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B1AA9"/>
    <w:rPr>
      <w:rFonts w:asciiTheme="minorHAnsi" w:hAnsiTheme="minorHAnsi"/>
      <w:color w:val="000000"/>
      <w:szCs w:val="24"/>
    </w:rPr>
  </w:style>
  <w:style w:type="paragraph" w:styleId="Footer">
    <w:name w:val="footer"/>
    <w:basedOn w:val="Normal"/>
    <w:link w:val="FooterChar"/>
    <w:uiPriority w:val="99"/>
    <w:semiHidden/>
    <w:rsid w:val="00BC1B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53AFF"/>
  </w:style>
  <w:style w:type="table" w:styleId="TableGrid">
    <w:name w:val="Table Grid"/>
    <w:basedOn w:val="TableNormal"/>
    <w:uiPriority w:val="39"/>
    <w:rsid w:val="00BC1B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"/>
    <w:qFormat/>
    <w:rsid w:val="00110174"/>
    <w:pPr>
      <w:contextualSpacing/>
      <w:jc w:val="center"/>
    </w:pPr>
    <w:rPr>
      <w:rFonts w:asciiTheme="majorHAnsi" w:eastAsia="Times New Roman" w:hAnsiTheme="majorHAnsi"/>
      <w:b/>
      <w:color w:val="FFFFFF"/>
      <w:spacing w:val="-10"/>
      <w:kern w:val="28"/>
      <w:sz w:val="32"/>
      <w:szCs w:val="56"/>
    </w:rPr>
  </w:style>
  <w:style w:type="character" w:customStyle="1" w:styleId="TitleChar">
    <w:name w:val="Title Char"/>
    <w:link w:val="Title"/>
    <w:uiPriority w:val="1"/>
    <w:rsid w:val="005746CC"/>
    <w:rPr>
      <w:rFonts w:asciiTheme="majorHAnsi" w:eastAsia="Times New Roman" w:hAnsiTheme="majorHAnsi"/>
      <w:b/>
      <w:color w:val="FFFFFF"/>
      <w:spacing w:val="-10"/>
      <w:kern w:val="28"/>
      <w:sz w:val="32"/>
      <w:szCs w:val="56"/>
    </w:rPr>
  </w:style>
  <w:style w:type="paragraph" w:styleId="NormalWeb">
    <w:name w:val="Normal (Web)"/>
    <w:basedOn w:val="Normal"/>
    <w:uiPriority w:val="99"/>
    <w:semiHidden/>
    <w:rsid w:val="00265218"/>
    <w:pPr>
      <w:spacing w:before="100" w:beforeAutospacing="1" w:afterAutospacing="1"/>
    </w:pPr>
    <w:rPr>
      <w:rFonts w:ascii="Times New Roman" w:eastAsia="Times New Roman" w:hAnsi="Times New Roman"/>
    </w:rPr>
  </w:style>
  <w:style w:type="paragraph" w:customStyle="1" w:styleId="BlueText">
    <w:name w:val="Blue Text"/>
    <w:basedOn w:val="Normal"/>
    <w:uiPriority w:val="4"/>
    <w:qFormat/>
    <w:rsid w:val="008F184C"/>
    <w:pPr>
      <w:spacing w:before="200"/>
      <w:jc w:val="center"/>
    </w:pPr>
    <w:rPr>
      <w:b/>
      <w:color w:val="1F497D" w:themeColor="text2"/>
    </w:rPr>
  </w:style>
  <w:style w:type="character" w:styleId="PlaceholderText">
    <w:name w:val="Placeholder Text"/>
    <w:uiPriority w:val="99"/>
    <w:semiHidden/>
    <w:rsid w:val="00E53AFF"/>
    <w:rPr>
      <w:color w:val="808080"/>
    </w:rPr>
  </w:style>
  <w:style w:type="paragraph" w:customStyle="1" w:styleId="BoldText">
    <w:name w:val="Bold Text"/>
    <w:basedOn w:val="Normal"/>
    <w:uiPriority w:val="3"/>
    <w:qFormat/>
    <w:rsid w:val="00110174"/>
    <w:rPr>
      <w:b/>
      <w:bCs/>
      <w:color w:val="000000" w:themeColor="text1"/>
    </w:rPr>
  </w:style>
  <w:style w:type="paragraph" w:customStyle="1" w:styleId="BlueBoldText">
    <w:name w:val="Blue Bold Text"/>
    <w:basedOn w:val="Normal"/>
    <w:uiPriority w:val="5"/>
    <w:qFormat/>
    <w:rsid w:val="00110174"/>
    <w:rPr>
      <w:b/>
      <w:bCs/>
      <w:color w:val="1F497D" w:themeColor="text2"/>
    </w:rPr>
  </w:style>
  <w:style w:type="paragraph" w:customStyle="1" w:styleId="Notes">
    <w:name w:val="Notes"/>
    <w:basedOn w:val="BlueText"/>
    <w:uiPriority w:val="7"/>
    <w:semiHidden/>
    <w:qFormat/>
    <w:rsid w:val="001A199E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1"/>
    <w:rsid w:val="005B6D63"/>
    <w:rPr>
      <w:rFonts w:asciiTheme="minorHAnsi" w:hAnsiTheme="minorHAnsi"/>
      <w:b/>
      <w:color w:val="FFFFFF" w:themeColor="background1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580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804"/>
    <w:rPr>
      <w:rFonts w:ascii="Segoe UI" w:hAnsi="Segoe UI" w:cs="Segoe UI"/>
      <w:color w:val="000000"/>
      <w:sz w:val="18"/>
      <w:szCs w:val="18"/>
    </w:rPr>
  </w:style>
  <w:style w:type="paragraph" w:customStyle="1" w:styleId="Rightalign">
    <w:name w:val="Right align"/>
    <w:basedOn w:val="Normal"/>
    <w:uiPriority w:val="12"/>
    <w:semiHidden/>
    <w:qFormat/>
    <w:rsid w:val="00554839"/>
    <w:pPr>
      <w:spacing w:after="40"/>
      <w:jc w:val="right"/>
    </w:pPr>
    <w:rPr>
      <w:rFonts w:eastAsiaTheme="minorEastAsia" w:cstheme="minorBidi"/>
      <w:color w:val="404040" w:themeColor="text1" w:themeTint="BF"/>
      <w:szCs w:val="22"/>
      <w:lang w:eastAsia="ja-JP"/>
    </w:rPr>
  </w:style>
  <w:style w:type="character" w:styleId="Strong">
    <w:name w:val="Strong"/>
    <w:basedOn w:val="DefaultParagraphFont"/>
    <w:uiPriority w:val="12"/>
    <w:qFormat/>
    <w:rsid w:val="008F184C"/>
    <w:rPr>
      <w:b w:val="0"/>
      <w:bCs/>
      <w:caps w:val="0"/>
      <w:smallCaps w:val="0"/>
      <w:color w:val="auto"/>
    </w:rPr>
  </w:style>
  <w:style w:type="paragraph" w:customStyle="1" w:styleId="ContactInfo">
    <w:name w:val="Contact Info"/>
    <w:basedOn w:val="Normal"/>
    <w:uiPriority w:val="11"/>
    <w:qFormat/>
    <w:rsid w:val="008F184C"/>
    <w:pPr>
      <w:contextualSpacing/>
      <w:jc w:val="center"/>
    </w:pPr>
    <w:rPr>
      <w:rFonts w:eastAsiaTheme="minorEastAsia" w:cstheme="minorBidi"/>
      <w:color w:val="1F497D" w:themeColor="text2"/>
      <w:szCs w:val="22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827B7"/>
    <w:rPr>
      <w:rFonts w:asciiTheme="majorHAnsi" w:eastAsiaTheme="majorEastAsia" w:hAnsiTheme="majorHAnsi" w:cstheme="majorBidi"/>
      <w:b/>
      <w:bCs/>
      <w:caps/>
      <w:color w:val="DAD08B" w:themeColor="accent1" w:themeShade="BF"/>
      <w:szCs w:val="22"/>
      <w:lang w:eastAsia="ja-JP"/>
    </w:rPr>
  </w:style>
  <w:style w:type="table" w:styleId="TableSubtle2">
    <w:name w:val="Table Subtle 2"/>
    <w:basedOn w:val="TableNormal"/>
    <w:uiPriority w:val="99"/>
    <w:rsid w:val="00554839"/>
    <w:pPr>
      <w:spacing w:before="40" w:after="40" w:line="276" w:lineRule="auto"/>
    </w:pPr>
    <w:rPr>
      <w:rFonts w:asciiTheme="minorHAnsi" w:eastAsiaTheme="minorEastAsia" w:hAnsiTheme="minorHAnsi" w:cstheme="minorBidi"/>
      <w:color w:val="404040" w:themeColor="text1" w:themeTint="BF"/>
      <w:sz w:val="22"/>
      <w:szCs w:val="22"/>
      <w:lang w:eastAsia="ja-JP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eading4Char">
    <w:name w:val="Heading 4 Char"/>
    <w:basedOn w:val="DefaultParagraphFont"/>
    <w:link w:val="Heading4"/>
    <w:uiPriority w:val="9"/>
    <w:semiHidden/>
    <w:rsid w:val="00554839"/>
    <w:rPr>
      <w:rFonts w:asciiTheme="majorHAnsi" w:eastAsiaTheme="majorEastAsia" w:hAnsiTheme="majorHAnsi" w:cstheme="majorBidi"/>
      <w:i/>
      <w:iCs/>
      <w:color w:val="DAD08B" w:themeColor="accent1" w:themeShade="BF"/>
      <w:sz w:val="22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554839"/>
    <w:rPr>
      <w:rFonts w:asciiTheme="majorHAnsi" w:eastAsiaTheme="majorEastAsia" w:hAnsiTheme="majorHAnsi" w:cstheme="majorBidi"/>
      <w:color w:val="DAD08B" w:themeColor="accent1" w:themeShade="BF"/>
      <w:sz w:val="22"/>
      <w:szCs w:val="24"/>
    </w:rPr>
  </w:style>
  <w:style w:type="paragraph" w:styleId="Closing">
    <w:name w:val="Closing"/>
    <w:basedOn w:val="Normal"/>
    <w:link w:val="ClosingChar"/>
    <w:uiPriority w:val="14"/>
    <w:semiHidden/>
    <w:qFormat/>
    <w:rsid w:val="00554839"/>
    <w:pPr>
      <w:spacing w:before="200" w:after="40" w:line="276" w:lineRule="auto"/>
      <w:contextualSpacing/>
    </w:pPr>
    <w:rPr>
      <w:rFonts w:eastAsiaTheme="minorEastAsia" w:cstheme="minorBidi"/>
      <w:color w:val="404040" w:themeColor="text1" w:themeTint="BF"/>
      <w:szCs w:val="22"/>
      <w:lang w:eastAsia="ja-JP"/>
    </w:rPr>
  </w:style>
  <w:style w:type="character" w:customStyle="1" w:styleId="ClosingChar">
    <w:name w:val="Closing Char"/>
    <w:basedOn w:val="DefaultParagraphFont"/>
    <w:link w:val="Closing"/>
    <w:uiPriority w:val="14"/>
    <w:semiHidden/>
    <w:rsid w:val="00C827B7"/>
    <w:rPr>
      <w:rFonts w:asciiTheme="minorHAnsi" w:eastAsiaTheme="minorEastAsia" w:hAnsiTheme="minorHAnsi" w:cstheme="minorBidi"/>
      <w:color w:val="404040" w:themeColor="text1" w:themeTint="BF"/>
      <w:szCs w:val="22"/>
      <w:lang w:eastAsia="ja-JP"/>
    </w:rPr>
  </w:style>
  <w:style w:type="character" w:styleId="Emphasis">
    <w:name w:val="Emphasis"/>
    <w:basedOn w:val="DefaultParagraphFont"/>
    <w:uiPriority w:val="13"/>
    <w:semiHidden/>
    <w:qFormat/>
    <w:rsid w:val="004036A1"/>
    <w:rPr>
      <w:b/>
      <w:iCs/>
      <w:color w:val="DAD08B" w:themeColor="accent1" w:themeShade="BF"/>
    </w:rPr>
  </w:style>
  <w:style w:type="paragraph" w:customStyle="1" w:styleId="Instructions">
    <w:name w:val="Instructions"/>
    <w:basedOn w:val="Normal"/>
    <w:uiPriority w:val="8"/>
    <w:semiHidden/>
    <w:qFormat/>
    <w:rsid w:val="00BA4440"/>
    <w:pPr>
      <w:spacing w:before="240" w:line="264" w:lineRule="auto"/>
      <w:contextualSpacing/>
    </w:pPr>
    <w:rPr>
      <w:rFonts w:eastAsiaTheme="minorEastAsia" w:cstheme="minorBidi"/>
      <w:color w:val="auto"/>
      <w:spacing w:val="4"/>
      <w:sz w:val="18"/>
      <w:szCs w:val="18"/>
      <w:lang w:eastAsia="ja-JP"/>
    </w:rPr>
  </w:style>
  <w:style w:type="character" w:customStyle="1" w:styleId="WhiteText">
    <w:name w:val="White Text"/>
    <w:basedOn w:val="DefaultParagraphFont"/>
    <w:semiHidden/>
    <w:rsid w:val="00110174"/>
    <w:rPr>
      <w:b/>
      <w:bCs/>
      <w:color w:val="FFFFFF" w:themeColor="background1"/>
    </w:rPr>
  </w:style>
  <w:style w:type="character" w:styleId="Hyperlink">
    <w:name w:val="Hyperlink"/>
    <w:basedOn w:val="DefaultParagraphFont"/>
    <w:uiPriority w:val="99"/>
    <w:unhideWhenUsed/>
    <w:rsid w:val="00973F39"/>
    <w:rPr>
      <w:color w:val="06BBFF"/>
      <w:u w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7474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72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00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4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57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021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37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43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79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65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613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5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45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11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41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111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4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5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36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04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11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02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08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74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068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47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30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50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87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61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1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94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060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47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09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75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86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84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73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31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7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15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989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59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84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51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272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65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6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89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67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907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309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11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7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30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463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5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1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92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85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828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669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9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96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34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679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24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65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593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49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2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33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84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16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57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98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05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04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36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31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50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69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516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5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58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8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772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10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05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29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22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642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02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45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23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90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078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675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50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10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85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05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08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1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1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08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513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73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47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39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84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237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11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6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9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16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452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49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91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7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95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938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058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25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06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08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355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1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3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44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92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42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11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2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24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54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6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1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96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08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16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54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59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61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02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8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87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457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1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24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46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7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90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Standard%20sales%20invoice%20with%20Microsoft%20Invoicing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7B2DF8AE8384C71AEBE230A894788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BF62EF-12CC-4244-9725-68A8A3A72667}"/>
      </w:docPartPr>
      <w:docPartBody>
        <w:p w:rsidR="00000000" w:rsidRDefault="00C72264">
          <w:pPr>
            <w:pStyle w:val="77B2DF8AE8384C71AEBE230A8947889F"/>
          </w:pPr>
          <w:r w:rsidRPr="008E09A7">
            <w:t>Street Address</w:t>
          </w:r>
        </w:p>
      </w:docPartBody>
    </w:docPart>
    <w:docPart>
      <w:docPartPr>
        <w:name w:val="F35E253DACAA45659D52B109522197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2DC89B-F3E1-4FBE-9FDD-6C1050B3BF0B}"/>
      </w:docPartPr>
      <w:docPartBody>
        <w:p w:rsidR="00000000" w:rsidRDefault="00C72264">
          <w:pPr>
            <w:pStyle w:val="F35E253DACAA45659D52B1095221975C"/>
          </w:pPr>
          <w:r w:rsidRPr="008E09A7">
            <w:t xml:space="preserve">City, ST ZIP </w:t>
          </w:r>
          <w:r w:rsidRPr="008E09A7">
            <w:t>Code</w:t>
          </w:r>
        </w:p>
      </w:docPartBody>
    </w:docPart>
    <w:docPart>
      <w:docPartPr>
        <w:name w:val="5E99906D396F41A1B55CDD305B0D32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EDFD4A-D88F-4636-A627-EBB7A37F9A3B}"/>
      </w:docPartPr>
      <w:docPartBody>
        <w:p w:rsidR="00000000" w:rsidRDefault="00C72264">
          <w:pPr>
            <w:pStyle w:val="5E99906D396F41A1B55CDD305B0D329C"/>
          </w:pPr>
          <w:r w:rsidRPr="008E09A7">
            <w:t>Phone</w:t>
          </w:r>
        </w:p>
      </w:docPartBody>
    </w:docPart>
    <w:docPart>
      <w:docPartPr>
        <w:name w:val="BF0A9498B4664E64A112375459F353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DF0746-11E3-42FE-A517-6C5E51BB8BB7}"/>
      </w:docPartPr>
      <w:docPartBody>
        <w:p w:rsidR="00000000" w:rsidRDefault="00C72264">
          <w:pPr>
            <w:pStyle w:val="BF0A9498B4664E64A112375459F35339"/>
          </w:pPr>
          <w:r w:rsidRPr="008E09A7">
            <w:t>Enter phone</w:t>
          </w:r>
        </w:p>
      </w:docPartBody>
    </w:docPart>
    <w:docPart>
      <w:docPartPr>
        <w:name w:val="3A80BDC4E1C34BDDBB9116D332B5B3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47FEBD-C7D8-43C4-B893-601FBDB09EEB}"/>
      </w:docPartPr>
      <w:docPartBody>
        <w:p w:rsidR="00000000" w:rsidRDefault="00C72264">
          <w:pPr>
            <w:pStyle w:val="3A80BDC4E1C34BDDBB9116D332B5B392"/>
          </w:pPr>
          <w:r w:rsidRPr="008E09A7">
            <w:t>|</w:t>
          </w:r>
        </w:p>
      </w:docPartBody>
    </w:docPart>
    <w:docPart>
      <w:docPartPr>
        <w:name w:val="014EC6CEED3041C2BE5E5D3A88A92A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4B6737-12E6-424B-9423-A13368830042}"/>
      </w:docPartPr>
      <w:docPartBody>
        <w:p w:rsidR="00000000" w:rsidRDefault="00C72264">
          <w:pPr>
            <w:pStyle w:val="014EC6CEED3041C2BE5E5D3A88A92ACD"/>
          </w:pPr>
          <w:r w:rsidRPr="008E09A7">
            <w:t>Fax Enter fax</w:t>
          </w:r>
        </w:p>
      </w:docPartBody>
    </w:docPart>
    <w:docPart>
      <w:docPartPr>
        <w:name w:val="A6AFFE2AC501462BBACB71F5D80BD2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344878-8FD6-49AB-8FE6-CD511E987F93}"/>
      </w:docPartPr>
      <w:docPartBody>
        <w:p w:rsidR="00000000" w:rsidRDefault="00C72264">
          <w:pPr>
            <w:pStyle w:val="A6AFFE2AC501462BBACB71F5D80BD294"/>
          </w:pPr>
          <w:r w:rsidRPr="008E09A7">
            <w:t>Email</w:t>
          </w:r>
        </w:p>
      </w:docPartBody>
    </w:docPart>
    <w:docPart>
      <w:docPartPr>
        <w:name w:val="5FC4D739F3AD429785A71A0BC01F95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A34E50-8054-443E-B920-46AD9B10BA4C}"/>
      </w:docPartPr>
      <w:docPartBody>
        <w:p w:rsidR="00000000" w:rsidRDefault="00C72264">
          <w:pPr>
            <w:pStyle w:val="5FC4D739F3AD429785A71A0BC01F9505"/>
          </w:pPr>
          <w:r w:rsidRPr="008E09A7">
            <w:t>|</w:t>
          </w:r>
        </w:p>
      </w:docPartBody>
    </w:docPart>
    <w:docPart>
      <w:docPartPr>
        <w:name w:val="56F93EB04535483B8F34DE656084AD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9F90B5-AC60-4219-8EB8-7EB8AAEDA0FE}"/>
      </w:docPartPr>
      <w:docPartBody>
        <w:p w:rsidR="00000000" w:rsidRDefault="00C72264">
          <w:pPr>
            <w:pStyle w:val="56F93EB04535483B8F34DE656084ADF7"/>
          </w:pPr>
          <w:r w:rsidRPr="008E09A7">
            <w:t>Website</w:t>
          </w:r>
        </w:p>
      </w:docPartBody>
    </w:docPart>
    <w:docPart>
      <w:docPartPr>
        <w:name w:val="E7DB2B974FF24CCC9D7989CCBC8397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3CB667-FC8D-432E-9C5E-C4D820994834}"/>
      </w:docPartPr>
      <w:docPartBody>
        <w:p w:rsidR="00000000" w:rsidRDefault="00C72264">
          <w:pPr>
            <w:pStyle w:val="E7DB2B974FF24CCC9D7989CCBC839788"/>
          </w:pPr>
          <w:r w:rsidRPr="00287699">
            <w:t>DATE</w:t>
          </w:r>
        </w:p>
      </w:docPartBody>
    </w:docPart>
    <w:docPart>
      <w:docPartPr>
        <w:name w:val="6F4EEAF7353F4408A9AD89543DBD7E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A0D836-DF6D-4D12-A818-570A2EB2784E}"/>
      </w:docPartPr>
      <w:docPartBody>
        <w:p w:rsidR="00000000" w:rsidRDefault="00C72264">
          <w:pPr>
            <w:pStyle w:val="6F4EEAF7353F4408A9AD89543DBD7E31"/>
          </w:pPr>
          <w:r w:rsidRPr="00287699">
            <w:rPr>
              <w:rStyle w:val="Strong"/>
            </w:rPr>
            <w:t>Enter date</w:t>
          </w:r>
        </w:p>
      </w:docPartBody>
    </w:docPart>
    <w:docPart>
      <w:docPartPr>
        <w:name w:val="0CF6FF60E7324717AFC36342F4492F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05B545-D818-453F-9750-1E51CD149430}"/>
      </w:docPartPr>
      <w:docPartBody>
        <w:p w:rsidR="00000000" w:rsidRDefault="00C72264">
          <w:pPr>
            <w:pStyle w:val="0CF6FF60E7324717AFC36342F4492FF4"/>
          </w:pPr>
          <w:r w:rsidRPr="008F184C">
            <w:t>QUANTITY</w:t>
          </w:r>
        </w:p>
      </w:docPartBody>
    </w:docPart>
    <w:docPart>
      <w:docPartPr>
        <w:name w:val="B85CC5FF18074AD09D35FABAA214A5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9490DF-B7EF-4441-BBE4-3A9B7F54D807}"/>
      </w:docPartPr>
      <w:docPartBody>
        <w:p w:rsidR="00000000" w:rsidRDefault="00C72264">
          <w:pPr>
            <w:pStyle w:val="B85CC5FF18074AD09D35FABAA214A536"/>
          </w:pPr>
          <w:r w:rsidRPr="008F184C">
            <w:t>DESCRIPTION</w:t>
          </w:r>
        </w:p>
      </w:docPartBody>
    </w:docPart>
    <w:docPart>
      <w:docPartPr>
        <w:name w:val="B9B14BD6A7464E9D99A431237C3191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4B7220-BCA1-4A3C-9A36-3581D6B70E09}"/>
      </w:docPartPr>
      <w:docPartBody>
        <w:p w:rsidR="00000000" w:rsidRDefault="00C72264">
          <w:pPr>
            <w:pStyle w:val="B9B14BD6A7464E9D99A431237C3191EF"/>
          </w:pPr>
          <w:r w:rsidRPr="008F184C">
            <w:t>UNIT PRICE</w:t>
          </w:r>
        </w:p>
      </w:docPartBody>
    </w:docPart>
    <w:docPart>
      <w:docPartPr>
        <w:name w:val="3F8FE7E32B494477A1117B2A461F47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7F7747-825C-4108-83CB-79CCA5820037}"/>
      </w:docPartPr>
      <w:docPartBody>
        <w:p w:rsidR="00000000" w:rsidRDefault="00C72264">
          <w:pPr>
            <w:pStyle w:val="3F8FE7E32B494477A1117B2A461F47FC"/>
          </w:pPr>
          <w:r w:rsidRPr="008F184C">
            <w:t>TOTAL</w:t>
          </w:r>
        </w:p>
      </w:docPartBody>
    </w:docPart>
    <w:docPart>
      <w:docPartPr>
        <w:name w:val="FBF0130E04394C99AA92703AD3C427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4ED836-C91C-4355-AFEF-ACBC0A5089E1}"/>
      </w:docPartPr>
      <w:docPartBody>
        <w:p w:rsidR="00000000" w:rsidRDefault="00C72264">
          <w:pPr>
            <w:pStyle w:val="FBF0130E04394C99AA92703AD3C427BD"/>
          </w:pPr>
          <w:r w:rsidRPr="008F184C">
            <w:t>SUBTOTAL</w:t>
          </w:r>
        </w:p>
      </w:docPartBody>
    </w:docPart>
    <w:docPart>
      <w:docPartPr>
        <w:name w:val="B062A950E3674548837EDF77AEFEC2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E264E1-0978-4B5E-BF10-CADCE4C8A81D}"/>
      </w:docPartPr>
      <w:docPartBody>
        <w:p w:rsidR="00000000" w:rsidRDefault="00C72264">
          <w:pPr>
            <w:pStyle w:val="B062A950E3674548837EDF77AEFEC246"/>
          </w:pPr>
          <w:r w:rsidRPr="008F184C">
            <w:t>SALES TAX</w:t>
          </w:r>
        </w:p>
      </w:docPartBody>
    </w:docPart>
    <w:docPart>
      <w:docPartPr>
        <w:name w:val="A7DD172A87D84D29993585A70E4A40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2FAAE1-EE90-4990-B810-9D46A1DC1C3C}"/>
      </w:docPartPr>
      <w:docPartBody>
        <w:p w:rsidR="00000000" w:rsidRDefault="00C72264">
          <w:pPr>
            <w:pStyle w:val="A7DD172A87D84D29993585A70E4A4024"/>
          </w:pPr>
          <w:r w:rsidRPr="008F184C">
            <w:t>TOTAL DUE</w:t>
          </w:r>
        </w:p>
      </w:docPartBody>
    </w:docPart>
    <w:docPart>
      <w:docPartPr>
        <w:name w:val="C0E1C56AF99B40C7BD40DBBAF55D31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A941AF-2B00-4F5D-97B3-38EEC260A1F4}"/>
      </w:docPartPr>
      <w:docPartBody>
        <w:p w:rsidR="00000000" w:rsidRDefault="00C72264">
          <w:pPr>
            <w:pStyle w:val="C0E1C56AF99B40C7BD40DBBAF55D3131"/>
          </w:pPr>
          <w:r w:rsidRPr="008F184C">
            <w:t>Thank you for your business!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ranklin Gothic Book">
    <w:altName w:val="Corbel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F41"/>
    <w:rsid w:val="00483F41"/>
    <w:rsid w:val="00C72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9BF847C2EA4F609A7D93D8291C2532">
    <w:name w:val="199BF847C2EA4F609A7D93D8291C2532"/>
  </w:style>
  <w:style w:type="paragraph" w:customStyle="1" w:styleId="77B2DF8AE8384C71AEBE230A8947889F">
    <w:name w:val="77B2DF8AE8384C71AEBE230A8947889F"/>
  </w:style>
  <w:style w:type="paragraph" w:customStyle="1" w:styleId="F35E253DACAA45659D52B1095221975C">
    <w:name w:val="F35E253DACAA45659D52B1095221975C"/>
  </w:style>
  <w:style w:type="paragraph" w:customStyle="1" w:styleId="5E99906D396F41A1B55CDD305B0D329C">
    <w:name w:val="5E99906D396F41A1B55CDD305B0D329C"/>
  </w:style>
  <w:style w:type="paragraph" w:customStyle="1" w:styleId="BF0A9498B4664E64A112375459F35339">
    <w:name w:val="BF0A9498B4664E64A112375459F35339"/>
  </w:style>
  <w:style w:type="paragraph" w:customStyle="1" w:styleId="3A80BDC4E1C34BDDBB9116D332B5B392">
    <w:name w:val="3A80BDC4E1C34BDDBB9116D332B5B392"/>
  </w:style>
  <w:style w:type="paragraph" w:customStyle="1" w:styleId="014EC6CEED3041C2BE5E5D3A88A92ACD">
    <w:name w:val="014EC6CEED3041C2BE5E5D3A88A92ACD"/>
  </w:style>
  <w:style w:type="paragraph" w:customStyle="1" w:styleId="A6AFFE2AC501462BBACB71F5D80BD294">
    <w:name w:val="A6AFFE2AC501462BBACB71F5D80BD294"/>
  </w:style>
  <w:style w:type="paragraph" w:customStyle="1" w:styleId="5FC4D739F3AD429785A71A0BC01F9505">
    <w:name w:val="5FC4D739F3AD429785A71A0BC01F9505"/>
  </w:style>
  <w:style w:type="paragraph" w:customStyle="1" w:styleId="56F93EB04535483B8F34DE656084ADF7">
    <w:name w:val="56F93EB04535483B8F34DE656084ADF7"/>
  </w:style>
  <w:style w:type="paragraph" w:customStyle="1" w:styleId="46EA09FF32414D89850D56B0103A5A03">
    <w:name w:val="46EA09FF32414D89850D56B0103A5A03"/>
  </w:style>
  <w:style w:type="character" w:styleId="Strong">
    <w:name w:val="Strong"/>
    <w:basedOn w:val="DefaultParagraphFont"/>
    <w:uiPriority w:val="12"/>
    <w:qFormat/>
    <w:rPr>
      <w:b w:val="0"/>
      <w:bCs/>
      <w:caps w:val="0"/>
      <w:smallCaps w:val="0"/>
      <w:color w:val="auto"/>
    </w:rPr>
  </w:style>
  <w:style w:type="paragraph" w:customStyle="1" w:styleId="C8302A46D10042EAB7DB1BBF5DADBE04">
    <w:name w:val="C8302A46D10042EAB7DB1BBF5DADBE04"/>
  </w:style>
  <w:style w:type="paragraph" w:customStyle="1" w:styleId="E7DB2B974FF24CCC9D7989CCBC839788">
    <w:name w:val="E7DB2B974FF24CCC9D7989CCBC839788"/>
  </w:style>
  <w:style w:type="paragraph" w:customStyle="1" w:styleId="6F4EEAF7353F4408A9AD89543DBD7E31">
    <w:name w:val="6F4EEAF7353F4408A9AD89543DBD7E31"/>
  </w:style>
  <w:style w:type="paragraph" w:customStyle="1" w:styleId="EEDDFA04D8824762B40A5BF70B6186DF">
    <w:name w:val="EEDDFA04D8824762B40A5BF70B6186DF"/>
  </w:style>
  <w:style w:type="paragraph" w:customStyle="1" w:styleId="C9CD6C95B9C548068392FEC675107854">
    <w:name w:val="C9CD6C95B9C548068392FEC675107854"/>
  </w:style>
  <w:style w:type="paragraph" w:customStyle="1" w:styleId="4C4421E72A44446A937867911A2C88EB">
    <w:name w:val="4C4421E72A44446A937867911A2C88EB"/>
  </w:style>
  <w:style w:type="paragraph" w:customStyle="1" w:styleId="EF1A18AAD5D04ECAA37F53FE251C8049">
    <w:name w:val="EF1A18AAD5D04ECAA37F53FE251C8049"/>
  </w:style>
  <w:style w:type="paragraph" w:customStyle="1" w:styleId="439E0B58B3E94CDEB1BED29A116F3FA5">
    <w:name w:val="439E0B58B3E94CDEB1BED29A116F3FA5"/>
  </w:style>
  <w:style w:type="paragraph" w:customStyle="1" w:styleId="65689C2ADC3C44DAA79E6B6E2F2FBAF0">
    <w:name w:val="65689C2ADC3C44DAA79E6B6E2F2FBAF0"/>
  </w:style>
  <w:style w:type="paragraph" w:customStyle="1" w:styleId="2BED3F3DFB884F18B4129E7ECB653413">
    <w:name w:val="2BED3F3DFB884F18B4129E7ECB653413"/>
  </w:style>
  <w:style w:type="paragraph" w:customStyle="1" w:styleId="A09FF9DCBD414022B5893062D1A503A8">
    <w:name w:val="A09FF9DCBD414022B5893062D1A503A8"/>
  </w:style>
  <w:style w:type="paragraph" w:customStyle="1" w:styleId="91AAC8998D224569B6390374B6327D60">
    <w:name w:val="91AAC8998D224569B6390374B6327D60"/>
  </w:style>
  <w:style w:type="paragraph" w:customStyle="1" w:styleId="3D85FC784F3F48909CC08F83D41DDEB9">
    <w:name w:val="3D85FC784F3F48909CC08F83D41DDEB9"/>
  </w:style>
  <w:style w:type="paragraph" w:customStyle="1" w:styleId="E34D784BBB754E11A954580DE0D48148">
    <w:name w:val="E34D784BBB754E11A954580DE0D48148"/>
  </w:style>
  <w:style w:type="paragraph" w:customStyle="1" w:styleId="43061E83AFFF4F77BC7FB58B03DA5431">
    <w:name w:val="43061E83AFFF4F77BC7FB58B03DA5431"/>
  </w:style>
  <w:style w:type="paragraph" w:customStyle="1" w:styleId="A1C58C3CCB6F49F7B88E3E969796EA1C">
    <w:name w:val="A1C58C3CCB6F49F7B88E3E969796EA1C"/>
  </w:style>
  <w:style w:type="paragraph" w:customStyle="1" w:styleId="A70DC026C33F49E59ED0C4C988668C50">
    <w:name w:val="A70DC026C33F49E59ED0C4C988668C50"/>
  </w:style>
  <w:style w:type="paragraph" w:customStyle="1" w:styleId="90A0B5880C3C4C7ABE9A634B1FCA0274">
    <w:name w:val="90A0B5880C3C4C7ABE9A634B1FCA0274"/>
  </w:style>
  <w:style w:type="paragraph" w:customStyle="1" w:styleId="2B633160D2A14394B5A6B097B7C0B495">
    <w:name w:val="2B633160D2A14394B5A6B097B7C0B495"/>
  </w:style>
  <w:style w:type="paragraph" w:customStyle="1" w:styleId="5BC4275DD7A54500ACE7B9630732B1AB">
    <w:name w:val="5BC4275DD7A54500ACE7B9630732B1AB"/>
  </w:style>
  <w:style w:type="paragraph" w:customStyle="1" w:styleId="0CF6FF60E7324717AFC36342F4492FF4">
    <w:name w:val="0CF6FF60E7324717AFC36342F4492FF4"/>
  </w:style>
  <w:style w:type="paragraph" w:customStyle="1" w:styleId="B85CC5FF18074AD09D35FABAA214A536">
    <w:name w:val="B85CC5FF18074AD09D35FABAA214A536"/>
  </w:style>
  <w:style w:type="paragraph" w:customStyle="1" w:styleId="B9B14BD6A7464E9D99A431237C3191EF">
    <w:name w:val="B9B14BD6A7464E9D99A431237C3191EF"/>
  </w:style>
  <w:style w:type="paragraph" w:customStyle="1" w:styleId="3F8FE7E32B494477A1117B2A461F47FC">
    <w:name w:val="3F8FE7E32B494477A1117B2A461F47FC"/>
  </w:style>
  <w:style w:type="paragraph" w:customStyle="1" w:styleId="FBF0130E04394C99AA92703AD3C427BD">
    <w:name w:val="FBF0130E04394C99AA92703AD3C427BD"/>
  </w:style>
  <w:style w:type="paragraph" w:customStyle="1" w:styleId="B062A950E3674548837EDF77AEFEC246">
    <w:name w:val="B062A950E3674548837EDF77AEFEC246"/>
  </w:style>
  <w:style w:type="paragraph" w:customStyle="1" w:styleId="F2633C41CB0241F896716AF1AC751F80">
    <w:name w:val="F2633C41CB0241F896716AF1AC751F80"/>
  </w:style>
  <w:style w:type="paragraph" w:customStyle="1" w:styleId="A7DD172A87D84D29993585A70E4A4024">
    <w:name w:val="A7DD172A87D84D29993585A70E4A4024"/>
  </w:style>
  <w:style w:type="paragraph" w:customStyle="1" w:styleId="C0E1C56AF99B40C7BD40DBBAF55D3131">
    <w:name w:val="C0E1C56AF99B40C7BD40DBBAF55D3131"/>
  </w:style>
  <w:style w:type="paragraph" w:customStyle="1" w:styleId="F906EE947FD74E5386DD1A94AFD60F2A">
    <w:name w:val="F906EE947FD74E5386DD1A94AFD60F2A"/>
    <w:rsid w:val="00483F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eme1">
  <a:themeElements>
    <a:clrScheme name="BUS_Activity Based Cost Tracke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F7F5E6"/>
      </a:accent1>
      <a:accent2>
        <a:srgbClr val="333A56"/>
      </a:accent2>
      <a:accent3>
        <a:srgbClr val="52658F"/>
      </a:accent3>
      <a:accent4>
        <a:srgbClr val="E8E8E8"/>
      </a:accent4>
      <a:accent5>
        <a:srgbClr val="000000"/>
      </a:accent5>
      <a:accent6>
        <a:srgbClr val="8A8A8A"/>
      </a:accent6>
      <a:hlink>
        <a:srgbClr val="0096D2"/>
      </a:hlink>
      <a:folHlink>
        <a:srgbClr val="00578B"/>
      </a:folHlink>
    </a:clrScheme>
    <a:fontScheme name="BUS_Activity Based Cost Tracker">
      <a:majorFont>
        <a:latin typeface="Constantia"/>
        <a:ea typeface=""/>
        <a:cs typeface=""/>
      </a:majorFont>
      <a:minorFont>
        <a:latin typeface="Franklin Gothic Book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67000"/>
                <a:satMod val="105000"/>
                <a:lumMod val="110000"/>
              </a:schemeClr>
            </a:gs>
            <a:gs pos="50000">
              <a:schemeClr val="phClr">
                <a:tint val="73000"/>
                <a:satMod val="103000"/>
                <a:lumMod val="105000"/>
              </a:schemeClr>
            </a:gs>
            <a:gs pos="100000">
              <a:schemeClr val="phClr">
                <a:tint val="81000"/>
                <a:satMod val="109000"/>
                <a:lumMod val="105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Dark" id="{D39323B7-B2D6-4C10-818B-A5CD4ACE85BD}" vid="{15FD9199-0511-4D87-8BFB-2FF3F0C5B55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B44F1FC-665D-4502-B656-FE5A4F8D36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51FDAE-CC32-4097-90F8-F681C7DCDC17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3.xml><?xml version="1.0" encoding="utf-8"?>
<ds:datastoreItem xmlns:ds="http://schemas.openxmlformats.org/officeDocument/2006/customXml" ds:itemID="{07274C2B-CA96-46EA-BECF-4FA8EDA190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D57258-E050-467F-9EB3-AD7D38345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Standard sales invoice with Microsoft Invoicing.dotx</Template>
  <TotalTime>0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2019-08-16T09:11:00Z</dcterms:created>
  <dcterms:modified xsi:type="dcterms:W3CDTF">2019-08-16T09:30:00Z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