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BCC" w:rsidRPr="00172CFC" w:rsidRDefault="00473D86">
      <w:r w:rsidRPr="00172CFC">
        <w:rPr>
          <w:noProof/>
        </w:rPr>
        <mc:AlternateContent>
          <mc:Choice Requires="wpg">
            <w:drawing>
              <wp:inline distT="0" distB="0" distL="0" distR="0" wp14:anchorId="4FB12508" wp14:editId="59E67F2B">
                <wp:extent cx="6858000" cy="1082040"/>
                <wp:effectExtent l="0" t="0" r="0" b="3810"/>
                <wp:docPr id="5" name="Group 5" descr="decorative elemen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082040"/>
                          <a:chOff x="0" y="0"/>
                          <a:chExt cx="7086600" cy="10820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7086600" cy="108204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163512" y="95255"/>
                            <a:ext cx="6726239" cy="885075"/>
                            <a:chOff x="-607460" y="32070"/>
                            <a:chExt cx="7547820" cy="993141"/>
                          </a:xfrm>
                        </wpg:grpSpPr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680" y="104740"/>
                              <a:ext cx="6554680" cy="863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1CA1" w:rsidRPr="00172CFC" w:rsidRDefault="00181019" w:rsidP="00172CFC">
                                <w:pPr>
                                  <w:pStyle w:val="Title"/>
                                </w:pPr>
                                <w:r>
                                  <w:t>Catering Booking Form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Graphic 3" descr="Contrac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607460" y="32070"/>
                              <a:ext cx="993140" cy="993141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B12508" id="Group 5" o:spid="_x0000_s1026" alt="decorative element" style="width:540pt;height:85.2pt;mso-position-horizontal-relative:char;mso-position-vertical-relative:line" coordsize="70866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">
                <v:rect id="Rectangle 2" o:spid="_x0000_s1027" style="position:absolute;width:70866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" fillcolor="#593470 [1604]" stroked="f" strokeweight="1pt"/>
                <v:group id="Group 6" o:spid="_x0000_s1028" style="position:absolute;left:1635;top:952;width:67262;height:8851" coordorigin="-6074,320" coordsize="75478,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3856;top:1047;width:65547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" filled="f" stroked="f">
                    <v:textbox>
                      <w:txbxContent>
                        <w:p w:rsidR="00BC1CA1" w:rsidRPr="00172CFC" w:rsidRDefault="00181019" w:rsidP="00172CFC">
                          <w:pPr>
                            <w:pStyle w:val="Title"/>
                          </w:pPr>
                          <w:r>
                            <w:t>Catering Booking Form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3" o:spid="_x0000_s1030" type="#_x0000_t75" alt="Contract" style="position:absolute;left:-6074;top:320;width:9930;height:99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">
                    <v:imagedata r:id="rId12" o:title="Contract"/>
                  </v:shape>
                </v:group>
                <w10:anchorlock/>
              </v:group>
            </w:pict>
          </mc:Fallback>
        </mc:AlternateContent>
      </w:r>
    </w:p>
    <w:p w:rsidR="006B5A34" w:rsidRPr="00172CFC" w:rsidRDefault="00181019" w:rsidP="00400CA8">
      <w:r>
        <w:t>Complete this form and send it to [Contact]. Please contact us at +1 098-555-9098</w:t>
      </w:r>
    </w:p>
    <w:p w:rsidR="006B5A34" w:rsidRPr="00172CFC" w:rsidRDefault="007F7F50" w:rsidP="00400CA8">
      <w:sdt>
        <w:sdtPr>
          <w:alias w:val="Invitation text"/>
          <w:tag w:val="Invitation text"/>
          <w:id w:val="-583448693"/>
          <w:placeholder>
            <w:docPart w:val="52B40EF9C3C74663A84DAA699E3A1D3A"/>
          </w:placeholder>
          <w:temporary/>
          <w:showingPlcHdr/>
          <w15:appearance w15:val="hidden"/>
        </w:sdtPr>
        <w:sdtEndPr/>
        <w:sdtContent>
          <w:r w:rsidR="00A52418" w:rsidRPr="00172CFC">
            <w:t>The date and time below have been reserved for you.</w:t>
          </w:r>
        </w:sdtContent>
      </w:sdt>
    </w:p>
    <w:p w:rsidR="006B5A34" w:rsidRPr="00172CFC" w:rsidRDefault="006B5A34" w:rsidP="00172CFC">
      <w:r w:rsidRPr="00172CFC">
        <w:rPr>
          <w:noProof/>
        </w:rPr>
        <mc:AlternateContent>
          <mc:Choice Requires="wps">
            <w:drawing>
              <wp:inline distT="0" distB="0" distL="0" distR="0" wp14:anchorId="7AA97799" wp14:editId="2C617C7A">
                <wp:extent cx="6858000" cy="1920240"/>
                <wp:effectExtent l="0" t="0" r="19050" b="2286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9202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A34" w:rsidRPr="00181019" w:rsidRDefault="00181019" w:rsidP="00B93E13">
                            <w:pPr>
                              <w:pStyle w:val="Heading2"/>
                              <w:rPr>
                                <w:color w:val="002060"/>
                              </w:rPr>
                            </w:pPr>
                            <w:r w:rsidRPr="00181019">
                              <w:rPr>
                                <w:color w:val="002060"/>
                              </w:rPr>
                              <w:t>Event Reservation</w:t>
                            </w:r>
                          </w:p>
                          <w:p w:rsidR="006B5A34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(Please save this section as your reminder)"/>
                                <w:tag w:val="(Please save this section as your reminder)"/>
                                <w:id w:val="194480776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(Please save this section as your reminder)</w:t>
                                </w:r>
                              </w:sdtContent>
                            </w:sdt>
                          </w:p>
                          <w:tbl>
                            <w:tblPr>
                              <w:tblW w:w="1035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30"/>
                              <w:gridCol w:w="270"/>
                              <w:gridCol w:w="1890"/>
                              <w:gridCol w:w="270"/>
                              <w:gridCol w:w="1620"/>
                              <w:gridCol w:w="540"/>
                              <w:gridCol w:w="1530"/>
                              <w:gridCol w:w="540"/>
                              <w:gridCol w:w="540"/>
                              <w:gridCol w:w="720"/>
                            </w:tblGrid>
                            <w:tr w:rsidR="00400CA8" w:rsidRPr="00172CFC" w:rsidTr="00172CFC">
                              <w:trPr>
                                <w:trHeight w:val="432"/>
                              </w:trPr>
                              <w:tc>
                                <w:tcPr>
                                  <w:tcW w:w="243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571243889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664843" w:rsidRPr="00172CFC">
                                        <w:t>at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  <w:r w:rsidRPr="00172CFC">
                                    <w:sym w:font="Wingdings 2" w:char="F0A3"/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  <w:r w:rsidRPr="00172CFC">
                                    <w:sym w:font="Wingdings 2" w:char="F0A3"/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</w:tr>
                            <w:tr w:rsidR="00400CA8" w:rsidRPr="00172CFC" w:rsidTr="00172CFC"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181019" w:rsidP="00172CFC">
                                  <w:pPr>
                                    <w:pStyle w:val="Normal-Centered"/>
                                  </w:pPr>
                                  <w:r>
                                    <w:t>Event Name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1665356529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Day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1288247285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Date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-493492765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Time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-1843157181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am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-463265747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pm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</w:tr>
                            <w:tr w:rsidR="00400CA8" w:rsidRPr="00172CFC" w:rsidTr="00A00955">
                              <w:trPr>
                                <w:gridAfter w:val="5"/>
                                <w:wAfter w:w="3870" w:type="dxa"/>
                                <w:trHeight w:val="432"/>
                              </w:trPr>
                              <w:tc>
                                <w:tcPr>
                                  <w:tcW w:w="243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</w:tr>
                            <w:tr w:rsidR="00400CA8" w:rsidRPr="00172CFC" w:rsidTr="00172CFC">
                              <w:trPr>
                                <w:gridAfter w:val="5"/>
                                <w:wAfter w:w="3870" w:type="dxa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181019" w:rsidP="00172CFC">
                                  <w:pPr>
                                    <w:pStyle w:val="Normal-Centered"/>
                                  </w:pPr>
                                  <w:r>
                                    <w:t>Organizer Name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181019" w:rsidP="00172CFC">
                                  <w:pPr>
                                    <w:pStyle w:val="Normal-Centered"/>
                                  </w:pPr>
                                  <w: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7F7F50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781536252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Phone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:rsidR="006B5A34" w:rsidRPr="00172CFC" w:rsidRDefault="006B5A34" w:rsidP="00172CFC">
                            <w:pPr>
                              <w:pStyle w:val="Normal-Centere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A97799" id="Text Box 4" o:spid="_x0000_s1031" type="#_x0000_t202" style="width:540pt;height:15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" filled="f" strokecolor="#593470 [1604]" strokeweight="2pt">
                <v:textbox>
                  <w:txbxContent>
                    <w:p w:rsidR="006B5A34" w:rsidRPr="00181019" w:rsidRDefault="00181019" w:rsidP="00B93E13">
                      <w:pPr>
                        <w:pStyle w:val="Heading2"/>
                        <w:rPr>
                          <w:color w:val="002060"/>
                        </w:rPr>
                      </w:pPr>
                      <w:r w:rsidRPr="00181019">
                        <w:rPr>
                          <w:color w:val="002060"/>
                        </w:rPr>
                        <w:t>Event Reservation</w:t>
                      </w:r>
                    </w:p>
                    <w:p w:rsidR="006B5A34" w:rsidRPr="00172CFC" w:rsidRDefault="007F7F50" w:rsidP="00172CFC">
                      <w:pPr>
                        <w:pStyle w:val="Normal-Centered"/>
                      </w:pPr>
                      <w:sdt>
                        <w:sdtPr>
                          <w:alias w:val="(Please save this section as your reminder)"/>
                          <w:tag w:val="(Please save this section as your reminder)"/>
                          <w:id w:val="1944807765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A52418" w:rsidRPr="00172CFC">
                            <w:t>(Please save this section as your reminder)</w:t>
                          </w:r>
                        </w:sdtContent>
                      </w:sdt>
                    </w:p>
                    <w:tbl>
                      <w:tblPr>
                        <w:tblW w:w="1035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30"/>
                        <w:gridCol w:w="270"/>
                        <w:gridCol w:w="1890"/>
                        <w:gridCol w:w="270"/>
                        <w:gridCol w:w="1620"/>
                        <w:gridCol w:w="540"/>
                        <w:gridCol w:w="1530"/>
                        <w:gridCol w:w="540"/>
                        <w:gridCol w:w="540"/>
                        <w:gridCol w:w="720"/>
                      </w:tblGrid>
                      <w:tr w:rsidR="00400CA8" w:rsidRPr="00172CFC" w:rsidTr="00172CFC">
                        <w:trPr>
                          <w:trHeight w:val="432"/>
                        </w:trPr>
                        <w:tc>
                          <w:tcPr>
                            <w:tcW w:w="243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571243889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664843" w:rsidRPr="00172CFC">
                                  <w:t>at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53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  <w:r w:rsidRPr="00172CFC">
                              <w:sym w:font="Wingdings 2" w:char="F0A3"/>
                            </w:r>
                          </w:p>
                        </w:tc>
                        <w:tc>
                          <w:tcPr>
                            <w:tcW w:w="54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  <w:r w:rsidRPr="00172CFC">
                              <w:sym w:font="Wingdings 2" w:char="F0A3"/>
                            </w:r>
                          </w:p>
                        </w:tc>
                        <w:tc>
                          <w:tcPr>
                            <w:tcW w:w="72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</w:tr>
                      <w:tr w:rsidR="00400CA8" w:rsidRPr="00172CFC" w:rsidTr="00172CFC">
                        <w:tc>
                          <w:tcPr>
                            <w:tcW w:w="243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181019" w:rsidP="00172CFC">
                            <w:pPr>
                              <w:pStyle w:val="Normal-Centered"/>
                            </w:pPr>
                            <w:r>
                              <w:t>Event Name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1665356529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Day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128824728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Date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-493492765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Time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0" w:type="dxa"/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-1843157181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am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0" w:type="dxa"/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-463265747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pm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72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</w:tr>
                      <w:tr w:rsidR="00400CA8" w:rsidRPr="00172CFC" w:rsidTr="00A00955">
                        <w:trPr>
                          <w:gridAfter w:val="5"/>
                          <w:wAfter w:w="3870" w:type="dxa"/>
                          <w:trHeight w:val="432"/>
                        </w:trPr>
                        <w:tc>
                          <w:tcPr>
                            <w:tcW w:w="2430" w:type="dxa"/>
                            <w:tcBorders>
                              <w:bottom w:val="single" w:sz="2" w:space="0" w:color="auto"/>
                            </w:tcBorders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2" w:space="0" w:color="auto"/>
                            </w:tcBorders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bottom w:val="single" w:sz="2" w:space="0" w:color="auto"/>
                            </w:tcBorders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</w:tr>
                      <w:tr w:rsidR="00400CA8" w:rsidRPr="00172CFC" w:rsidTr="00172CFC">
                        <w:trPr>
                          <w:gridAfter w:val="5"/>
                          <w:wAfter w:w="3870" w:type="dxa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181019" w:rsidP="00172CFC">
                            <w:pPr>
                              <w:pStyle w:val="Normal-Centered"/>
                            </w:pPr>
                            <w:r>
                              <w:t>Organizer Name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181019" w:rsidP="00172CFC">
                            <w:pPr>
                              <w:pStyle w:val="Normal-Centered"/>
                            </w:pPr>
                            <w:r>
                              <w:t>Email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7F7F50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781536252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Phone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6B5A34" w:rsidRPr="00172CFC" w:rsidRDefault="006B5A34" w:rsidP="00172CFC">
                      <w:pPr>
                        <w:pStyle w:val="Normal-Centered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81019" w:rsidRPr="00172CFC" w:rsidRDefault="00181019" w:rsidP="00181019">
      <w:pPr>
        <w:pStyle w:val="Normal-SpaceAbove"/>
      </w:pPr>
      <w:r w:rsidRPr="00172CFC">
        <w:t xml:space="preserve">If you find your scheduled time inconvenient, please indicate below or call the office to arrange for a different time.  Additionally, we would appreciate being notified if you </w:t>
      </w:r>
      <w:r>
        <w:t>make any changes to the schedule.</w:t>
      </w:r>
    </w:p>
    <w:tbl>
      <w:tblPr>
        <w:tblStyle w:val="TableGrid"/>
        <w:tblW w:w="0" w:type="auto"/>
        <w:tblBorders>
          <w:top w:val="single" w:sz="18" w:space="0" w:color="002060"/>
          <w:left w:val="single" w:sz="2" w:space="0" w:color="002060"/>
          <w:bottom w:val="single" w:sz="2" w:space="0" w:color="002060"/>
          <w:right w:val="single" w:sz="2" w:space="0" w:color="002060"/>
          <w:insideH w:val="single" w:sz="2" w:space="0" w:color="002060"/>
          <w:insideV w:val="single" w:sz="2" w:space="0" w:color="002060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181019" w:rsidTr="009F7DB1">
        <w:trPr>
          <w:trHeight w:hRule="exact" w:val="648"/>
        </w:trPr>
        <w:tc>
          <w:tcPr>
            <w:tcW w:w="2697" w:type="dxa"/>
            <w:vAlign w:val="center"/>
          </w:tcPr>
          <w:p w:rsidR="00181019" w:rsidRDefault="00181019" w:rsidP="00181019">
            <w:pPr>
              <w:pStyle w:val="Normal-SpaceBelow"/>
            </w:pPr>
            <w:r>
              <w:t>Date catering required</w:t>
            </w:r>
          </w:p>
        </w:tc>
        <w:tc>
          <w:tcPr>
            <w:tcW w:w="2697" w:type="dxa"/>
            <w:vAlign w:val="center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2698" w:type="dxa"/>
            <w:vAlign w:val="center"/>
          </w:tcPr>
          <w:p w:rsidR="00181019" w:rsidRDefault="00181019" w:rsidP="00181019">
            <w:pPr>
              <w:pStyle w:val="Normal-SpaceBelow"/>
            </w:pPr>
            <w:r>
              <w:t>Time catering required</w:t>
            </w:r>
          </w:p>
        </w:tc>
        <w:tc>
          <w:tcPr>
            <w:tcW w:w="2698" w:type="dxa"/>
            <w:vAlign w:val="center"/>
          </w:tcPr>
          <w:p w:rsidR="00181019" w:rsidRDefault="00181019" w:rsidP="00181019">
            <w:pPr>
              <w:pStyle w:val="Normal-SpaceBelow"/>
            </w:pPr>
          </w:p>
        </w:tc>
      </w:tr>
      <w:tr w:rsidR="00181019" w:rsidTr="009F7DB1">
        <w:trPr>
          <w:trHeight w:hRule="exact" w:val="648"/>
        </w:trPr>
        <w:tc>
          <w:tcPr>
            <w:tcW w:w="2697" w:type="dxa"/>
            <w:vAlign w:val="center"/>
          </w:tcPr>
          <w:p w:rsidR="00181019" w:rsidRDefault="00181019" w:rsidP="00181019">
            <w:pPr>
              <w:pStyle w:val="Normal-SpaceBelow"/>
            </w:pPr>
            <w:r>
              <w:t>No. of attendees</w:t>
            </w:r>
          </w:p>
        </w:tc>
        <w:tc>
          <w:tcPr>
            <w:tcW w:w="2697" w:type="dxa"/>
            <w:vAlign w:val="center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2698" w:type="dxa"/>
            <w:vAlign w:val="center"/>
          </w:tcPr>
          <w:p w:rsidR="00181019" w:rsidRDefault="00181019" w:rsidP="00181019">
            <w:pPr>
              <w:pStyle w:val="Normal-SpaceBelow"/>
            </w:pPr>
            <w:r>
              <w:t>Do you require a cash bar for this event?</w:t>
            </w:r>
          </w:p>
        </w:tc>
        <w:tc>
          <w:tcPr>
            <w:tcW w:w="2698" w:type="dxa"/>
            <w:vAlign w:val="center"/>
          </w:tcPr>
          <w:p w:rsidR="00181019" w:rsidRDefault="00181019" w:rsidP="00181019">
            <w:pPr>
              <w:pStyle w:val="Normal-SpaceBelow"/>
            </w:pPr>
            <w:r>
              <w:t>Y/N</w:t>
            </w:r>
          </w:p>
        </w:tc>
      </w:tr>
    </w:tbl>
    <w:p w:rsidR="00181019" w:rsidRPr="009F7DB1" w:rsidRDefault="00181019" w:rsidP="00181019">
      <w:pPr>
        <w:pStyle w:val="Normal-SpaceBelow"/>
        <w:rPr>
          <w:b/>
        </w:rPr>
      </w:pPr>
      <w:r>
        <w:br/>
      </w:r>
      <w:r w:rsidRPr="009F7DB1">
        <w:rPr>
          <w:b/>
          <w:color w:val="002060"/>
          <w:sz w:val="28"/>
        </w:rPr>
        <w:t>Catering Required</w:t>
      </w:r>
    </w:p>
    <w:tbl>
      <w:tblPr>
        <w:tblStyle w:val="TableGrid"/>
        <w:tblW w:w="10759" w:type="dxa"/>
        <w:tblBorders>
          <w:top w:val="single" w:sz="4" w:space="0" w:color="864EA8" w:themeColor="accent1" w:themeShade="BF"/>
          <w:left w:val="single" w:sz="4" w:space="0" w:color="864EA8" w:themeColor="accent1" w:themeShade="BF"/>
          <w:bottom w:val="single" w:sz="4" w:space="0" w:color="864EA8" w:themeColor="accent1" w:themeShade="BF"/>
          <w:right w:val="single" w:sz="4" w:space="0" w:color="864EA8" w:themeColor="accent1" w:themeShade="BF"/>
          <w:insideH w:val="single" w:sz="4" w:space="0" w:color="864EA8" w:themeColor="accent1" w:themeShade="BF"/>
          <w:insideV w:val="single" w:sz="4" w:space="0" w:color="864EA8" w:themeColor="accent1" w:themeShade="BF"/>
        </w:tblBorders>
        <w:tblLook w:val="04A0" w:firstRow="1" w:lastRow="0" w:firstColumn="1" w:lastColumn="0" w:noHBand="0" w:noVBand="1"/>
      </w:tblPr>
      <w:tblGrid>
        <w:gridCol w:w="835"/>
        <w:gridCol w:w="6335"/>
        <w:gridCol w:w="1345"/>
        <w:gridCol w:w="1122"/>
        <w:gridCol w:w="1122"/>
      </w:tblGrid>
      <w:tr w:rsidR="00181019" w:rsidTr="009F7DB1">
        <w:trPr>
          <w:trHeight w:val="637"/>
        </w:trPr>
        <w:tc>
          <w:tcPr>
            <w:tcW w:w="835" w:type="dxa"/>
            <w:tcBorders>
              <w:top w:val="single" w:sz="18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vAlign w:val="bottom"/>
          </w:tcPr>
          <w:p w:rsidR="00181019" w:rsidRPr="009F7DB1" w:rsidRDefault="00181019" w:rsidP="00181019">
            <w:pPr>
              <w:pStyle w:val="Normal-SpaceBelow"/>
              <w:rPr>
                <w:b/>
                <w:color w:val="002060"/>
              </w:rPr>
            </w:pPr>
            <w:r w:rsidRPr="009F7DB1">
              <w:rPr>
                <w:b/>
                <w:color w:val="002060"/>
              </w:rPr>
              <w:t>Sr. No</w:t>
            </w:r>
          </w:p>
        </w:tc>
        <w:tc>
          <w:tcPr>
            <w:tcW w:w="6335" w:type="dxa"/>
            <w:tcBorders>
              <w:top w:val="single" w:sz="18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vAlign w:val="bottom"/>
          </w:tcPr>
          <w:p w:rsidR="00181019" w:rsidRPr="009F7DB1" w:rsidRDefault="00181019" w:rsidP="00181019">
            <w:pPr>
              <w:pStyle w:val="Normal-SpaceBelow"/>
              <w:jc w:val="center"/>
              <w:rPr>
                <w:b/>
                <w:color w:val="002060"/>
              </w:rPr>
            </w:pPr>
            <w:r w:rsidRPr="009F7DB1">
              <w:rPr>
                <w:b/>
                <w:color w:val="002060"/>
              </w:rPr>
              <w:t>Catering Item</w:t>
            </w:r>
          </w:p>
        </w:tc>
        <w:tc>
          <w:tcPr>
            <w:tcW w:w="1345" w:type="dxa"/>
            <w:tcBorders>
              <w:top w:val="single" w:sz="18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vAlign w:val="bottom"/>
          </w:tcPr>
          <w:p w:rsidR="00181019" w:rsidRPr="009F7DB1" w:rsidRDefault="00181019" w:rsidP="00181019">
            <w:pPr>
              <w:pStyle w:val="Normal-SpaceBelow"/>
              <w:ind w:left="-324" w:firstLine="324"/>
              <w:rPr>
                <w:b/>
                <w:color w:val="002060"/>
              </w:rPr>
            </w:pPr>
            <w:r w:rsidRPr="009F7DB1">
              <w:rPr>
                <w:b/>
                <w:color w:val="002060"/>
              </w:rPr>
              <w:t>Unit Price</w:t>
            </w:r>
          </w:p>
        </w:tc>
        <w:tc>
          <w:tcPr>
            <w:tcW w:w="1122" w:type="dxa"/>
            <w:tcBorders>
              <w:top w:val="single" w:sz="18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vAlign w:val="bottom"/>
          </w:tcPr>
          <w:p w:rsidR="00181019" w:rsidRPr="009F7DB1" w:rsidRDefault="00181019" w:rsidP="00181019">
            <w:pPr>
              <w:pStyle w:val="Normal-SpaceBelow"/>
              <w:ind w:left="-324" w:firstLine="324"/>
              <w:rPr>
                <w:b/>
                <w:color w:val="002060"/>
              </w:rPr>
            </w:pPr>
            <w:r w:rsidRPr="009F7DB1">
              <w:rPr>
                <w:b/>
                <w:color w:val="002060"/>
              </w:rPr>
              <w:t>Qty</w:t>
            </w:r>
          </w:p>
        </w:tc>
        <w:tc>
          <w:tcPr>
            <w:tcW w:w="1122" w:type="dxa"/>
            <w:tcBorders>
              <w:top w:val="single" w:sz="18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vAlign w:val="bottom"/>
          </w:tcPr>
          <w:p w:rsidR="00181019" w:rsidRPr="009F7DB1" w:rsidRDefault="00181019" w:rsidP="00181019">
            <w:pPr>
              <w:pStyle w:val="Normal-SpaceBelow"/>
              <w:ind w:left="-324" w:firstLine="324"/>
              <w:rPr>
                <w:b/>
                <w:color w:val="002060"/>
              </w:rPr>
            </w:pPr>
            <w:r w:rsidRPr="009F7DB1">
              <w:rPr>
                <w:b/>
                <w:color w:val="002060"/>
              </w:rPr>
              <w:t>Total ($)</w:t>
            </w:r>
          </w:p>
        </w:tc>
      </w:tr>
      <w:tr w:rsidR="00181019" w:rsidTr="009F7DB1">
        <w:trPr>
          <w:trHeight w:hRule="exact" w:val="648"/>
        </w:trPr>
        <w:tc>
          <w:tcPr>
            <w:tcW w:w="835" w:type="dxa"/>
            <w:tcBorders>
              <w:top w:val="single" w:sz="2" w:space="0" w:color="002060"/>
            </w:tcBorders>
            <w:vAlign w:val="center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6335" w:type="dxa"/>
            <w:tcBorders>
              <w:top w:val="single" w:sz="2" w:space="0" w:color="002060"/>
            </w:tcBorders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1345" w:type="dxa"/>
            <w:tcBorders>
              <w:top w:val="single" w:sz="2" w:space="0" w:color="002060"/>
            </w:tcBorders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  <w:tc>
          <w:tcPr>
            <w:tcW w:w="1122" w:type="dxa"/>
            <w:tcBorders>
              <w:top w:val="single" w:sz="2" w:space="0" w:color="002060"/>
            </w:tcBorders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  <w:tc>
          <w:tcPr>
            <w:tcW w:w="1122" w:type="dxa"/>
            <w:tcBorders>
              <w:top w:val="single" w:sz="2" w:space="0" w:color="002060"/>
            </w:tcBorders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</w:tr>
      <w:tr w:rsidR="00181019" w:rsidTr="009F7DB1">
        <w:trPr>
          <w:trHeight w:hRule="exact" w:val="648"/>
        </w:trPr>
        <w:tc>
          <w:tcPr>
            <w:tcW w:w="835" w:type="dxa"/>
            <w:vAlign w:val="center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6335" w:type="dxa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1345" w:type="dxa"/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  <w:tc>
          <w:tcPr>
            <w:tcW w:w="1122" w:type="dxa"/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  <w:tc>
          <w:tcPr>
            <w:tcW w:w="1122" w:type="dxa"/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</w:tr>
      <w:tr w:rsidR="00181019" w:rsidTr="009F7DB1">
        <w:trPr>
          <w:trHeight w:hRule="exact" w:val="648"/>
        </w:trPr>
        <w:tc>
          <w:tcPr>
            <w:tcW w:w="835" w:type="dxa"/>
            <w:vAlign w:val="center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6335" w:type="dxa"/>
          </w:tcPr>
          <w:p w:rsidR="00181019" w:rsidRDefault="00181019" w:rsidP="00181019">
            <w:pPr>
              <w:pStyle w:val="Normal-SpaceBelow"/>
            </w:pPr>
          </w:p>
        </w:tc>
        <w:tc>
          <w:tcPr>
            <w:tcW w:w="1345" w:type="dxa"/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  <w:tc>
          <w:tcPr>
            <w:tcW w:w="1122" w:type="dxa"/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  <w:tc>
          <w:tcPr>
            <w:tcW w:w="1122" w:type="dxa"/>
          </w:tcPr>
          <w:p w:rsidR="00181019" w:rsidRDefault="00181019" w:rsidP="00181019">
            <w:pPr>
              <w:pStyle w:val="Normal-SpaceBelow"/>
              <w:ind w:left="-324" w:firstLine="324"/>
            </w:pPr>
          </w:p>
        </w:tc>
      </w:tr>
    </w:tbl>
    <w:p w:rsidR="00181019" w:rsidRDefault="00181019" w:rsidP="00181019">
      <w:pPr>
        <w:pStyle w:val="Normal-SpaceBelow"/>
      </w:pPr>
      <w:r>
        <w:br/>
      </w:r>
      <w:r w:rsidR="00270BD0">
        <w:br/>
      </w:r>
      <w:bookmarkStart w:id="0" w:name="_GoBack"/>
      <w:bookmarkEnd w:id="0"/>
      <w:r>
        <w:t>Signature:                                                                                                    Date:</w:t>
      </w:r>
    </w:p>
    <w:sectPr w:rsidR="00181019" w:rsidSect="007A01A9">
      <w:footerReference w:type="default" r:id="rId13"/>
      <w:pgSz w:w="12240" w:h="15840"/>
      <w:pgMar w:top="720" w:right="720" w:bottom="540" w:left="72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F50" w:rsidRDefault="007F7F50" w:rsidP="00400CA8">
      <w:pPr>
        <w:spacing w:after="0" w:line="240" w:lineRule="auto"/>
      </w:pPr>
      <w:r>
        <w:separator/>
      </w:r>
    </w:p>
  </w:endnote>
  <w:endnote w:type="continuationSeparator" w:id="0">
    <w:p w:rsidR="007F7F50" w:rsidRDefault="007F7F50" w:rsidP="0040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1A9" w:rsidRDefault="007A01A9">
    <w:pPr>
      <w:pStyle w:val="Footer"/>
    </w:pPr>
    <w:r>
      <w:t>wordexceltemplates.com</w:t>
    </w:r>
  </w:p>
  <w:p w:rsidR="007A01A9" w:rsidRDefault="007A0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F50" w:rsidRDefault="007F7F50" w:rsidP="00400CA8">
      <w:pPr>
        <w:spacing w:after="0" w:line="240" w:lineRule="auto"/>
      </w:pPr>
      <w:r>
        <w:separator/>
      </w:r>
    </w:p>
  </w:footnote>
  <w:footnote w:type="continuationSeparator" w:id="0">
    <w:p w:rsidR="007F7F50" w:rsidRDefault="007F7F50" w:rsidP="00400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47B12"/>
    <w:multiLevelType w:val="hybridMultilevel"/>
    <w:tmpl w:val="B2C4C03C"/>
    <w:lvl w:ilvl="0" w:tplc="6E0634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6D0"/>
    <w:multiLevelType w:val="hybridMultilevel"/>
    <w:tmpl w:val="F4283DFA"/>
    <w:lvl w:ilvl="0" w:tplc="05AA84F0">
      <w:start w:val="1"/>
      <w:numFmt w:val="bullet"/>
      <w:pStyle w:val="ListParagraph"/>
      <w:lvlText w:val="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F6B78"/>
    <w:multiLevelType w:val="hybridMultilevel"/>
    <w:tmpl w:val="274042E4"/>
    <w:lvl w:ilvl="0" w:tplc="A4A8402E">
      <w:start w:val="1"/>
      <w:numFmt w:val="bullet"/>
      <w:suff w:val="nothing"/>
      <w:lvlText w:val=""/>
      <w:lvlJc w:val="left"/>
      <w:pPr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019"/>
    <w:rsid w:val="000425F3"/>
    <w:rsid w:val="000C3684"/>
    <w:rsid w:val="000E7D15"/>
    <w:rsid w:val="00172CFC"/>
    <w:rsid w:val="00181019"/>
    <w:rsid w:val="001C3DA1"/>
    <w:rsid w:val="001D6DD6"/>
    <w:rsid w:val="00270BD0"/>
    <w:rsid w:val="003127D5"/>
    <w:rsid w:val="00357512"/>
    <w:rsid w:val="003B1A0C"/>
    <w:rsid w:val="00400CA8"/>
    <w:rsid w:val="00407BCC"/>
    <w:rsid w:val="00446FB1"/>
    <w:rsid w:val="00473D86"/>
    <w:rsid w:val="004A4219"/>
    <w:rsid w:val="00595D01"/>
    <w:rsid w:val="005F5F73"/>
    <w:rsid w:val="00664843"/>
    <w:rsid w:val="006810E0"/>
    <w:rsid w:val="006A4037"/>
    <w:rsid w:val="006B5A34"/>
    <w:rsid w:val="006D526A"/>
    <w:rsid w:val="007A01A9"/>
    <w:rsid w:val="007D7F2B"/>
    <w:rsid w:val="007F7F50"/>
    <w:rsid w:val="00803E2B"/>
    <w:rsid w:val="00912B84"/>
    <w:rsid w:val="009B1F33"/>
    <w:rsid w:val="009B3A0E"/>
    <w:rsid w:val="009B6CF4"/>
    <w:rsid w:val="009F7DB1"/>
    <w:rsid w:val="00A00955"/>
    <w:rsid w:val="00A52418"/>
    <w:rsid w:val="00AA29A1"/>
    <w:rsid w:val="00B70B54"/>
    <w:rsid w:val="00B934BA"/>
    <w:rsid w:val="00B93E13"/>
    <w:rsid w:val="00BC1CA1"/>
    <w:rsid w:val="00BD140A"/>
    <w:rsid w:val="00CE169A"/>
    <w:rsid w:val="7E70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71B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A0C"/>
  </w:style>
  <w:style w:type="paragraph" w:styleId="Heading1">
    <w:name w:val="heading 1"/>
    <w:basedOn w:val="Normal"/>
    <w:next w:val="Normal"/>
    <w:link w:val="Heading1Char"/>
    <w:uiPriority w:val="9"/>
    <w:qFormat/>
    <w:rsid w:val="00400CA8"/>
    <w:pPr>
      <w:spacing w:after="0"/>
      <w:jc w:val="center"/>
      <w:outlineLvl w:val="0"/>
    </w:pPr>
    <w:rPr>
      <w:rFonts w:asciiTheme="majorHAnsi" w:hAnsiTheme="majorHAnsi"/>
      <w:b/>
      <w:color w:val="FFFFFF" w:themeColor="background1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qFormat/>
    <w:rsid w:val="00B93E13"/>
    <w:pPr>
      <w:spacing w:after="0"/>
      <w:jc w:val="center"/>
      <w:outlineLvl w:val="1"/>
    </w:pPr>
    <w:rPr>
      <w:rFonts w:asciiTheme="majorHAnsi" w:hAnsiTheme="majorHAnsi" w:cs="Segoe UI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7D5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3127D5"/>
    <w:pPr>
      <w:numPr>
        <w:numId w:val="3"/>
      </w:numPr>
      <w:spacing w:before="40" w:after="360" w:line="312" w:lineRule="auto"/>
      <w:ind w:left="720" w:hanging="360"/>
      <w:contextualSpacing/>
    </w:pPr>
    <w:rPr>
      <w:rFonts w:asciiTheme="majorHAnsi" w:hAnsiTheme="majorHAnsi" w:cs="Segoe UI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00CA8"/>
    <w:rPr>
      <w:rFonts w:asciiTheme="majorHAnsi" w:hAnsiTheme="majorHAnsi"/>
      <w:b/>
      <w:color w:val="FFFFFF" w:themeColor="background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93E13"/>
    <w:rPr>
      <w:rFonts w:asciiTheme="majorHAnsi" w:hAnsiTheme="majorHAnsi" w:cs="Segoe UI"/>
      <w:b/>
    </w:rPr>
  </w:style>
  <w:style w:type="paragraph" w:styleId="Header">
    <w:name w:val="header"/>
    <w:basedOn w:val="Normal"/>
    <w:link w:val="HeaderChar"/>
    <w:uiPriority w:val="99"/>
    <w:unhideWhenUsed/>
    <w:rsid w:val="00400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CA8"/>
  </w:style>
  <w:style w:type="paragraph" w:styleId="Footer">
    <w:name w:val="footer"/>
    <w:basedOn w:val="Normal"/>
    <w:link w:val="FooterChar"/>
    <w:uiPriority w:val="99"/>
    <w:unhideWhenUsed/>
    <w:rsid w:val="00400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CA8"/>
  </w:style>
  <w:style w:type="table" w:styleId="TableGrid">
    <w:name w:val="Table Grid"/>
    <w:basedOn w:val="TableNormal"/>
    <w:uiPriority w:val="39"/>
    <w:rsid w:val="00400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172CFC"/>
    <w:pPr>
      <w:spacing w:after="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paragraph" w:customStyle="1" w:styleId="Normal-SpaceAbove">
    <w:name w:val="Normal - Space Above"/>
    <w:basedOn w:val="Normal"/>
    <w:qFormat/>
    <w:rsid w:val="00B934BA"/>
    <w:pPr>
      <w:spacing w:before="360"/>
    </w:pPr>
  </w:style>
  <w:style w:type="paragraph" w:customStyle="1" w:styleId="Normal-SpaceBelow">
    <w:name w:val="Normal - Space Below"/>
    <w:basedOn w:val="Normal"/>
    <w:qFormat/>
    <w:rsid w:val="00B934BA"/>
    <w:pPr>
      <w:spacing w:after="480"/>
    </w:pPr>
  </w:style>
  <w:style w:type="character" w:customStyle="1" w:styleId="TitleChar">
    <w:name w:val="Title Char"/>
    <w:basedOn w:val="DefaultParagraphFont"/>
    <w:link w:val="Title"/>
    <w:uiPriority w:val="1"/>
    <w:rsid w:val="00A52418"/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172CFC"/>
    <w:rPr>
      <w:b/>
      <w:bCs/>
    </w:rPr>
  </w:style>
  <w:style w:type="paragraph" w:customStyle="1" w:styleId="Normal-Centered">
    <w:name w:val="Normal - Centered"/>
    <w:basedOn w:val="Normal"/>
    <w:qFormat/>
    <w:rsid w:val="00172CFC"/>
    <w:pPr>
      <w:spacing w:after="0" w:line="240" w:lineRule="auto"/>
      <w:jc w:val="center"/>
    </w:pPr>
    <w:rPr>
      <w:sz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127D5"/>
    <w:rPr>
      <w:rFonts w:eastAsiaTheme="majorEastAsia" w:cstheme="majorBidi"/>
      <w:b/>
      <w:szCs w:val="24"/>
    </w:rPr>
  </w:style>
  <w:style w:type="paragraph" w:customStyle="1" w:styleId="Normal-Small">
    <w:name w:val="Normal - Small"/>
    <w:basedOn w:val="Normal"/>
    <w:qFormat/>
    <w:rsid w:val="003127D5"/>
    <w:pPr>
      <w:tabs>
        <w:tab w:val="left" w:pos="4320"/>
        <w:tab w:val="left" w:pos="7200"/>
      </w:tabs>
      <w:spacing w:before="240" w:after="0"/>
    </w:pPr>
    <w:rPr>
      <w:sz w:val="18"/>
    </w:rPr>
  </w:style>
  <w:style w:type="paragraph" w:customStyle="1" w:styleId="Normal-Indent">
    <w:name w:val="Normal - Indent"/>
    <w:basedOn w:val="Normal"/>
    <w:qFormat/>
    <w:rsid w:val="003127D5"/>
    <w:pPr>
      <w:spacing w:after="360"/>
      <w:ind w:left="360"/>
      <w:contextualSpacing/>
    </w:pPr>
  </w:style>
  <w:style w:type="character" w:styleId="PlaceholderText">
    <w:name w:val="Placeholder Text"/>
    <w:basedOn w:val="DefaultParagraphFont"/>
    <w:uiPriority w:val="99"/>
    <w:semiHidden/>
    <w:rsid w:val="00A524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rent%20conference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B40EF9C3C74663A84DAA699E3A1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DE9F1-73C2-4C2D-990C-1D229D4ADEA8}"/>
      </w:docPartPr>
      <w:docPartBody>
        <w:p w:rsidR="00000000" w:rsidRDefault="005E4370">
          <w:pPr>
            <w:pStyle w:val="52B40EF9C3C74663A84DAA699E3A1D3A"/>
          </w:pPr>
          <w:r w:rsidRPr="00172CFC">
            <w:t xml:space="preserve">The date and </w:t>
          </w:r>
          <w:r w:rsidRPr="00172CFC">
            <w:t>time below have been reserved for you.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25"/>
    <w:rsid w:val="005E4370"/>
    <w:rsid w:val="00EE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ADF54C509E4D09B06681E757882B14">
    <w:name w:val="12ADF54C509E4D09B06681E757882B14"/>
  </w:style>
  <w:style w:type="paragraph" w:customStyle="1" w:styleId="65B0BC0269E64FE3843A24A684BDD8B2">
    <w:name w:val="65B0BC0269E64FE3843A24A684BDD8B2"/>
  </w:style>
  <w:style w:type="paragraph" w:customStyle="1" w:styleId="60BECBF454EB434080A69B089CED401C">
    <w:name w:val="60BECBF454EB434080A69B089CED401C"/>
  </w:style>
  <w:style w:type="paragraph" w:customStyle="1" w:styleId="52B40EF9C3C74663A84DAA699E3A1D3A">
    <w:name w:val="52B40EF9C3C74663A84DAA699E3A1D3A"/>
  </w:style>
  <w:style w:type="paragraph" w:customStyle="1" w:styleId="8F99FA4F1CD840C78B617E132DF9D8CC">
    <w:name w:val="8F99FA4F1CD840C78B617E132DF9D8CC"/>
  </w:style>
  <w:style w:type="paragraph" w:customStyle="1" w:styleId="B364188E68184CA4A5A716C6C2648BC4">
    <w:name w:val="B364188E68184CA4A5A716C6C2648BC4"/>
  </w:style>
  <w:style w:type="paragraph" w:customStyle="1" w:styleId="0A7B8C47F02D429FB2823E601EF05D06">
    <w:name w:val="0A7B8C47F02D429FB2823E601EF05D06"/>
  </w:style>
  <w:style w:type="paragraph" w:customStyle="1" w:styleId="274A8349F47446CC94364E14BEE5AFE6">
    <w:name w:val="274A8349F47446CC94364E14BEE5AFE6"/>
  </w:style>
  <w:style w:type="paragraph" w:customStyle="1" w:styleId="B1A2A58D439B46A69A5C6EBC1C0A3E00">
    <w:name w:val="B1A2A58D439B46A69A5C6EBC1C0A3E00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B301284E6A5E4919AB5BDD76C6745333">
    <w:name w:val="B301284E6A5E4919AB5BDD76C6745333"/>
  </w:style>
  <w:style w:type="paragraph" w:customStyle="1" w:styleId="BE00C8DB5EBC4E6EBA3DE61BFA4E984A">
    <w:name w:val="BE00C8DB5EBC4E6EBA3DE61BFA4E984A"/>
  </w:style>
  <w:style w:type="paragraph" w:customStyle="1" w:styleId="D198E0B1B0894EF08B64D025CD0875D3">
    <w:name w:val="D198E0B1B0894EF08B64D025CD0875D3"/>
  </w:style>
  <w:style w:type="paragraph" w:customStyle="1" w:styleId="F24C4819C3DE44CD93E55DFF29A47503">
    <w:name w:val="F24C4819C3DE44CD93E55DFF29A47503"/>
  </w:style>
  <w:style w:type="paragraph" w:customStyle="1" w:styleId="56D3E4C959A5455E92AE263A5235055F">
    <w:name w:val="56D3E4C959A5455E92AE263A5235055F"/>
  </w:style>
  <w:style w:type="paragraph" w:customStyle="1" w:styleId="B1C42FA639CD45D694BED2070A77242B">
    <w:name w:val="B1C42FA639CD45D694BED2070A77242B"/>
  </w:style>
  <w:style w:type="paragraph" w:customStyle="1" w:styleId="1D490776EB26419F9F12015D367C14BB">
    <w:name w:val="1D490776EB26419F9F12015D367C14BB"/>
  </w:style>
  <w:style w:type="paragraph" w:customStyle="1" w:styleId="2B3B69F17606492D83CC8D926337FA4E">
    <w:name w:val="2B3B69F17606492D83CC8D926337FA4E"/>
  </w:style>
  <w:style w:type="paragraph" w:customStyle="1" w:styleId="E1870B42906D42D3943EE2C3C3B10B02">
    <w:name w:val="E1870B42906D42D3943EE2C3C3B10B02"/>
  </w:style>
  <w:style w:type="paragraph" w:customStyle="1" w:styleId="4EC9EB4461B2475081642AD23DA0FDF8">
    <w:name w:val="4EC9EB4461B2475081642AD23DA0FDF8"/>
  </w:style>
  <w:style w:type="paragraph" w:customStyle="1" w:styleId="75F0D3ADE1A240AC80A80A679EE0F945">
    <w:name w:val="75F0D3ADE1A240AC80A80A679EE0F945"/>
  </w:style>
  <w:style w:type="paragraph" w:customStyle="1" w:styleId="E32772E15005404E9CE6041E5E56B0C1">
    <w:name w:val="E32772E15005404E9CE6041E5E56B0C1"/>
  </w:style>
  <w:style w:type="paragraph" w:customStyle="1" w:styleId="4156286716434BEFA7D6182B2EAF8F08">
    <w:name w:val="4156286716434BEFA7D6182B2EAF8F08"/>
  </w:style>
  <w:style w:type="paragraph" w:customStyle="1" w:styleId="12667D6A3AF04D2D85A8A5C36D4FEB5D">
    <w:name w:val="12667D6A3AF04D2D85A8A5C36D4FEB5D"/>
  </w:style>
  <w:style w:type="paragraph" w:customStyle="1" w:styleId="8CC9C9536D9C47C6BCBD80137D426333">
    <w:name w:val="8CC9C9536D9C47C6BCBD80137D426333"/>
  </w:style>
  <w:style w:type="paragraph" w:customStyle="1" w:styleId="3CC5F676BF624103851294B06069A40D">
    <w:name w:val="3CC5F676BF624103851294B06069A40D"/>
  </w:style>
  <w:style w:type="paragraph" w:customStyle="1" w:styleId="E2681A9FEAAE4A199968418D0005C00E">
    <w:name w:val="E2681A9FEAAE4A199968418D0005C00E"/>
  </w:style>
  <w:style w:type="paragraph" w:customStyle="1" w:styleId="5E1012ECA3D4433F8D9E7849B5C44157">
    <w:name w:val="5E1012ECA3D4433F8D9E7849B5C44157"/>
  </w:style>
  <w:style w:type="paragraph" w:customStyle="1" w:styleId="26006A8971F44B9F99DB07F206632541">
    <w:name w:val="26006A8971F44B9F99DB07F206632541"/>
  </w:style>
  <w:style w:type="paragraph" w:customStyle="1" w:styleId="93864048FF6043C6A52551C2106880A7">
    <w:name w:val="93864048FF6043C6A52551C2106880A7"/>
  </w:style>
  <w:style w:type="paragraph" w:customStyle="1" w:styleId="7489E69433DB4CDFA6C2C14D750798B6">
    <w:name w:val="7489E69433DB4CDFA6C2C14D750798B6"/>
  </w:style>
  <w:style w:type="paragraph" w:customStyle="1" w:styleId="A93B0FCC1C7E4AF6AA22F88AB1D2CFBB">
    <w:name w:val="A93B0FCC1C7E4AF6AA22F88AB1D2CFBB"/>
  </w:style>
  <w:style w:type="paragraph" w:customStyle="1" w:styleId="ACB1D754A7E447E8873E13530BDD9F45">
    <w:name w:val="ACB1D754A7E447E8873E13530BDD9F45"/>
  </w:style>
  <w:style w:type="paragraph" w:customStyle="1" w:styleId="F930E3D029144D6FAE8B65998346A6F5">
    <w:name w:val="F930E3D029144D6FAE8B65998346A6F5"/>
  </w:style>
  <w:style w:type="paragraph" w:customStyle="1" w:styleId="4D788ADF044C4640AAC9AF80416CAE9F">
    <w:name w:val="4D788ADF044C4640AAC9AF80416CAE9F"/>
    <w:rsid w:val="00EE5F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Custom 6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3210A-9D55-4FF4-978D-3221ADC244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CF0D4-1780-47BE-8AC8-0042E25D49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F28500-3F30-42DD-B293-94AA97473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conference form.dotx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2019-08-16T08:40:00Z</dcterms:created>
  <dcterms:modified xsi:type="dcterms:W3CDTF">2019-08-16T08:59:00Z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iteId">
    <vt:lpwstr>72f988bf-86f1-41af-91ab-2d7cd011db47</vt:lpwstr>
  </property>
  <property fmtid="{D5CDD505-2E9C-101B-9397-08002B2CF9AE}" pid="5" name="MSIP_Label_f42aa342-8706-4288-bd11-ebb85995028c_Owner">
    <vt:lpwstr>gaylemadeira@GAYLEMADEIRDE85</vt:lpwstr>
  </property>
  <property fmtid="{D5CDD505-2E9C-101B-9397-08002B2CF9AE}" pid="6" name="MSIP_Label_f42aa342-8706-4288-bd11-ebb85995028c_SetDate">
    <vt:lpwstr>2018-07-30T19:56:21.3650035Z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