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55" w:type="pct"/>
        <w:tblLook w:val="04A0" w:firstRow="1" w:lastRow="0" w:firstColumn="1" w:lastColumn="0" w:noHBand="0" w:noVBand="1"/>
      </w:tblPr>
      <w:tblGrid>
        <w:gridCol w:w="341"/>
        <w:gridCol w:w="10460"/>
        <w:gridCol w:w="334"/>
      </w:tblGrid>
      <w:tr w:rsidR="00F70374" w:rsidRPr="0052715B" w:rsidTr="00F70374">
        <w:trPr>
          <w:gridAfter w:val="1"/>
          <w:wAfter w:w="150" w:type="pct"/>
          <w:trHeight w:val="983"/>
        </w:trPr>
        <w:tc>
          <w:tcPr>
            <w:tcW w:w="4850" w:type="pct"/>
            <w:gridSpan w:val="2"/>
            <w:shd w:val="clear" w:color="auto" w:fill="1F497D" w:themeFill="text2"/>
            <w:vAlign w:val="center"/>
          </w:tcPr>
          <w:p w:rsidR="00F70374" w:rsidRPr="0052715B" w:rsidRDefault="00F70374" w:rsidP="00CF31BB">
            <w:pPr>
              <w:pStyle w:val="Title"/>
            </w:pPr>
            <w:r w:rsidRPr="00F70374">
              <w:rPr>
                <w:sz w:val="50"/>
              </w:rPr>
              <w:t>CATERING BOOKING FORM</w:t>
            </w:r>
          </w:p>
        </w:tc>
      </w:tr>
      <w:tr w:rsidR="00BC1B68" w:rsidRPr="0052715B" w:rsidTr="00F70374">
        <w:trPr>
          <w:trHeight w:val="543"/>
        </w:trPr>
        <w:tc>
          <w:tcPr>
            <w:tcW w:w="153" w:type="pct"/>
            <w:shd w:val="clear" w:color="auto" w:fill="auto"/>
          </w:tcPr>
          <w:p w:rsidR="00BC1B68" w:rsidRPr="0052715B" w:rsidRDefault="00BC1B68" w:rsidP="00CF31BB">
            <w:pPr>
              <w:pStyle w:val="Text"/>
            </w:pPr>
          </w:p>
        </w:tc>
        <w:tc>
          <w:tcPr>
            <w:tcW w:w="4696" w:type="pct"/>
            <w:shd w:val="clear" w:color="auto" w:fill="auto"/>
          </w:tcPr>
          <w:p w:rsidR="00BC1B68" w:rsidRPr="0052715B" w:rsidRDefault="00BC1B68" w:rsidP="00CF31BB">
            <w:pPr>
              <w:pStyle w:val="Text"/>
            </w:pPr>
          </w:p>
        </w:tc>
        <w:tc>
          <w:tcPr>
            <w:tcW w:w="150" w:type="pct"/>
            <w:shd w:val="clear" w:color="auto" w:fill="auto"/>
          </w:tcPr>
          <w:p w:rsidR="00BC1B68" w:rsidRPr="0052715B" w:rsidRDefault="00BC1B68" w:rsidP="00CF31BB">
            <w:pPr>
              <w:pStyle w:val="Text"/>
            </w:pPr>
          </w:p>
        </w:tc>
      </w:tr>
      <w:tr w:rsidR="00265218" w:rsidRPr="0052715B" w:rsidTr="00F70374">
        <w:trPr>
          <w:trHeight w:val="9908"/>
        </w:trPr>
        <w:tc>
          <w:tcPr>
            <w:tcW w:w="153" w:type="pct"/>
            <w:shd w:val="clear" w:color="auto" w:fill="auto"/>
          </w:tcPr>
          <w:p w:rsidR="00265218" w:rsidRPr="0052715B" w:rsidRDefault="00265218" w:rsidP="00CF31BB">
            <w:pPr>
              <w:pStyle w:val="Text"/>
            </w:pPr>
          </w:p>
        </w:tc>
        <w:tc>
          <w:tcPr>
            <w:tcW w:w="4696" w:type="pct"/>
            <w:shd w:val="clear" w:color="auto" w:fill="auto"/>
          </w:tcPr>
          <w:tbl>
            <w:tblPr>
              <w:tblStyle w:val="TableGrid"/>
              <w:tblW w:w="99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4A0" w:firstRow="1" w:lastRow="0" w:firstColumn="1" w:lastColumn="0" w:noHBand="0" w:noVBand="1"/>
            </w:tblPr>
            <w:tblGrid>
              <w:gridCol w:w="2203"/>
              <w:gridCol w:w="300"/>
              <w:gridCol w:w="2393"/>
              <w:gridCol w:w="300"/>
              <w:gridCol w:w="2205"/>
              <w:gridCol w:w="300"/>
              <w:gridCol w:w="2207"/>
            </w:tblGrid>
            <w:tr w:rsidR="00A3321A" w:rsidRPr="0052715B" w:rsidTr="00E141F4">
              <w:tc>
                <w:tcPr>
                  <w:tcW w:w="9908" w:type="dxa"/>
                  <w:gridSpan w:val="7"/>
                </w:tcPr>
                <w:p w:rsidR="00A3321A" w:rsidRPr="0052715B" w:rsidRDefault="00F70374" w:rsidP="00CF31BB">
                  <w:r>
                    <w:t>Please complete and send this form to [CONTACT]. Please contact us at: +1 234 3454-6574</w:t>
                  </w:r>
                </w:p>
              </w:tc>
            </w:tr>
            <w:tr w:rsidR="00C50E6D" w:rsidRPr="0052715B" w:rsidTr="00CF31BB">
              <w:tc>
                <w:tcPr>
                  <w:tcW w:w="2203" w:type="dxa"/>
                  <w:tcBorders>
                    <w:bottom w:val="single" w:sz="4" w:space="0" w:color="808080" w:themeColor="background1" w:themeShade="80"/>
                  </w:tcBorders>
                </w:tcPr>
                <w:p w:rsidR="00C50E6D" w:rsidRPr="0052715B" w:rsidRDefault="00C50E6D" w:rsidP="00F70374">
                  <w:pPr>
                    <w:pStyle w:val="Text"/>
                    <w:spacing w:after="240"/>
                    <w:jc w:val="left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:rsidR="00C50E6D" w:rsidRPr="0052715B" w:rsidRDefault="00C50E6D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7405" w:type="dxa"/>
                  <w:gridSpan w:val="5"/>
                  <w:tcBorders>
                    <w:bottom w:val="single" w:sz="4" w:space="0" w:color="808080" w:themeColor="background1" w:themeShade="80"/>
                  </w:tcBorders>
                </w:tcPr>
                <w:p w:rsidR="00C50E6D" w:rsidRPr="0052715B" w:rsidRDefault="00C50E6D" w:rsidP="00F70374">
                  <w:pPr>
                    <w:pStyle w:val="Text"/>
                    <w:spacing w:after="240"/>
                    <w:jc w:val="left"/>
                  </w:pPr>
                </w:p>
              </w:tc>
            </w:tr>
            <w:tr w:rsidR="00C50E6D" w:rsidRPr="0052715B" w:rsidTr="00643F5A">
              <w:sdt>
                <w:sdtPr>
                  <w:rPr>
                    <w:b w:val="0"/>
                  </w:rPr>
                  <w:id w:val="1057201705"/>
                  <w:placeholder>
                    <w:docPart w:val="FF63C2B671154013B794079343A0F78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2203" w:type="dxa"/>
                      <w:tcBorders>
                        <w:top w:val="single" w:sz="4" w:space="0" w:color="808080" w:themeColor="background1" w:themeShade="80"/>
                      </w:tcBorders>
                    </w:tcPr>
                    <w:p w:rsidR="00C50E6D" w:rsidRPr="00F70374" w:rsidRDefault="00CF31BB" w:rsidP="00CF31BB">
                      <w:pPr>
                        <w:pStyle w:val="BoldText"/>
                        <w:rPr>
                          <w:b w:val="0"/>
                        </w:rPr>
                      </w:pPr>
                      <w:r w:rsidRPr="00F70374">
                        <w:rPr>
                          <w:b w:val="0"/>
                        </w:rPr>
                        <w:t>Request Date</w:t>
                      </w:r>
                    </w:p>
                  </w:tc>
                </w:sdtContent>
              </w:sdt>
              <w:tc>
                <w:tcPr>
                  <w:tcW w:w="300" w:type="dxa"/>
                </w:tcPr>
                <w:p w:rsidR="00C50E6D" w:rsidRPr="00F70374" w:rsidRDefault="00C50E6D" w:rsidP="00CF31BB">
                  <w:pPr>
                    <w:pStyle w:val="Text"/>
                  </w:pPr>
                </w:p>
              </w:tc>
              <w:tc>
                <w:tcPr>
                  <w:tcW w:w="7405" w:type="dxa"/>
                  <w:gridSpan w:val="5"/>
                  <w:tcBorders>
                    <w:top w:val="single" w:sz="4" w:space="0" w:color="808080" w:themeColor="background1" w:themeShade="80"/>
                  </w:tcBorders>
                </w:tcPr>
                <w:p w:rsidR="00C50E6D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Contact Name</w:t>
                  </w:r>
                </w:p>
              </w:tc>
            </w:tr>
            <w:tr w:rsidR="00A3321A" w:rsidRPr="0052715B" w:rsidTr="00CF31BB">
              <w:tc>
                <w:tcPr>
                  <w:tcW w:w="489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:rsidR="00A3321A" w:rsidRPr="00F70374" w:rsidRDefault="00A3321A" w:rsidP="00F70374">
                  <w:pPr>
                    <w:pStyle w:val="Text"/>
                    <w:spacing w:after="240"/>
                    <w:jc w:val="left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:rsidR="00A3321A" w:rsidRPr="00F70374" w:rsidRDefault="00A3321A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4712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:rsidR="00A3321A" w:rsidRPr="00F70374" w:rsidRDefault="00A3321A" w:rsidP="00F70374">
                  <w:pPr>
                    <w:pStyle w:val="Text"/>
                    <w:spacing w:after="240"/>
                    <w:jc w:val="left"/>
                  </w:pPr>
                </w:p>
              </w:tc>
            </w:tr>
            <w:tr w:rsidR="00E141F4" w:rsidRPr="0052715B" w:rsidTr="00CF31BB">
              <w:tc>
                <w:tcPr>
                  <w:tcW w:w="489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:rsidR="00E141F4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Contact Number</w:t>
                  </w:r>
                </w:p>
              </w:tc>
              <w:tc>
                <w:tcPr>
                  <w:tcW w:w="300" w:type="dxa"/>
                </w:tcPr>
                <w:p w:rsidR="00E141F4" w:rsidRPr="00F70374" w:rsidRDefault="00E141F4" w:rsidP="00CF31BB">
                  <w:pPr>
                    <w:pStyle w:val="Text"/>
                  </w:pPr>
                </w:p>
              </w:tc>
              <w:tc>
                <w:tcPr>
                  <w:tcW w:w="4712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:rsidR="00E141F4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Contact Email</w:t>
                  </w:r>
                </w:p>
              </w:tc>
            </w:tr>
            <w:tr w:rsidR="00E141F4" w:rsidRPr="0052715B" w:rsidTr="00CF31BB">
              <w:tc>
                <w:tcPr>
                  <w:tcW w:w="2203" w:type="dxa"/>
                  <w:tcBorders>
                    <w:bottom w:val="single" w:sz="4" w:space="0" w:color="808080" w:themeColor="background1" w:themeShade="80"/>
                  </w:tcBorders>
                </w:tcPr>
                <w:p w:rsidR="00E141F4" w:rsidRPr="00F70374" w:rsidRDefault="00E141F4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:rsidR="00E141F4" w:rsidRPr="00F70374" w:rsidRDefault="00E141F4" w:rsidP="0016108E">
                  <w:pPr>
                    <w:pStyle w:val="BoldText"/>
                    <w:spacing w:after="240"/>
                    <w:jc w:val="center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-</w:t>
                  </w:r>
                </w:p>
              </w:tc>
              <w:tc>
                <w:tcPr>
                  <w:tcW w:w="2393" w:type="dxa"/>
                  <w:tcBorders>
                    <w:bottom w:val="single" w:sz="4" w:space="0" w:color="808080" w:themeColor="background1" w:themeShade="80"/>
                  </w:tcBorders>
                </w:tcPr>
                <w:p w:rsidR="00E141F4" w:rsidRPr="00F70374" w:rsidRDefault="00E141F4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:rsidR="00E141F4" w:rsidRPr="00F70374" w:rsidRDefault="00E141F4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4712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:rsidR="00E141F4" w:rsidRPr="00F70374" w:rsidRDefault="00E141F4" w:rsidP="00F70374">
                  <w:pPr>
                    <w:pStyle w:val="Text"/>
                    <w:spacing w:after="240"/>
                    <w:jc w:val="left"/>
                  </w:pPr>
                </w:p>
              </w:tc>
            </w:tr>
            <w:tr w:rsidR="00E141F4" w:rsidRPr="0052715B" w:rsidTr="00CF31BB">
              <w:sdt>
                <w:sdtPr>
                  <w:rPr>
                    <w:b w:val="0"/>
                  </w:rPr>
                  <w:id w:val="1506785785"/>
                  <w:placeholder>
                    <w:docPart w:val="1EFED8C8B8A44B19A6E6EB7C83DB81E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4896" w:type="dxa"/>
                      <w:gridSpan w:val="3"/>
                    </w:tcPr>
                    <w:p w:rsidR="00E141F4" w:rsidRPr="00F70374" w:rsidRDefault="00CF31BB" w:rsidP="00CF31BB">
                      <w:pPr>
                        <w:pStyle w:val="BoldText"/>
                        <w:rPr>
                          <w:b w:val="0"/>
                        </w:rPr>
                      </w:pPr>
                      <w:r w:rsidRPr="00F70374">
                        <w:rPr>
                          <w:b w:val="0"/>
                        </w:rPr>
                        <w:t>Please fill in the dates you are requesting off</w:t>
                      </w:r>
                    </w:p>
                  </w:tc>
                </w:sdtContent>
              </w:sdt>
              <w:tc>
                <w:tcPr>
                  <w:tcW w:w="300" w:type="dxa"/>
                </w:tcPr>
                <w:p w:rsidR="00E141F4" w:rsidRPr="00F70374" w:rsidRDefault="00E141F4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4712" w:type="dxa"/>
                  <w:gridSpan w:val="3"/>
                </w:tcPr>
                <w:p w:rsidR="00E141F4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Event Type and Venue</w:t>
                  </w:r>
                </w:p>
              </w:tc>
            </w:tr>
            <w:tr w:rsidR="0016108E" w:rsidRPr="0052715B" w:rsidTr="0016108E">
              <w:tc>
                <w:tcPr>
                  <w:tcW w:w="7401" w:type="dxa"/>
                  <w:gridSpan w:val="5"/>
                  <w:tcBorders>
                    <w:bottom w:val="single" w:sz="4" w:space="0" w:color="808080" w:themeColor="background1" w:themeShade="80"/>
                  </w:tcBorders>
                </w:tcPr>
                <w:p w:rsidR="0016108E" w:rsidRPr="00F70374" w:rsidRDefault="0016108E" w:rsidP="00F70374">
                  <w:pPr>
                    <w:pStyle w:val="Text"/>
                    <w:spacing w:after="240"/>
                    <w:jc w:val="left"/>
                  </w:pPr>
                </w:p>
              </w:tc>
              <w:tc>
                <w:tcPr>
                  <w:tcW w:w="300" w:type="dxa"/>
                </w:tcPr>
                <w:p w:rsidR="0016108E" w:rsidRPr="00F70374" w:rsidRDefault="0016108E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2207" w:type="dxa"/>
                  <w:tcBorders>
                    <w:bottom w:val="single" w:sz="4" w:space="0" w:color="808080" w:themeColor="background1" w:themeShade="80"/>
                  </w:tcBorders>
                </w:tcPr>
                <w:p w:rsidR="0016108E" w:rsidRPr="00F70374" w:rsidRDefault="0016108E" w:rsidP="00F70374">
                  <w:pPr>
                    <w:pStyle w:val="Text"/>
                    <w:spacing w:after="240"/>
                    <w:jc w:val="left"/>
                  </w:pPr>
                </w:p>
              </w:tc>
            </w:tr>
            <w:tr w:rsidR="00A3321A" w:rsidRPr="0052715B" w:rsidTr="00643F5A">
              <w:tc>
                <w:tcPr>
                  <w:tcW w:w="489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:rsidR="00A3321A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Signature</w:t>
                  </w:r>
                </w:p>
              </w:tc>
              <w:tc>
                <w:tcPr>
                  <w:tcW w:w="300" w:type="dxa"/>
                </w:tcPr>
                <w:p w:rsidR="00A3321A" w:rsidRPr="00F70374" w:rsidRDefault="00A3321A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2205" w:type="dxa"/>
                </w:tcPr>
                <w:p w:rsidR="00A3321A" w:rsidRPr="00F70374" w:rsidRDefault="00A3321A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300" w:type="dxa"/>
                </w:tcPr>
                <w:p w:rsidR="00A3321A" w:rsidRPr="00F70374" w:rsidRDefault="00A3321A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sdt>
                <w:sdtPr>
                  <w:rPr>
                    <w:b w:val="0"/>
                  </w:rPr>
                  <w:id w:val="1221485342"/>
                  <w:placeholder>
                    <w:docPart w:val="3C02CA6DFE524166871C6D500692DDD8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2207" w:type="dxa"/>
                      <w:tcBorders>
                        <w:top w:val="single" w:sz="4" w:space="0" w:color="808080" w:themeColor="background1" w:themeShade="80"/>
                      </w:tcBorders>
                    </w:tcPr>
                    <w:p w:rsidR="00A3321A" w:rsidRPr="00F70374" w:rsidRDefault="00CF31BB" w:rsidP="00CF31BB">
                      <w:pPr>
                        <w:pStyle w:val="BoldText"/>
                        <w:rPr>
                          <w:b w:val="0"/>
                        </w:rPr>
                      </w:pPr>
                      <w:r w:rsidRPr="00F70374">
                        <w:rPr>
                          <w:b w:val="0"/>
                        </w:rPr>
                        <w:t>Date</w:t>
                      </w:r>
                    </w:p>
                  </w:tc>
                </w:sdtContent>
              </w:sdt>
            </w:tr>
            <w:tr w:rsidR="00643F5A" w:rsidRPr="0052715B" w:rsidTr="00643F5A">
              <w:tc>
                <w:tcPr>
                  <w:tcW w:w="4896" w:type="dxa"/>
                  <w:gridSpan w:val="3"/>
                  <w:tcBorders>
                    <w:bottom w:val="single" w:sz="24" w:space="0" w:color="1F497D" w:themeColor="text2"/>
                  </w:tcBorders>
                </w:tcPr>
                <w:p w:rsidR="00643F5A" w:rsidRPr="0052715B" w:rsidRDefault="00643F5A" w:rsidP="00CF31BB"/>
              </w:tc>
              <w:tc>
                <w:tcPr>
                  <w:tcW w:w="300" w:type="dxa"/>
                  <w:tcBorders>
                    <w:bottom w:val="single" w:sz="24" w:space="0" w:color="1F497D" w:themeColor="text2"/>
                  </w:tcBorders>
                </w:tcPr>
                <w:p w:rsidR="00643F5A" w:rsidRPr="0052715B" w:rsidRDefault="00643F5A" w:rsidP="00CF31BB"/>
              </w:tc>
              <w:tc>
                <w:tcPr>
                  <w:tcW w:w="2205" w:type="dxa"/>
                  <w:tcBorders>
                    <w:bottom w:val="single" w:sz="24" w:space="0" w:color="1F497D" w:themeColor="text2"/>
                  </w:tcBorders>
                </w:tcPr>
                <w:p w:rsidR="00643F5A" w:rsidRPr="0052715B" w:rsidRDefault="00643F5A" w:rsidP="00CF31BB"/>
              </w:tc>
              <w:tc>
                <w:tcPr>
                  <w:tcW w:w="300" w:type="dxa"/>
                  <w:tcBorders>
                    <w:bottom w:val="single" w:sz="24" w:space="0" w:color="1F497D" w:themeColor="text2"/>
                  </w:tcBorders>
                </w:tcPr>
                <w:p w:rsidR="00643F5A" w:rsidRPr="0052715B" w:rsidRDefault="00643F5A" w:rsidP="00CF31BB"/>
              </w:tc>
              <w:tc>
                <w:tcPr>
                  <w:tcW w:w="2207" w:type="dxa"/>
                  <w:tcBorders>
                    <w:bottom w:val="single" w:sz="24" w:space="0" w:color="1F497D" w:themeColor="text2"/>
                  </w:tcBorders>
                </w:tcPr>
                <w:p w:rsidR="00643F5A" w:rsidRPr="0052715B" w:rsidRDefault="00643F5A" w:rsidP="00CF31BB"/>
              </w:tc>
            </w:tr>
            <w:tr w:rsidR="00E141F4" w:rsidRPr="0052715B" w:rsidTr="00542A22">
              <w:trPr>
                <w:trHeight w:val="786"/>
              </w:trPr>
              <w:sdt>
                <w:sdtPr>
                  <w:id w:val="-1477831792"/>
                  <w:placeholder>
                    <w:docPart w:val="CCA247C15D4247639B9C0BA89DF7E8C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9908" w:type="dxa"/>
                      <w:gridSpan w:val="7"/>
                      <w:tcBorders>
                        <w:top w:val="single" w:sz="24" w:space="0" w:color="1F497D" w:themeColor="text2"/>
                        <w:bottom w:val="single" w:sz="24" w:space="0" w:color="1F497D" w:themeColor="text2"/>
                      </w:tcBorders>
                      <w:shd w:val="clear" w:color="auto" w:fill="F2F2F2" w:themeFill="background1" w:themeFillShade="F2"/>
                      <w:vAlign w:val="center"/>
                    </w:tcPr>
                    <w:p w:rsidR="00E141F4" w:rsidRPr="0052715B" w:rsidRDefault="00CF31BB" w:rsidP="00CF31BB">
                      <w:pPr>
                        <w:pStyle w:val="BlueBoldText"/>
                      </w:pPr>
                      <w:r w:rsidRPr="0044234B">
                        <w:t>Provider/Office Manager to Fill in Below</w:t>
                      </w:r>
                    </w:p>
                  </w:tc>
                </w:sdtContent>
              </w:sdt>
            </w:tr>
            <w:tr w:rsidR="00E141F4" w:rsidRPr="0052715B" w:rsidTr="001034AB">
              <w:trPr>
                <w:trHeight w:val="283"/>
              </w:trPr>
              <w:tc>
                <w:tcPr>
                  <w:tcW w:w="9908" w:type="dxa"/>
                  <w:gridSpan w:val="7"/>
                  <w:tcBorders>
                    <w:top w:val="single" w:sz="24" w:space="0" w:color="1F497D" w:themeColor="text2"/>
                  </w:tcBorders>
                </w:tcPr>
                <w:p w:rsidR="00E141F4" w:rsidRPr="0052715B" w:rsidRDefault="00E141F4" w:rsidP="00CF31BB"/>
              </w:tc>
            </w:tr>
            <w:tr w:rsidR="0016108E" w:rsidRPr="0052715B" w:rsidTr="0016108E">
              <w:tc>
                <w:tcPr>
                  <w:tcW w:w="489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:rsidR="0016108E" w:rsidRPr="0052715B" w:rsidRDefault="0016108E" w:rsidP="00F70374">
                  <w:pPr>
                    <w:pStyle w:val="Text"/>
                    <w:spacing w:after="240"/>
                    <w:jc w:val="left"/>
                  </w:pP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:rsidR="0016108E" w:rsidRPr="0052715B" w:rsidRDefault="0016108E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4712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:rsidR="0016108E" w:rsidRPr="0052715B" w:rsidRDefault="0016108E" w:rsidP="00F70374">
                  <w:pPr>
                    <w:pStyle w:val="Text"/>
                    <w:spacing w:after="240"/>
                    <w:jc w:val="left"/>
                  </w:pPr>
                </w:p>
              </w:tc>
            </w:tr>
            <w:tr w:rsidR="00E141F4" w:rsidRPr="0052715B" w:rsidTr="00CF31BB">
              <w:tc>
                <w:tcPr>
                  <w:tcW w:w="489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:rsidR="00E141F4" w:rsidRPr="00F70374" w:rsidRDefault="00A25680" w:rsidP="00CF31BB">
                  <w:pPr>
                    <w:pStyle w:val="BoldText"/>
                    <w:rPr>
                      <w:b w:val="0"/>
                    </w:rPr>
                  </w:pPr>
                  <w:sdt>
                    <w:sdtPr>
                      <w:rPr>
                        <w:b w:val="0"/>
                      </w:rPr>
                      <w:id w:val="-1106113707"/>
                      <w:placeholder>
                        <w:docPart w:val="9AA6B2416D1E4B4396010B879A2C4B8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6108E" w:rsidRPr="00F70374">
                        <w:rPr>
                          <w:b w:val="0"/>
                        </w:rPr>
                        <w:t>Approved or Not Approved</w:t>
                      </w:r>
                    </w:sdtContent>
                  </w:sdt>
                  <w:r w:rsidR="0016108E" w:rsidRPr="00F70374">
                    <w:rPr>
                      <w:b w:val="0"/>
                    </w:rPr>
                    <w:t xml:space="preserve"> </w:t>
                  </w:r>
                </w:p>
              </w:tc>
              <w:tc>
                <w:tcPr>
                  <w:tcW w:w="300" w:type="dxa"/>
                </w:tcPr>
                <w:p w:rsidR="00E141F4" w:rsidRPr="00F70374" w:rsidRDefault="00E141F4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4712" w:type="dxa"/>
                  <w:gridSpan w:val="3"/>
                </w:tcPr>
                <w:p w:rsidR="00E141F4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Selected Menu/Beverage Package</w:t>
                  </w:r>
                </w:p>
              </w:tc>
            </w:tr>
            <w:tr w:rsidR="00E141F4" w:rsidRPr="0052715B" w:rsidTr="00F70374">
              <w:trPr>
                <w:trHeight w:val="1376"/>
              </w:trPr>
              <w:tc>
                <w:tcPr>
                  <w:tcW w:w="9908" w:type="dxa"/>
                  <w:gridSpan w:val="7"/>
                  <w:tcBorders>
                    <w:bottom w:val="single" w:sz="4" w:space="0" w:color="808080" w:themeColor="background1" w:themeShade="80"/>
                  </w:tcBorders>
                </w:tcPr>
                <w:p w:rsidR="00F70374" w:rsidRDefault="00F70374" w:rsidP="00F70374">
                  <w:pPr>
                    <w:pStyle w:val="Text"/>
                    <w:spacing w:after="240"/>
                    <w:jc w:val="left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-43251</wp:posOffset>
                            </wp:positionH>
                            <wp:positionV relativeFrom="paragraph">
                              <wp:posOffset>336620</wp:posOffset>
                            </wp:positionV>
                            <wp:extent cx="6292850" cy="1648177"/>
                            <wp:effectExtent l="0" t="0" r="12700" b="28575"/>
                            <wp:wrapNone/>
                            <wp:docPr id="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292850" cy="16481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F70374" w:rsidRDefault="00F70374" w:rsidP="00F70374">
                                        <w:pPr>
                                          <w:jc w:val="left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margin-left:-3.4pt;margin-top:26.5pt;width:495.5pt;height:1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" fillcolor="white [3201]" strokeweight=".5pt">
                            <v:textbox>
                              <w:txbxContent>
                                <w:p w:rsidR="00F70374" w:rsidRDefault="00F70374" w:rsidP="00F70374">
                                  <w:pPr>
                                    <w:jc w:val="left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F70374" w:rsidRPr="00F70374" w:rsidRDefault="00F70374" w:rsidP="00F70374"/>
                <w:p w:rsidR="00F70374" w:rsidRDefault="00F70374" w:rsidP="00F70374"/>
                <w:p w:rsidR="00F70374" w:rsidRDefault="00F70374" w:rsidP="00F70374"/>
                <w:p w:rsidR="00F70374" w:rsidRDefault="00F70374" w:rsidP="00F70374"/>
                <w:p w:rsidR="00F70374" w:rsidRDefault="00F70374" w:rsidP="00F70374"/>
                <w:p w:rsidR="00F70374" w:rsidRDefault="00F70374" w:rsidP="00F70374">
                  <w:pPr>
                    <w:jc w:val="both"/>
                  </w:pPr>
                </w:p>
                <w:p w:rsidR="00F70374" w:rsidRDefault="00F70374" w:rsidP="00F70374">
                  <w:pPr>
                    <w:jc w:val="both"/>
                  </w:pPr>
                </w:p>
                <w:p w:rsidR="00F70374" w:rsidRDefault="00F70374" w:rsidP="00F70374">
                  <w:pPr>
                    <w:tabs>
                      <w:tab w:val="left" w:pos="4018"/>
                    </w:tabs>
                  </w:pPr>
                  <w:r>
                    <w:tab/>
                  </w:r>
                </w:p>
                <w:p w:rsidR="00F70374" w:rsidRPr="00F70374" w:rsidRDefault="00F70374" w:rsidP="00F70374"/>
              </w:tc>
            </w:tr>
            <w:tr w:rsidR="00E141F4" w:rsidRPr="0052715B" w:rsidTr="00643F5A">
              <w:tc>
                <w:tcPr>
                  <w:tcW w:w="9908" w:type="dxa"/>
                  <w:gridSpan w:val="7"/>
                  <w:tcBorders>
                    <w:top w:val="single" w:sz="4" w:space="0" w:color="808080" w:themeColor="background1" w:themeShade="80"/>
                  </w:tcBorders>
                </w:tcPr>
                <w:p w:rsidR="00E141F4" w:rsidRPr="00F70374" w:rsidRDefault="00F70374" w:rsidP="00CF31BB">
                  <w:pPr>
                    <w:pStyle w:val="BoldText"/>
                    <w:rPr>
                      <w:b w:val="0"/>
                    </w:rPr>
                  </w:pPr>
                  <w:r w:rsidRPr="00F70374">
                    <w:rPr>
                      <w:b w:val="0"/>
                    </w:rPr>
                    <w:t>Number of guests and details if any</w:t>
                  </w:r>
                </w:p>
              </w:tc>
            </w:tr>
            <w:tr w:rsidR="0016108E" w:rsidRPr="0052715B" w:rsidTr="0016108E">
              <w:tc>
                <w:tcPr>
                  <w:tcW w:w="7401" w:type="dxa"/>
                  <w:gridSpan w:val="5"/>
                  <w:tcBorders>
                    <w:bottom w:val="single" w:sz="4" w:space="0" w:color="808080" w:themeColor="background1" w:themeShade="80"/>
                  </w:tcBorders>
                </w:tcPr>
                <w:p w:rsidR="0016108E" w:rsidRPr="00F70374" w:rsidRDefault="0016108E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300" w:type="dxa"/>
                </w:tcPr>
                <w:p w:rsidR="0016108E" w:rsidRPr="00F70374" w:rsidRDefault="0016108E" w:rsidP="0016108E">
                  <w:pPr>
                    <w:pStyle w:val="Text"/>
                    <w:spacing w:after="240"/>
                  </w:pPr>
                </w:p>
              </w:tc>
              <w:tc>
                <w:tcPr>
                  <w:tcW w:w="2207" w:type="dxa"/>
                  <w:tcBorders>
                    <w:bottom w:val="single" w:sz="4" w:space="0" w:color="808080" w:themeColor="background1" w:themeShade="80"/>
                  </w:tcBorders>
                </w:tcPr>
                <w:p w:rsidR="0016108E" w:rsidRPr="00F70374" w:rsidRDefault="0016108E" w:rsidP="0016108E">
                  <w:pPr>
                    <w:pStyle w:val="Text"/>
                    <w:spacing w:after="240"/>
                  </w:pPr>
                </w:p>
              </w:tc>
            </w:tr>
            <w:tr w:rsidR="00E141F4" w:rsidRPr="0052715B" w:rsidTr="00643F5A">
              <w:sdt>
                <w:sdtPr>
                  <w:rPr>
                    <w:b w:val="0"/>
                  </w:rPr>
                  <w:id w:val="-1999948493"/>
                  <w:placeholder>
                    <w:docPart w:val="D838AD4CA4DA477DB867514415957E78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4896" w:type="dxa"/>
                      <w:gridSpan w:val="3"/>
                      <w:tcBorders>
                        <w:top w:val="single" w:sz="4" w:space="0" w:color="808080" w:themeColor="background1" w:themeShade="80"/>
                      </w:tcBorders>
                    </w:tcPr>
                    <w:p w:rsidR="00E141F4" w:rsidRPr="00F70374" w:rsidRDefault="00CF31BB" w:rsidP="00CF31BB">
                      <w:pPr>
                        <w:pStyle w:val="BoldText"/>
                        <w:rPr>
                          <w:b w:val="0"/>
                        </w:rPr>
                      </w:pPr>
                      <w:r w:rsidRPr="00F70374">
                        <w:rPr>
                          <w:b w:val="0"/>
                        </w:rPr>
                        <w:t>Provider/Office Manager</w:t>
                      </w:r>
                    </w:p>
                  </w:tc>
                </w:sdtContent>
              </w:sdt>
              <w:tc>
                <w:tcPr>
                  <w:tcW w:w="300" w:type="dxa"/>
                </w:tcPr>
                <w:p w:rsidR="00E141F4" w:rsidRPr="00F70374" w:rsidRDefault="00E141F4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2205" w:type="dxa"/>
                </w:tcPr>
                <w:p w:rsidR="00E141F4" w:rsidRPr="00F70374" w:rsidRDefault="00E141F4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tc>
                <w:tcPr>
                  <w:tcW w:w="300" w:type="dxa"/>
                </w:tcPr>
                <w:p w:rsidR="00E141F4" w:rsidRPr="00F70374" w:rsidRDefault="00E141F4" w:rsidP="00CF31BB">
                  <w:pPr>
                    <w:pStyle w:val="BoldText"/>
                    <w:rPr>
                      <w:b w:val="0"/>
                    </w:rPr>
                  </w:pPr>
                </w:p>
              </w:tc>
              <w:sdt>
                <w:sdtPr>
                  <w:rPr>
                    <w:b w:val="0"/>
                  </w:rPr>
                  <w:id w:val="688957716"/>
                  <w:placeholder>
                    <w:docPart w:val="389E642F5EEB408381AEBA0D102832A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2207" w:type="dxa"/>
                      <w:tcBorders>
                        <w:top w:val="single" w:sz="4" w:space="0" w:color="808080" w:themeColor="background1" w:themeShade="80"/>
                      </w:tcBorders>
                    </w:tcPr>
                    <w:p w:rsidR="00E141F4" w:rsidRPr="00F70374" w:rsidRDefault="00CF31BB" w:rsidP="00CF31BB">
                      <w:pPr>
                        <w:pStyle w:val="BoldText"/>
                        <w:rPr>
                          <w:b w:val="0"/>
                        </w:rPr>
                      </w:pPr>
                      <w:r w:rsidRPr="00F70374">
                        <w:rPr>
                          <w:b w:val="0"/>
                        </w:rPr>
                        <w:t>Date</w:t>
                      </w:r>
                    </w:p>
                  </w:tc>
                </w:sdtContent>
              </w:sdt>
            </w:tr>
          </w:tbl>
          <w:p w:rsidR="00265218" w:rsidRPr="0052715B" w:rsidRDefault="00265218" w:rsidP="00CF31BB">
            <w:pPr>
              <w:pStyle w:val="Text"/>
            </w:pPr>
          </w:p>
        </w:tc>
        <w:tc>
          <w:tcPr>
            <w:tcW w:w="150" w:type="pct"/>
            <w:shd w:val="clear" w:color="auto" w:fill="auto"/>
          </w:tcPr>
          <w:p w:rsidR="00265218" w:rsidRPr="0052715B" w:rsidRDefault="00265218" w:rsidP="00CF31BB">
            <w:pPr>
              <w:pStyle w:val="Text"/>
            </w:pPr>
          </w:p>
        </w:tc>
        <w:bookmarkStart w:id="0" w:name="_GoBack"/>
        <w:bookmarkEnd w:id="0"/>
      </w:tr>
    </w:tbl>
    <w:p w:rsidR="00F70374" w:rsidRPr="00F70374" w:rsidRDefault="00F70374" w:rsidP="00F70374">
      <w:pPr>
        <w:tabs>
          <w:tab w:val="left" w:pos="3236"/>
          <w:tab w:val="center" w:pos="5400"/>
        </w:tabs>
        <w:jc w:val="left"/>
      </w:pPr>
      <w:r>
        <w:tab/>
      </w:r>
      <w:r>
        <w:tab/>
      </w:r>
      <w:r>
        <w:tab/>
      </w:r>
    </w:p>
    <w:sectPr w:rsidR="00F70374" w:rsidRPr="00F70374" w:rsidSect="00F70374">
      <w:headerReference w:type="default" r:id="rId10"/>
      <w:pgSz w:w="12240" w:h="15840" w:code="1"/>
      <w:pgMar w:top="1350" w:right="720" w:bottom="0" w:left="720" w:header="709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680" w:rsidRDefault="00A25680" w:rsidP="00CF31BB">
      <w:r>
        <w:separator/>
      </w:r>
    </w:p>
  </w:endnote>
  <w:endnote w:type="continuationSeparator" w:id="0">
    <w:p w:rsidR="00A25680" w:rsidRDefault="00A25680" w:rsidP="00CF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680" w:rsidRDefault="00A25680" w:rsidP="00CF31BB">
      <w:r>
        <w:separator/>
      </w:r>
    </w:p>
  </w:footnote>
  <w:footnote w:type="continuationSeparator" w:id="0">
    <w:p w:rsidR="00A25680" w:rsidRDefault="00A25680" w:rsidP="00CF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B68" w:rsidRDefault="00C822DF" w:rsidP="00F70374">
    <w:pPr>
      <w:pStyle w:val="Header"/>
      <w:jc w:val="both"/>
    </w:pPr>
    <w:r>
      <w:rPr>
        <w:noProof/>
      </w:rPr>
      <mc:AlternateContent>
        <mc:Choice Requires="wpg">
          <w:drawing>
            <wp:anchor distT="0" distB="0" distL="114300" distR="114300" simplePos="0" relativeHeight="251665920" behindDoc="1" locked="0" layoutInCell="1" allowOverlap="1" wp14:anchorId="0A6F5AB6" wp14:editId="7EADCC50">
              <wp:simplePos x="0" y="0"/>
              <wp:positionH relativeFrom="column">
                <wp:posOffset>5644</wp:posOffset>
              </wp:positionH>
              <wp:positionV relativeFrom="paragraph">
                <wp:posOffset>-221615</wp:posOffset>
              </wp:positionV>
              <wp:extent cx="6854825" cy="8242299"/>
              <wp:effectExtent l="0" t="0" r="3175" b="6985"/>
              <wp:wrapNone/>
              <wp:docPr id="12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4825" cy="8242299"/>
                        <a:chOff x="0" y="2085975"/>
                        <a:chExt cx="6854825" cy="8242299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>
                        <a:xfrm>
                          <a:off x="0" y="3314700"/>
                          <a:ext cx="6854825" cy="7013574"/>
                          <a:chOff x="0" y="0"/>
                          <a:chExt cx="6854952" cy="7013397"/>
                        </a:xfrm>
                      </wpg:grpSpPr>
                      <wpg:grpSp>
                        <wpg:cNvPr id="9" name="Group 1"/>
                        <wpg:cNvGrpSpPr>
                          <a:grpSpLocks/>
                        </wpg:cNvGrpSpPr>
                        <wpg:grpSpPr>
                          <a:xfrm>
                            <a:off x="0" y="14630"/>
                            <a:ext cx="6854952" cy="6998767"/>
                            <a:chOff x="0" y="0"/>
                            <a:chExt cx="6854952" cy="6998767"/>
                          </a:xfrm>
                        </wpg:grpSpPr>
                        <wps:wsp>
                          <wps:cNvPr id="20" name="Rectangle"/>
                          <wps:cNvSpPr>
                            <a:spLocks/>
                          </wps:cNvSpPr>
                          <wps:spPr>
                            <a:xfrm>
                              <a:off x="73152" y="41908"/>
                              <a:ext cx="6781800" cy="695685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alpha val="20000"/>
                              </a:schemeClr>
                            </a:solidFill>
                            <a:ln w="12700"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21" name="Rectangle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785610" cy="693547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rgbClr val="1F497D">
                                  <a:alpha val="30000"/>
                                </a:srgbClr>
                              </a:solidFill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22" name="Rectangle"/>
                        <wps:cNvSpPr>
                          <a:spLocks/>
                        </wps:cNvSpPr>
                        <wps:spPr>
                          <a:xfrm>
                            <a:off x="0" y="0"/>
                            <a:ext cx="6785610" cy="381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8" name="Shape"/>
                      <wps:cNvSpPr/>
                      <wps:spPr>
                        <a:xfrm>
                          <a:off x="447675" y="2085975"/>
                          <a:ext cx="548324" cy="4876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38" h="21600" extrusionOk="0">
                              <a:moveTo>
                                <a:pt x="14953" y="1350"/>
                              </a:moveTo>
                              <a:cubicBezTo>
                                <a:pt x="15302" y="1350"/>
                                <a:pt x="15552" y="1069"/>
                                <a:pt x="15552" y="675"/>
                              </a:cubicBezTo>
                              <a:cubicBezTo>
                                <a:pt x="15552" y="281"/>
                                <a:pt x="15302" y="0"/>
                                <a:pt x="14953" y="0"/>
                              </a:cubicBezTo>
                              <a:cubicBezTo>
                                <a:pt x="14604" y="0"/>
                                <a:pt x="14355" y="281"/>
                                <a:pt x="14355" y="675"/>
                              </a:cubicBezTo>
                              <a:cubicBezTo>
                                <a:pt x="14355" y="1069"/>
                                <a:pt x="14604" y="1350"/>
                                <a:pt x="14953" y="1350"/>
                              </a:cubicBezTo>
                              <a:close/>
                              <a:moveTo>
                                <a:pt x="14953" y="9450"/>
                              </a:moveTo>
                              <a:cubicBezTo>
                                <a:pt x="16599" y="9450"/>
                                <a:pt x="17946" y="7931"/>
                                <a:pt x="17946" y="6075"/>
                              </a:cubicBezTo>
                              <a:cubicBezTo>
                                <a:pt x="17946" y="4219"/>
                                <a:pt x="16599" y="2700"/>
                                <a:pt x="14953" y="2700"/>
                              </a:cubicBezTo>
                              <a:cubicBezTo>
                                <a:pt x="13307" y="2700"/>
                                <a:pt x="11960" y="4219"/>
                                <a:pt x="11960" y="6075"/>
                              </a:cubicBezTo>
                              <a:cubicBezTo>
                                <a:pt x="11960" y="7931"/>
                                <a:pt x="13307" y="9450"/>
                                <a:pt x="14953" y="9450"/>
                              </a:cubicBezTo>
                              <a:close/>
                              <a:moveTo>
                                <a:pt x="14953" y="4050"/>
                              </a:moveTo>
                              <a:cubicBezTo>
                                <a:pt x="15951" y="4050"/>
                                <a:pt x="16749" y="4950"/>
                                <a:pt x="16749" y="6075"/>
                              </a:cubicBezTo>
                              <a:cubicBezTo>
                                <a:pt x="16749" y="7200"/>
                                <a:pt x="15951" y="8100"/>
                                <a:pt x="14953" y="8100"/>
                              </a:cubicBezTo>
                              <a:cubicBezTo>
                                <a:pt x="13956" y="8100"/>
                                <a:pt x="13157" y="7200"/>
                                <a:pt x="13157" y="6075"/>
                              </a:cubicBezTo>
                              <a:cubicBezTo>
                                <a:pt x="13157" y="4950"/>
                                <a:pt x="13956" y="4050"/>
                                <a:pt x="14953" y="4050"/>
                              </a:cubicBezTo>
                              <a:close/>
                              <a:moveTo>
                                <a:pt x="17896" y="9394"/>
                              </a:moveTo>
                              <a:lnTo>
                                <a:pt x="17896" y="9394"/>
                              </a:lnTo>
                              <a:cubicBezTo>
                                <a:pt x="17647" y="9675"/>
                                <a:pt x="17647" y="10069"/>
                                <a:pt x="17896" y="10350"/>
                              </a:cubicBezTo>
                              <a:cubicBezTo>
                                <a:pt x="18146" y="10631"/>
                                <a:pt x="18495" y="10631"/>
                                <a:pt x="18744" y="10350"/>
                              </a:cubicBezTo>
                              <a:cubicBezTo>
                                <a:pt x="18994" y="10069"/>
                                <a:pt x="18994" y="9675"/>
                                <a:pt x="18744" y="9394"/>
                              </a:cubicBezTo>
                              <a:cubicBezTo>
                                <a:pt x="18495" y="9112"/>
                                <a:pt x="18146" y="9169"/>
                                <a:pt x="17896" y="9394"/>
                              </a:cubicBezTo>
                              <a:close/>
                              <a:moveTo>
                                <a:pt x="18744" y="2756"/>
                              </a:moveTo>
                              <a:lnTo>
                                <a:pt x="18744" y="2756"/>
                              </a:lnTo>
                              <a:cubicBezTo>
                                <a:pt x="18994" y="2475"/>
                                <a:pt x="18994" y="2081"/>
                                <a:pt x="18744" y="1800"/>
                              </a:cubicBezTo>
                              <a:cubicBezTo>
                                <a:pt x="18495" y="1519"/>
                                <a:pt x="18146" y="1519"/>
                                <a:pt x="17896" y="1800"/>
                              </a:cubicBezTo>
                              <a:cubicBezTo>
                                <a:pt x="17647" y="2081"/>
                                <a:pt x="17647" y="2475"/>
                                <a:pt x="17896" y="2756"/>
                              </a:cubicBezTo>
                              <a:cubicBezTo>
                                <a:pt x="18146" y="2981"/>
                                <a:pt x="18495" y="2981"/>
                                <a:pt x="18744" y="2756"/>
                              </a:cubicBezTo>
                              <a:close/>
                              <a:moveTo>
                                <a:pt x="19742" y="6750"/>
                              </a:moveTo>
                              <a:cubicBezTo>
                                <a:pt x="20091" y="6750"/>
                                <a:pt x="20341" y="6469"/>
                                <a:pt x="20341" y="6075"/>
                              </a:cubicBezTo>
                              <a:cubicBezTo>
                                <a:pt x="20341" y="5681"/>
                                <a:pt x="20091" y="5400"/>
                                <a:pt x="19742" y="5400"/>
                              </a:cubicBezTo>
                              <a:cubicBezTo>
                                <a:pt x="19393" y="5400"/>
                                <a:pt x="19144" y="5681"/>
                                <a:pt x="19144" y="6075"/>
                              </a:cubicBezTo>
                              <a:cubicBezTo>
                                <a:pt x="19144" y="6469"/>
                                <a:pt x="19393" y="6750"/>
                                <a:pt x="19742" y="6750"/>
                              </a:cubicBezTo>
                              <a:close/>
                              <a:moveTo>
                                <a:pt x="14355" y="11475"/>
                              </a:moveTo>
                              <a:cubicBezTo>
                                <a:pt x="14355" y="11869"/>
                                <a:pt x="14604" y="12150"/>
                                <a:pt x="14953" y="12150"/>
                              </a:cubicBezTo>
                              <a:cubicBezTo>
                                <a:pt x="15302" y="12150"/>
                                <a:pt x="15552" y="11869"/>
                                <a:pt x="15552" y="11475"/>
                              </a:cubicBezTo>
                              <a:cubicBezTo>
                                <a:pt x="15552" y="11081"/>
                                <a:pt x="15302" y="10800"/>
                                <a:pt x="14953" y="10800"/>
                              </a:cubicBezTo>
                              <a:cubicBezTo>
                                <a:pt x="14604" y="10800"/>
                                <a:pt x="14355" y="11081"/>
                                <a:pt x="14355" y="11475"/>
                              </a:cubicBezTo>
                              <a:close/>
                              <a:moveTo>
                                <a:pt x="10164" y="6750"/>
                              </a:moveTo>
                              <a:cubicBezTo>
                                <a:pt x="10514" y="6750"/>
                                <a:pt x="10763" y="6469"/>
                                <a:pt x="10763" y="6075"/>
                              </a:cubicBezTo>
                              <a:cubicBezTo>
                                <a:pt x="10763" y="5681"/>
                                <a:pt x="10514" y="5400"/>
                                <a:pt x="10164" y="5400"/>
                              </a:cubicBezTo>
                              <a:cubicBezTo>
                                <a:pt x="9815" y="5400"/>
                                <a:pt x="9566" y="5681"/>
                                <a:pt x="9566" y="6075"/>
                              </a:cubicBezTo>
                              <a:cubicBezTo>
                                <a:pt x="9566" y="6469"/>
                                <a:pt x="9815" y="6750"/>
                                <a:pt x="10164" y="6750"/>
                              </a:cubicBezTo>
                              <a:close/>
                              <a:moveTo>
                                <a:pt x="20939" y="17550"/>
                              </a:moveTo>
                              <a:lnTo>
                                <a:pt x="8019" y="17550"/>
                              </a:lnTo>
                              <a:lnTo>
                                <a:pt x="1035" y="9675"/>
                              </a:lnTo>
                              <a:cubicBezTo>
                                <a:pt x="786" y="9450"/>
                                <a:pt x="437" y="9450"/>
                                <a:pt x="187" y="9675"/>
                              </a:cubicBezTo>
                              <a:cubicBezTo>
                                <a:pt x="-62" y="9956"/>
                                <a:pt x="-62" y="10350"/>
                                <a:pt x="187" y="10631"/>
                              </a:cubicBezTo>
                              <a:lnTo>
                                <a:pt x="7171" y="18506"/>
                              </a:lnTo>
                              <a:lnTo>
                                <a:pt x="7171" y="20925"/>
                              </a:lnTo>
                              <a:cubicBezTo>
                                <a:pt x="7171" y="21319"/>
                                <a:pt x="7421" y="21600"/>
                                <a:pt x="7770" y="21600"/>
                              </a:cubicBezTo>
                              <a:cubicBezTo>
                                <a:pt x="8119" y="21600"/>
                                <a:pt x="8368" y="21319"/>
                                <a:pt x="8368" y="20925"/>
                              </a:cubicBezTo>
                              <a:lnTo>
                                <a:pt x="8368" y="18900"/>
                              </a:lnTo>
                              <a:lnTo>
                                <a:pt x="17946" y="18900"/>
                              </a:lnTo>
                              <a:lnTo>
                                <a:pt x="17946" y="20925"/>
                              </a:lnTo>
                              <a:cubicBezTo>
                                <a:pt x="17946" y="21319"/>
                                <a:pt x="18196" y="21600"/>
                                <a:pt x="18545" y="21600"/>
                              </a:cubicBezTo>
                              <a:cubicBezTo>
                                <a:pt x="18894" y="21600"/>
                                <a:pt x="19144" y="21319"/>
                                <a:pt x="19144" y="20925"/>
                              </a:cubicBezTo>
                              <a:lnTo>
                                <a:pt x="19144" y="18900"/>
                              </a:lnTo>
                              <a:lnTo>
                                <a:pt x="20939" y="18900"/>
                              </a:lnTo>
                              <a:cubicBezTo>
                                <a:pt x="21289" y="18900"/>
                                <a:pt x="21538" y="18619"/>
                                <a:pt x="21538" y="18225"/>
                              </a:cubicBezTo>
                              <a:lnTo>
                                <a:pt x="21538" y="18225"/>
                              </a:lnTo>
                              <a:cubicBezTo>
                                <a:pt x="21538" y="17831"/>
                                <a:pt x="21239" y="17550"/>
                                <a:pt x="20939" y="17550"/>
                              </a:cubicBezTo>
                              <a:close/>
                              <a:moveTo>
                                <a:pt x="11960" y="10350"/>
                              </a:moveTo>
                              <a:lnTo>
                                <a:pt x="11960" y="10350"/>
                              </a:lnTo>
                              <a:cubicBezTo>
                                <a:pt x="12210" y="10069"/>
                                <a:pt x="12210" y="9675"/>
                                <a:pt x="11960" y="9394"/>
                              </a:cubicBezTo>
                              <a:cubicBezTo>
                                <a:pt x="11711" y="9112"/>
                                <a:pt x="11362" y="9112"/>
                                <a:pt x="11112" y="9394"/>
                              </a:cubicBezTo>
                              <a:cubicBezTo>
                                <a:pt x="10863" y="9675"/>
                                <a:pt x="10863" y="10069"/>
                                <a:pt x="11112" y="10350"/>
                              </a:cubicBezTo>
                              <a:cubicBezTo>
                                <a:pt x="11362" y="10631"/>
                                <a:pt x="11761" y="10631"/>
                                <a:pt x="11960" y="10350"/>
                              </a:cubicBezTo>
                              <a:close/>
                              <a:moveTo>
                                <a:pt x="11960" y="2756"/>
                              </a:moveTo>
                              <a:lnTo>
                                <a:pt x="11960" y="2756"/>
                              </a:lnTo>
                              <a:cubicBezTo>
                                <a:pt x="12210" y="2475"/>
                                <a:pt x="12210" y="2081"/>
                                <a:pt x="11960" y="1800"/>
                              </a:cubicBezTo>
                              <a:cubicBezTo>
                                <a:pt x="11711" y="1519"/>
                                <a:pt x="11362" y="1519"/>
                                <a:pt x="11112" y="1800"/>
                              </a:cubicBezTo>
                              <a:cubicBezTo>
                                <a:pt x="10863" y="2081"/>
                                <a:pt x="10863" y="2475"/>
                                <a:pt x="11112" y="2756"/>
                              </a:cubicBezTo>
                              <a:cubicBezTo>
                                <a:pt x="11362" y="2981"/>
                                <a:pt x="11761" y="2981"/>
                                <a:pt x="11960" y="27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B99D96" id="Group 12" o:spid="_x0000_s1026" style="position:absolute;margin-left:.45pt;margin-top:-17.45pt;width:539.75pt;height:649pt;z-index:-251650560;mso-height-relative:margin" coordorigin=",20859" coordsize="68548,82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">
              <v:group id="Group 2" o:spid="_x0000_s1027" style="position:absolute;top:33147;width:68548;height:70135" coordsize="68549,7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1" o:spid="_x0000_s1028" style="position:absolute;top:146;width:68549;height:69987" coordsize="68549,6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" o:spid="_x0000_s1029" style="position:absolute;left:731;top:419;width:67818;height:69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" fillcolor="#52658f [3206]" stroked="f" strokeweight="1pt">
                    <v:fill opacity="13107f"/>
                    <v:stroke miterlimit="4"/>
                    <v:textbox inset="3pt,3pt,3pt,3pt"/>
                  </v:rect>
                  <v:rect id="Rectangle" o:spid="_x0000_s1030" style="position:absolute;width:67856;height:69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" fillcolor="window" strokecolor="#1f497d" strokeweight="1pt">
                    <v:stroke opacity="19789f" miterlimit="4"/>
                    <v:path arrowok="t"/>
                    <v:textbox inset="3pt,3pt,3pt,3pt"/>
                  </v:rect>
                </v:group>
                <v:rect id="Rectangle" o:spid="_x0000_s1031" style="position:absolute;width:67856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" fillcolor="#1f497d [3215]" stroked="f" strokeweight="1pt">
                  <v:stroke miterlimit="4"/>
                  <v:textbox inset="3pt,3pt,3pt,3pt"/>
                </v:rect>
              </v:group>
              <v:shape id="Shape" o:spid="_x0000_s1032" style="position:absolute;left:4476;top:20859;width:5483;height:4877;visibility:visible;mso-wrap-style:square;v-text-anchor:middle" coordsize="2153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" path="m14953,1350v349,,599,-281,599,-675c15552,281,15302,,14953,v-349,,-598,281,-598,675c14355,1069,14604,1350,14953,1350xm14953,9450v1646,,2993,-1519,2993,-3375c17946,4219,16599,2700,14953,2700v-1646,,-2993,1519,-2993,3375c11960,7931,13307,9450,14953,9450xm14953,4050v998,,1796,900,1796,2025c16749,7200,15951,8100,14953,8100v-997,,-1796,-900,-1796,-2025c13157,4950,13956,4050,14953,4050xm17896,9394r,c17647,9675,17647,10069,17896,10350v250,281,599,281,848,c18994,10069,18994,9675,18744,9394v-249,-282,-598,-225,-848,xm18744,2756r,c18994,2475,18994,2081,18744,1800v-249,-281,-598,-281,-848,c17647,2081,17647,2475,17896,2756v250,225,599,225,848,xm19742,6750v349,,599,-281,599,-675c20341,5681,20091,5400,19742,5400v-349,,-598,281,-598,675c19144,6469,19393,6750,19742,6750xm14355,11475v,394,249,675,598,675c15302,12150,15552,11869,15552,11475v,-394,-250,-675,-599,-675c14604,10800,14355,11081,14355,11475xm10164,6750v350,,599,-281,599,-675c10763,5681,10514,5400,10164,5400v-349,,-598,281,-598,675c9566,6469,9815,6750,10164,6750xm20939,17550r-12920,l1035,9675v-249,-225,-598,-225,-848,c-62,9956,-62,10350,187,10631r6984,7875l7171,20925v,394,250,675,599,675c8119,21600,8368,21319,8368,20925r,-2025l17946,18900r,2025c17946,21319,18196,21600,18545,21600v349,,599,-281,599,-675l19144,18900r1795,c21289,18900,21538,18619,21538,18225r,c21538,17831,21239,17550,20939,17550xm11960,10350r,c12210,10069,12210,9675,11960,9394v-249,-282,-598,-282,-848,c10863,9675,10863,10069,11112,10350v250,281,649,281,848,xm11960,2756r,c12210,2475,12210,2081,11960,1800v-249,-281,-598,-281,-848,c10863,2081,10863,2475,11112,2756v250,225,649,225,848,xe" fillcolor="#1f497d [3215]" stroked="f" strokeweight="1pt">
                <v:stroke miterlimit="4" joinstyle="miter"/>
                <v:path arrowok="t" o:extrusionok="f" o:connecttype="custom" o:connectlocs="274162,243841;274162,243841;274162,243841;274162,243841" o:connectangles="0,90,180,270"/>
              </v:shape>
            </v:group>
          </w:pict>
        </mc:Fallback>
      </mc:AlternateContent>
    </w:r>
    <w:r w:rsidR="001034AB" w:rsidRPr="00BD4CB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74"/>
    <w:rsid w:val="000A7FDC"/>
    <w:rsid w:val="000C75BF"/>
    <w:rsid w:val="001034AB"/>
    <w:rsid w:val="00110721"/>
    <w:rsid w:val="001257F0"/>
    <w:rsid w:val="0016108E"/>
    <w:rsid w:val="001A199E"/>
    <w:rsid w:val="00246BBD"/>
    <w:rsid w:val="0025130C"/>
    <w:rsid w:val="00256391"/>
    <w:rsid w:val="002633EB"/>
    <w:rsid w:val="00265218"/>
    <w:rsid w:val="002B4534"/>
    <w:rsid w:val="002C6ABD"/>
    <w:rsid w:val="002D3842"/>
    <w:rsid w:val="003071A0"/>
    <w:rsid w:val="00337C0F"/>
    <w:rsid w:val="00366F6D"/>
    <w:rsid w:val="003D14D8"/>
    <w:rsid w:val="003E0129"/>
    <w:rsid w:val="00435E8C"/>
    <w:rsid w:val="0044234B"/>
    <w:rsid w:val="004464D1"/>
    <w:rsid w:val="00463B35"/>
    <w:rsid w:val="00482917"/>
    <w:rsid w:val="004C2F50"/>
    <w:rsid w:val="0052715B"/>
    <w:rsid w:val="00542A22"/>
    <w:rsid w:val="005D124E"/>
    <w:rsid w:val="00643F5A"/>
    <w:rsid w:val="00684557"/>
    <w:rsid w:val="006C7D64"/>
    <w:rsid w:val="0071089C"/>
    <w:rsid w:val="00740FC7"/>
    <w:rsid w:val="007B52D2"/>
    <w:rsid w:val="007C1F7D"/>
    <w:rsid w:val="007D4902"/>
    <w:rsid w:val="008D3EE1"/>
    <w:rsid w:val="009E6AC6"/>
    <w:rsid w:val="00A25680"/>
    <w:rsid w:val="00A3321A"/>
    <w:rsid w:val="00A73AE1"/>
    <w:rsid w:val="00AB2833"/>
    <w:rsid w:val="00AC7198"/>
    <w:rsid w:val="00AE3FB7"/>
    <w:rsid w:val="00B122BA"/>
    <w:rsid w:val="00B669DE"/>
    <w:rsid w:val="00B675AF"/>
    <w:rsid w:val="00BC1B68"/>
    <w:rsid w:val="00BD4CBB"/>
    <w:rsid w:val="00BF5A49"/>
    <w:rsid w:val="00C50E6D"/>
    <w:rsid w:val="00C648D7"/>
    <w:rsid w:val="00C822DF"/>
    <w:rsid w:val="00CF31BB"/>
    <w:rsid w:val="00D17EEF"/>
    <w:rsid w:val="00D4436A"/>
    <w:rsid w:val="00DE3C23"/>
    <w:rsid w:val="00E12E48"/>
    <w:rsid w:val="00E141F4"/>
    <w:rsid w:val="00E53AFF"/>
    <w:rsid w:val="00F27B67"/>
    <w:rsid w:val="00F70374"/>
    <w:rsid w:val="00F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C5D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="Franklin Gothic Book" w:hAnsi="Franklin Gothic Boo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15B"/>
    <w:pPr>
      <w:spacing w:after="120"/>
      <w:jc w:val="center"/>
    </w:pPr>
    <w:rPr>
      <w:rFonts w:asciiTheme="minorHAnsi" w:hAnsiTheme="minorHAnsi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AFF"/>
  </w:style>
  <w:style w:type="paragraph" w:styleId="Footer">
    <w:name w:val="footer"/>
    <w:basedOn w:val="Normal"/>
    <w:link w:val="Foot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AFF"/>
  </w:style>
  <w:style w:type="table" w:styleId="TableGrid">
    <w:name w:val="Table Grid"/>
    <w:basedOn w:val="TableNormal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25130C"/>
    <w:pPr>
      <w:contextualSpacing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link w:val="Title"/>
    <w:rsid w:val="0025130C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NormalWeb">
    <w:name w:val="Normal (Web)"/>
    <w:basedOn w:val="Normal"/>
    <w:uiPriority w:val="99"/>
    <w:semiHidden/>
    <w:rsid w:val="0026521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ext">
    <w:name w:val="Text"/>
    <w:basedOn w:val="Normal"/>
    <w:next w:val="Normal"/>
    <w:uiPriority w:val="1"/>
    <w:qFormat/>
    <w:rsid w:val="00643F5A"/>
  </w:style>
  <w:style w:type="paragraph" w:customStyle="1" w:styleId="BlueText">
    <w:name w:val="Blue Text"/>
    <w:basedOn w:val="Normal"/>
    <w:uiPriority w:val="3"/>
    <w:qFormat/>
    <w:rsid w:val="0052715B"/>
    <w:rPr>
      <w:color w:val="1F497D" w:themeColor="text2"/>
    </w:rPr>
  </w:style>
  <w:style w:type="paragraph" w:customStyle="1" w:styleId="Contacts">
    <w:name w:val="Contacts"/>
    <w:basedOn w:val="Normal"/>
    <w:uiPriority w:val="5"/>
    <w:qFormat/>
    <w:rsid w:val="0052715B"/>
    <w:rPr>
      <w:color w:val="1F497D" w:themeColor="text2"/>
      <w:sz w:val="20"/>
      <w:szCs w:val="20"/>
    </w:rPr>
  </w:style>
  <w:style w:type="character" w:styleId="PlaceholderText">
    <w:name w:val="Placeholder Text"/>
    <w:uiPriority w:val="99"/>
    <w:semiHidden/>
    <w:rsid w:val="00E53AFF"/>
    <w:rPr>
      <w:color w:val="808080"/>
    </w:rPr>
  </w:style>
  <w:style w:type="paragraph" w:customStyle="1" w:styleId="BoldText">
    <w:name w:val="Bold Text"/>
    <w:basedOn w:val="Text"/>
    <w:uiPriority w:val="2"/>
    <w:qFormat/>
    <w:rsid w:val="0016108E"/>
    <w:pPr>
      <w:jc w:val="left"/>
    </w:pPr>
    <w:rPr>
      <w:b/>
      <w:bCs/>
      <w:color w:val="000000" w:themeColor="text1"/>
      <w:sz w:val="24"/>
    </w:rPr>
  </w:style>
  <w:style w:type="paragraph" w:customStyle="1" w:styleId="BlueBoldText">
    <w:name w:val="Blue Bold Text"/>
    <w:basedOn w:val="BlueText"/>
    <w:uiPriority w:val="4"/>
    <w:qFormat/>
    <w:rsid w:val="0052715B"/>
    <w:rPr>
      <w:b/>
      <w:bCs/>
      <w:sz w:val="24"/>
    </w:rPr>
  </w:style>
  <w:style w:type="paragraph" w:customStyle="1" w:styleId="Notes">
    <w:name w:val="Notes"/>
    <w:basedOn w:val="BlueText"/>
    <w:uiPriority w:val="6"/>
    <w:qFormat/>
    <w:rsid w:val="001A199E"/>
    <w:rPr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mall%20business%20employee%20vacation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63C2B671154013B794079343A0F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DBF37-2542-4DBE-B6C0-3A41CCB17210}"/>
      </w:docPartPr>
      <w:docPartBody>
        <w:p w:rsidR="00000000" w:rsidRDefault="00AC5B6F">
          <w:pPr>
            <w:pStyle w:val="FF63C2B671154013B794079343A0F78E"/>
          </w:pPr>
          <w:r w:rsidRPr="0052715B">
            <w:t>Request Date</w:t>
          </w:r>
        </w:p>
      </w:docPartBody>
    </w:docPart>
    <w:docPart>
      <w:docPartPr>
        <w:name w:val="1EFED8C8B8A44B19A6E6EB7C83DB8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F8B57-15E2-4C2F-A914-1BB9EE3C4210}"/>
      </w:docPartPr>
      <w:docPartBody>
        <w:p w:rsidR="00000000" w:rsidRDefault="00AC5B6F">
          <w:pPr>
            <w:pStyle w:val="1EFED8C8B8A44B19A6E6EB7C83DB81E1"/>
          </w:pPr>
          <w:r w:rsidRPr="0052715B">
            <w:t>Please fill in the dates you are requesting off</w:t>
          </w:r>
        </w:p>
      </w:docPartBody>
    </w:docPart>
    <w:docPart>
      <w:docPartPr>
        <w:name w:val="3C02CA6DFE524166871C6D500692D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8C7E1-6A66-47B3-B0E2-0C56609D745E}"/>
      </w:docPartPr>
      <w:docPartBody>
        <w:p w:rsidR="00000000" w:rsidRDefault="00AC5B6F">
          <w:pPr>
            <w:pStyle w:val="3C02CA6DFE524166871C6D500692DDD8"/>
          </w:pPr>
          <w:r w:rsidRPr="0052715B">
            <w:t>Date</w:t>
          </w:r>
        </w:p>
      </w:docPartBody>
    </w:docPart>
    <w:docPart>
      <w:docPartPr>
        <w:name w:val="CCA247C15D4247639B9C0BA89DF7E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4F092-44D5-4812-8F7D-7D806BEB3A10}"/>
      </w:docPartPr>
      <w:docPartBody>
        <w:p w:rsidR="00000000" w:rsidRDefault="00AC5B6F">
          <w:pPr>
            <w:pStyle w:val="CCA247C15D4247639B9C0BA89DF7E8C5"/>
          </w:pPr>
          <w:r w:rsidRPr="0052715B">
            <w:t>Provider/Office Manager to Fill in Below</w:t>
          </w:r>
        </w:p>
      </w:docPartBody>
    </w:docPart>
    <w:docPart>
      <w:docPartPr>
        <w:name w:val="9AA6B2416D1E4B4396010B879A2C4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0D60A-7C1B-48F9-8014-3760CEB13ED4}"/>
      </w:docPartPr>
      <w:docPartBody>
        <w:p w:rsidR="00000000" w:rsidRDefault="00AC5B6F">
          <w:pPr>
            <w:pStyle w:val="9AA6B2416D1E4B4396010B879A2C4B89"/>
          </w:pPr>
          <w:r w:rsidRPr="0052715B">
            <w:t>Approved or Not Approv</w:t>
          </w:r>
          <w:r w:rsidRPr="0052715B">
            <w:t>ed</w:t>
          </w:r>
        </w:p>
      </w:docPartBody>
    </w:docPart>
    <w:docPart>
      <w:docPartPr>
        <w:name w:val="D838AD4CA4DA477DB867514415957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F036E-9E07-4ADA-86A9-74FDEE4B51FC}"/>
      </w:docPartPr>
      <w:docPartBody>
        <w:p w:rsidR="00000000" w:rsidRDefault="00AC5B6F">
          <w:pPr>
            <w:pStyle w:val="D838AD4CA4DA477DB867514415957E78"/>
          </w:pPr>
          <w:r w:rsidRPr="0052715B">
            <w:t>Provider/Office Manager</w:t>
          </w:r>
        </w:p>
      </w:docPartBody>
    </w:docPart>
    <w:docPart>
      <w:docPartPr>
        <w:name w:val="389E642F5EEB408381AEBA0D10283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C7D7F-A24F-40C5-A800-C1B56211AE3D}"/>
      </w:docPartPr>
      <w:docPartBody>
        <w:p w:rsidR="00000000" w:rsidRDefault="00AC5B6F">
          <w:pPr>
            <w:pStyle w:val="389E642F5EEB408381AEBA0D102832A1"/>
          </w:pPr>
          <w:r w:rsidRPr="0052715B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98"/>
    <w:rsid w:val="00085898"/>
    <w:rsid w:val="00A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D50368BF02407EAB713933094733B7">
    <w:name w:val="65D50368BF02407EAB713933094733B7"/>
  </w:style>
  <w:style w:type="paragraph" w:customStyle="1" w:styleId="06BA44E9875B4AF3848459A09F674C7D">
    <w:name w:val="06BA44E9875B4AF3848459A09F674C7D"/>
  </w:style>
  <w:style w:type="paragraph" w:customStyle="1" w:styleId="FF63C2B671154013B794079343A0F78E">
    <w:name w:val="FF63C2B671154013B794079343A0F78E"/>
  </w:style>
  <w:style w:type="paragraph" w:customStyle="1" w:styleId="D803C08A760A463F89786F3FFB00D301">
    <w:name w:val="D803C08A760A463F89786F3FFB00D301"/>
  </w:style>
  <w:style w:type="paragraph" w:customStyle="1" w:styleId="24EF710CC6DD48CDBB7BE7C3C5A58EE4">
    <w:name w:val="24EF710CC6DD48CDBB7BE7C3C5A58EE4"/>
  </w:style>
  <w:style w:type="paragraph" w:customStyle="1" w:styleId="76CD589B88F9478EA8EB7715C5E7CDB2">
    <w:name w:val="76CD589B88F9478EA8EB7715C5E7CDB2"/>
  </w:style>
  <w:style w:type="paragraph" w:customStyle="1" w:styleId="1EFED8C8B8A44B19A6E6EB7C83DB81E1">
    <w:name w:val="1EFED8C8B8A44B19A6E6EB7C83DB81E1"/>
  </w:style>
  <w:style w:type="paragraph" w:customStyle="1" w:styleId="FA0CE0580C674C7AB48A09A0574E6029">
    <w:name w:val="FA0CE0580C674C7AB48A09A0574E6029"/>
  </w:style>
  <w:style w:type="paragraph" w:customStyle="1" w:styleId="6882B325BD24471F94814BFF90EE7B1C">
    <w:name w:val="6882B325BD24471F94814BFF90EE7B1C"/>
  </w:style>
  <w:style w:type="paragraph" w:customStyle="1" w:styleId="3C02CA6DFE524166871C6D500692DDD8">
    <w:name w:val="3C02CA6DFE524166871C6D500692DDD8"/>
  </w:style>
  <w:style w:type="paragraph" w:customStyle="1" w:styleId="CCA247C15D4247639B9C0BA89DF7E8C5">
    <w:name w:val="CCA247C15D4247639B9C0BA89DF7E8C5"/>
  </w:style>
  <w:style w:type="paragraph" w:customStyle="1" w:styleId="9AA6B2416D1E4B4396010B879A2C4B89">
    <w:name w:val="9AA6B2416D1E4B4396010B879A2C4B89"/>
  </w:style>
  <w:style w:type="paragraph" w:customStyle="1" w:styleId="7FCC29FB5FBD4A6F8E42A4DA7AE0488C">
    <w:name w:val="7FCC29FB5FBD4A6F8E42A4DA7AE0488C"/>
  </w:style>
  <w:style w:type="paragraph" w:customStyle="1" w:styleId="172DA7F6C65F4C0B8DC198ABC5152EBA">
    <w:name w:val="172DA7F6C65F4C0B8DC198ABC5152EBA"/>
  </w:style>
  <w:style w:type="paragraph" w:customStyle="1" w:styleId="D838AD4CA4DA477DB867514415957E78">
    <w:name w:val="D838AD4CA4DA477DB867514415957E78"/>
  </w:style>
  <w:style w:type="paragraph" w:customStyle="1" w:styleId="389E642F5EEB408381AEBA0D102832A1">
    <w:name w:val="389E642F5EEB408381AEBA0D102832A1"/>
  </w:style>
  <w:style w:type="paragraph" w:customStyle="1" w:styleId="589D44B45FAE4A34912653EF254E6DDA">
    <w:name w:val="589D44B45FAE4A34912653EF254E6DDA"/>
    <w:rsid w:val="00085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0C341F-D1FC-472D-BE2C-8390A424931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D5BE1911-DEAF-43D4-83CA-88096F322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9EF26-FD2A-4EC0-8FE3-2D9B6B4F3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FCD61A-E745-46D2-8896-41D877C3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business employee vacation request form.dotx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2019-08-16T08:27:00Z</dcterms:created>
  <dcterms:modified xsi:type="dcterms:W3CDTF">2019-08-16T08:39:00Z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