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7E39E1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7E39E1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Dear family,</w:t>
      </w:r>
      <w:bookmarkStart w:id="0" w:name="_GoBack"/>
      <w:bookmarkEnd w:id="0"/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feel so embarrassed while writing this letter. You invited me over for the dinner and rescheduled it twice for my convenience and yet, I could not come to attend it. 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proofErr w:type="gramStart"/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Actually, my</w:t>
      </w:r>
      <w:proofErr w:type="gramEnd"/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boss called a meeting and I thought I would get free till dinner time, but the meeting continued till 11 p.m., which is why I could not even call and inform you guys. 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seek your apology from the depth of my heart. I am not apologizing only because Emma fought with me over this, but I truly feel bad as my elders were waiting for me over the feast. 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Please, forgive me this time and let me know when I can visit you again. To make it up, I will bring all the ready-made dishes and we can just sit, have dinner and quality family time.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am </w:t>
      </w:r>
      <w:proofErr w:type="gramStart"/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really sorry</w:t>
      </w:r>
      <w:proofErr w:type="gramEnd"/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again.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>Yours,</w:t>
      </w:r>
    </w:p>
    <w:p w:rsidR="007E39E1" w:rsidRPr="007E39E1" w:rsidRDefault="007E39E1" w:rsidP="007E39E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7E39E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James. </w:t>
      </w:r>
    </w:p>
    <w:p w:rsidR="008678F9" w:rsidRPr="007E39E1" w:rsidRDefault="008678F9" w:rsidP="008D5B53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5"/>
          <w:szCs w:val="25"/>
        </w:rPr>
      </w:pPr>
    </w:p>
    <w:sectPr w:rsidR="008678F9" w:rsidRPr="007E39E1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8FD" w:rsidRDefault="005958FD">
      <w:pPr>
        <w:spacing w:after="0" w:line="240" w:lineRule="auto"/>
      </w:pPr>
      <w:r>
        <w:separator/>
      </w:r>
    </w:p>
  </w:endnote>
  <w:endnote w:type="continuationSeparator" w:id="0">
    <w:p w:rsidR="005958FD" w:rsidRDefault="0059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8FD" w:rsidRDefault="005958FD">
      <w:pPr>
        <w:spacing w:after="0" w:line="240" w:lineRule="auto"/>
      </w:pPr>
      <w:r>
        <w:separator/>
      </w:r>
    </w:p>
  </w:footnote>
  <w:footnote w:type="continuationSeparator" w:id="0">
    <w:p w:rsidR="005958FD" w:rsidRDefault="0059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501DD"/>
    <w:rsid w:val="00190502"/>
    <w:rsid w:val="001D39BE"/>
    <w:rsid w:val="0024288E"/>
    <w:rsid w:val="00270F56"/>
    <w:rsid w:val="00343820"/>
    <w:rsid w:val="003B7B7B"/>
    <w:rsid w:val="00473386"/>
    <w:rsid w:val="004A5BD1"/>
    <w:rsid w:val="004F2108"/>
    <w:rsid w:val="00582CF6"/>
    <w:rsid w:val="005958FD"/>
    <w:rsid w:val="00635C3C"/>
    <w:rsid w:val="006B524E"/>
    <w:rsid w:val="006C1E4F"/>
    <w:rsid w:val="00756B5A"/>
    <w:rsid w:val="00771338"/>
    <w:rsid w:val="007E39E1"/>
    <w:rsid w:val="008678F9"/>
    <w:rsid w:val="0088770C"/>
    <w:rsid w:val="008D5B53"/>
    <w:rsid w:val="00903D59"/>
    <w:rsid w:val="00996A5B"/>
    <w:rsid w:val="009E3C19"/>
    <w:rsid w:val="009F15FA"/>
    <w:rsid w:val="00A27CE8"/>
    <w:rsid w:val="00A46E92"/>
    <w:rsid w:val="00AB0187"/>
    <w:rsid w:val="00AF657F"/>
    <w:rsid w:val="00C514AD"/>
    <w:rsid w:val="00CD5257"/>
    <w:rsid w:val="00D062F2"/>
    <w:rsid w:val="00D72043"/>
    <w:rsid w:val="00D92A23"/>
    <w:rsid w:val="00DA5A55"/>
    <w:rsid w:val="00F96893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2019-07-25T08:57:00Z</dcterms:created>
  <dcterms:modified xsi:type="dcterms:W3CDTF">2019-07-25T08:58:00Z</dcterms:modified>
</cp:coreProperties>
</file>