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4A5BD1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4A5BD1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>Dear Love,</w:t>
      </w:r>
      <w:bookmarkStart w:id="0" w:name="_GoBack"/>
      <w:bookmarkEnd w:id="0"/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am so sorry for being so mean and selfish with you. Even after being aware that how much you had been working hard and that you needed a relaxing weekend away, I refused to go to your desired place because of my stupid football tournament. </w:t>
      </w:r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After your call and our fight, I realized how hurtful and selfish my behavior was. I have been playing football every weekend and I could have escaped this one and could have gone with you. </w:t>
      </w:r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>I am so sorry! To make it up to you, I have booked a resort for both of us at [X] Island this coming weekend. I hope you will get happy with this news and forgive me.</w:t>
      </w:r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>Yours only,</w:t>
      </w:r>
    </w:p>
    <w:p w:rsidR="004A5BD1" w:rsidRPr="004A5BD1" w:rsidRDefault="004A5BD1" w:rsidP="004A5B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4A5BD1">
        <w:rPr>
          <w:rFonts w:asciiTheme="majorHAnsi" w:eastAsia="Times New Roman" w:hAnsiTheme="majorHAnsi" w:cstheme="majorHAnsi"/>
          <w:sz w:val="25"/>
          <w:szCs w:val="25"/>
          <w:lang w:eastAsia="en-US"/>
        </w:rPr>
        <w:t>Ross.</w:t>
      </w:r>
    </w:p>
    <w:p w:rsidR="008678F9" w:rsidRPr="004A5BD1" w:rsidRDefault="008678F9" w:rsidP="006C1E4F">
      <w:pPr>
        <w:rPr>
          <w:rFonts w:asciiTheme="majorHAnsi" w:hAnsiTheme="majorHAnsi" w:cstheme="majorHAnsi"/>
          <w:sz w:val="25"/>
          <w:szCs w:val="25"/>
        </w:rPr>
      </w:pPr>
    </w:p>
    <w:sectPr w:rsidR="008678F9" w:rsidRPr="004A5BD1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205" w:rsidRDefault="00F43205">
      <w:pPr>
        <w:spacing w:after="0" w:line="240" w:lineRule="auto"/>
      </w:pPr>
      <w:r>
        <w:separator/>
      </w:r>
    </w:p>
  </w:endnote>
  <w:endnote w:type="continuationSeparator" w:id="0">
    <w:p w:rsidR="00F43205" w:rsidRDefault="00F43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205" w:rsidRDefault="00F43205">
      <w:pPr>
        <w:spacing w:after="0" w:line="240" w:lineRule="auto"/>
      </w:pPr>
      <w:r>
        <w:separator/>
      </w:r>
    </w:p>
  </w:footnote>
  <w:footnote w:type="continuationSeparator" w:id="0">
    <w:p w:rsidR="00F43205" w:rsidRDefault="00F43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90502"/>
    <w:rsid w:val="001D39BE"/>
    <w:rsid w:val="0024288E"/>
    <w:rsid w:val="00270F56"/>
    <w:rsid w:val="00343820"/>
    <w:rsid w:val="003B7B7B"/>
    <w:rsid w:val="00473386"/>
    <w:rsid w:val="004A5BD1"/>
    <w:rsid w:val="00582CF6"/>
    <w:rsid w:val="00635C3C"/>
    <w:rsid w:val="006B524E"/>
    <w:rsid w:val="006C1E4F"/>
    <w:rsid w:val="00756B5A"/>
    <w:rsid w:val="00771338"/>
    <w:rsid w:val="008678F9"/>
    <w:rsid w:val="00903D59"/>
    <w:rsid w:val="009F15FA"/>
    <w:rsid w:val="00A27CE8"/>
    <w:rsid w:val="00A46E92"/>
    <w:rsid w:val="00AB0187"/>
    <w:rsid w:val="00C514AD"/>
    <w:rsid w:val="00CD5257"/>
    <w:rsid w:val="00D72043"/>
    <w:rsid w:val="00D92A23"/>
    <w:rsid w:val="00DA5A55"/>
    <w:rsid w:val="00F4320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2019-07-25T08:53:00Z</dcterms:created>
  <dcterms:modified xsi:type="dcterms:W3CDTF">2019-07-25T08:53:00Z</dcterms:modified>
</cp:coreProperties>
</file>