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6C1E4F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6C1E4F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6C1E4F" w:rsidRPr="006C1E4F" w:rsidRDefault="006C1E4F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>Dear Jane,</w:t>
      </w: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I am so sorry! I am so embarrassed right now not only because you found out about my lie, but also because I lied to you in the first place. You mean the world to mean and you know that very well. I know there is no justification of lying, but I just want to clarify that my intentions were not bad. I just wanted to avoid hurting you, so I lied about going to the office while I</w:t>
      </w:r>
      <w:proofErr w:type="gramStart"/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>, actually, was</w:t>
      </w:r>
      <w:proofErr w:type="gramEnd"/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going to the football game with my friends.</w:t>
      </w:r>
    </w:p>
    <w:p w:rsidR="006C1E4F" w:rsidRPr="006C1E4F" w:rsidRDefault="006C1E4F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Believe it or not, I did not enjoy the game at all because it was the first time that I lied to you and this fact still pinches me. I should not have listened to my friends. I am so sorry. Please forgive me this time and I will never lie to you again. Please! </w:t>
      </w:r>
    </w:p>
    <w:p w:rsidR="006C1E4F" w:rsidRPr="006C1E4F" w:rsidRDefault="006C1E4F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>Yours,</w:t>
      </w:r>
    </w:p>
    <w:p w:rsidR="006C1E4F" w:rsidRPr="006C1E4F" w:rsidRDefault="006C1E4F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6C1E4F">
        <w:rPr>
          <w:rFonts w:asciiTheme="majorHAnsi" w:eastAsia="Times New Roman" w:hAnsiTheme="majorHAnsi" w:cstheme="majorHAnsi"/>
          <w:sz w:val="25"/>
          <w:szCs w:val="25"/>
          <w:lang w:eastAsia="en-US"/>
        </w:rPr>
        <w:t>David.</w:t>
      </w:r>
      <w:bookmarkStart w:id="0" w:name="_GoBack"/>
      <w:bookmarkEnd w:id="0"/>
    </w:p>
    <w:p w:rsidR="008678F9" w:rsidRPr="006C1E4F" w:rsidRDefault="008678F9" w:rsidP="006C1E4F">
      <w:pPr>
        <w:rPr>
          <w:rFonts w:asciiTheme="majorHAnsi" w:hAnsiTheme="majorHAnsi" w:cstheme="majorHAnsi"/>
          <w:sz w:val="25"/>
          <w:szCs w:val="25"/>
        </w:rPr>
      </w:pPr>
    </w:p>
    <w:sectPr w:rsidR="008678F9" w:rsidRPr="006C1E4F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BEC" w:rsidRDefault="00027BEC">
      <w:pPr>
        <w:spacing w:after="0" w:line="240" w:lineRule="auto"/>
      </w:pPr>
      <w:r>
        <w:separator/>
      </w:r>
    </w:p>
  </w:endnote>
  <w:endnote w:type="continuationSeparator" w:id="0">
    <w:p w:rsidR="00027BEC" w:rsidRDefault="00027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BEC" w:rsidRDefault="00027BEC">
      <w:pPr>
        <w:spacing w:after="0" w:line="240" w:lineRule="auto"/>
      </w:pPr>
      <w:r>
        <w:separator/>
      </w:r>
    </w:p>
  </w:footnote>
  <w:footnote w:type="continuationSeparator" w:id="0">
    <w:p w:rsidR="00027BEC" w:rsidRDefault="00027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27BEC"/>
    <w:rsid w:val="000C187B"/>
    <w:rsid w:val="0014695B"/>
    <w:rsid w:val="00190502"/>
    <w:rsid w:val="001D39BE"/>
    <w:rsid w:val="0024288E"/>
    <w:rsid w:val="00270F56"/>
    <w:rsid w:val="00343820"/>
    <w:rsid w:val="003B7B7B"/>
    <w:rsid w:val="00473386"/>
    <w:rsid w:val="00582CF6"/>
    <w:rsid w:val="00635C3C"/>
    <w:rsid w:val="006C1E4F"/>
    <w:rsid w:val="00756B5A"/>
    <w:rsid w:val="00771338"/>
    <w:rsid w:val="008678F9"/>
    <w:rsid w:val="00903D59"/>
    <w:rsid w:val="009F15FA"/>
    <w:rsid w:val="00A27CE8"/>
    <w:rsid w:val="00A46E92"/>
    <w:rsid w:val="00AB0187"/>
    <w:rsid w:val="00C514AD"/>
    <w:rsid w:val="00CD5257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2019-07-25T08:50:00Z</dcterms:created>
  <dcterms:modified xsi:type="dcterms:W3CDTF">2019-07-25T08:51:00Z</dcterms:modified>
</cp:coreProperties>
</file>