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D72043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D72043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Dear Emily,</w:t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want to apologize for my behavior at my cousin’s wedding. I was glad that you decided to come along, upon my insistence. I was meeting my family after a long time, so I wanted them all to meet my future fiancé as well. </w:t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However, I got so busy with everyone that, unintentionally, I ignored you. I should have realized that you did not know anyone else there, but me, so I should have been your company. After the function and our argument, I thought about it and now, I am thankful to you for bringing it to my attention.</w:t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It was my mistake for which I apologize gre</w:t>
      </w:r>
      <w:bookmarkStart w:id="0" w:name="_GoBack"/>
      <w:bookmarkEnd w:id="0"/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atly and ensure you that it will not happen again. Please forgive me. I am </w:t>
      </w:r>
      <w:proofErr w:type="gramStart"/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really sorry</w:t>
      </w:r>
      <w:proofErr w:type="gramEnd"/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!</w:t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Yours love,</w:t>
      </w:r>
    </w:p>
    <w:p w:rsidR="00D72043" w:rsidRPr="00D72043" w:rsidRDefault="00D72043" w:rsidP="00D7204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D72043">
        <w:rPr>
          <w:rFonts w:asciiTheme="majorHAnsi" w:eastAsia="Times New Roman" w:hAnsiTheme="majorHAnsi" w:cstheme="majorHAnsi"/>
          <w:sz w:val="25"/>
          <w:szCs w:val="25"/>
          <w:lang w:eastAsia="en-US"/>
        </w:rPr>
        <w:t>William.</w:t>
      </w:r>
    </w:p>
    <w:p w:rsidR="008678F9" w:rsidRPr="00D72043" w:rsidRDefault="008678F9" w:rsidP="006C1E4F">
      <w:pPr>
        <w:rPr>
          <w:rFonts w:asciiTheme="majorHAnsi" w:hAnsiTheme="majorHAnsi" w:cstheme="majorHAnsi"/>
          <w:sz w:val="25"/>
          <w:szCs w:val="25"/>
        </w:rPr>
      </w:pPr>
    </w:p>
    <w:sectPr w:rsidR="008678F9" w:rsidRPr="00D72043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183" w:rsidRDefault="00B94183">
      <w:pPr>
        <w:spacing w:after="0" w:line="240" w:lineRule="auto"/>
      </w:pPr>
      <w:r>
        <w:separator/>
      </w:r>
    </w:p>
  </w:endnote>
  <w:endnote w:type="continuationSeparator" w:id="0">
    <w:p w:rsidR="00B94183" w:rsidRDefault="00B9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183" w:rsidRDefault="00B94183">
      <w:pPr>
        <w:spacing w:after="0" w:line="240" w:lineRule="auto"/>
      </w:pPr>
      <w:r>
        <w:separator/>
      </w:r>
    </w:p>
  </w:footnote>
  <w:footnote w:type="continuationSeparator" w:id="0">
    <w:p w:rsidR="00B94183" w:rsidRDefault="00B9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90502"/>
    <w:rsid w:val="001D39BE"/>
    <w:rsid w:val="0024288E"/>
    <w:rsid w:val="00270F56"/>
    <w:rsid w:val="00343820"/>
    <w:rsid w:val="003B7B7B"/>
    <w:rsid w:val="00473386"/>
    <w:rsid w:val="00582CF6"/>
    <w:rsid w:val="00635C3C"/>
    <w:rsid w:val="006B524E"/>
    <w:rsid w:val="006C1E4F"/>
    <w:rsid w:val="00756B5A"/>
    <w:rsid w:val="00771338"/>
    <w:rsid w:val="008678F9"/>
    <w:rsid w:val="00903D59"/>
    <w:rsid w:val="009F15FA"/>
    <w:rsid w:val="00A27CE8"/>
    <w:rsid w:val="00A46E92"/>
    <w:rsid w:val="00AB0187"/>
    <w:rsid w:val="00B94183"/>
    <w:rsid w:val="00C514AD"/>
    <w:rsid w:val="00CD5257"/>
    <w:rsid w:val="00D72043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2019-07-25T08:51:00Z</dcterms:created>
  <dcterms:modified xsi:type="dcterms:W3CDTF">2019-07-25T08:52:00Z</dcterms:modified>
</cp:coreProperties>
</file>