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9E3C19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9E3C19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Dear Jill,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I am so sorry! I really am! I should n</w:t>
      </w:r>
      <w:bookmarkStart w:id="0" w:name="_GoBack"/>
      <w:bookmarkEnd w:id="0"/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ot have shouted at you over such a petty thing. It was not your mistake. Still, I yelled at you for not bringing my clothes back from the laundry shop, although you clearly asked me to do so. 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know you did not initiate the fight, I did. Rather, you were trying to remain calm and explain me normally, but I just lost it, I still do not know why and screamed at you. 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I am so sorry! I will control my anger next time. I do not want to lose you over such a petty fight. You mean the world to me and I cannot even think of living without you.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Please forgive me and pick up my call. 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Yours,</w:t>
      </w:r>
    </w:p>
    <w:p w:rsidR="009E3C19" w:rsidRPr="009E3C19" w:rsidRDefault="009E3C19" w:rsidP="009E3C19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9E3C19">
        <w:rPr>
          <w:rFonts w:asciiTheme="majorHAnsi" w:eastAsia="Times New Roman" w:hAnsiTheme="majorHAnsi" w:cstheme="majorHAnsi"/>
          <w:sz w:val="25"/>
          <w:szCs w:val="25"/>
          <w:lang w:eastAsia="en-US"/>
        </w:rPr>
        <w:t>John.</w:t>
      </w:r>
    </w:p>
    <w:p w:rsidR="008678F9" w:rsidRPr="009E3C19" w:rsidRDefault="008678F9" w:rsidP="009E3C19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5"/>
          <w:szCs w:val="25"/>
        </w:rPr>
      </w:pPr>
    </w:p>
    <w:sectPr w:rsidR="008678F9" w:rsidRPr="009E3C19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7B2" w:rsidRDefault="00CE57B2">
      <w:pPr>
        <w:spacing w:after="0" w:line="240" w:lineRule="auto"/>
      </w:pPr>
      <w:r>
        <w:separator/>
      </w:r>
    </w:p>
  </w:endnote>
  <w:endnote w:type="continuationSeparator" w:id="0">
    <w:p w:rsidR="00CE57B2" w:rsidRDefault="00CE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7B2" w:rsidRDefault="00CE57B2">
      <w:pPr>
        <w:spacing w:after="0" w:line="240" w:lineRule="auto"/>
      </w:pPr>
      <w:r>
        <w:separator/>
      </w:r>
    </w:p>
  </w:footnote>
  <w:footnote w:type="continuationSeparator" w:id="0">
    <w:p w:rsidR="00CE57B2" w:rsidRDefault="00CE5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90502"/>
    <w:rsid w:val="001D39BE"/>
    <w:rsid w:val="0024288E"/>
    <w:rsid w:val="00270F56"/>
    <w:rsid w:val="00343820"/>
    <w:rsid w:val="003B7B7B"/>
    <w:rsid w:val="00473386"/>
    <w:rsid w:val="004A5BD1"/>
    <w:rsid w:val="004F2108"/>
    <w:rsid w:val="00582CF6"/>
    <w:rsid w:val="00635C3C"/>
    <w:rsid w:val="006B524E"/>
    <w:rsid w:val="006C1E4F"/>
    <w:rsid w:val="00756B5A"/>
    <w:rsid w:val="00771338"/>
    <w:rsid w:val="008678F9"/>
    <w:rsid w:val="00903D59"/>
    <w:rsid w:val="009E3C19"/>
    <w:rsid w:val="009F15FA"/>
    <w:rsid w:val="00A27CE8"/>
    <w:rsid w:val="00A46E92"/>
    <w:rsid w:val="00AB0187"/>
    <w:rsid w:val="00C514AD"/>
    <w:rsid w:val="00CD5257"/>
    <w:rsid w:val="00CE57B2"/>
    <w:rsid w:val="00D72043"/>
    <w:rsid w:val="00D92A23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2019-07-25T08:54:00Z</dcterms:created>
  <dcterms:modified xsi:type="dcterms:W3CDTF">2019-07-25T08:54:00Z</dcterms:modified>
</cp:coreProperties>
</file>