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6790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55"/>
      </w:tblGrid>
      <w:tr w:rsidR="003D01B3" w:rsidTr="00B6143E">
        <w:trPr>
          <w:trHeight w:val="2328"/>
        </w:trPr>
        <w:tc>
          <w:tcPr>
            <w:tcW w:w="9255" w:type="dxa"/>
            <w:vAlign w:val="center"/>
          </w:tcPr>
          <w:p w:rsidR="003D01B3" w:rsidRDefault="0044430C" w:rsidP="003D01B3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E738080" wp14:editId="50157DB3">
                      <wp:extent cx="4870256" cy="968991"/>
                      <wp:effectExtent l="0" t="0" r="0" b="3175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70256" cy="9689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430C" w:rsidRDefault="0044430C" w:rsidP="0044430C">
                                  <w:pPr>
                                    <w:pStyle w:val="Title"/>
                                  </w:pPr>
                                  <w: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E7380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383.5pt;height:7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" filled="f" stroked="f" strokeweight=".5pt">
                      <v:textbox>
                        <w:txbxContent>
                          <w:p w:rsidR="0044430C" w:rsidRDefault="0044430C" w:rsidP="0044430C">
                            <w:pPr>
                              <w:pStyle w:val="Title"/>
                            </w:pPr>
                            <w:r>
                              <w:t>TITLE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81F38B" wp14:editId="09FB9984">
                      <wp:extent cx="1456690" cy="84455"/>
                      <wp:effectExtent l="0" t="0" r="10160" b="10795"/>
                      <wp:docPr id="4" name="Rectangle 4" descr="rectangl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6690" cy="84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BFE114" id="Rectangle 4" o:spid="_x0000_s1026" alt="rectangle" style="width:114.7pt;height: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" fillcolor="#b22436 [3205]" strokecolor="#1f3763 [1604]" strokeweight="1pt">
                      <w10:anchorlock/>
                    </v:rect>
                  </w:pict>
                </mc:Fallback>
              </mc:AlternateContent>
            </w:r>
          </w:p>
        </w:tc>
      </w:tr>
      <w:tr w:rsidR="003D01B3" w:rsidTr="00B6143E">
        <w:trPr>
          <w:trHeight w:val="3420"/>
        </w:trPr>
        <w:tc>
          <w:tcPr>
            <w:tcW w:w="9255" w:type="dxa"/>
            <w:vAlign w:val="center"/>
          </w:tcPr>
          <w:p w:rsidR="003D01B3" w:rsidRDefault="003D01B3" w:rsidP="003D01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9EADE8" wp14:editId="3CB34C5B">
                      <wp:extent cx="5504772" cy="1084881"/>
                      <wp:effectExtent l="0" t="0" r="20320" b="20320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04772" cy="10848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3D01B3" w:rsidRDefault="000B7FA5" w:rsidP="003D01B3">
                                  <w:pPr>
                                    <w:jc w:val="center"/>
                                  </w:pPr>
                                  <w:sdt>
                                    <w:sdtPr>
                                      <w:id w:val="2107607889"/>
                                      <w:placeholder>
                                        <w:docPart w:val="D112033EEFFA4DEFB729C7E031FD47BC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3D01B3" w:rsidRPr="0044430C">
                                        <w:rPr>
                                          <w:b w:val="0"/>
                                          <w:sz w:val="36"/>
                                        </w:rPr>
                                        <w:t>To get started right away, just tap any placeholder text (such as this) and start typing to replace it with your own.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9EADE8" id="Text Box 3" o:spid="_x0000_s1027" type="#_x0000_t202" style="width:433.45pt;height:8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" filled="f" strokecolor="white [3212]" strokeweight=".5pt">
                      <v:textbox>
                        <w:txbxContent>
                          <w:p w:rsidR="003D01B3" w:rsidRDefault="000B7FA5" w:rsidP="003D01B3">
                            <w:pPr>
                              <w:jc w:val="center"/>
                            </w:pPr>
                            <w:sdt>
                              <w:sdtPr>
                                <w:id w:val="2107607889"/>
                                <w:placeholder>
                                  <w:docPart w:val="D112033EEFFA4DEFB729C7E031FD47B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3D01B3" w:rsidRPr="0044430C">
                                  <w:rPr>
                                    <w:b w:val="0"/>
                                    <w:sz w:val="36"/>
                                  </w:rPr>
                                  <w:t>To get started right away, just tap any placeholder text (such as this) and start typing to replace it with your own.</w:t>
                                </w:r>
                              </w:sdtContent>
                            </w:sdt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534C7A" w:rsidRDefault="003D01B3">
      <w:r>
        <w:rPr>
          <w:noProof/>
        </w:rPr>
        <w:drawing>
          <wp:anchor distT="0" distB="0" distL="114300" distR="114300" simplePos="0" relativeHeight="251658240" behindDoc="1" locked="0" layoutInCell="1" allowOverlap="1" wp14:anchorId="37228CE5" wp14:editId="404B7534">
            <wp:simplePos x="0" y="0"/>
            <wp:positionH relativeFrom="column">
              <wp:posOffset>-896713</wp:posOffset>
            </wp:positionH>
            <wp:positionV relativeFrom="paragraph">
              <wp:posOffset>-901521</wp:posOffset>
            </wp:positionV>
            <wp:extent cx="7747018" cy="10021623"/>
            <wp:effectExtent l="0" t="0" r="6350" b="0"/>
            <wp:wrapNone/>
            <wp:docPr id="1" name="Picture 1" descr="background american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ependence Day02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18" cy="10021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</w:p>
    <w:sectPr w:rsidR="00534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A5"/>
    <w:rsid w:val="000B7FA5"/>
    <w:rsid w:val="001247F9"/>
    <w:rsid w:val="00226149"/>
    <w:rsid w:val="00350719"/>
    <w:rsid w:val="003D01B3"/>
    <w:rsid w:val="0044430C"/>
    <w:rsid w:val="00551EB1"/>
    <w:rsid w:val="00A442FA"/>
    <w:rsid w:val="00A9198A"/>
    <w:rsid w:val="00AE38DF"/>
    <w:rsid w:val="00B6143E"/>
    <w:rsid w:val="00E83911"/>
    <w:rsid w:val="00EC230F"/>
    <w:rsid w:val="00F6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614B3"/>
  <w15:chartTrackingRefBased/>
  <w15:docId w15:val="{47008240-5348-49AE-B2ED-F9F24D85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2FA"/>
    <w:rPr>
      <w:rFonts w:ascii="Century Gothic" w:hAnsi="Century Gothic"/>
      <w:b/>
      <w:color w:val="282D6A" w:themeColor="accent5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442FA"/>
    <w:pPr>
      <w:spacing w:after="0" w:line="360" w:lineRule="auto"/>
      <w:contextualSpacing/>
      <w:jc w:val="center"/>
    </w:pPr>
    <w:rPr>
      <w:rFonts w:eastAsiaTheme="majorEastAsia" w:cstheme="majorBidi"/>
      <w:b w:val="0"/>
      <w:spacing w:val="-10"/>
      <w:kern w:val="28"/>
      <w:sz w:val="11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42FA"/>
    <w:rPr>
      <w:rFonts w:ascii="Century Gothic" w:eastAsiaTheme="majorEastAsia" w:hAnsi="Century Gothic" w:cstheme="majorBidi"/>
      <w:color w:val="282D6A" w:themeColor="accent5"/>
      <w:spacing w:val="-10"/>
      <w:kern w:val="28"/>
      <w:sz w:val="11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merican%20flag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12033EEFFA4DEFB729C7E031FD4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F2DDF-6AFE-47C9-954F-8D537A091062}"/>
      </w:docPartPr>
      <w:docPartBody>
        <w:p w:rsidR="00000000" w:rsidRDefault="00B32032">
          <w:pPr>
            <w:pStyle w:val="D112033EEFFA4DEFB729C7E031FD47BC"/>
          </w:pPr>
          <w:r>
            <w:t>To get started right away, just tap any placeholder text (such as this) and start typing to replace it with your own.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32"/>
    <w:rsid w:val="00B3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12033EEFFA4DEFB729C7E031FD47BC">
    <w:name w:val="D112033EEFFA4DEFB729C7E031FD4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7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B22436"/>
      </a:accent2>
      <a:accent3>
        <a:srgbClr val="A5A5A5"/>
      </a:accent3>
      <a:accent4>
        <a:srgbClr val="FFC000"/>
      </a:accent4>
      <a:accent5>
        <a:srgbClr val="282D6A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F5027-3321-4FFA-9A56-F8EBC8B0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American flag flyer.dotx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dcterms:created xsi:type="dcterms:W3CDTF">2019-05-03T10:37:00Z</dcterms:created>
  <dcterms:modified xsi:type="dcterms:W3CDTF">2019-05-03T10:38:00Z</dcterms:modified>
</cp:coreProperties>
</file>