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860"/>
        <w:gridCol w:w="1800"/>
        <w:gridCol w:w="4860"/>
      </w:tblGrid>
      <w:tr w:rsidR="000F7AF7" w:rsidTr="004B577D">
        <w:trPr>
          <w:trHeight w:val="3096"/>
          <w:jc w:val="center"/>
        </w:trPr>
        <w:tc>
          <w:tcPr>
            <w:tcW w:w="4860" w:type="dxa"/>
          </w:tcPr>
          <w:sdt>
            <w:sdtPr>
              <w:tag w:val=""/>
              <w:id w:val="-1914700868"/>
              <w:placeholder>
                <w:docPart w:val="3C61FAEB914949799633FF3900FE41EC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:rsidR="008636F8" w:rsidRDefault="00852CF5" w:rsidP="008636F8">
                <w:pPr>
                  <w:pStyle w:val="EventName"/>
                </w:pPr>
                <w:r w:rsidRPr="000E2CAF">
                  <w:t>[YOUR EVENT NAME]</w:t>
                </w:r>
              </w:p>
            </w:sdtContent>
          </w:sdt>
          <w:sdt>
            <w:sdtPr>
              <w:tag w:val=""/>
              <w:id w:val="-586304953"/>
              <w:placeholder>
                <w:docPart w:val="1FE1E49E5FE1427D8DDEBF11A955E1C5"/>
              </w:placeholder>
              <w:temporary/>
              <w:showingPlcHdr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15:appearance w15:val="hidden"/>
              <w:text/>
            </w:sdtPr>
            <w:sdtEndPr/>
            <w:sdtContent>
              <w:p w:rsidR="008636F8" w:rsidRDefault="008636F8" w:rsidP="008636F8">
                <w:pPr>
                  <w:pStyle w:val="EventName"/>
                </w:pPr>
                <w:r>
                  <w:t>Name</w:t>
                </w:r>
              </w:p>
            </w:sdtContent>
          </w:sdt>
          <w:p w:rsidR="000F7AF7" w:rsidRDefault="00914A91" w:rsidP="00653DD9">
            <w:pPr>
              <w:pStyle w:val="Title"/>
            </w:pPr>
            <w:sdt>
              <w:sdtPr>
                <w:id w:val="1376045541"/>
                <w:placeholder>
                  <w:docPart w:val="80AE10A4A16D483384370CD7B0EB7080"/>
                </w:placeholder>
                <w:temporary/>
                <w:showingPlcHdr/>
                <w15:appearance w15:val="hidden"/>
              </w:sdtPr>
              <w:sdtEndPr/>
              <w:sdtContent>
                <w:r w:rsidR="00653DD9" w:rsidRPr="00653DD9">
                  <w:t>TICKET</w:t>
                </w:r>
              </w:sdtContent>
            </w:sdt>
          </w:p>
        </w:tc>
        <w:tc>
          <w:tcPr>
            <w:tcW w:w="1800" w:type="dxa"/>
          </w:tcPr>
          <w:p w:rsidR="000F7AF7" w:rsidRDefault="000F7AF7">
            <w:pPr>
              <w:spacing w:line="240" w:lineRule="auto"/>
              <w:jc w:val="left"/>
            </w:pPr>
          </w:p>
        </w:tc>
        <w:tc>
          <w:tcPr>
            <w:tcW w:w="4860" w:type="dxa"/>
          </w:tcPr>
          <w:sdt>
            <w:sdtPr>
              <w:tag w:val=""/>
              <w:id w:val="477892905"/>
              <w:placeholder>
                <w:docPart w:val="F40605AED167463D87CCA61CB915AEF5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:rsidR="008636F8" w:rsidRDefault="00852CF5" w:rsidP="00653DD9">
                <w:pPr>
                  <w:pStyle w:val="EventName"/>
                </w:pPr>
                <w:r w:rsidRPr="000E2CAF">
                  <w:t>[YOUR EVENT NAME]</w:t>
                </w:r>
              </w:p>
            </w:sdtContent>
          </w:sdt>
          <w:sdt>
            <w:sdtPr>
              <w:tag w:val=""/>
              <w:id w:val="-1811925787"/>
              <w:placeholder>
                <w:docPart w:val="161D5B9B709E4A2AAC312BA69C85C8D1"/>
              </w:placeholder>
              <w:temporary/>
              <w:showingPlcHdr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15:appearance w15:val="hidden"/>
              <w:text/>
            </w:sdtPr>
            <w:sdtEndPr/>
            <w:sdtContent>
              <w:p w:rsidR="008636F8" w:rsidRDefault="008636F8" w:rsidP="00653DD9">
                <w:pPr>
                  <w:pStyle w:val="EventName"/>
                </w:pPr>
                <w:r>
                  <w:t>Name</w:t>
                </w:r>
              </w:p>
            </w:sdtContent>
          </w:sdt>
          <w:p w:rsidR="000F7AF7" w:rsidRPr="004B577D" w:rsidRDefault="00914A91" w:rsidP="004B577D">
            <w:pPr>
              <w:pStyle w:val="Title"/>
            </w:pPr>
            <w:sdt>
              <w:sdtPr>
                <w:id w:val="868407157"/>
                <w:placeholder>
                  <w:docPart w:val="67E6061EA9E5494185A369DA84D9EF55"/>
                </w:placeholder>
                <w:temporary/>
                <w:showingPlcHdr/>
                <w15:appearance w15:val="hidden"/>
              </w:sdtPr>
              <w:sdtEndPr/>
              <w:sdtContent>
                <w:r w:rsidR="00653DD9" w:rsidRPr="004B577D">
                  <w:rPr>
                    <w:rStyle w:val="TitleChar"/>
                    <w:b/>
                  </w:rPr>
                  <w:t>TICKET</w:t>
                </w:r>
              </w:sdtContent>
            </w:sdt>
          </w:p>
        </w:tc>
        <w:bookmarkStart w:id="0" w:name="_GoBack"/>
        <w:bookmarkEnd w:id="0"/>
      </w:tr>
      <w:tr w:rsidR="008636F8" w:rsidTr="004B577D">
        <w:trPr>
          <w:trHeight w:val="3096"/>
          <w:jc w:val="center"/>
        </w:trPr>
        <w:tc>
          <w:tcPr>
            <w:tcW w:w="4860" w:type="dxa"/>
          </w:tcPr>
          <w:sdt>
            <w:sdtPr>
              <w:tag w:val=""/>
              <w:id w:val="-380164733"/>
              <w:placeholder>
                <w:docPart w:val="5D4A2FC39FC44097981291FED28BA6DB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:rsidR="008636F8" w:rsidRDefault="00852CF5" w:rsidP="001425D0">
                <w:pPr>
                  <w:pStyle w:val="EventName"/>
                </w:pPr>
                <w:r w:rsidRPr="000E2CAF">
                  <w:t>[YOUR EVENT NAME]</w:t>
                </w:r>
              </w:p>
            </w:sdtContent>
          </w:sdt>
          <w:sdt>
            <w:sdtPr>
              <w:tag w:val=""/>
              <w:id w:val="1433406340"/>
              <w:placeholder>
                <w:docPart w:val="6F1C9105337547B2B06CAADB97ACD56A"/>
              </w:placeholder>
              <w:temporary/>
              <w:showingPlcHdr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15:appearance w15:val="hidden"/>
              <w:text/>
            </w:sdtPr>
            <w:sdtEndPr/>
            <w:sdtContent>
              <w:p w:rsidR="008636F8" w:rsidRDefault="008636F8" w:rsidP="001425D0">
                <w:pPr>
                  <w:pStyle w:val="EventName"/>
                </w:pPr>
                <w:r>
                  <w:t>Name</w:t>
                </w:r>
              </w:p>
            </w:sdtContent>
          </w:sdt>
          <w:p w:rsidR="008636F8" w:rsidRDefault="00914A91" w:rsidP="008636F8">
            <w:pPr>
              <w:pStyle w:val="Title"/>
            </w:pPr>
            <w:sdt>
              <w:sdtPr>
                <w:id w:val="-1776546560"/>
                <w:placeholder>
                  <w:docPart w:val="4E705EB54B9D4CE8841EBC357114C8BF"/>
                </w:placeholder>
                <w:temporary/>
                <w:showingPlcHdr/>
                <w15:appearance w15:val="hidden"/>
              </w:sdtPr>
              <w:sdtEndPr/>
              <w:sdtContent>
                <w:r w:rsidR="00653DD9" w:rsidRPr="00653DD9">
                  <w:t>TICKET</w:t>
                </w:r>
              </w:sdtContent>
            </w:sdt>
          </w:p>
        </w:tc>
        <w:tc>
          <w:tcPr>
            <w:tcW w:w="1800" w:type="dxa"/>
          </w:tcPr>
          <w:p w:rsidR="008636F8" w:rsidRDefault="008636F8" w:rsidP="001425D0">
            <w:pPr>
              <w:spacing w:line="240" w:lineRule="auto"/>
              <w:jc w:val="left"/>
            </w:pPr>
          </w:p>
        </w:tc>
        <w:tc>
          <w:tcPr>
            <w:tcW w:w="4860" w:type="dxa"/>
          </w:tcPr>
          <w:sdt>
            <w:sdtPr>
              <w:tag w:val=""/>
              <w:id w:val="166678513"/>
              <w:placeholder>
                <w:docPart w:val="641AB20E9239424BA1C2DA11D4CB3667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:rsidR="008636F8" w:rsidRDefault="00852CF5" w:rsidP="001425D0">
                <w:pPr>
                  <w:pStyle w:val="EventName"/>
                </w:pPr>
                <w:r w:rsidRPr="000E2CAF">
                  <w:t>[YOUR EVENT NAME]</w:t>
                </w:r>
              </w:p>
            </w:sdtContent>
          </w:sdt>
          <w:sdt>
            <w:sdtPr>
              <w:tag w:val=""/>
              <w:id w:val="715554823"/>
              <w:placeholder>
                <w:docPart w:val="CF7F866A237A43DD91FBD604BEC92B98"/>
              </w:placeholder>
              <w:temporary/>
              <w:showingPlcHdr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15:appearance w15:val="hidden"/>
              <w:text/>
            </w:sdtPr>
            <w:sdtEndPr/>
            <w:sdtContent>
              <w:p w:rsidR="008636F8" w:rsidRDefault="008636F8" w:rsidP="001425D0">
                <w:pPr>
                  <w:pStyle w:val="EventName"/>
                </w:pPr>
                <w:r>
                  <w:t>Name</w:t>
                </w:r>
              </w:p>
            </w:sdtContent>
          </w:sdt>
          <w:p w:rsidR="008636F8" w:rsidRDefault="00914A91" w:rsidP="008636F8">
            <w:pPr>
              <w:pStyle w:val="Title"/>
            </w:pPr>
            <w:sdt>
              <w:sdtPr>
                <w:id w:val="542026661"/>
                <w:placeholder>
                  <w:docPart w:val="41536AA5739F49A9A1CDAB91FCCC16C1"/>
                </w:placeholder>
                <w:temporary/>
                <w:showingPlcHdr/>
                <w15:appearance w15:val="hidden"/>
              </w:sdtPr>
              <w:sdtEndPr/>
              <w:sdtContent>
                <w:r w:rsidR="00653DD9" w:rsidRPr="00653DD9">
                  <w:t>TICKET</w:t>
                </w:r>
              </w:sdtContent>
            </w:sdt>
          </w:p>
        </w:tc>
      </w:tr>
      <w:tr w:rsidR="008636F8" w:rsidTr="004B577D">
        <w:trPr>
          <w:trHeight w:val="3096"/>
          <w:jc w:val="center"/>
        </w:trPr>
        <w:tc>
          <w:tcPr>
            <w:tcW w:w="4860" w:type="dxa"/>
          </w:tcPr>
          <w:sdt>
            <w:sdtPr>
              <w:tag w:val=""/>
              <w:id w:val="-355279194"/>
              <w:placeholder>
                <w:docPart w:val="1FDB175603774023A98CA93A7EA7F6DE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:rsidR="008636F8" w:rsidRDefault="00852CF5" w:rsidP="001425D0">
                <w:pPr>
                  <w:pStyle w:val="EventName"/>
                </w:pPr>
                <w:r w:rsidRPr="000E2CAF">
                  <w:t>[YOUR EVENT NAME]</w:t>
                </w:r>
              </w:p>
            </w:sdtContent>
          </w:sdt>
          <w:sdt>
            <w:sdtPr>
              <w:tag w:val=""/>
              <w:id w:val="-129251675"/>
              <w:placeholder>
                <w:docPart w:val="2A57BAA8F122410F92AE2BCDFD197383"/>
              </w:placeholder>
              <w:temporary/>
              <w:showingPlcHdr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15:appearance w15:val="hidden"/>
              <w:text/>
            </w:sdtPr>
            <w:sdtEndPr/>
            <w:sdtContent>
              <w:p w:rsidR="008636F8" w:rsidRDefault="008636F8" w:rsidP="001425D0">
                <w:pPr>
                  <w:pStyle w:val="EventName"/>
                </w:pPr>
                <w:r>
                  <w:t>Name</w:t>
                </w:r>
              </w:p>
            </w:sdtContent>
          </w:sdt>
          <w:p w:rsidR="008636F8" w:rsidRDefault="00914A91" w:rsidP="008636F8">
            <w:pPr>
              <w:pStyle w:val="Title"/>
            </w:pPr>
            <w:sdt>
              <w:sdtPr>
                <w:id w:val="-164250532"/>
                <w:placeholder>
                  <w:docPart w:val="A2E629C1247841749C81373B915EFB3F"/>
                </w:placeholder>
                <w:temporary/>
                <w:showingPlcHdr/>
                <w15:appearance w15:val="hidden"/>
              </w:sdtPr>
              <w:sdtEndPr/>
              <w:sdtContent>
                <w:r w:rsidR="00653DD9" w:rsidRPr="00653DD9">
                  <w:t>TICKET</w:t>
                </w:r>
              </w:sdtContent>
            </w:sdt>
          </w:p>
        </w:tc>
        <w:tc>
          <w:tcPr>
            <w:tcW w:w="1800" w:type="dxa"/>
          </w:tcPr>
          <w:p w:rsidR="008636F8" w:rsidRDefault="008636F8" w:rsidP="001425D0">
            <w:pPr>
              <w:spacing w:line="240" w:lineRule="auto"/>
              <w:jc w:val="left"/>
            </w:pPr>
          </w:p>
        </w:tc>
        <w:tc>
          <w:tcPr>
            <w:tcW w:w="4860" w:type="dxa"/>
          </w:tcPr>
          <w:sdt>
            <w:sdtPr>
              <w:tag w:val=""/>
              <w:id w:val="282544881"/>
              <w:placeholder>
                <w:docPart w:val="E567AD3302DE4B3A88E518B326E5535D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:rsidR="008636F8" w:rsidRDefault="00852CF5" w:rsidP="001425D0">
                <w:pPr>
                  <w:pStyle w:val="EventName"/>
                </w:pPr>
                <w:r w:rsidRPr="000E2CAF">
                  <w:t>[YOUR EVENT NAME]</w:t>
                </w:r>
              </w:p>
            </w:sdtContent>
          </w:sdt>
          <w:sdt>
            <w:sdtPr>
              <w:tag w:val=""/>
              <w:id w:val="1421217028"/>
              <w:placeholder>
                <w:docPart w:val="7887C2F2AB7A451DB2C0E6F48CF1C69E"/>
              </w:placeholder>
              <w:temporary/>
              <w:showingPlcHdr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15:appearance w15:val="hidden"/>
              <w:text/>
            </w:sdtPr>
            <w:sdtEndPr/>
            <w:sdtContent>
              <w:p w:rsidR="008636F8" w:rsidRDefault="008636F8" w:rsidP="001425D0">
                <w:pPr>
                  <w:pStyle w:val="EventName"/>
                </w:pPr>
                <w:r>
                  <w:t>Name</w:t>
                </w:r>
              </w:p>
            </w:sdtContent>
          </w:sdt>
          <w:p w:rsidR="008636F8" w:rsidRDefault="00914A91" w:rsidP="008636F8">
            <w:pPr>
              <w:pStyle w:val="Title"/>
            </w:pPr>
            <w:sdt>
              <w:sdtPr>
                <w:id w:val="1118561035"/>
                <w:placeholder>
                  <w:docPart w:val="EE939A2C057E4C189A65BCE124BF740F"/>
                </w:placeholder>
                <w:temporary/>
                <w:showingPlcHdr/>
                <w15:appearance w15:val="hidden"/>
              </w:sdtPr>
              <w:sdtEndPr/>
              <w:sdtContent>
                <w:r w:rsidR="00653DD9" w:rsidRPr="00653DD9">
                  <w:t>TICKET</w:t>
                </w:r>
              </w:sdtContent>
            </w:sdt>
          </w:p>
        </w:tc>
      </w:tr>
      <w:tr w:rsidR="008636F8" w:rsidTr="004B577D">
        <w:trPr>
          <w:trHeight w:val="3096"/>
          <w:jc w:val="center"/>
        </w:trPr>
        <w:tc>
          <w:tcPr>
            <w:tcW w:w="4860" w:type="dxa"/>
          </w:tcPr>
          <w:sdt>
            <w:sdtPr>
              <w:tag w:val=""/>
              <w:id w:val="976573489"/>
              <w:placeholder>
                <w:docPart w:val="37F91899A6004BDCA135889A2A457338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:rsidR="008636F8" w:rsidRDefault="00852CF5" w:rsidP="001425D0">
                <w:pPr>
                  <w:pStyle w:val="EventName"/>
                </w:pPr>
                <w:r w:rsidRPr="000E2CAF">
                  <w:t>[YOUR EVENT NAME]</w:t>
                </w:r>
              </w:p>
            </w:sdtContent>
          </w:sdt>
          <w:sdt>
            <w:sdtPr>
              <w:tag w:val=""/>
              <w:id w:val="635072178"/>
              <w:placeholder>
                <w:docPart w:val="DFBBA434804F49AFBD64AD27B5F7F594"/>
              </w:placeholder>
              <w:temporary/>
              <w:showingPlcHdr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15:appearance w15:val="hidden"/>
              <w:text/>
            </w:sdtPr>
            <w:sdtEndPr/>
            <w:sdtContent>
              <w:p w:rsidR="008636F8" w:rsidRDefault="008636F8" w:rsidP="001425D0">
                <w:pPr>
                  <w:pStyle w:val="EventName"/>
                </w:pPr>
                <w:r>
                  <w:t>Name</w:t>
                </w:r>
              </w:p>
            </w:sdtContent>
          </w:sdt>
          <w:p w:rsidR="008636F8" w:rsidRDefault="00914A91" w:rsidP="008636F8">
            <w:pPr>
              <w:pStyle w:val="Title"/>
            </w:pPr>
            <w:sdt>
              <w:sdtPr>
                <w:id w:val="-505126524"/>
                <w:placeholder>
                  <w:docPart w:val="6F2068DCDB9B44E18204A69087D862BB"/>
                </w:placeholder>
                <w:temporary/>
                <w:showingPlcHdr/>
                <w15:appearance w15:val="hidden"/>
              </w:sdtPr>
              <w:sdtEndPr/>
              <w:sdtContent>
                <w:r w:rsidR="00653DD9" w:rsidRPr="00653DD9">
                  <w:t>TICKET</w:t>
                </w:r>
              </w:sdtContent>
            </w:sdt>
          </w:p>
        </w:tc>
        <w:tc>
          <w:tcPr>
            <w:tcW w:w="1800" w:type="dxa"/>
          </w:tcPr>
          <w:p w:rsidR="008636F8" w:rsidRDefault="008636F8" w:rsidP="001425D0">
            <w:pPr>
              <w:spacing w:line="240" w:lineRule="auto"/>
              <w:jc w:val="left"/>
            </w:pPr>
          </w:p>
        </w:tc>
        <w:tc>
          <w:tcPr>
            <w:tcW w:w="4860" w:type="dxa"/>
          </w:tcPr>
          <w:sdt>
            <w:sdtPr>
              <w:tag w:val=""/>
              <w:id w:val="-310790551"/>
              <w:placeholder>
                <w:docPart w:val="4A3BE6E0D02B44B9A754BA92B250C08C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:rsidR="008636F8" w:rsidRDefault="00852CF5" w:rsidP="001425D0">
                <w:pPr>
                  <w:pStyle w:val="EventName"/>
                </w:pPr>
                <w:r w:rsidRPr="000E2CAF">
                  <w:t>[YOUR EVENT NAME]</w:t>
                </w:r>
              </w:p>
            </w:sdtContent>
          </w:sdt>
          <w:sdt>
            <w:sdtPr>
              <w:tag w:val=""/>
              <w:id w:val="1144159759"/>
              <w:placeholder>
                <w:docPart w:val="940E23B9F7694C3290BB5961D8544E2C"/>
              </w:placeholder>
              <w:temporary/>
              <w:showingPlcHdr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15:appearance w15:val="hidden"/>
              <w:text/>
            </w:sdtPr>
            <w:sdtEndPr/>
            <w:sdtContent>
              <w:p w:rsidR="008636F8" w:rsidRDefault="008636F8" w:rsidP="001425D0">
                <w:pPr>
                  <w:pStyle w:val="EventName"/>
                </w:pPr>
                <w:r>
                  <w:t>Name</w:t>
                </w:r>
              </w:p>
            </w:sdtContent>
          </w:sdt>
          <w:p w:rsidR="008636F8" w:rsidRDefault="00914A91" w:rsidP="008636F8">
            <w:pPr>
              <w:pStyle w:val="Title"/>
            </w:pPr>
            <w:sdt>
              <w:sdtPr>
                <w:id w:val="799263556"/>
                <w:placeholder>
                  <w:docPart w:val="97B9214245504EA8945B526EE17AB6D4"/>
                </w:placeholder>
                <w:temporary/>
                <w:showingPlcHdr/>
                <w15:appearance w15:val="hidden"/>
              </w:sdtPr>
              <w:sdtEndPr/>
              <w:sdtContent>
                <w:r w:rsidR="00653DD9" w:rsidRPr="00653DD9">
                  <w:t>TICKET</w:t>
                </w:r>
              </w:sdtContent>
            </w:sdt>
          </w:p>
        </w:tc>
      </w:tr>
      <w:tr w:rsidR="008636F8" w:rsidTr="004B577D">
        <w:trPr>
          <w:jc w:val="center"/>
        </w:trPr>
        <w:tc>
          <w:tcPr>
            <w:tcW w:w="4860" w:type="dxa"/>
          </w:tcPr>
          <w:sdt>
            <w:sdtPr>
              <w:tag w:val=""/>
              <w:id w:val="-1684896550"/>
              <w:placeholder>
                <w:docPart w:val="B60C29716046465AB155C9C4EC17601C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:rsidR="008636F8" w:rsidRDefault="00852CF5" w:rsidP="001425D0">
                <w:pPr>
                  <w:pStyle w:val="EventName"/>
                </w:pPr>
                <w:r w:rsidRPr="000E2CAF">
                  <w:t>[YOUR EVENT NAME]</w:t>
                </w:r>
              </w:p>
            </w:sdtContent>
          </w:sdt>
          <w:sdt>
            <w:sdtPr>
              <w:tag w:val=""/>
              <w:id w:val="-50920005"/>
              <w:placeholder>
                <w:docPart w:val="BACBF6484CD1438C943B0C8B7A06B01F"/>
              </w:placeholder>
              <w:temporary/>
              <w:showingPlcHdr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15:appearance w15:val="hidden"/>
              <w:text/>
            </w:sdtPr>
            <w:sdtEndPr/>
            <w:sdtContent>
              <w:p w:rsidR="008636F8" w:rsidRDefault="008636F8" w:rsidP="001425D0">
                <w:pPr>
                  <w:pStyle w:val="EventName"/>
                </w:pPr>
                <w:r>
                  <w:t>Name</w:t>
                </w:r>
              </w:p>
            </w:sdtContent>
          </w:sdt>
          <w:p w:rsidR="008636F8" w:rsidRDefault="00914A91" w:rsidP="008636F8">
            <w:pPr>
              <w:pStyle w:val="Title"/>
            </w:pPr>
            <w:sdt>
              <w:sdtPr>
                <w:id w:val="-1246569604"/>
                <w:placeholder>
                  <w:docPart w:val="144F4CD33A964DC29BDD080B2263B051"/>
                </w:placeholder>
                <w:temporary/>
                <w:showingPlcHdr/>
                <w15:appearance w15:val="hidden"/>
              </w:sdtPr>
              <w:sdtEndPr/>
              <w:sdtContent>
                <w:r w:rsidR="00653DD9" w:rsidRPr="00653DD9">
                  <w:t>TICKET</w:t>
                </w:r>
              </w:sdtContent>
            </w:sdt>
          </w:p>
        </w:tc>
        <w:tc>
          <w:tcPr>
            <w:tcW w:w="1800" w:type="dxa"/>
          </w:tcPr>
          <w:p w:rsidR="008636F8" w:rsidRDefault="008636F8" w:rsidP="001425D0">
            <w:pPr>
              <w:spacing w:line="240" w:lineRule="auto"/>
              <w:jc w:val="left"/>
            </w:pPr>
          </w:p>
        </w:tc>
        <w:tc>
          <w:tcPr>
            <w:tcW w:w="4860" w:type="dxa"/>
          </w:tcPr>
          <w:sdt>
            <w:sdtPr>
              <w:tag w:val=""/>
              <w:id w:val="-389425365"/>
              <w:placeholder>
                <w:docPart w:val="51BAAECDA5674B49B755219D3D119A90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15:appearance w15:val="hidden"/>
              <w:text/>
            </w:sdtPr>
            <w:sdtEndPr/>
            <w:sdtContent>
              <w:p w:rsidR="008636F8" w:rsidRDefault="00852CF5" w:rsidP="001425D0">
                <w:pPr>
                  <w:pStyle w:val="EventName"/>
                </w:pPr>
                <w:r w:rsidRPr="000E2CAF">
                  <w:t>[YOUR EVENT NAME]</w:t>
                </w:r>
              </w:p>
            </w:sdtContent>
          </w:sdt>
          <w:sdt>
            <w:sdtPr>
              <w:tag w:val=""/>
              <w:id w:val="140316655"/>
              <w:placeholder>
                <w:docPart w:val="724DB58CB1064A1E8D585C3EDC3ACA50"/>
              </w:placeholder>
              <w:temporary/>
              <w:showingPlcHdr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15:appearance w15:val="hidden"/>
              <w:text/>
            </w:sdtPr>
            <w:sdtEndPr/>
            <w:sdtContent>
              <w:p w:rsidR="008636F8" w:rsidRDefault="008636F8" w:rsidP="001425D0">
                <w:pPr>
                  <w:pStyle w:val="EventName"/>
                </w:pPr>
                <w:r>
                  <w:t>Name</w:t>
                </w:r>
              </w:p>
            </w:sdtContent>
          </w:sdt>
          <w:p w:rsidR="008636F8" w:rsidRDefault="00914A91" w:rsidP="008636F8">
            <w:pPr>
              <w:pStyle w:val="Title"/>
            </w:pPr>
            <w:sdt>
              <w:sdtPr>
                <w:id w:val="-1819181333"/>
                <w:placeholder>
                  <w:docPart w:val="67BA134E66994234B3D776D3AB00C6A1"/>
                </w:placeholder>
                <w:temporary/>
                <w:showingPlcHdr/>
                <w15:appearance w15:val="hidden"/>
              </w:sdtPr>
              <w:sdtEndPr/>
              <w:sdtContent>
                <w:r w:rsidR="00653DD9" w:rsidRPr="00653DD9">
                  <w:t>TICKET</w:t>
                </w:r>
              </w:sdtContent>
            </w:sdt>
          </w:p>
        </w:tc>
      </w:tr>
    </w:tbl>
    <w:p w:rsidR="002606A0" w:rsidRPr="00EA4B33" w:rsidRDefault="002606A0" w:rsidP="00EA4B33">
      <w:pPr>
        <w:spacing w:line="120" w:lineRule="auto"/>
        <w:jc w:val="left"/>
        <w:rPr>
          <w:sz w:val="16"/>
          <w:szCs w:val="16"/>
        </w:rPr>
      </w:pPr>
    </w:p>
    <w:sectPr w:rsidR="002606A0" w:rsidRPr="00EA4B33" w:rsidSect="004B577D">
      <w:headerReference w:type="default" r:id="rId10"/>
      <w:pgSz w:w="12240" w:h="15840" w:code="1"/>
      <w:pgMar w:top="360" w:right="360" w:bottom="288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A91" w:rsidRDefault="00914A91" w:rsidP="00A52461">
      <w:r>
        <w:separator/>
      </w:r>
    </w:p>
  </w:endnote>
  <w:endnote w:type="continuationSeparator" w:id="0">
    <w:p w:rsidR="00914A91" w:rsidRDefault="00914A91" w:rsidP="00A52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HGMinchoB">
    <w:altName w:val="Yu Gothic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GothicE">
    <w:charset w:val="80"/>
    <w:family w:val="swiss"/>
    <w:pitch w:val="variable"/>
    <w:sig w:usb0="E00002FF" w:usb1="6AC7FDFB" w:usb2="00000012" w:usb3="00000000" w:csb0="0002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A91" w:rsidRDefault="00914A91" w:rsidP="00A52461">
      <w:r>
        <w:separator/>
      </w:r>
    </w:p>
  </w:footnote>
  <w:footnote w:type="continuationSeparator" w:id="0">
    <w:p w:rsidR="00914A91" w:rsidRDefault="00914A91" w:rsidP="00A52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50E" w:rsidRDefault="004B577D" w:rsidP="00A52461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93056" behindDoc="0" locked="0" layoutInCell="1" allowOverlap="1" wp14:anchorId="57CF180B" wp14:editId="07387955">
              <wp:simplePos x="0" y="0"/>
              <wp:positionH relativeFrom="page">
                <wp:align>center</wp:align>
              </wp:positionH>
              <wp:positionV relativeFrom="page">
                <wp:posOffset>219710</wp:posOffset>
              </wp:positionV>
              <wp:extent cx="7315200" cy="9573768"/>
              <wp:effectExtent l="0" t="0" r="19050" b="2794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15200" cy="9573768"/>
                        <a:chOff x="0" y="0"/>
                        <a:chExt cx="7312313" cy="9576435"/>
                      </a:xfrm>
                    </wpg:grpSpPr>
                    <wpg:grpSp>
                      <wpg:cNvPr id="780" name="Group 780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g:cNvPr>
                      <wpg:cNvGrpSpPr/>
                      <wpg:grpSpPr>
                        <a:xfrm>
                          <a:off x="0" y="0"/>
                          <a:ext cx="3079750" cy="9576435"/>
                          <a:chOff x="0" y="0"/>
                          <a:chExt cx="3079750" cy="9576435"/>
                        </a:xfrm>
                      </wpg:grpSpPr>
                      <wpg:grpSp>
                        <wpg:cNvPr id="695" name="Group 695"/>
                        <wpg:cNvGrpSpPr/>
                        <wpg:grpSpPr>
                          <a:xfrm>
                            <a:off x="0" y="0"/>
                            <a:ext cx="3079750" cy="1712595"/>
                            <a:chOff x="0" y="0"/>
                            <a:chExt cx="3079750" cy="1712595"/>
                          </a:xfrm>
                        </wpg:grpSpPr>
                        <wps:wsp>
                          <wps:cNvPr id="696" name="Freeform 6">
                            <a:extLst/>
                          </wps:cNvPr>
                          <wps:cNvSpPr/>
                          <wps:spPr>
                            <a:xfrm>
                              <a:off x="0" y="0"/>
                              <a:ext cx="3079750" cy="1712595"/>
                            </a:xfrm>
                            <a:custGeom>
                              <a:avLst/>
                              <a:gdLst>
                                <a:gd name="connsiteX0" fmla="*/ 0 w 3079750"/>
                                <a:gd name="connsiteY0" fmla="*/ 0 h 1712595"/>
                                <a:gd name="connsiteX1" fmla="*/ 462280 w 3079750"/>
                                <a:gd name="connsiteY1" fmla="*/ 0 h 1712595"/>
                                <a:gd name="connsiteX2" fmla="*/ 486410 w 3079750"/>
                                <a:gd name="connsiteY2" fmla="*/ 0 h 1712595"/>
                                <a:gd name="connsiteX3" fmla="*/ 2593340 w 3079750"/>
                                <a:gd name="connsiteY3" fmla="*/ 0 h 1712595"/>
                                <a:gd name="connsiteX4" fmla="*/ 2596515 w 3079750"/>
                                <a:gd name="connsiteY4" fmla="*/ 0 h 1712595"/>
                                <a:gd name="connsiteX5" fmla="*/ 3079750 w 3079750"/>
                                <a:gd name="connsiteY5" fmla="*/ 0 h 1712595"/>
                                <a:gd name="connsiteX6" fmla="*/ 3079750 w 3079750"/>
                                <a:gd name="connsiteY6" fmla="*/ 508967 h 1712595"/>
                                <a:gd name="connsiteX7" fmla="*/ 3035703 w 3079750"/>
                                <a:gd name="connsiteY7" fmla="*/ 524085 h 1712595"/>
                                <a:gd name="connsiteX8" fmla="*/ 2836545 w 3079750"/>
                                <a:gd name="connsiteY8" fmla="*/ 856298 h 1712595"/>
                                <a:gd name="connsiteX9" fmla="*/ 3035703 w 3079750"/>
                                <a:gd name="connsiteY9" fmla="*/ 1188510 h 1712595"/>
                                <a:gd name="connsiteX10" fmla="*/ 3079750 w 3079750"/>
                                <a:gd name="connsiteY10" fmla="*/ 1203628 h 1712595"/>
                                <a:gd name="connsiteX11" fmla="*/ 3079750 w 3079750"/>
                                <a:gd name="connsiteY11" fmla="*/ 1712595 h 1712595"/>
                                <a:gd name="connsiteX12" fmla="*/ 2593340 w 3079750"/>
                                <a:gd name="connsiteY12" fmla="*/ 1712595 h 1712595"/>
                                <a:gd name="connsiteX13" fmla="*/ 2593340 w 3079750"/>
                                <a:gd name="connsiteY13" fmla="*/ 1709420 h 1712595"/>
                                <a:gd name="connsiteX14" fmla="*/ 486410 w 3079750"/>
                                <a:gd name="connsiteY14" fmla="*/ 1709420 h 1712595"/>
                                <a:gd name="connsiteX15" fmla="*/ 486410 w 3079750"/>
                                <a:gd name="connsiteY15" fmla="*/ 1712595 h 1712595"/>
                                <a:gd name="connsiteX16" fmla="*/ 0 w 3079750"/>
                                <a:gd name="connsiteY16" fmla="*/ 1712595 h 1712595"/>
                                <a:gd name="connsiteX17" fmla="*/ 0 w 3079750"/>
                                <a:gd name="connsiteY17" fmla="*/ 1203629 h 1712595"/>
                                <a:gd name="connsiteX18" fmla="*/ 44047 w 3079750"/>
                                <a:gd name="connsiteY18" fmla="*/ 1188510 h 1712595"/>
                                <a:gd name="connsiteX19" fmla="*/ 243205 w 3079750"/>
                                <a:gd name="connsiteY19" fmla="*/ 856298 h 1712595"/>
                                <a:gd name="connsiteX20" fmla="*/ 44047 w 3079750"/>
                                <a:gd name="connsiteY20" fmla="*/ 524085 h 1712595"/>
                                <a:gd name="connsiteX21" fmla="*/ 0 w 3079750"/>
                                <a:gd name="connsiteY21" fmla="*/ 508967 h 17125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3079750" h="1712595">
                                  <a:moveTo>
                                    <a:pt x="0" y="0"/>
                                  </a:moveTo>
                                  <a:lnTo>
                                    <a:pt x="462280" y="0"/>
                                  </a:lnTo>
                                  <a:lnTo>
                                    <a:pt x="486410" y="0"/>
                                  </a:lnTo>
                                  <a:lnTo>
                                    <a:pt x="2593340" y="0"/>
                                  </a:lnTo>
                                  <a:lnTo>
                                    <a:pt x="2596515" y="0"/>
                                  </a:lnTo>
                                  <a:lnTo>
                                    <a:pt x="3079750" y="0"/>
                                  </a:lnTo>
                                  <a:lnTo>
                                    <a:pt x="3079750" y="508967"/>
                                  </a:lnTo>
                                  <a:lnTo>
                                    <a:pt x="3035703" y="524085"/>
                                  </a:lnTo>
                                  <a:cubicBezTo>
                                    <a:pt x="2918666" y="578818"/>
                                    <a:pt x="2836545" y="706954"/>
                                    <a:pt x="2836545" y="856298"/>
                                  </a:cubicBezTo>
                                  <a:cubicBezTo>
                                    <a:pt x="2836545" y="1005641"/>
                                    <a:pt x="2918666" y="1133776"/>
                                    <a:pt x="3035703" y="1188510"/>
                                  </a:cubicBezTo>
                                  <a:lnTo>
                                    <a:pt x="3079750" y="1203628"/>
                                  </a:lnTo>
                                  <a:lnTo>
                                    <a:pt x="3079750" y="1712595"/>
                                  </a:lnTo>
                                  <a:lnTo>
                                    <a:pt x="2593340" y="1712595"/>
                                  </a:lnTo>
                                  <a:lnTo>
                                    <a:pt x="2593340" y="1709420"/>
                                  </a:lnTo>
                                  <a:lnTo>
                                    <a:pt x="486410" y="1709420"/>
                                  </a:lnTo>
                                  <a:lnTo>
                                    <a:pt x="486410" y="1712595"/>
                                  </a:lnTo>
                                  <a:lnTo>
                                    <a:pt x="0" y="1712595"/>
                                  </a:lnTo>
                                  <a:lnTo>
                                    <a:pt x="0" y="1203629"/>
                                  </a:lnTo>
                                  <a:lnTo>
                                    <a:pt x="44047" y="1188510"/>
                                  </a:lnTo>
                                  <a:cubicBezTo>
                                    <a:pt x="161084" y="1133777"/>
                                    <a:pt x="243205" y="1005641"/>
                                    <a:pt x="243205" y="856298"/>
                                  </a:cubicBezTo>
                                  <a:cubicBezTo>
                                    <a:pt x="243205" y="706954"/>
                                    <a:pt x="161084" y="578819"/>
                                    <a:pt x="44047" y="524085"/>
                                  </a:cubicBezTo>
                                  <a:lnTo>
                                    <a:pt x="0" y="508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98" name="Group 698"/>
                          <wpg:cNvGrpSpPr/>
                          <wpg:grpSpPr>
                            <a:xfrm>
                              <a:off x="339048" y="446926"/>
                              <a:ext cx="2399373" cy="785671"/>
                              <a:chOff x="0" y="-62870"/>
                              <a:chExt cx="2693536" cy="786439"/>
                            </a:xfrm>
                          </wpg:grpSpPr>
                          <wps:wsp>
                            <wps:cNvPr id="699" name="Straight Connector 699"/>
                            <wps:cNvCnPr/>
                            <wps:spPr>
                              <a:xfrm>
                                <a:off x="0" y="-62870"/>
                                <a:ext cx="2693536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00" name="Straight Connector 700"/>
                            <wps:cNvCnPr/>
                            <wps:spPr>
                              <a:xfrm>
                                <a:off x="0" y="723569"/>
                                <a:ext cx="2693536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02" name="Group 702"/>
                          <wpg:cNvGrpSpPr/>
                          <wpg:grpSpPr>
                            <a:xfrm>
                              <a:off x="303088" y="87330"/>
                              <a:ext cx="2468880" cy="1526460"/>
                              <a:chOff x="0" y="0"/>
                              <a:chExt cx="2468880" cy="1526460"/>
                            </a:xfrm>
                          </wpg:grpSpPr>
                          <wpg:grpSp>
                            <wpg:cNvPr id="704" name="Group 704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2468880" cy="273013"/>
                                <a:chOff x="638504" y="-1"/>
                                <a:chExt cx="1462563" cy="170716"/>
                              </a:xfrm>
                            </wpg:grpSpPr>
                            <wps:wsp>
                              <wps:cNvPr id="705" name="5-Point Star 39"/>
                              <wps:cNvSpPr/>
                              <wps:spPr>
                                <a:xfrm>
                                  <a:off x="638504" y="-1"/>
                                  <a:ext cx="171044" cy="170716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6" name="5-Point Star 40"/>
                              <wps:cNvSpPr/>
                              <wps:spPr>
                                <a:xfrm>
                                  <a:off x="1277008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7" name="5-Point Star 41"/>
                              <wps:cNvSpPr/>
                              <wps:spPr>
                                <a:xfrm>
                                  <a:off x="1930023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08" name="Group 708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1253447"/>
                                <a:ext cx="2468880" cy="273013"/>
                                <a:chOff x="638504" y="-1"/>
                                <a:chExt cx="1462563" cy="170716"/>
                              </a:xfrm>
                            </wpg:grpSpPr>
                            <wps:wsp>
                              <wps:cNvPr id="709" name="5-Point Star 39"/>
                              <wps:cNvSpPr/>
                              <wps:spPr>
                                <a:xfrm>
                                  <a:off x="638504" y="-1"/>
                                  <a:ext cx="171044" cy="170716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0" name="5-Point Star 40"/>
                              <wps:cNvSpPr/>
                              <wps:spPr>
                                <a:xfrm>
                                  <a:off x="1277008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1" name="5-Point Star 41"/>
                              <wps:cNvSpPr/>
                              <wps:spPr>
                                <a:xfrm>
                                  <a:off x="1930023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712" name="Group 712"/>
                        <wpg:cNvGrpSpPr/>
                        <wpg:grpSpPr>
                          <a:xfrm>
                            <a:off x="0" y="1972491"/>
                            <a:ext cx="3079750" cy="1712595"/>
                            <a:chOff x="0" y="0"/>
                            <a:chExt cx="3079750" cy="1712595"/>
                          </a:xfrm>
                        </wpg:grpSpPr>
                        <wps:wsp>
                          <wps:cNvPr id="713" name="Freeform 6">
                            <a:extLst/>
                          </wps:cNvPr>
                          <wps:cNvSpPr/>
                          <wps:spPr>
                            <a:xfrm>
                              <a:off x="0" y="0"/>
                              <a:ext cx="3079750" cy="1712595"/>
                            </a:xfrm>
                            <a:custGeom>
                              <a:avLst/>
                              <a:gdLst>
                                <a:gd name="connsiteX0" fmla="*/ 0 w 3079750"/>
                                <a:gd name="connsiteY0" fmla="*/ 0 h 1712595"/>
                                <a:gd name="connsiteX1" fmla="*/ 462280 w 3079750"/>
                                <a:gd name="connsiteY1" fmla="*/ 0 h 1712595"/>
                                <a:gd name="connsiteX2" fmla="*/ 486410 w 3079750"/>
                                <a:gd name="connsiteY2" fmla="*/ 0 h 1712595"/>
                                <a:gd name="connsiteX3" fmla="*/ 2593340 w 3079750"/>
                                <a:gd name="connsiteY3" fmla="*/ 0 h 1712595"/>
                                <a:gd name="connsiteX4" fmla="*/ 2596515 w 3079750"/>
                                <a:gd name="connsiteY4" fmla="*/ 0 h 1712595"/>
                                <a:gd name="connsiteX5" fmla="*/ 3079750 w 3079750"/>
                                <a:gd name="connsiteY5" fmla="*/ 0 h 1712595"/>
                                <a:gd name="connsiteX6" fmla="*/ 3079750 w 3079750"/>
                                <a:gd name="connsiteY6" fmla="*/ 508967 h 1712595"/>
                                <a:gd name="connsiteX7" fmla="*/ 3035703 w 3079750"/>
                                <a:gd name="connsiteY7" fmla="*/ 524085 h 1712595"/>
                                <a:gd name="connsiteX8" fmla="*/ 2836545 w 3079750"/>
                                <a:gd name="connsiteY8" fmla="*/ 856298 h 1712595"/>
                                <a:gd name="connsiteX9" fmla="*/ 3035703 w 3079750"/>
                                <a:gd name="connsiteY9" fmla="*/ 1188510 h 1712595"/>
                                <a:gd name="connsiteX10" fmla="*/ 3079750 w 3079750"/>
                                <a:gd name="connsiteY10" fmla="*/ 1203628 h 1712595"/>
                                <a:gd name="connsiteX11" fmla="*/ 3079750 w 3079750"/>
                                <a:gd name="connsiteY11" fmla="*/ 1712595 h 1712595"/>
                                <a:gd name="connsiteX12" fmla="*/ 2593340 w 3079750"/>
                                <a:gd name="connsiteY12" fmla="*/ 1712595 h 1712595"/>
                                <a:gd name="connsiteX13" fmla="*/ 2593340 w 3079750"/>
                                <a:gd name="connsiteY13" fmla="*/ 1709420 h 1712595"/>
                                <a:gd name="connsiteX14" fmla="*/ 486410 w 3079750"/>
                                <a:gd name="connsiteY14" fmla="*/ 1709420 h 1712595"/>
                                <a:gd name="connsiteX15" fmla="*/ 486410 w 3079750"/>
                                <a:gd name="connsiteY15" fmla="*/ 1712595 h 1712595"/>
                                <a:gd name="connsiteX16" fmla="*/ 0 w 3079750"/>
                                <a:gd name="connsiteY16" fmla="*/ 1712595 h 1712595"/>
                                <a:gd name="connsiteX17" fmla="*/ 0 w 3079750"/>
                                <a:gd name="connsiteY17" fmla="*/ 1203629 h 1712595"/>
                                <a:gd name="connsiteX18" fmla="*/ 44047 w 3079750"/>
                                <a:gd name="connsiteY18" fmla="*/ 1188510 h 1712595"/>
                                <a:gd name="connsiteX19" fmla="*/ 243205 w 3079750"/>
                                <a:gd name="connsiteY19" fmla="*/ 856298 h 1712595"/>
                                <a:gd name="connsiteX20" fmla="*/ 44047 w 3079750"/>
                                <a:gd name="connsiteY20" fmla="*/ 524085 h 1712595"/>
                                <a:gd name="connsiteX21" fmla="*/ 0 w 3079750"/>
                                <a:gd name="connsiteY21" fmla="*/ 508967 h 17125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3079750" h="1712595">
                                  <a:moveTo>
                                    <a:pt x="0" y="0"/>
                                  </a:moveTo>
                                  <a:lnTo>
                                    <a:pt x="462280" y="0"/>
                                  </a:lnTo>
                                  <a:lnTo>
                                    <a:pt x="486410" y="0"/>
                                  </a:lnTo>
                                  <a:lnTo>
                                    <a:pt x="2593340" y="0"/>
                                  </a:lnTo>
                                  <a:lnTo>
                                    <a:pt x="2596515" y="0"/>
                                  </a:lnTo>
                                  <a:lnTo>
                                    <a:pt x="3079750" y="0"/>
                                  </a:lnTo>
                                  <a:lnTo>
                                    <a:pt x="3079750" y="508967"/>
                                  </a:lnTo>
                                  <a:lnTo>
                                    <a:pt x="3035703" y="524085"/>
                                  </a:lnTo>
                                  <a:cubicBezTo>
                                    <a:pt x="2918666" y="578818"/>
                                    <a:pt x="2836545" y="706954"/>
                                    <a:pt x="2836545" y="856298"/>
                                  </a:cubicBezTo>
                                  <a:cubicBezTo>
                                    <a:pt x="2836545" y="1005641"/>
                                    <a:pt x="2918666" y="1133776"/>
                                    <a:pt x="3035703" y="1188510"/>
                                  </a:cubicBezTo>
                                  <a:lnTo>
                                    <a:pt x="3079750" y="1203628"/>
                                  </a:lnTo>
                                  <a:lnTo>
                                    <a:pt x="3079750" y="1712595"/>
                                  </a:lnTo>
                                  <a:lnTo>
                                    <a:pt x="2593340" y="1712595"/>
                                  </a:lnTo>
                                  <a:lnTo>
                                    <a:pt x="2593340" y="1709420"/>
                                  </a:lnTo>
                                  <a:lnTo>
                                    <a:pt x="486410" y="1709420"/>
                                  </a:lnTo>
                                  <a:lnTo>
                                    <a:pt x="486410" y="1712595"/>
                                  </a:lnTo>
                                  <a:lnTo>
                                    <a:pt x="0" y="1712595"/>
                                  </a:lnTo>
                                  <a:lnTo>
                                    <a:pt x="0" y="1203629"/>
                                  </a:lnTo>
                                  <a:lnTo>
                                    <a:pt x="44047" y="1188510"/>
                                  </a:lnTo>
                                  <a:cubicBezTo>
                                    <a:pt x="161084" y="1133777"/>
                                    <a:pt x="243205" y="1005641"/>
                                    <a:pt x="243205" y="856298"/>
                                  </a:cubicBezTo>
                                  <a:cubicBezTo>
                                    <a:pt x="243205" y="706954"/>
                                    <a:pt x="161084" y="578819"/>
                                    <a:pt x="44047" y="524085"/>
                                  </a:cubicBezTo>
                                  <a:lnTo>
                                    <a:pt x="0" y="508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15" name="Group 715"/>
                          <wpg:cNvGrpSpPr/>
                          <wpg:grpSpPr>
                            <a:xfrm>
                              <a:off x="339048" y="446926"/>
                              <a:ext cx="2399373" cy="785671"/>
                              <a:chOff x="0" y="-62870"/>
                              <a:chExt cx="2693536" cy="786439"/>
                            </a:xfrm>
                          </wpg:grpSpPr>
                          <wps:wsp>
                            <wps:cNvPr id="716" name="Straight Connector 716"/>
                            <wps:cNvCnPr/>
                            <wps:spPr>
                              <a:xfrm>
                                <a:off x="0" y="-62870"/>
                                <a:ext cx="2693536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17" name="Straight Connector 717"/>
                            <wps:cNvCnPr/>
                            <wps:spPr>
                              <a:xfrm>
                                <a:off x="0" y="723569"/>
                                <a:ext cx="2693536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19" name="Group 719"/>
                          <wpg:cNvGrpSpPr/>
                          <wpg:grpSpPr>
                            <a:xfrm>
                              <a:off x="303088" y="87330"/>
                              <a:ext cx="2468880" cy="1526460"/>
                              <a:chOff x="0" y="0"/>
                              <a:chExt cx="2468880" cy="1526460"/>
                            </a:xfrm>
                          </wpg:grpSpPr>
                          <wpg:grpSp>
                            <wpg:cNvPr id="721" name="Group 721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2468880" cy="273013"/>
                                <a:chOff x="638504" y="-1"/>
                                <a:chExt cx="1462563" cy="170716"/>
                              </a:xfrm>
                            </wpg:grpSpPr>
                            <wps:wsp>
                              <wps:cNvPr id="722" name="5-Point Star 39"/>
                              <wps:cNvSpPr/>
                              <wps:spPr>
                                <a:xfrm>
                                  <a:off x="638504" y="-1"/>
                                  <a:ext cx="171044" cy="170716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3" name="5-Point Star 40"/>
                              <wps:cNvSpPr/>
                              <wps:spPr>
                                <a:xfrm>
                                  <a:off x="1277008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4" name="5-Point Star 41"/>
                              <wps:cNvSpPr/>
                              <wps:spPr>
                                <a:xfrm>
                                  <a:off x="1930023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25" name="Group 725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1253447"/>
                                <a:ext cx="2468880" cy="273013"/>
                                <a:chOff x="638504" y="-1"/>
                                <a:chExt cx="1462563" cy="170716"/>
                              </a:xfrm>
                            </wpg:grpSpPr>
                            <wps:wsp>
                              <wps:cNvPr id="726" name="5-Point Star 39"/>
                              <wps:cNvSpPr/>
                              <wps:spPr>
                                <a:xfrm>
                                  <a:off x="638504" y="-1"/>
                                  <a:ext cx="171044" cy="170716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7" name="5-Point Star 40"/>
                              <wps:cNvSpPr/>
                              <wps:spPr>
                                <a:xfrm>
                                  <a:off x="1277008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8" name="5-Point Star 41"/>
                              <wps:cNvSpPr/>
                              <wps:spPr>
                                <a:xfrm>
                                  <a:off x="1930023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729" name="Group 729"/>
                        <wpg:cNvGrpSpPr/>
                        <wpg:grpSpPr>
                          <a:xfrm>
                            <a:off x="0" y="3931920"/>
                            <a:ext cx="3079750" cy="1712595"/>
                            <a:chOff x="0" y="0"/>
                            <a:chExt cx="3079750" cy="1712595"/>
                          </a:xfrm>
                        </wpg:grpSpPr>
                        <wps:wsp>
                          <wps:cNvPr id="730" name="Freeform 6">
                            <a:extLst/>
                          </wps:cNvPr>
                          <wps:cNvSpPr/>
                          <wps:spPr>
                            <a:xfrm>
                              <a:off x="0" y="0"/>
                              <a:ext cx="3079750" cy="1712595"/>
                            </a:xfrm>
                            <a:custGeom>
                              <a:avLst/>
                              <a:gdLst>
                                <a:gd name="connsiteX0" fmla="*/ 0 w 3079750"/>
                                <a:gd name="connsiteY0" fmla="*/ 0 h 1712595"/>
                                <a:gd name="connsiteX1" fmla="*/ 462280 w 3079750"/>
                                <a:gd name="connsiteY1" fmla="*/ 0 h 1712595"/>
                                <a:gd name="connsiteX2" fmla="*/ 486410 w 3079750"/>
                                <a:gd name="connsiteY2" fmla="*/ 0 h 1712595"/>
                                <a:gd name="connsiteX3" fmla="*/ 2593340 w 3079750"/>
                                <a:gd name="connsiteY3" fmla="*/ 0 h 1712595"/>
                                <a:gd name="connsiteX4" fmla="*/ 2596515 w 3079750"/>
                                <a:gd name="connsiteY4" fmla="*/ 0 h 1712595"/>
                                <a:gd name="connsiteX5" fmla="*/ 3079750 w 3079750"/>
                                <a:gd name="connsiteY5" fmla="*/ 0 h 1712595"/>
                                <a:gd name="connsiteX6" fmla="*/ 3079750 w 3079750"/>
                                <a:gd name="connsiteY6" fmla="*/ 508967 h 1712595"/>
                                <a:gd name="connsiteX7" fmla="*/ 3035703 w 3079750"/>
                                <a:gd name="connsiteY7" fmla="*/ 524085 h 1712595"/>
                                <a:gd name="connsiteX8" fmla="*/ 2836545 w 3079750"/>
                                <a:gd name="connsiteY8" fmla="*/ 856298 h 1712595"/>
                                <a:gd name="connsiteX9" fmla="*/ 3035703 w 3079750"/>
                                <a:gd name="connsiteY9" fmla="*/ 1188510 h 1712595"/>
                                <a:gd name="connsiteX10" fmla="*/ 3079750 w 3079750"/>
                                <a:gd name="connsiteY10" fmla="*/ 1203628 h 1712595"/>
                                <a:gd name="connsiteX11" fmla="*/ 3079750 w 3079750"/>
                                <a:gd name="connsiteY11" fmla="*/ 1712595 h 1712595"/>
                                <a:gd name="connsiteX12" fmla="*/ 2593340 w 3079750"/>
                                <a:gd name="connsiteY12" fmla="*/ 1712595 h 1712595"/>
                                <a:gd name="connsiteX13" fmla="*/ 2593340 w 3079750"/>
                                <a:gd name="connsiteY13" fmla="*/ 1709420 h 1712595"/>
                                <a:gd name="connsiteX14" fmla="*/ 486410 w 3079750"/>
                                <a:gd name="connsiteY14" fmla="*/ 1709420 h 1712595"/>
                                <a:gd name="connsiteX15" fmla="*/ 486410 w 3079750"/>
                                <a:gd name="connsiteY15" fmla="*/ 1712595 h 1712595"/>
                                <a:gd name="connsiteX16" fmla="*/ 0 w 3079750"/>
                                <a:gd name="connsiteY16" fmla="*/ 1712595 h 1712595"/>
                                <a:gd name="connsiteX17" fmla="*/ 0 w 3079750"/>
                                <a:gd name="connsiteY17" fmla="*/ 1203629 h 1712595"/>
                                <a:gd name="connsiteX18" fmla="*/ 44047 w 3079750"/>
                                <a:gd name="connsiteY18" fmla="*/ 1188510 h 1712595"/>
                                <a:gd name="connsiteX19" fmla="*/ 243205 w 3079750"/>
                                <a:gd name="connsiteY19" fmla="*/ 856298 h 1712595"/>
                                <a:gd name="connsiteX20" fmla="*/ 44047 w 3079750"/>
                                <a:gd name="connsiteY20" fmla="*/ 524085 h 1712595"/>
                                <a:gd name="connsiteX21" fmla="*/ 0 w 3079750"/>
                                <a:gd name="connsiteY21" fmla="*/ 508967 h 17125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3079750" h="1712595">
                                  <a:moveTo>
                                    <a:pt x="0" y="0"/>
                                  </a:moveTo>
                                  <a:lnTo>
                                    <a:pt x="462280" y="0"/>
                                  </a:lnTo>
                                  <a:lnTo>
                                    <a:pt x="486410" y="0"/>
                                  </a:lnTo>
                                  <a:lnTo>
                                    <a:pt x="2593340" y="0"/>
                                  </a:lnTo>
                                  <a:lnTo>
                                    <a:pt x="2596515" y="0"/>
                                  </a:lnTo>
                                  <a:lnTo>
                                    <a:pt x="3079750" y="0"/>
                                  </a:lnTo>
                                  <a:lnTo>
                                    <a:pt x="3079750" y="508967"/>
                                  </a:lnTo>
                                  <a:lnTo>
                                    <a:pt x="3035703" y="524085"/>
                                  </a:lnTo>
                                  <a:cubicBezTo>
                                    <a:pt x="2918666" y="578818"/>
                                    <a:pt x="2836545" y="706954"/>
                                    <a:pt x="2836545" y="856298"/>
                                  </a:cubicBezTo>
                                  <a:cubicBezTo>
                                    <a:pt x="2836545" y="1005641"/>
                                    <a:pt x="2918666" y="1133776"/>
                                    <a:pt x="3035703" y="1188510"/>
                                  </a:cubicBezTo>
                                  <a:lnTo>
                                    <a:pt x="3079750" y="1203628"/>
                                  </a:lnTo>
                                  <a:lnTo>
                                    <a:pt x="3079750" y="1712595"/>
                                  </a:lnTo>
                                  <a:lnTo>
                                    <a:pt x="2593340" y="1712595"/>
                                  </a:lnTo>
                                  <a:lnTo>
                                    <a:pt x="2593340" y="1709420"/>
                                  </a:lnTo>
                                  <a:lnTo>
                                    <a:pt x="486410" y="1709420"/>
                                  </a:lnTo>
                                  <a:lnTo>
                                    <a:pt x="486410" y="1712595"/>
                                  </a:lnTo>
                                  <a:lnTo>
                                    <a:pt x="0" y="1712595"/>
                                  </a:lnTo>
                                  <a:lnTo>
                                    <a:pt x="0" y="1203629"/>
                                  </a:lnTo>
                                  <a:lnTo>
                                    <a:pt x="44047" y="1188510"/>
                                  </a:lnTo>
                                  <a:cubicBezTo>
                                    <a:pt x="161084" y="1133777"/>
                                    <a:pt x="243205" y="1005641"/>
                                    <a:pt x="243205" y="856298"/>
                                  </a:cubicBezTo>
                                  <a:cubicBezTo>
                                    <a:pt x="243205" y="706954"/>
                                    <a:pt x="161084" y="578819"/>
                                    <a:pt x="44047" y="524085"/>
                                  </a:cubicBezTo>
                                  <a:lnTo>
                                    <a:pt x="0" y="508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32" name="Group 732"/>
                          <wpg:cNvGrpSpPr/>
                          <wpg:grpSpPr>
                            <a:xfrm>
                              <a:off x="339048" y="446926"/>
                              <a:ext cx="2399373" cy="785671"/>
                              <a:chOff x="0" y="-62870"/>
                              <a:chExt cx="2693536" cy="786439"/>
                            </a:xfrm>
                          </wpg:grpSpPr>
                          <wps:wsp>
                            <wps:cNvPr id="733" name="Straight Connector 733"/>
                            <wps:cNvCnPr/>
                            <wps:spPr>
                              <a:xfrm>
                                <a:off x="0" y="-62870"/>
                                <a:ext cx="2693536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34" name="Straight Connector 734"/>
                            <wps:cNvCnPr/>
                            <wps:spPr>
                              <a:xfrm>
                                <a:off x="0" y="723569"/>
                                <a:ext cx="2693536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36" name="Group 736"/>
                          <wpg:cNvGrpSpPr/>
                          <wpg:grpSpPr>
                            <a:xfrm>
                              <a:off x="303088" y="87330"/>
                              <a:ext cx="2468880" cy="1526460"/>
                              <a:chOff x="0" y="0"/>
                              <a:chExt cx="2468880" cy="1526460"/>
                            </a:xfrm>
                          </wpg:grpSpPr>
                          <wpg:grpSp>
                            <wpg:cNvPr id="738" name="Group 738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2468880" cy="273013"/>
                                <a:chOff x="638504" y="-1"/>
                                <a:chExt cx="1462563" cy="170716"/>
                              </a:xfrm>
                            </wpg:grpSpPr>
                            <wps:wsp>
                              <wps:cNvPr id="739" name="5-Point Star 39"/>
                              <wps:cNvSpPr/>
                              <wps:spPr>
                                <a:xfrm>
                                  <a:off x="638504" y="-1"/>
                                  <a:ext cx="171044" cy="170716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0" name="5-Point Star 40"/>
                              <wps:cNvSpPr/>
                              <wps:spPr>
                                <a:xfrm>
                                  <a:off x="1277008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1" name="5-Point Star 41"/>
                              <wps:cNvSpPr/>
                              <wps:spPr>
                                <a:xfrm>
                                  <a:off x="1930023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42" name="Group 742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1253447"/>
                                <a:ext cx="2468880" cy="273013"/>
                                <a:chOff x="638504" y="-1"/>
                                <a:chExt cx="1462563" cy="170716"/>
                              </a:xfrm>
                            </wpg:grpSpPr>
                            <wps:wsp>
                              <wps:cNvPr id="743" name="5-Point Star 39"/>
                              <wps:cNvSpPr/>
                              <wps:spPr>
                                <a:xfrm>
                                  <a:off x="638504" y="-1"/>
                                  <a:ext cx="171044" cy="170716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4" name="5-Point Star 40"/>
                              <wps:cNvSpPr/>
                              <wps:spPr>
                                <a:xfrm>
                                  <a:off x="1277008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5" name="5-Point Star 41"/>
                              <wps:cNvSpPr/>
                              <wps:spPr>
                                <a:xfrm>
                                  <a:off x="1930023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746" name="Group 746"/>
                        <wpg:cNvGrpSpPr/>
                        <wpg:grpSpPr>
                          <a:xfrm>
                            <a:off x="0" y="7863840"/>
                            <a:ext cx="3079750" cy="1712595"/>
                            <a:chOff x="0" y="0"/>
                            <a:chExt cx="3079750" cy="1712595"/>
                          </a:xfrm>
                        </wpg:grpSpPr>
                        <wps:wsp>
                          <wps:cNvPr id="747" name="Freeform 6">
                            <a:extLst/>
                          </wps:cNvPr>
                          <wps:cNvSpPr/>
                          <wps:spPr>
                            <a:xfrm>
                              <a:off x="0" y="0"/>
                              <a:ext cx="3079750" cy="1712595"/>
                            </a:xfrm>
                            <a:custGeom>
                              <a:avLst/>
                              <a:gdLst>
                                <a:gd name="connsiteX0" fmla="*/ 0 w 3079750"/>
                                <a:gd name="connsiteY0" fmla="*/ 0 h 1712595"/>
                                <a:gd name="connsiteX1" fmla="*/ 462280 w 3079750"/>
                                <a:gd name="connsiteY1" fmla="*/ 0 h 1712595"/>
                                <a:gd name="connsiteX2" fmla="*/ 486410 w 3079750"/>
                                <a:gd name="connsiteY2" fmla="*/ 0 h 1712595"/>
                                <a:gd name="connsiteX3" fmla="*/ 2593340 w 3079750"/>
                                <a:gd name="connsiteY3" fmla="*/ 0 h 1712595"/>
                                <a:gd name="connsiteX4" fmla="*/ 2596515 w 3079750"/>
                                <a:gd name="connsiteY4" fmla="*/ 0 h 1712595"/>
                                <a:gd name="connsiteX5" fmla="*/ 3079750 w 3079750"/>
                                <a:gd name="connsiteY5" fmla="*/ 0 h 1712595"/>
                                <a:gd name="connsiteX6" fmla="*/ 3079750 w 3079750"/>
                                <a:gd name="connsiteY6" fmla="*/ 508967 h 1712595"/>
                                <a:gd name="connsiteX7" fmla="*/ 3035703 w 3079750"/>
                                <a:gd name="connsiteY7" fmla="*/ 524085 h 1712595"/>
                                <a:gd name="connsiteX8" fmla="*/ 2836545 w 3079750"/>
                                <a:gd name="connsiteY8" fmla="*/ 856298 h 1712595"/>
                                <a:gd name="connsiteX9" fmla="*/ 3035703 w 3079750"/>
                                <a:gd name="connsiteY9" fmla="*/ 1188510 h 1712595"/>
                                <a:gd name="connsiteX10" fmla="*/ 3079750 w 3079750"/>
                                <a:gd name="connsiteY10" fmla="*/ 1203628 h 1712595"/>
                                <a:gd name="connsiteX11" fmla="*/ 3079750 w 3079750"/>
                                <a:gd name="connsiteY11" fmla="*/ 1712595 h 1712595"/>
                                <a:gd name="connsiteX12" fmla="*/ 2593340 w 3079750"/>
                                <a:gd name="connsiteY12" fmla="*/ 1712595 h 1712595"/>
                                <a:gd name="connsiteX13" fmla="*/ 2593340 w 3079750"/>
                                <a:gd name="connsiteY13" fmla="*/ 1709420 h 1712595"/>
                                <a:gd name="connsiteX14" fmla="*/ 486410 w 3079750"/>
                                <a:gd name="connsiteY14" fmla="*/ 1709420 h 1712595"/>
                                <a:gd name="connsiteX15" fmla="*/ 486410 w 3079750"/>
                                <a:gd name="connsiteY15" fmla="*/ 1712595 h 1712595"/>
                                <a:gd name="connsiteX16" fmla="*/ 0 w 3079750"/>
                                <a:gd name="connsiteY16" fmla="*/ 1712595 h 1712595"/>
                                <a:gd name="connsiteX17" fmla="*/ 0 w 3079750"/>
                                <a:gd name="connsiteY17" fmla="*/ 1203629 h 1712595"/>
                                <a:gd name="connsiteX18" fmla="*/ 44047 w 3079750"/>
                                <a:gd name="connsiteY18" fmla="*/ 1188510 h 1712595"/>
                                <a:gd name="connsiteX19" fmla="*/ 243205 w 3079750"/>
                                <a:gd name="connsiteY19" fmla="*/ 856298 h 1712595"/>
                                <a:gd name="connsiteX20" fmla="*/ 44047 w 3079750"/>
                                <a:gd name="connsiteY20" fmla="*/ 524085 h 1712595"/>
                                <a:gd name="connsiteX21" fmla="*/ 0 w 3079750"/>
                                <a:gd name="connsiteY21" fmla="*/ 508967 h 17125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3079750" h="1712595">
                                  <a:moveTo>
                                    <a:pt x="0" y="0"/>
                                  </a:moveTo>
                                  <a:lnTo>
                                    <a:pt x="462280" y="0"/>
                                  </a:lnTo>
                                  <a:lnTo>
                                    <a:pt x="486410" y="0"/>
                                  </a:lnTo>
                                  <a:lnTo>
                                    <a:pt x="2593340" y="0"/>
                                  </a:lnTo>
                                  <a:lnTo>
                                    <a:pt x="2596515" y="0"/>
                                  </a:lnTo>
                                  <a:lnTo>
                                    <a:pt x="3079750" y="0"/>
                                  </a:lnTo>
                                  <a:lnTo>
                                    <a:pt x="3079750" y="508967"/>
                                  </a:lnTo>
                                  <a:lnTo>
                                    <a:pt x="3035703" y="524085"/>
                                  </a:lnTo>
                                  <a:cubicBezTo>
                                    <a:pt x="2918666" y="578818"/>
                                    <a:pt x="2836545" y="706954"/>
                                    <a:pt x="2836545" y="856298"/>
                                  </a:cubicBezTo>
                                  <a:cubicBezTo>
                                    <a:pt x="2836545" y="1005641"/>
                                    <a:pt x="2918666" y="1133776"/>
                                    <a:pt x="3035703" y="1188510"/>
                                  </a:cubicBezTo>
                                  <a:lnTo>
                                    <a:pt x="3079750" y="1203628"/>
                                  </a:lnTo>
                                  <a:lnTo>
                                    <a:pt x="3079750" y="1712595"/>
                                  </a:lnTo>
                                  <a:lnTo>
                                    <a:pt x="2593340" y="1712595"/>
                                  </a:lnTo>
                                  <a:lnTo>
                                    <a:pt x="2593340" y="1709420"/>
                                  </a:lnTo>
                                  <a:lnTo>
                                    <a:pt x="486410" y="1709420"/>
                                  </a:lnTo>
                                  <a:lnTo>
                                    <a:pt x="486410" y="1712595"/>
                                  </a:lnTo>
                                  <a:lnTo>
                                    <a:pt x="0" y="1712595"/>
                                  </a:lnTo>
                                  <a:lnTo>
                                    <a:pt x="0" y="1203629"/>
                                  </a:lnTo>
                                  <a:lnTo>
                                    <a:pt x="44047" y="1188510"/>
                                  </a:lnTo>
                                  <a:cubicBezTo>
                                    <a:pt x="161084" y="1133777"/>
                                    <a:pt x="243205" y="1005641"/>
                                    <a:pt x="243205" y="856298"/>
                                  </a:cubicBezTo>
                                  <a:cubicBezTo>
                                    <a:pt x="243205" y="706954"/>
                                    <a:pt x="161084" y="578819"/>
                                    <a:pt x="44047" y="524085"/>
                                  </a:cubicBezTo>
                                  <a:lnTo>
                                    <a:pt x="0" y="508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49" name="Group 749"/>
                          <wpg:cNvGrpSpPr/>
                          <wpg:grpSpPr>
                            <a:xfrm>
                              <a:off x="339048" y="446926"/>
                              <a:ext cx="2399373" cy="785671"/>
                              <a:chOff x="0" y="-62870"/>
                              <a:chExt cx="2693536" cy="786439"/>
                            </a:xfrm>
                          </wpg:grpSpPr>
                          <wps:wsp>
                            <wps:cNvPr id="750" name="Straight Connector 750"/>
                            <wps:cNvCnPr/>
                            <wps:spPr>
                              <a:xfrm>
                                <a:off x="0" y="-62870"/>
                                <a:ext cx="2693536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51" name="Straight Connector 751"/>
                            <wps:cNvCnPr/>
                            <wps:spPr>
                              <a:xfrm>
                                <a:off x="0" y="723569"/>
                                <a:ext cx="2693536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53" name="Group 753"/>
                          <wpg:cNvGrpSpPr/>
                          <wpg:grpSpPr>
                            <a:xfrm>
                              <a:off x="303088" y="87330"/>
                              <a:ext cx="2468880" cy="1526460"/>
                              <a:chOff x="0" y="0"/>
                              <a:chExt cx="2468880" cy="1526460"/>
                            </a:xfrm>
                          </wpg:grpSpPr>
                          <wpg:grpSp>
                            <wpg:cNvPr id="755" name="Group 755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2468880" cy="273013"/>
                                <a:chOff x="638504" y="-1"/>
                                <a:chExt cx="1462563" cy="170716"/>
                              </a:xfrm>
                            </wpg:grpSpPr>
                            <wps:wsp>
                              <wps:cNvPr id="756" name="5-Point Star 39"/>
                              <wps:cNvSpPr/>
                              <wps:spPr>
                                <a:xfrm>
                                  <a:off x="638504" y="-1"/>
                                  <a:ext cx="171044" cy="170716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7" name="5-Point Star 40"/>
                              <wps:cNvSpPr/>
                              <wps:spPr>
                                <a:xfrm>
                                  <a:off x="1277008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8" name="5-Point Star 41"/>
                              <wps:cNvSpPr/>
                              <wps:spPr>
                                <a:xfrm>
                                  <a:off x="1930023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59" name="Group 759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1253447"/>
                                <a:ext cx="2468880" cy="273013"/>
                                <a:chOff x="638504" y="-1"/>
                                <a:chExt cx="1462563" cy="170716"/>
                              </a:xfrm>
                            </wpg:grpSpPr>
                            <wps:wsp>
                              <wps:cNvPr id="760" name="5-Point Star 39"/>
                              <wps:cNvSpPr/>
                              <wps:spPr>
                                <a:xfrm>
                                  <a:off x="638504" y="-1"/>
                                  <a:ext cx="171044" cy="170716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1" name="5-Point Star 40"/>
                              <wps:cNvSpPr/>
                              <wps:spPr>
                                <a:xfrm>
                                  <a:off x="1277008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2" name="5-Point Star 41"/>
                              <wps:cNvSpPr/>
                              <wps:spPr>
                                <a:xfrm>
                                  <a:off x="1930023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763" name="Group 763"/>
                        <wpg:cNvGrpSpPr/>
                        <wpg:grpSpPr>
                          <a:xfrm>
                            <a:off x="0" y="5904411"/>
                            <a:ext cx="3079750" cy="1712595"/>
                            <a:chOff x="0" y="0"/>
                            <a:chExt cx="3079750" cy="1712595"/>
                          </a:xfrm>
                        </wpg:grpSpPr>
                        <wps:wsp>
                          <wps:cNvPr id="764" name="Freeform 6">
                            <a:extLst/>
                          </wps:cNvPr>
                          <wps:cNvSpPr/>
                          <wps:spPr>
                            <a:xfrm>
                              <a:off x="0" y="0"/>
                              <a:ext cx="3079750" cy="1712595"/>
                            </a:xfrm>
                            <a:custGeom>
                              <a:avLst/>
                              <a:gdLst>
                                <a:gd name="connsiteX0" fmla="*/ 0 w 3079750"/>
                                <a:gd name="connsiteY0" fmla="*/ 0 h 1712595"/>
                                <a:gd name="connsiteX1" fmla="*/ 462280 w 3079750"/>
                                <a:gd name="connsiteY1" fmla="*/ 0 h 1712595"/>
                                <a:gd name="connsiteX2" fmla="*/ 486410 w 3079750"/>
                                <a:gd name="connsiteY2" fmla="*/ 0 h 1712595"/>
                                <a:gd name="connsiteX3" fmla="*/ 2593340 w 3079750"/>
                                <a:gd name="connsiteY3" fmla="*/ 0 h 1712595"/>
                                <a:gd name="connsiteX4" fmla="*/ 2596515 w 3079750"/>
                                <a:gd name="connsiteY4" fmla="*/ 0 h 1712595"/>
                                <a:gd name="connsiteX5" fmla="*/ 3079750 w 3079750"/>
                                <a:gd name="connsiteY5" fmla="*/ 0 h 1712595"/>
                                <a:gd name="connsiteX6" fmla="*/ 3079750 w 3079750"/>
                                <a:gd name="connsiteY6" fmla="*/ 508967 h 1712595"/>
                                <a:gd name="connsiteX7" fmla="*/ 3035703 w 3079750"/>
                                <a:gd name="connsiteY7" fmla="*/ 524085 h 1712595"/>
                                <a:gd name="connsiteX8" fmla="*/ 2836545 w 3079750"/>
                                <a:gd name="connsiteY8" fmla="*/ 856298 h 1712595"/>
                                <a:gd name="connsiteX9" fmla="*/ 3035703 w 3079750"/>
                                <a:gd name="connsiteY9" fmla="*/ 1188510 h 1712595"/>
                                <a:gd name="connsiteX10" fmla="*/ 3079750 w 3079750"/>
                                <a:gd name="connsiteY10" fmla="*/ 1203628 h 1712595"/>
                                <a:gd name="connsiteX11" fmla="*/ 3079750 w 3079750"/>
                                <a:gd name="connsiteY11" fmla="*/ 1712595 h 1712595"/>
                                <a:gd name="connsiteX12" fmla="*/ 2593340 w 3079750"/>
                                <a:gd name="connsiteY12" fmla="*/ 1712595 h 1712595"/>
                                <a:gd name="connsiteX13" fmla="*/ 2593340 w 3079750"/>
                                <a:gd name="connsiteY13" fmla="*/ 1709420 h 1712595"/>
                                <a:gd name="connsiteX14" fmla="*/ 486410 w 3079750"/>
                                <a:gd name="connsiteY14" fmla="*/ 1709420 h 1712595"/>
                                <a:gd name="connsiteX15" fmla="*/ 486410 w 3079750"/>
                                <a:gd name="connsiteY15" fmla="*/ 1712595 h 1712595"/>
                                <a:gd name="connsiteX16" fmla="*/ 0 w 3079750"/>
                                <a:gd name="connsiteY16" fmla="*/ 1712595 h 1712595"/>
                                <a:gd name="connsiteX17" fmla="*/ 0 w 3079750"/>
                                <a:gd name="connsiteY17" fmla="*/ 1203629 h 1712595"/>
                                <a:gd name="connsiteX18" fmla="*/ 44047 w 3079750"/>
                                <a:gd name="connsiteY18" fmla="*/ 1188510 h 1712595"/>
                                <a:gd name="connsiteX19" fmla="*/ 243205 w 3079750"/>
                                <a:gd name="connsiteY19" fmla="*/ 856298 h 1712595"/>
                                <a:gd name="connsiteX20" fmla="*/ 44047 w 3079750"/>
                                <a:gd name="connsiteY20" fmla="*/ 524085 h 1712595"/>
                                <a:gd name="connsiteX21" fmla="*/ 0 w 3079750"/>
                                <a:gd name="connsiteY21" fmla="*/ 508967 h 17125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3079750" h="1712595">
                                  <a:moveTo>
                                    <a:pt x="0" y="0"/>
                                  </a:moveTo>
                                  <a:lnTo>
                                    <a:pt x="462280" y="0"/>
                                  </a:lnTo>
                                  <a:lnTo>
                                    <a:pt x="486410" y="0"/>
                                  </a:lnTo>
                                  <a:lnTo>
                                    <a:pt x="2593340" y="0"/>
                                  </a:lnTo>
                                  <a:lnTo>
                                    <a:pt x="2596515" y="0"/>
                                  </a:lnTo>
                                  <a:lnTo>
                                    <a:pt x="3079750" y="0"/>
                                  </a:lnTo>
                                  <a:lnTo>
                                    <a:pt x="3079750" y="508967"/>
                                  </a:lnTo>
                                  <a:lnTo>
                                    <a:pt x="3035703" y="524085"/>
                                  </a:lnTo>
                                  <a:cubicBezTo>
                                    <a:pt x="2918666" y="578818"/>
                                    <a:pt x="2836545" y="706954"/>
                                    <a:pt x="2836545" y="856298"/>
                                  </a:cubicBezTo>
                                  <a:cubicBezTo>
                                    <a:pt x="2836545" y="1005641"/>
                                    <a:pt x="2918666" y="1133776"/>
                                    <a:pt x="3035703" y="1188510"/>
                                  </a:cubicBezTo>
                                  <a:lnTo>
                                    <a:pt x="3079750" y="1203628"/>
                                  </a:lnTo>
                                  <a:lnTo>
                                    <a:pt x="3079750" y="1712595"/>
                                  </a:lnTo>
                                  <a:lnTo>
                                    <a:pt x="2593340" y="1712595"/>
                                  </a:lnTo>
                                  <a:lnTo>
                                    <a:pt x="2593340" y="1709420"/>
                                  </a:lnTo>
                                  <a:lnTo>
                                    <a:pt x="486410" y="1709420"/>
                                  </a:lnTo>
                                  <a:lnTo>
                                    <a:pt x="486410" y="1712595"/>
                                  </a:lnTo>
                                  <a:lnTo>
                                    <a:pt x="0" y="1712595"/>
                                  </a:lnTo>
                                  <a:lnTo>
                                    <a:pt x="0" y="1203629"/>
                                  </a:lnTo>
                                  <a:lnTo>
                                    <a:pt x="44047" y="1188510"/>
                                  </a:lnTo>
                                  <a:cubicBezTo>
                                    <a:pt x="161084" y="1133777"/>
                                    <a:pt x="243205" y="1005641"/>
                                    <a:pt x="243205" y="856298"/>
                                  </a:cubicBezTo>
                                  <a:cubicBezTo>
                                    <a:pt x="243205" y="706954"/>
                                    <a:pt x="161084" y="578819"/>
                                    <a:pt x="44047" y="524085"/>
                                  </a:cubicBezTo>
                                  <a:lnTo>
                                    <a:pt x="0" y="508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66" name="Group 766"/>
                          <wpg:cNvGrpSpPr/>
                          <wpg:grpSpPr>
                            <a:xfrm>
                              <a:off x="339048" y="446926"/>
                              <a:ext cx="2399373" cy="785671"/>
                              <a:chOff x="0" y="-62870"/>
                              <a:chExt cx="2693536" cy="786439"/>
                            </a:xfrm>
                          </wpg:grpSpPr>
                          <wps:wsp>
                            <wps:cNvPr id="767" name="Straight Connector 767"/>
                            <wps:cNvCnPr/>
                            <wps:spPr>
                              <a:xfrm>
                                <a:off x="0" y="-62870"/>
                                <a:ext cx="2693536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68" name="Straight Connector 768"/>
                            <wps:cNvCnPr/>
                            <wps:spPr>
                              <a:xfrm>
                                <a:off x="0" y="723569"/>
                                <a:ext cx="2693536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70" name="Group 770"/>
                          <wpg:cNvGrpSpPr/>
                          <wpg:grpSpPr>
                            <a:xfrm>
                              <a:off x="303088" y="87330"/>
                              <a:ext cx="2468880" cy="1526460"/>
                              <a:chOff x="0" y="0"/>
                              <a:chExt cx="2468880" cy="1526460"/>
                            </a:xfrm>
                          </wpg:grpSpPr>
                          <wpg:grpSp>
                            <wpg:cNvPr id="772" name="Group 772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2468880" cy="273013"/>
                                <a:chOff x="638504" y="-1"/>
                                <a:chExt cx="1462563" cy="170716"/>
                              </a:xfrm>
                            </wpg:grpSpPr>
                            <wps:wsp>
                              <wps:cNvPr id="773" name="5-Point Star 39"/>
                              <wps:cNvSpPr/>
                              <wps:spPr>
                                <a:xfrm>
                                  <a:off x="638504" y="-1"/>
                                  <a:ext cx="171044" cy="170716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4" name="5-Point Star 40"/>
                              <wps:cNvSpPr/>
                              <wps:spPr>
                                <a:xfrm>
                                  <a:off x="1277008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5" name="5-Point Star 41"/>
                              <wps:cNvSpPr/>
                              <wps:spPr>
                                <a:xfrm>
                                  <a:off x="1930023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76" name="Group 776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1253447"/>
                                <a:ext cx="2468880" cy="273013"/>
                                <a:chOff x="638504" y="-1"/>
                                <a:chExt cx="1462563" cy="170716"/>
                              </a:xfrm>
                            </wpg:grpSpPr>
                            <wps:wsp>
                              <wps:cNvPr id="777" name="5-Point Star 39"/>
                              <wps:cNvSpPr/>
                              <wps:spPr>
                                <a:xfrm>
                                  <a:off x="638504" y="-1"/>
                                  <a:ext cx="171044" cy="170716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8" name="5-Point Star 40"/>
                              <wps:cNvSpPr/>
                              <wps:spPr>
                                <a:xfrm>
                                  <a:off x="1277008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9" name="5-Point Star 41"/>
                              <wps:cNvSpPr/>
                              <wps:spPr>
                                <a:xfrm>
                                  <a:off x="1930023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  <wpg:grpSp>
                      <wpg:cNvPr id="781" name="Group 78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g:cNvPr>
                      <wpg:cNvGrpSpPr/>
                      <wpg:grpSpPr>
                        <a:xfrm>
                          <a:off x="4232563" y="0"/>
                          <a:ext cx="3079750" cy="9576435"/>
                          <a:chOff x="0" y="0"/>
                          <a:chExt cx="3079750" cy="9576435"/>
                        </a:xfrm>
                      </wpg:grpSpPr>
                      <wpg:grpSp>
                        <wpg:cNvPr id="790" name="Group 790"/>
                        <wpg:cNvGrpSpPr/>
                        <wpg:grpSpPr>
                          <a:xfrm>
                            <a:off x="0" y="0"/>
                            <a:ext cx="3079750" cy="1712595"/>
                            <a:chOff x="0" y="0"/>
                            <a:chExt cx="3079750" cy="1712595"/>
                          </a:xfrm>
                        </wpg:grpSpPr>
                        <wps:wsp>
                          <wps:cNvPr id="792" name="Freeform 6">
                            <a:extLst/>
                          </wps:cNvPr>
                          <wps:cNvSpPr/>
                          <wps:spPr>
                            <a:xfrm>
                              <a:off x="0" y="0"/>
                              <a:ext cx="3079750" cy="1712595"/>
                            </a:xfrm>
                            <a:custGeom>
                              <a:avLst/>
                              <a:gdLst>
                                <a:gd name="connsiteX0" fmla="*/ 0 w 3079750"/>
                                <a:gd name="connsiteY0" fmla="*/ 0 h 1712595"/>
                                <a:gd name="connsiteX1" fmla="*/ 462280 w 3079750"/>
                                <a:gd name="connsiteY1" fmla="*/ 0 h 1712595"/>
                                <a:gd name="connsiteX2" fmla="*/ 486410 w 3079750"/>
                                <a:gd name="connsiteY2" fmla="*/ 0 h 1712595"/>
                                <a:gd name="connsiteX3" fmla="*/ 2593340 w 3079750"/>
                                <a:gd name="connsiteY3" fmla="*/ 0 h 1712595"/>
                                <a:gd name="connsiteX4" fmla="*/ 2596515 w 3079750"/>
                                <a:gd name="connsiteY4" fmla="*/ 0 h 1712595"/>
                                <a:gd name="connsiteX5" fmla="*/ 3079750 w 3079750"/>
                                <a:gd name="connsiteY5" fmla="*/ 0 h 1712595"/>
                                <a:gd name="connsiteX6" fmla="*/ 3079750 w 3079750"/>
                                <a:gd name="connsiteY6" fmla="*/ 508967 h 1712595"/>
                                <a:gd name="connsiteX7" fmla="*/ 3035703 w 3079750"/>
                                <a:gd name="connsiteY7" fmla="*/ 524085 h 1712595"/>
                                <a:gd name="connsiteX8" fmla="*/ 2836545 w 3079750"/>
                                <a:gd name="connsiteY8" fmla="*/ 856298 h 1712595"/>
                                <a:gd name="connsiteX9" fmla="*/ 3035703 w 3079750"/>
                                <a:gd name="connsiteY9" fmla="*/ 1188510 h 1712595"/>
                                <a:gd name="connsiteX10" fmla="*/ 3079750 w 3079750"/>
                                <a:gd name="connsiteY10" fmla="*/ 1203628 h 1712595"/>
                                <a:gd name="connsiteX11" fmla="*/ 3079750 w 3079750"/>
                                <a:gd name="connsiteY11" fmla="*/ 1712595 h 1712595"/>
                                <a:gd name="connsiteX12" fmla="*/ 2593340 w 3079750"/>
                                <a:gd name="connsiteY12" fmla="*/ 1712595 h 1712595"/>
                                <a:gd name="connsiteX13" fmla="*/ 2593340 w 3079750"/>
                                <a:gd name="connsiteY13" fmla="*/ 1709420 h 1712595"/>
                                <a:gd name="connsiteX14" fmla="*/ 486410 w 3079750"/>
                                <a:gd name="connsiteY14" fmla="*/ 1709420 h 1712595"/>
                                <a:gd name="connsiteX15" fmla="*/ 486410 w 3079750"/>
                                <a:gd name="connsiteY15" fmla="*/ 1712595 h 1712595"/>
                                <a:gd name="connsiteX16" fmla="*/ 0 w 3079750"/>
                                <a:gd name="connsiteY16" fmla="*/ 1712595 h 1712595"/>
                                <a:gd name="connsiteX17" fmla="*/ 0 w 3079750"/>
                                <a:gd name="connsiteY17" fmla="*/ 1203629 h 1712595"/>
                                <a:gd name="connsiteX18" fmla="*/ 44047 w 3079750"/>
                                <a:gd name="connsiteY18" fmla="*/ 1188510 h 1712595"/>
                                <a:gd name="connsiteX19" fmla="*/ 243205 w 3079750"/>
                                <a:gd name="connsiteY19" fmla="*/ 856298 h 1712595"/>
                                <a:gd name="connsiteX20" fmla="*/ 44047 w 3079750"/>
                                <a:gd name="connsiteY20" fmla="*/ 524085 h 1712595"/>
                                <a:gd name="connsiteX21" fmla="*/ 0 w 3079750"/>
                                <a:gd name="connsiteY21" fmla="*/ 508967 h 17125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3079750" h="1712595">
                                  <a:moveTo>
                                    <a:pt x="0" y="0"/>
                                  </a:moveTo>
                                  <a:lnTo>
                                    <a:pt x="462280" y="0"/>
                                  </a:lnTo>
                                  <a:lnTo>
                                    <a:pt x="486410" y="0"/>
                                  </a:lnTo>
                                  <a:lnTo>
                                    <a:pt x="2593340" y="0"/>
                                  </a:lnTo>
                                  <a:lnTo>
                                    <a:pt x="2596515" y="0"/>
                                  </a:lnTo>
                                  <a:lnTo>
                                    <a:pt x="3079750" y="0"/>
                                  </a:lnTo>
                                  <a:lnTo>
                                    <a:pt x="3079750" y="508967"/>
                                  </a:lnTo>
                                  <a:lnTo>
                                    <a:pt x="3035703" y="524085"/>
                                  </a:lnTo>
                                  <a:cubicBezTo>
                                    <a:pt x="2918666" y="578818"/>
                                    <a:pt x="2836545" y="706954"/>
                                    <a:pt x="2836545" y="856298"/>
                                  </a:cubicBezTo>
                                  <a:cubicBezTo>
                                    <a:pt x="2836545" y="1005641"/>
                                    <a:pt x="2918666" y="1133776"/>
                                    <a:pt x="3035703" y="1188510"/>
                                  </a:cubicBezTo>
                                  <a:lnTo>
                                    <a:pt x="3079750" y="1203628"/>
                                  </a:lnTo>
                                  <a:lnTo>
                                    <a:pt x="3079750" y="1712595"/>
                                  </a:lnTo>
                                  <a:lnTo>
                                    <a:pt x="2593340" y="1712595"/>
                                  </a:lnTo>
                                  <a:lnTo>
                                    <a:pt x="2593340" y="1709420"/>
                                  </a:lnTo>
                                  <a:lnTo>
                                    <a:pt x="486410" y="1709420"/>
                                  </a:lnTo>
                                  <a:lnTo>
                                    <a:pt x="486410" y="1712595"/>
                                  </a:lnTo>
                                  <a:lnTo>
                                    <a:pt x="0" y="1712595"/>
                                  </a:lnTo>
                                  <a:lnTo>
                                    <a:pt x="0" y="1203629"/>
                                  </a:lnTo>
                                  <a:lnTo>
                                    <a:pt x="44047" y="1188510"/>
                                  </a:lnTo>
                                  <a:cubicBezTo>
                                    <a:pt x="161084" y="1133777"/>
                                    <a:pt x="243205" y="1005641"/>
                                    <a:pt x="243205" y="856298"/>
                                  </a:cubicBezTo>
                                  <a:cubicBezTo>
                                    <a:pt x="243205" y="706954"/>
                                    <a:pt x="161084" y="578819"/>
                                    <a:pt x="44047" y="524085"/>
                                  </a:cubicBezTo>
                                  <a:lnTo>
                                    <a:pt x="0" y="508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800" name="Group 800"/>
                          <wpg:cNvGrpSpPr/>
                          <wpg:grpSpPr>
                            <a:xfrm>
                              <a:off x="339048" y="446926"/>
                              <a:ext cx="2399373" cy="785671"/>
                              <a:chOff x="0" y="-62870"/>
                              <a:chExt cx="2693536" cy="786439"/>
                            </a:xfrm>
                          </wpg:grpSpPr>
                          <wps:wsp>
                            <wps:cNvPr id="801" name="Straight Connector 801"/>
                            <wps:cNvCnPr/>
                            <wps:spPr>
                              <a:xfrm>
                                <a:off x="0" y="-62870"/>
                                <a:ext cx="2693536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02" name="Straight Connector 802"/>
                            <wps:cNvCnPr/>
                            <wps:spPr>
                              <a:xfrm>
                                <a:off x="0" y="723569"/>
                                <a:ext cx="2693536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803" name="Group 803"/>
                          <wpg:cNvGrpSpPr/>
                          <wpg:grpSpPr>
                            <a:xfrm>
                              <a:off x="303088" y="87330"/>
                              <a:ext cx="2468880" cy="1526460"/>
                              <a:chOff x="0" y="0"/>
                              <a:chExt cx="2468880" cy="1526460"/>
                            </a:xfrm>
                          </wpg:grpSpPr>
                          <wpg:grpSp>
                            <wpg:cNvPr id="804" name="Group 804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2468880" cy="273013"/>
                                <a:chOff x="638504" y="-1"/>
                                <a:chExt cx="1462563" cy="170716"/>
                              </a:xfrm>
                            </wpg:grpSpPr>
                            <wps:wsp>
                              <wps:cNvPr id="805" name="5-Point Star 39"/>
                              <wps:cNvSpPr/>
                              <wps:spPr>
                                <a:xfrm>
                                  <a:off x="638504" y="-1"/>
                                  <a:ext cx="171044" cy="170716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6" name="5-Point Star 40"/>
                              <wps:cNvSpPr/>
                              <wps:spPr>
                                <a:xfrm>
                                  <a:off x="1277008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7" name="5-Point Star 41"/>
                              <wps:cNvSpPr/>
                              <wps:spPr>
                                <a:xfrm>
                                  <a:off x="1930023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08" name="Group 808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1253447"/>
                                <a:ext cx="2468880" cy="273013"/>
                                <a:chOff x="638504" y="-1"/>
                                <a:chExt cx="1462563" cy="170716"/>
                              </a:xfrm>
                            </wpg:grpSpPr>
                            <wps:wsp>
                              <wps:cNvPr id="809" name="5-Point Star 39"/>
                              <wps:cNvSpPr/>
                              <wps:spPr>
                                <a:xfrm>
                                  <a:off x="638504" y="-1"/>
                                  <a:ext cx="171044" cy="170716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0" name="5-Point Star 40"/>
                              <wps:cNvSpPr/>
                              <wps:spPr>
                                <a:xfrm>
                                  <a:off x="1277008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1" name="5-Point Star 41"/>
                              <wps:cNvSpPr/>
                              <wps:spPr>
                                <a:xfrm>
                                  <a:off x="1930023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812" name="Group 812"/>
                        <wpg:cNvGrpSpPr/>
                        <wpg:grpSpPr>
                          <a:xfrm>
                            <a:off x="0" y="1972491"/>
                            <a:ext cx="3079750" cy="1712595"/>
                            <a:chOff x="0" y="0"/>
                            <a:chExt cx="3079750" cy="1712595"/>
                          </a:xfrm>
                        </wpg:grpSpPr>
                        <wps:wsp>
                          <wps:cNvPr id="813" name="Freeform 6">
                            <a:extLst/>
                          </wps:cNvPr>
                          <wps:cNvSpPr/>
                          <wps:spPr>
                            <a:xfrm>
                              <a:off x="0" y="0"/>
                              <a:ext cx="3079750" cy="1712595"/>
                            </a:xfrm>
                            <a:custGeom>
                              <a:avLst/>
                              <a:gdLst>
                                <a:gd name="connsiteX0" fmla="*/ 0 w 3079750"/>
                                <a:gd name="connsiteY0" fmla="*/ 0 h 1712595"/>
                                <a:gd name="connsiteX1" fmla="*/ 462280 w 3079750"/>
                                <a:gd name="connsiteY1" fmla="*/ 0 h 1712595"/>
                                <a:gd name="connsiteX2" fmla="*/ 486410 w 3079750"/>
                                <a:gd name="connsiteY2" fmla="*/ 0 h 1712595"/>
                                <a:gd name="connsiteX3" fmla="*/ 2593340 w 3079750"/>
                                <a:gd name="connsiteY3" fmla="*/ 0 h 1712595"/>
                                <a:gd name="connsiteX4" fmla="*/ 2596515 w 3079750"/>
                                <a:gd name="connsiteY4" fmla="*/ 0 h 1712595"/>
                                <a:gd name="connsiteX5" fmla="*/ 3079750 w 3079750"/>
                                <a:gd name="connsiteY5" fmla="*/ 0 h 1712595"/>
                                <a:gd name="connsiteX6" fmla="*/ 3079750 w 3079750"/>
                                <a:gd name="connsiteY6" fmla="*/ 508967 h 1712595"/>
                                <a:gd name="connsiteX7" fmla="*/ 3035703 w 3079750"/>
                                <a:gd name="connsiteY7" fmla="*/ 524085 h 1712595"/>
                                <a:gd name="connsiteX8" fmla="*/ 2836545 w 3079750"/>
                                <a:gd name="connsiteY8" fmla="*/ 856298 h 1712595"/>
                                <a:gd name="connsiteX9" fmla="*/ 3035703 w 3079750"/>
                                <a:gd name="connsiteY9" fmla="*/ 1188510 h 1712595"/>
                                <a:gd name="connsiteX10" fmla="*/ 3079750 w 3079750"/>
                                <a:gd name="connsiteY10" fmla="*/ 1203628 h 1712595"/>
                                <a:gd name="connsiteX11" fmla="*/ 3079750 w 3079750"/>
                                <a:gd name="connsiteY11" fmla="*/ 1712595 h 1712595"/>
                                <a:gd name="connsiteX12" fmla="*/ 2593340 w 3079750"/>
                                <a:gd name="connsiteY12" fmla="*/ 1712595 h 1712595"/>
                                <a:gd name="connsiteX13" fmla="*/ 2593340 w 3079750"/>
                                <a:gd name="connsiteY13" fmla="*/ 1709420 h 1712595"/>
                                <a:gd name="connsiteX14" fmla="*/ 486410 w 3079750"/>
                                <a:gd name="connsiteY14" fmla="*/ 1709420 h 1712595"/>
                                <a:gd name="connsiteX15" fmla="*/ 486410 w 3079750"/>
                                <a:gd name="connsiteY15" fmla="*/ 1712595 h 1712595"/>
                                <a:gd name="connsiteX16" fmla="*/ 0 w 3079750"/>
                                <a:gd name="connsiteY16" fmla="*/ 1712595 h 1712595"/>
                                <a:gd name="connsiteX17" fmla="*/ 0 w 3079750"/>
                                <a:gd name="connsiteY17" fmla="*/ 1203629 h 1712595"/>
                                <a:gd name="connsiteX18" fmla="*/ 44047 w 3079750"/>
                                <a:gd name="connsiteY18" fmla="*/ 1188510 h 1712595"/>
                                <a:gd name="connsiteX19" fmla="*/ 243205 w 3079750"/>
                                <a:gd name="connsiteY19" fmla="*/ 856298 h 1712595"/>
                                <a:gd name="connsiteX20" fmla="*/ 44047 w 3079750"/>
                                <a:gd name="connsiteY20" fmla="*/ 524085 h 1712595"/>
                                <a:gd name="connsiteX21" fmla="*/ 0 w 3079750"/>
                                <a:gd name="connsiteY21" fmla="*/ 508967 h 17125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3079750" h="1712595">
                                  <a:moveTo>
                                    <a:pt x="0" y="0"/>
                                  </a:moveTo>
                                  <a:lnTo>
                                    <a:pt x="462280" y="0"/>
                                  </a:lnTo>
                                  <a:lnTo>
                                    <a:pt x="486410" y="0"/>
                                  </a:lnTo>
                                  <a:lnTo>
                                    <a:pt x="2593340" y="0"/>
                                  </a:lnTo>
                                  <a:lnTo>
                                    <a:pt x="2596515" y="0"/>
                                  </a:lnTo>
                                  <a:lnTo>
                                    <a:pt x="3079750" y="0"/>
                                  </a:lnTo>
                                  <a:lnTo>
                                    <a:pt x="3079750" y="508967"/>
                                  </a:lnTo>
                                  <a:lnTo>
                                    <a:pt x="3035703" y="524085"/>
                                  </a:lnTo>
                                  <a:cubicBezTo>
                                    <a:pt x="2918666" y="578818"/>
                                    <a:pt x="2836545" y="706954"/>
                                    <a:pt x="2836545" y="856298"/>
                                  </a:cubicBezTo>
                                  <a:cubicBezTo>
                                    <a:pt x="2836545" y="1005641"/>
                                    <a:pt x="2918666" y="1133776"/>
                                    <a:pt x="3035703" y="1188510"/>
                                  </a:cubicBezTo>
                                  <a:lnTo>
                                    <a:pt x="3079750" y="1203628"/>
                                  </a:lnTo>
                                  <a:lnTo>
                                    <a:pt x="3079750" y="1712595"/>
                                  </a:lnTo>
                                  <a:lnTo>
                                    <a:pt x="2593340" y="1712595"/>
                                  </a:lnTo>
                                  <a:lnTo>
                                    <a:pt x="2593340" y="1709420"/>
                                  </a:lnTo>
                                  <a:lnTo>
                                    <a:pt x="486410" y="1709420"/>
                                  </a:lnTo>
                                  <a:lnTo>
                                    <a:pt x="486410" y="1712595"/>
                                  </a:lnTo>
                                  <a:lnTo>
                                    <a:pt x="0" y="1712595"/>
                                  </a:lnTo>
                                  <a:lnTo>
                                    <a:pt x="0" y="1203629"/>
                                  </a:lnTo>
                                  <a:lnTo>
                                    <a:pt x="44047" y="1188510"/>
                                  </a:lnTo>
                                  <a:cubicBezTo>
                                    <a:pt x="161084" y="1133777"/>
                                    <a:pt x="243205" y="1005641"/>
                                    <a:pt x="243205" y="856298"/>
                                  </a:cubicBezTo>
                                  <a:cubicBezTo>
                                    <a:pt x="243205" y="706954"/>
                                    <a:pt x="161084" y="578819"/>
                                    <a:pt x="44047" y="524085"/>
                                  </a:cubicBezTo>
                                  <a:lnTo>
                                    <a:pt x="0" y="508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814" name="Group 814"/>
                          <wpg:cNvGrpSpPr/>
                          <wpg:grpSpPr>
                            <a:xfrm>
                              <a:off x="339048" y="446926"/>
                              <a:ext cx="2399373" cy="785671"/>
                              <a:chOff x="0" y="-62870"/>
                              <a:chExt cx="2693536" cy="786439"/>
                            </a:xfrm>
                          </wpg:grpSpPr>
                          <wps:wsp>
                            <wps:cNvPr id="815" name="Straight Connector 815"/>
                            <wps:cNvCnPr/>
                            <wps:spPr>
                              <a:xfrm>
                                <a:off x="0" y="-62870"/>
                                <a:ext cx="2693536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16" name="Straight Connector 816"/>
                            <wps:cNvCnPr/>
                            <wps:spPr>
                              <a:xfrm>
                                <a:off x="0" y="723569"/>
                                <a:ext cx="2693536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817" name="Group 817"/>
                          <wpg:cNvGrpSpPr/>
                          <wpg:grpSpPr>
                            <a:xfrm>
                              <a:off x="303088" y="87330"/>
                              <a:ext cx="2468880" cy="1526460"/>
                              <a:chOff x="0" y="0"/>
                              <a:chExt cx="2468880" cy="1526460"/>
                            </a:xfrm>
                          </wpg:grpSpPr>
                          <wpg:grpSp>
                            <wpg:cNvPr id="818" name="Group 818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2468880" cy="273013"/>
                                <a:chOff x="638504" y="-1"/>
                                <a:chExt cx="1462563" cy="170716"/>
                              </a:xfrm>
                            </wpg:grpSpPr>
                            <wps:wsp>
                              <wps:cNvPr id="819" name="5-Point Star 39"/>
                              <wps:cNvSpPr/>
                              <wps:spPr>
                                <a:xfrm>
                                  <a:off x="638504" y="-1"/>
                                  <a:ext cx="171044" cy="170716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0" name="5-Point Star 40"/>
                              <wps:cNvSpPr/>
                              <wps:spPr>
                                <a:xfrm>
                                  <a:off x="1277008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1" name="5-Point Star 41"/>
                              <wps:cNvSpPr/>
                              <wps:spPr>
                                <a:xfrm>
                                  <a:off x="1930023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22" name="Group 822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1253447"/>
                                <a:ext cx="2468880" cy="273013"/>
                                <a:chOff x="638504" y="-1"/>
                                <a:chExt cx="1462563" cy="170716"/>
                              </a:xfrm>
                            </wpg:grpSpPr>
                            <wps:wsp>
                              <wps:cNvPr id="823" name="5-Point Star 39"/>
                              <wps:cNvSpPr/>
                              <wps:spPr>
                                <a:xfrm>
                                  <a:off x="638504" y="-1"/>
                                  <a:ext cx="171044" cy="170716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4" name="5-Point Star 40"/>
                              <wps:cNvSpPr/>
                              <wps:spPr>
                                <a:xfrm>
                                  <a:off x="1277008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5" name="5-Point Star 41"/>
                              <wps:cNvSpPr/>
                              <wps:spPr>
                                <a:xfrm>
                                  <a:off x="1930023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826" name="Group 826"/>
                        <wpg:cNvGrpSpPr/>
                        <wpg:grpSpPr>
                          <a:xfrm>
                            <a:off x="0" y="3931920"/>
                            <a:ext cx="3079750" cy="1712595"/>
                            <a:chOff x="0" y="0"/>
                            <a:chExt cx="3079750" cy="1712595"/>
                          </a:xfrm>
                        </wpg:grpSpPr>
                        <wps:wsp>
                          <wps:cNvPr id="827" name="Freeform 6">
                            <a:extLst/>
                          </wps:cNvPr>
                          <wps:cNvSpPr/>
                          <wps:spPr>
                            <a:xfrm>
                              <a:off x="0" y="0"/>
                              <a:ext cx="3079750" cy="1712595"/>
                            </a:xfrm>
                            <a:custGeom>
                              <a:avLst/>
                              <a:gdLst>
                                <a:gd name="connsiteX0" fmla="*/ 0 w 3079750"/>
                                <a:gd name="connsiteY0" fmla="*/ 0 h 1712595"/>
                                <a:gd name="connsiteX1" fmla="*/ 462280 w 3079750"/>
                                <a:gd name="connsiteY1" fmla="*/ 0 h 1712595"/>
                                <a:gd name="connsiteX2" fmla="*/ 486410 w 3079750"/>
                                <a:gd name="connsiteY2" fmla="*/ 0 h 1712595"/>
                                <a:gd name="connsiteX3" fmla="*/ 2593340 w 3079750"/>
                                <a:gd name="connsiteY3" fmla="*/ 0 h 1712595"/>
                                <a:gd name="connsiteX4" fmla="*/ 2596515 w 3079750"/>
                                <a:gd name="connsiteY4" fmla="*/ 0 h 1712595"/>
                                <a:gd name="connsiteX5" fmla="*/ 3079750 w 3079750"/>
                                <a:gd name="connsiteY5" fmla="*/ 0 h 1712595"/>
                                <a:gd name="connsiteX6" fmla="*/ 3079750 w 3079750"/>
                                <a:gd name="connsiteY6" fmla="*/ 508967 h 1712595"/>
                                <a:gd name="connsiteX7" fmla="*/ 3035703 w 3079750"/>
                                <a:gd name="connsiteY7" fmla="*/ 524085 h 1712595"/>
                                <a:gd name="connsiteX8" fmla="*/ 2836545 w 3079750"/>
                                <a:gd name="connsiteY8" fmla="*/ 856298 h 1712595"/>
                                <a:gd name="connsiteX9" fmla="*/ 3035703 w 3079750"/>
                                <a:gd name="connsiteY9" fmla="*/ 1188510 h 1712595"/>
                                <a:gd name="connsiteX10" fmla="*/ 3079750 w 3079750"/>
                                <a:gd name="connsiteY10" fmla="*/ 1203628 h 1712595"/>
                                <a:gd name="connsiteX11" fmla="*/ 3079750 w 3079750"/>
                                <a:gd name="connsiteY11" fmla="*/ 1712595 h 1712595"/>
                                <a:gd name="connsiteX12" fmla="*/ 2593340 w 3079750"/>
                                <a:gd name="connsiteY12" fmla="*/ 1712595 h 1712595"/>
                                <a:gd name="connsiteX13" fmla="*/ 2593340 w 3079750"/>
                                <a:gd name="connsiteY13" fmla="*/ 1709420 h 1712595"/>
                                <a:gd name="connsiteX14" fmla="*/ 486410 w 3079750"/>
                                <a:gd name="connsiteY14" fmla="*/ 1709420 h 1712595"/>
                                <a:gd name="connsiteX15" fmla="*/ 486410 w 3079750"/>
                                <a:gd name="connsiteY15" fmla="*/ 1712595 h 1712595"/>
                                <a:gd name="connsiteX16" fmla="*/ 0 w 3079750"/>
                                <a:gd name="connsiteY16" fmla="*/ 1712595 h 1712595"/>
                                <a:gd name="connsiteX17" fmla="*/ 0 w 3079750"/>
                                <a:gd name="connsiteY17" fmla="*/ 1203629 h 1712595"/>
                                <a:gd name="connsiteX18" fmla="*/ 44047 w 3079750"/>
                                <a:gd name="connsiteY18" fmla="*/ 1188510 h 1712595"/>
                                <a:gd name="connsiteX19" fmla="*/ 243205 w 3079750"/>
                                <a:gd name="connsiteY19" fmla="*/ 856298 h 1712595"/>
                                <a:gd name="connsiteX20" fmla="*/ 44047 w 3079750"/>
                                <a:gd name="connsiteY20" fmla="*/ 524085 h 1712595"/>
                                <a:gd name="connsiteX21" fmla="*/ 0 w 3079750"/>
                                <a:gd name="connsiteY21" fmla="*/ 508967 h 17125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3079750" h="1712595">
                                  <a:moveTo>
                                    <a:pt x="0" y="0"/>
                                  </a:moveTo>
                                  <a:lnTo>
                                    <a:pt x="462280" y="0"/>
                                  </a:lnTo>
                                  <a:lnTo>
                                    <a:pt x="486410" y="0"/>
                                  </a:lnTo>
                                  <a:lnTo>
                                    <a:pt x="2593340" y="0"/>
                                  </a:lnTo>
                                  <a:lnTo>
                                    <a:pt x="2596515" y="0"/>
                                  </a:lnTo>
                                  <a:lnTo>
                                    <a:pt x="3079750" y="0"/>
                                  </a:lnTo>
                                  <a:lnTo>
                                    <a:pt x="3079750" y="508967"/>
                                  </a:lnTo>
                                  <a:lnTo>
                                    <a:pt x="3035703" y="524085"/>
                                  </a:lnTo>
                                  <a:cubicBezTo>
                                    <a:pt x="2918666" y="578818"/>
                                    <a:pt x="2836545" y="706954"/>
                                    <a:pt x="2836545" y="856298"/>
                                  </a:cubicBezTo>
                                  <a:cubicBezTo>
                                    <a:pt x="2836545" y="1005641"/>
                                    <a:pt x="2918666" y="1133776"/>
                                    <a:pt x="3035703" y="1188510"/>
                                  </a:cubicBezTo>
                                  <a:lnTo>
                                    <a:pt x="3079750" y="1203628"/>
                                  </a:lnTo>
                                  <a:lnTo>
                                    <a:pt x="3079750" y="1712595"/>
                                  </a:lnTo>
                                  <a:lnTo>
                                    <a:pt x="2593340" y="1712595"/>
                                  </a:lnTo>
                                  <a:lnTo>
                                    <a:pt x="2593340" y="1709420"/>
                                  </a:lnTo>
                                  <a:lnTo>
                                    <a:pt x="486410" y="1709420"/>
                                  </a:lnTo>
                                  <a:lnTo>
                                    <a:pt x="486410" y="1712595"/>
                                  </a:lnTo>
                                  <a:lnTo>
                                    <a:pt x="0" y="1712595"/>
                                  </a:lnTo>
                                  <a:lnTo>
                                    <a:pt x="0" y="1203629"/>
                                  </a:lnTo>
                                  <a:lnTo>
                                    <a:pt x="44047" y="1188510"/>
                                  </a:lnTo>
                                  <a:cubicBezTo>
                                    <a:pt x="161084" y="1133777"/>
                                    <a:pt x="243205" y="1005641"/>
                                    <a:pt x="243205" y="856298"/>
                                  </a:cubicBezTo>
                                  <a:cubicBezTo>
                                    <a:pt x="243205" y="706954"/>
                                    <a:pt x="161084" y="578819"/>
                                    <a:pt x="44047" y="524085"/>
                                  </a:cubicBezTo>
                                  <a:lnTo>
                                    <a:pt x="0" y="508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828" name="Group 828"/>
                          <wpg:cNvGrpSpPr/>
                          <wpg:grpSpPr>
                            <a:xfrm>
                              <a:off x="339048" y="446926"/>
                              <a:ext cx="2399373" cy="785671"/>
                              <a:chOff x="0" y="-62870"/>
                              <a:chExt cx="2693536" cy="786439"/>
                            </a:xfrm>
                          </wpg:grpSpPr>
                          <wps:wsp>
                            <wps:cNvPr id="829" name="Straight Connector 829"/>
                            <wps:cNvCnPr/>
                            <wps:spPr>
                              <a:xfrm>
                                <a:off x="0" y="-62870"/>
                                <a:ext cx="2693536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30" name="Straight Connector 830"/>
                            <wps:cNvCnPr/>
                            <wps:spPr>
                              <a:xfrm>
                                <a:off x="0" y="723569"/>
                                <a:ext cx="2693536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831" name="Group 831"/>
                          <wpg:cNvGrpSpPr/>
                          <wpg:grpSpPr>
                            <a:xfrm>
                              <a:off x="303088" y="87330"/>
                              <a:ext cx="2468880" cy="1526460"/>
                              <a:chOff x="0" y="0"/>
                              <a:chExt cx="2468880" cy="1526460"/>
                            </a:xfrm>
                          </wpg:grpSpPr>
                          <wpg:grpSp>
                            <wpg:cNvPr id="320" name="Group 320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2468880" cy="273013"/>
                                <a:chOff x="638504" y="-1"/>
                                <a:chExt cx="1462563" cy="170716"/>
                              </a:xfrm>
                            </wpg:grpSpPr>
                            <wps:wsp>
                              <wps:cNvPr id="321" name="5-Point Star 39"/>
                              <wps:cNvSpPr/>
                              <wps:spPr>
                                <a:xfrm>
                                  <a:off x="638504" y="-1"/>
                                  <a:ext cx="171044" cy="170716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2" name="5-Point Star 40"/>
                              <wps:cNvSpPr/>
                              <wps:spPr>
                                <a:xfrm>
                                  <a:off x="1277008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" name="5-Point Star 41"/>
                              <wps:cNvSpPr/>
                              <wps:spPr>
                                <a:xfrm>
                                  <a:off x="1930023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24" name="Group 324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1253447"/>
                                <a:ext cx="2468880" cy="273013"/>
                                <a:chOff x="638504" y="-1"/>
                                <a:chExt cx="1462563" cy="170716"/>
                              </a:xfrm>
                            </wpg:grpSpPr>
                            <wps:wsp>
                              <wps:cNvPr id="325" name="5-Point Star 39"/>
                              <wps:cNvSpPr/>
                              <wps:spPr>
                                <a:xfrm>
                                  <a:off x="638504" y="-1"/>
                                  <a:ext cx="171044" cy="170716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6" name="5-Point Star 40"/>
                              <wps:cNvSpPr/>
                              <wps:spPr>
                                <a:xfrm>
                                  <a:off x="1277008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7" name="5-Point Star 41"/>
                              <wps:cNvSpPr/>
                              <wps:spPr>
                                <a:xfrm>
                                  <a:off x="1930023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328" name="Group 328"/>
                        <wpg:cNvGrpSpPr/>
                        <wpg:grpSpPr>
                          <a:xfrm>
                            <a:off x="0" y="7863840"/>
                            <a:ext cx="3079750" cy="1712595"/>
                            <a:chOff x="0" y="0"/>
                            <a:chExt cx="3079750" cy="1712595"/>
                          </a:xfrm>
                        </wpg:grpSpPr>
                        <wps:wsp>
                          <wps:cNvPr id="329" name="Freeform 6">
                            <a:extLst/>
                          </wps:cNvPr>
                          <wps:cNvSpPr/>
                          <wps:spPr>
                            <a:xfrm>
                              <a:off x="0" y="0"/>
                              <a:ext cx="3079750" cy="1712595"/>
                            </a:xfrm>
                            <a:custGeom>
                              <a:avLst/>
                              <a:gdLst>
                                <a:gd name="connsiteX0" fmla="*/ 0 w 3079750"/>
                                <a:gd name="connsiteY0" fmla="*/ 0 h 1712595"/>
                                <a:gd name="connsiteX1" fmla="*/ 462280 w 3079750"/>
                                <a:gd name="connsiteY1" fmla="*/ 0 h 1712595"/>
                                <a:gd name="connsiteX2" fmla="*/ 486410 w 3079750"/>
                                <a:gd name="connsiteY2" fmla="*/ 0 h 1712595"/>
                                <a:gd name="connsiteX3" fmla="*/ 2593340 w 3079750"/>
                                <a:gd name="connsiteY3" fmla="*/ 0 h 1712595"/>
                                <a:gd name="connsiteX4" fmla="*/ 2596515 w 3079750"/>
                                <a:gd name="connsiteY4" fmla="*/ 0 h 1712595"/>
                                <a:gd name="connsiteX5" fmla="*/ 3079750 w 3079750"/>
                                <a:gd name="connsiteY5" fmla="*/ 0 h 1712595"/>
                                <a:gd name="connsiteX6" fmla="*/ 3079750 w 3079750"/>
                                <a:gd name="connsiteY6" fmla="*/ 508967 h 1712595"/>
                                <a:gd name="connsiteX7" fmla="*/ 3035703 w 3079750"/>
                                <a:gd name="connsiteY7" fmla="*/ 524085 h 1712595"/>
                                <a:gd name="connsiteX8" fmla="*/ 2836545 w 3079750"/>
                                <a:gd name="connsiteY8" fmla="*/ 856298 h 1712595"/>
                                <a:gd name="connsiteX9" fmla="*/ 3035703 w 3079750"/>
                                <a:gd name="connsiteY9" fmla="*/ 1188510 h 1712595"/>
                                <a:gd name="connsiteX10" fmla="*/ 3079750 w 3079750"/>
                                <a:gd name="connsiteY10" fmla="*/ 1203628 h 1712595"/>
                                <a:gd name="connsiteX11" fmla="*/ 3079750 w 3079750"/>
                                <a:gd name="connsiteY11" fmla="*/ 1712595 h 1712595"/>
                                <a:gd name="connsiteX12" fmla="*/ 2593340 w 3079750"/>
                                <a:gd name="connsiteY12" fmla="*/ 1712595 h 1712595"/>
                                <a:gd name="connsiteX13" fmla="*/ 2593340 w 3079750"/>
                                <a:gd name="connsiteY13" fmla="*/ 1709420 h 1712595"/>
                                <a:gd name="connsiteX14" fmla="*/ 486410 w 3079750"/>
                                <a:gd name="connsiteY14" fmla="*/ 1709420 h 1712595"/>
                                <a:gd name="connsiteX15" fmla="*/ 486410 w 3079750"/>
                                <a:gd name="connsiteY15" fmla="*/ 1712595 h 1712595"/>
                                <a:gd name="connsiteX16" fmla="*/ 0 w 3079750"/>
                                <a:gd name="connsiteY16" fmla="*/ 1712595 h 1712595"/>
                                <a:gd name="connsiteX17" fmla="*/ 0 w 3079750"/>
                                <a:gd name="connsiteY17" fmla="*/ 1203629 h 1712595"/>
                                <a:gd name="connsiteX18" fmla="*/ 44047 w 3079750"/>
                                <a:gd name="connsiteY18" fmla="*/ 1188510 h 1712595"/>
                                <a:gd name="connsiteX19" fmla="*/ 243205 w 3079750"/>
                                <a:gd name="connsiteY19" fmla="*/ 856298 h 1712595"/>
                                <a:gd name="connsiteX20" fmla="*/ 44047 w 3079750"/>
                                <a:gd name="connsiteY20" fmla="*/ 524085 h 1712595"/>
                                <a:gd name="connsiteX21" fmla="*/ 0 w 3079750"/>
                                <a:gd name="connsiteY21" fmla="*/ 508967 h 17125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3079750" h="1712595">
                                  <a:moveTo>
                                    <a:pt x="0" y="0"/>
                                  </a:moveTo>
                                  <a:lnTo>
                                    <a:pt x="462280" y="0"/>
                                  </a:lnTo>
                                  <a:lnTo>
                                    <a:pt x="486410" y="0"/>
                                  </a:lnTo>
                                  <a:lnTo>
                                    <a:pt x="2593340" y="0"/>
                                  </a:lnTo>
                                  <a:lnTo>
                                    <a:pt x="2596515" y="0"/>
                                  </a:lnTo>
                                  <a:lnTo>
                                    <a:pt x="3079750" y="0"/>
                                  </a:lnTo>
                                  <a:lnTo>
                                    <a:pt x="3079750" y="508967"/>
                                  </a:lnTo>
                                  <a:lnTo>
                                    <a:pt x="3035703" y="524085"/>
                                  </a:lnTo>
                                  <a:cubicBezTo>
                                    <a:pt x="2918666" y="578818"/>
                                    <a:pt x="2836545" y="706954"/>
                                    <a:pt x="2836545" y="856298"/>
                                  </a:cubicBezTo>
                                  <a:cubicBezTo>
                                    <a:pt x="2836545" y="1005641"/>
                                    <a:pt x="2918666" y="1133776"/>
                                    <a:pt x="3035703" y="1188510"/>
                                  </a:cubicBezTo>
                                  <a:lnTo>
                                    <a:pt x="3079750" y="1203628"/>
                                  </a:lnTo>
                                  <a:lnTo>
                                    <a:pt x="3079750" y="1712595"/>
                                  </a:lnTo>
                                  <a:lnTo>
                                    <a:pt x="2593340" y="1712595"/>
                                  </a:lnTo>
                                  <a:lnTo>
                                    <a:pt x="2593340" y="1709420"/>
                                  </a:lnTo>
                                  <a:lnTo>
                                    <a:pt x="486410" y="1709420"/>
                                  </a:lnTo>
                                  <a:lnTo>
                                    <a:pt x="486410" y="1712595"/>
                                  </a:lnTo>
                                  <a:lnTo>
                                    <a:pt x="0" y="1712595"/>
                                  </a:lnTo>
                                  <a:lnTo>
                                    <a:pt x="0" y="1203629"/>
                                  </a:lnTo>
                                  <a:lnTo>
                                    <a:pt x="44047" y="1188510"/>
                                  </a:lnTo>
                                  <a:cubicBezTo>
                                    <a:pt x="161084" y="1133777"/>
                                    <a:pt x="243205" y="1005641"/>
                                    <a:pt x="243205" y="856298"/>
                                  </a:cubicBezTo>
                                  <a:cubicBezTo>
                                    <a:pt x="243205" y="706954"/>
                                    <a:pt x="161084" y="578819"/>
                                    <a:pt x="44047" y="524085"/>
                                  </a:cubicBezTo>
                                  <a:lnTo>
                                    <a:pt x="0" y="508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30" name="Group 330"/>
                          <wpg:cNvGrpSpPr/>
                          <wpg:grpSpPr>
                            <a:xfrm>
                              <a:off x="339048" y="446926"/>
                              <a:ext cx="2399373" cy="785671"/>
                              <a:chOff x="0" y="-62870"/>
                              <a:chExt cx="2693536" cy="786439"/>
                            </a:xfrm>
                          </wpg:grpSpPr>
                          <wps:wsp>
                            <wps:cNvPr id="331" name="Straight Connector 331"/>
                            <wps:cNvCnPr/>
                            <wps:spPr>
                              <a:xfrm>
                                <a:off x="0" y="-62870"/>
                                <a:ext cx="2693536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2" name="Straight Connector 332"/>
                            <wps:cNvCnPr/>
                            <wps:spPr>
                              <a:xfrm>
                                <a:off x="0" y="723569"/>
                                <a:ext cx="2693536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33" name="Group 333"/>
                          <wpg:cNvGrpSpPr/>
                          <wpg:grpSpPr>
                            <a:xfrm>
                              <a:off x="303088" y="87330"/>
                              <a:ext cx="2468880" cy="1526460"/>
                              <a:chOff x="0" y="0"/>
                              <a:chExt cx="2468880" cy="1526460"/>
                            </a:xfrm>
                          </wpg:grpSpPr>
                          <wpg:grpSp>
                            <wpg:cNvPr id="334" name="Group 334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2468880" cy="273013"/>
                                <a:chOff x="638504" y="-1"/>
                                <a:chExt cx="1462563" cy="170716"/>
                              </a:xfrm>
                            </wpg:grpSpPr>
                            <wps:wsp>
                              <wps:cNvPr id="335" name="5-Point Star 39"/>
                              <wps:cNvSpPr/>
                              <wps:spPr>
                                <a:xfrm>
                                  <a:off x="638504" y="-1"/>
                                  <a:ext cx="171044" cy="170716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6" name="5-Point Star 40"/>
                              <wps:cNvSpPr/>
                              <wps:spPr>
                                <a:xfrm>
                                  <a:off x="1277008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7" name="5-Point Star 41"/>
                              <wps:cNvSpPr/>
                              <wps:spPr>
                                <a:xfrm>
                                  <a:off x="1930023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38" name="Group 338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1253447"/>
                                <a:ext cx="2468880" cy="273013"/>
                                <a:chOff x="638504" y="-1"/>
                                <a:chExt cx="1462563" cy="170716"/>
                              </a:xfrm>
                            </wpg:grpSpPr>
                            <wps:wsp>
                              <wps:cNvPr id="339" name="5-Point Star 39"/>
                              <wps:cNvSpPr/>
                              <wps:spPr>
                                <a:xfrm>
                                  <a:off x="638504" y="-1"/>
                                  <a:ext cx="171044" cy="170716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0" name="5-Point Star 40"/>
                              <wps:cNvSpPr/>
                              <wps:spPr>
                                <a:xfrm>
                                  <a:off x="1277008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1" name="5-Point Star 41"/>
                              <wps:cNvSpPr/>
                              <wps:spPr>
                                <a:xfrm>
                                  <a:off x="1930023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342" name="Group 342"/>
                        <wpg:cNvGrpSpPr/>
                        <wpg:grpSpPr>
                          <a:xfrm>
                            <a:off x="0" y="5904411"/>
                            <a:ext cx="3079750" cy="1712595"/>
                            <a:chOff x="0" y="0"/>
                            <a:chExt cx="3079750" cy="1712595"/>
                          </a:xfrm>
                        </wpg:grpSpPr>
                        <wps:wsp>
                          <wps:cNvPr id="343" name="Freeform 6">
                            <a:extLst/>
                          </wps:cNvPr>
                          <wps:cNvSpPr/>
                          <wps:spPr>
                            <a:xfrm>
                              <a:off x="0" y="0"/>
                              <a:ext cx="3079750" cy="1712595"/>
                            </a:xfrm>
                            <a:custGeom>
                              <a:avLst/>
                              <a:gdLst>
                                <a:gd name="connsiteX0" fmla="*/ 0 w 3079750"/>
                                <a:gd name="connsiteY0" fmla="*/ 0 h 1712595"/>
                                <a:gd name="connsiteX1" fmla="*/ 462280 w 3079750"/>
                                <a:gd name="connsiteY1" fmla="*/ 0 h 1712595"/>
                                <a:gd name="connsiteX2" fmla="*/ 486410 w 3079750"/>
                                <a:gd name="connsiteY2" fmla="*/ 0 h 1712595"/>
                                <a:gd name="connsiteX3" fmla="*/ 2593340 w 3079750"/>
                                <a:gd name="connsiteY3" fmla="*/ 0 h 1712595"/>
                                <a:gd name="connsiteX4" fmla="*/ 2596515 w 3079750"/>
                                <a:gd name="connsiteY4" fmla="*/ 0 h 1712595"/>
                                <a:gd name="connsiteX5" fmla="*/ 3079750 w 3079750"/>
                                <a:gd name="connsiteY5" fmla="*/ 0 h 1712595"/>
                                <a:gd name="connsiteX6" fmla="*/ 3079750 w 3079750"/>
                                <a:gd name="connsiteY6" fmla="*/ 508967 h 1712595"/>
                                <a:gd name="connsiteX7" fmla="*/ 3035703 w 3079750"/>
                                <a:gd name="connsiteY7" fmla="*/ 524085 h 1712595"/>
                                <a:gd name="connsiteX8" fmla="*/ 2836545 w 3079750"/>
                                <a:gd name="connsiteY8" fmla="*/ 856298 h 1712595"/>
                                <a:gd name="connsiteX9" fmla="*/ 3035703 w 3079750"/>
                                <a:gd name="connsiteY9" fmla="*/ 1188510 h 1712595"/>
                                <a:gd name="connsiteX10" fmla="*/ 3079750 w 3079750"/>
                                <a:gd name="connsiteY10" fmla="*/ 1203628 h 1712595"/>
                                <a:gd name="connsiteX11" fmla="*/ 3079750 w 3079750"/>
                                <a:gd name="connsiteY11" fmla="*/ 1712595 h 1712595"/>
                                <a:gd name="connsiteX12" fmla="*/ 2593340 w 3079750"/>
                                <a:gd name="connsiteY12" fmla="*/ 1712595 h 1712595"/>
                                <a:gd name="connsiteX13" fmla="*/ 2593340 w 3079750"/>
                                <a:gd name="connsiteY13" fmla="*/ 1709420 h 1712595"/>
                                <a:gd name="connsiteX14" fmla="*/ 486410 w 3079750"/>
                                <a:gd name="connsiteY14" fmla="*/ 1709420 h 1712595"/>
                                <a:gd name="connsiteX15" fmla="*/ 486410 w 3079750"/>
                                <a:gd name="connsiteY15" fmla="*/ 1712595 h 1712595"/>
                                <a:gd name="connsiteX16" fmla="*/ 0 w 3079750"/>
                                <a:gd name="connsiteY16" fmla="*/ 1712595 h 1712595"/>
                                <a:gd name="connsiteX17" fmla="*/ 0 w 3079750"/>
                                <a:gd name="connsiteY17" fmla="*/ 1203629 h 1712595"/>
                                <a:gd name="connsiteX18" fmla="*/ 44047 w 3079750"/>
                                <a:gd name="connsiteY18" fmla="*/ 1188510 h 1712595"/>
                                <a:gd name="connsiteX19" fmla="*/ 243205 w 3079750"/>
                                <a:gd name="connsiteY19" fmla="*/ 856298 h 1712595"/>
                                <a:gd name="connsiteX20" fmla="*/ 44047 w 3079750"/>
                                <a:gd name="connsiteY20" fmla="*/ 524085 h 1712595"/>
                                <a:gd name="connsiteX21" fmla="*/ 0 w 3079750"/>
                                <a:gd name="connsiteY21" fmla="*/ 508967 h 17125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3079750" h="1712595">
                                  <a:moveTo>
                                    <a:pt x="0" y="0"/>
                                  </a:moveTo>
                                  <a:lnTo>
                                    <a:pt x="462280" y="0"/>
                                  </a:lnTo>
                                  <a:lnTo>
                                    <a:pt x="486410" y="0"/>
                                  </a:lnTo>
                                  <a:lnTo>
                                    <a:pt x="2593340" y="0"/>
                                  </a:lnTo>
                                  <a:lnTo>
                                    <a:pt x="2596515" y="0"/>
                                  </a:lnTo>
                                  <a:lnTo>
                                    <a:pt x="3079750" y="0"/>
                                  </a:lnTo>
                                  <a:lnTo>
                                    <a:pt x="3079750" y="508967"/>
                                  </a:lnTo>
                                  <a:lnTo>
                                    <a:pt x="3035703" y="524085"/>
                                  </a:lnTo>
                                  <a:cubicBezTo>
                                    <a:pt x="2918666" y="578818"/>
                                    <a:pt x="2836545" y="706954"/>
                                    <a:pt x="2836545" y="856298"/>
                                  </a:cubicBezTo>
                                  <a:cubicBezTo>
                                    <a:pt x="2836545" y="1005641"/>
                                    <a:pt x="2918666" y="1133776"/>
                                    <a:pt x="3035703" y="1188510"/>
                                  </a:cubicBezTo>
                                  <a:lnTo>
                                    <a:pt x="3079750" y="1203628"/>
                                  </a:lnTo>
                                  <a:lnTo>
                                    <a:pt x="3079750" y="1712595"/>
                                  </a:lnTo>
                                  <a:lnTo>
                                    <a:pt x="2593340" y="1712595"/>
                                  </a:lnTo>
                                  <a:lnTo>
                                    <a:pt x="2593340" y="1709420"/>
                                  </a:lnTo>
                                  <a:lnTo>
                                    <a:pt x="486410" y="1709420"/>
                                  </a:lnTo>
                                  <a:lnTo>
                                    <a:pt x="486410" y="1712595"/>
                                  </a:lnTo>
                                  <a:lnTo>
                                    <a:pt x="0" y="1712595"/>
                                  </a:lnTo>
                                  <a:lnTo>
                                    <a:pt x="0" y="1203629"/>
                                  </a:lnTo>
                                  <a:lnTo>
                                    <a:pt x="44047" y="1188510"/>
                                  </a:lnTo>
                                  <a:cubicBezTo>
                                    <a:pt x="161084" y="1133777"/>
                                    <a:pt x="243205" y="1005641"/>
                                    <a:pt x="243205" y="856298"/>
                                  </a:cubicBezTo>
                                  <a:cubicBezTo>
                                    <a:pt x="243205" y="706954"/>
                                    <a:pt x="161084" y="578819"/>
                                    <a:pt x="44047" y="524085"/>
                                  </a:cubicBezTo>
                                  <a:lnTo>
                                    <a:pt x="0" y="508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44" name="Group 344"/>
                          <wpg:cNvGrpSpPr/>
                          <wpg:grpSpPr>
                            <a:xfrm>
                              <a:off x="339048" y="446926"/>
                              <a:ext cx="2399373" cy="785671"/>
                              <a:chOff x="0" y="-62870"/>
                              <a:chExt cx="2693536" cy="786439"/>
                            </a:xfrm>
                          </wpg:grpSpPr>
                          <wps:wsp>
                            <wps:cNvPr id="345" name="Straight Connector 345"/>
                            <wps:cNvCnPr/>
                            <wps:spPr>
                              <a:xfrm>
                                <a:off x="0" y="-62870"/>
                                <a:ext cx="2693536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6" name="Straight Connector 346"/>
                            <wps:cNvCnPr/>
                            <wps:spPr>
                              <a:xfrm>
                                <a:off x="0" y="723569"/>
                                <a:ext cx="2693536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47" name="Group 347"/>
                          <wpg:cNvGrpSpPr/>
                          <wpg:grpSpPr>
                            <a:xfrm>
                              <a:off x="303088" y="87330"/>
                              <a:ext cx="2468880" cy="1526460"/>
                              <a:chOff x="0" y="0"/>
                              <a:chExt cx="2468880" cy="1526460"/>
                            </a:xfrm>
                          </wpg:grpSpPr>
                          <wpg:grpSp>
                            <wpg:cNvPr id="348" name="Group 348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2468880" cy="273013"/>
                                <a:chOff x="638504" y="-1"/>
                                <a:chExt cx="1462563" cy="170716"/>
                              </a:xfrm>
                            </wpg:grpSpPr>
                            <wps:wsp>
                              <wps:cNvPr id="349" name="5-Point Star 39"/>
                              <wps:cNvSpPr/>
                              <wps:spPr>
                                <a:xfrm>
                                  <a:off x="638504" y="-1"/>
                                  <a:ext cx="171044" cy="170716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0" name="5-Point Star 40"/>
                              <wps:cNvSpPr/>
                              <wps:spPr>
                                <a:xfrm>
                                  <a:off x="1277008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" name="5-Point Star 41"/>
                              <wps:cNvSpPr/>
                              <wps:spPr>
                                <a:xfrm>
                                  <a:off x="1930023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52" name="Group 352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1253447"/>
                                <a:ext cx="2468880" cy="273013"/>
                                <a:chOff x="638504" y="-1"/>
                                <a:chExt cx="1462563" cy="170716"/>
                              </a:xfrm>
                            </wpg:grpSpPr>
                            <wps:wsp>
                              <wps:cNvPr id="353" name="5-Point Star 39"/>
                              <wps:cNvSpPr/>
                              <wps:spPr>
                                <a:xfrm>
                                  <a:off x="638504" y="-1"/>
                                  <a:ext cx="171044" cy="170716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4" name="5-Point Star 40"/>
                              <wps:cNvSpPr/>
                              <wps:spPr>
                                <a:xfrm>
                                  <a:off x="1277008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5" name="5-Point Star 41"/>
                              <wps:cNvSpPr/>
                              <wps:spPr>
                                <a:xfrm>
                                  <a:off x="1930023" y="0"/>
                                  <a:ext cx="171044" cy="170715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E7D3589" id="Group 1" o:spid="_x0000_s1026" style="position:absolute;margin-left:0;margin-top:17.3pt;width:8in;height:753.85pt;z-index:251693056;mso-position-horizontal:center;mso-position-horizontal-relative:page;mso-position-vertical-relative:page" coordsize="73123,9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">
              <v:group id="Group 780" o:spid="_x0000_s1027" style="position:absolute;width:30797;height:95764" coordsize="30797,95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">
                <v:group id="Group 695" o:spid="_x0000_s1028" style="position:absolute;width:30797;height:17125" coordsize="30797,1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2Em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">
                  <v:shape id="Freeform 6" o:spid="_x0000_s1029" style="position:absolute;width:30797;height:17125;visibility:visible;mso-wrap-style:square;v-text-anchor:middle" coordsize="3079750,1712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" path="m,l462280,r24130,l2593340,r3175,l3079750,r,508967l3035703,524085v-117037,54733,-199158,182869,-199158,332213c2836545,1005641,2918666,1133776,3035703,1188510r44047,15118l3079750,1712595r-486410,l2593340,1709420r-2106930,l486410,1712595,,1712595,,1203629r44047,-15119c161084,1133777,243205,1005641,243205,856298v,-149344,-82121,-277479,-199158,-332213l,508967,,xe" fillcolor="white [3212]" strokecolor="#581200 [1609]" strokeweight="1pt">
                    <v:stroke dashstyle="dash" joinstyle="miter"/>
                    <v:path arrowok="t" o:connecttype="custom" o:connectlocs="0,0;462280,0;486410,0;2593340,0;2596515,0;3079750,0;3079750,508967;3035703,524085;2836545,856298;3035703,1188510;3079750,1203628;3079750,1712595;2593340,1712595;2593340,1709420;486410,1709420;486410,1712595;0,1712595;0,1203629;44047,1188510;243205,856298;44047,524085;0,508967" o:connectangles="0,0,0,0,0,0,0,0,0,0,0,0,0,0,0,0,0,0,0,0,0,0"/>
                  </v:shape>
                  <v:group id="Group 698" o:spid="_x0000_s1030" style="position:absolute;left:3390;top:4469;width:23994;height:7856" coordorigin=",-628" coordsize="26935,7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">
                    <v:line id="Straight Connector 699" o:spid="_x0000_s1031" style="position:absolute;visibility:visible;mso-wrap-style:square" from="0,-628" to="26935,-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" strokecolor="#581200 [1609]" strokeweight="1.5pt">
                      <v:stroke joinstyle="miter"/>
                    </v:line>
                    <v:line id="Straight Connector 700" o:spid="_x0000_s1032" style="position:absolute;visibility:visible;mso-wrap-style:square" from="0,7235" to="26935,7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" strokecolor="#581200 [1609]" strokeweight="1.5pt">
                      <v:stroke joinstyle="miter"/>
                    </v:line>
                  </v:group>
                  <v:group id="Group 702" o:spid="_x0000_s1033" style="position:absolute;left:3030;top:873;width:24689;height:15264" coordsize="24688,15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WNI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WAVJfB7JhwBufkBAAD//wMAUEsBAi0AFAAGAAgAAAAhANvh9svuAAAAhQEAABMAAAAAAAAA&#10;AAAAAAAAAAAAAFtDb250ZW50X1R5cGVzXS54bWxQSwECLQAUAAYACAAAACEAWvQsW78AAAAVAQAA&#10;CwAAAAAAAAAAAAAAAAAfAQAAX3JlbHMvLnJlbHNQSwECLQAUAAYACAAAACEAYhFjSMYAAADcAAAA&#10;DwAAAAAAAAAAAAAAAAAHAgAAZHJzL2Rvd25yZXYueG1sUEsFBgAAAAADAAMAtwAAAPoCAAAAAA==&#10;">
                    <v:group id="Group 704" o:spid="_x0000_s1034" style="position:absolute;width:24688;height:2730" coordorigin="6385" coordsize="14625,1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6nxgAAANw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CP3uD3TDgCcvUDAAD//wMAUEsBAi0AFAAGAAgAAAAhANvh9svuAAAAhQEAABMAAAAAAAAA&#10;AAAAAAAAAAAAAFtDb250ZW50X1R5cGVzXS54bWxQSwECLQAUAAYACAAAACEAWvQsW78AAAAVAQAA&#10;CwAAAAAAAAAAAAAAAAAfAQAAX3JlbHMvLnJlbHNQSwECLQAUAAYACAAAACEAgrRep8YAAADcAAAA&#10;DwAAAAAAAAAAAAAAAAAHAgAAZHJzL2Rvd25yZXYueG1sUEsFBgAAAAADAAMAtwAAAPoCAAAAAA==&#10;">
                      <o:lock v:ext="edit" aspectratio="t"/>
                      <v:shape id="5-Point Star 39" o:spid="_x0000_s1035" style="position:absolute;left:6385;width:1710;height:1707;visibility:visible;mso-wrap-style:square;v-text-anchor:middle" coordsize="171044,170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" path="m,65208r65333,l85522,r20189,65208l171044,65208r-52856,40300l138377,170716,85522,130415,32667,170716,52856,105508,,65208xe" fillcolor="#581200 [1609]" stroked="f" strokeweight="1pt">
                        <v:stroke joinstyle="miter"/>
                        <v:path arrowok="t" o:connecttype="custom" o:connectlocs="0,65208;65333,65208;85522,0;105711,65208;171044,65208;118188,105508;138377,170716;85522,130415;32667,170716;52856,105508;0,65208" o:connectangles="0,0,0,0,0,0,0,0,0,0,0"/>
                      </v:shape>
                      <v:shape id="5-Point Star 40" o:spid="_x0000_s1036" style="position:absolute;left:1277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  <v:shape id="5-Point Star 41" o:spid="_x0000_s1037" style="position:absolute;left:1930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</v:group>
                    <v:group id="Group 708" o:spid="_x0000_s1038" style="position:absolute;top:12534;width:24688;height:2730" coordorigin="6385" coordsize="14625,1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">
                      <o:lock v:ext="edit" aspectratio="t"/>
                      <v:shape id="5-Point Star 39" o:spid="_x0000_s1039" style="position:absolute;left:6385;width:1710;height:1707;visibility:visible;mso-wrap-style:square;v-text-anchor:middle" coordsize="171044,170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" path="m,65208r65333,l85522,r20189,65208l171044,65208r-52856,40300l138377,170716,85522,130415,32667,170716,52856,105508,,65208xe" fillcolor="#581200 [1609]" stroked="f" strokeweight="1pt">
                        <v:stroke joinstyle="miter"/>
                        <v:path arrowok="t" o:connecttype="custom" o:connectlocs="0,65208;65333,65208;85522,0;105711,65208;171044,65208;118188,105508;138377,170716;85522,130415;32667,170716;52856,105508;0,65208" o:connectangles="0,0,0,0,0,0,0,0,0,0,0"/>
                      </v:shape>
                      <v:shape id="5-Point Star 40" o:spid="_x0000_s1040" style="position:absolute;left:1277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  <v:shape id="5-Point Star 41" o:spid="_x0000_s1041" style="position:absolute;left:1930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</v:group>
                  </v:group>
                </v:group>
                <v:group id="Group 712" o:spid="_x0000_s1042" style="position:absolute;top:19724;width:30797;height:17126" coordsize="30797,1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PWV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3gEzzPhCMjFAwAA//8DAFBLAQItABQABgAIAAAAIQDb4fbL7gAAAIUBAAATAAAAAAAAAAAA&#10;AAAAAAAAAABbQ29udGVudF9UeXBlc10ueG1sUEsBAi0AFAAGAAgAAAAhAFr0LFu/AAAAFQEAAAsA&#10;AAAAAAAAAAAAAAAAHwEAAF9yZWxzLy5yZWxzUEsBAi0AFAAGAAgAAAAhAOfI9ZXEAAAA3AAAAA8A&#10;AAAAAAAAAAAAAAAABwIAAGRycy9kb3ducmV2LnhtbFBLBQYAAAAAAwADALcAAAD4AgAAAAA=&#10;">
                  <v:shape id="Freeform 6" o:spid="_x0000_s1043" style="position:absolute;width:30797;height:17125;visibility:visible;mso-wrap-style:square;v-text-anchor:middle" coordsize="3079750,1712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" path="m,l462280,r24130,l2593340,r3175,l3079750,r,508967l3035703,524085v-117037,54733,-199158,182869,-199158,332213c2836545,1005641,2918666,1133776,3035703,1188510r44047,15118l3079750,1712595r-486410,l2593340,1709420r-2106930,l486410,1712595,,1712595,,1203629r44047,-15119c161084,1133777,243205,1005641,243205,856298v,-149344,-82121,-277479,-199158,-332213l,508967,,xe" fillcolor="white [3212]" strokecolor="#581200 [1609]" strokeweight="1pt">
                    <v:stroke dashstyle="dash" joinstyle="miter"/>
                    <v:path arrowok="t" o:connecttype="custom" o:connectlocs="0,0;462280,0;486410,0;2593340,0;2596515,0;3079750,0;3079750,508967;3035703,524085;2836545,856298;3035703,1188510;3079750,1203628;3079750,1712595;2593340,1712595;2593340,1709420;486410,1709420;486410,1712595;0,1712595;0,1203629;44047,1188510;243205,856298;44047,524085;0,508967" o:connectangles="0,0,0,0,0,0,0,0,0,0,0,0,0,0,0,0,0,0,0,0,0,0"/>
                  </v:shape>
                  <v:group id="Group 715" o:spid="_x0000_s1044" style="position:absolute;left:3390;top:4469;width:23994;height:7856" coordorigin=",-628" coordsize="26935,7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W3h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gMzzPhCMjFAwAA//8DAFBLAQItABQABgAIAAAAIQDb4fbL7gAAAIUBAAATAAAAAAAAAAAA&#10;AAAAAAAAAABbQ29udGVudF9UeXBlc10ueG1sUEsBAi0AFAAGAAgAAAAhAFr0LFu/AAAAFQEAAAsA&#10;AAAAAAAAAAAAAAAAHwEAAF9yZWxzLy5yZWxzUEsBAi0AFAAGAAgAAAAhAGghbeHEAAAA3AAAAA8A&#10;AAAAAAAAAAAAAAAABwIAAGRycy9kb3ducmV2LnhtbFBLBQYAAAAAAwADALcAAAD4AgAAAAA=&#10;">
                    <v:line id="Straight Connector 716" o:spid="_x0000_s1045" style="position:absolute;visibility:visible;mso-wrap-style:square" from="0,-628" to="26935,-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" strokecolor="#581200 [1609]" strokeweight="1.5pt">
                      <v:stroke joinstyle="miter"/>
                    </v:line>
                    <v:line id="Straight Connector 717" o:spid="_x0000_s1046" style="position:absolute;visibility:visible;mso-wrap-style:square" from="0,7235" to="26935,7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" strokecolor="#581200 [1609]" strokeweight="1.5pt">
                      <v:stroke joinstyle="miter"/>
                    </v:line>
                  </v:group>
                  <v:group id="Group 719" o:spid="_x0000_s1047" style="position:absolute;left:3030;top:873;width:24689;height:15264" coordsize="24688,15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Gfk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Aav8PfmXAE5PIGAAD//wMAUEsBAi0AFAAGAAgAAAAhANvh9svuAAAAhQEAABMAAAAAAAAA&#10;AAAAAAAAAAAAAFtDb250ZW50X1R5cGVzXS54bWxQSwECLQAUAAYACAAAACEAWvQsW78AAAAVAQAA&#10;CwAAAAAAAAAAAAAAAAAfAQAAX3JlbHMvLnJlbHNQSwECLQAUAAYACAAAACEA6Wxn5MYAAADcAAAA&#10;DwAAAAAAAAAAAAAAAAAHAgAAZHJzL2Rvd25yZXYueG1sUEsFBgAAAAADAAMAtwAAAPoCAAAAAA==&#10;">
                    <v:group id="Group 721" o:spid="_x0000_s1048" style="position:absolute;width:24688;height:2730" coordorigin="6385" coordsize="14625,1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qFf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1EMzzPhCMjFAwAA//8DAFBLAQItABQABgAIAAAAIQDb4fbL7gAAAIUBAAATAAAAAAAAAAAA&#10;AAAAAAAAAABbQ29udGVudF9UeXBlc10ueG1sUEsBAi0AFAAGAAgAAAAhAFr0LFu/AAAAFQEAAAsA&#10;AAAAAAAAAAAAAAAAHwEAAF9yZWxzLy5yZWxzUEsBAi0AFAAGAAgAAAAhANl2oV/EAAAA3AAAAA8A&#10;AAAAAAAAAAAAAAAABwIAAGRycy9kb3ducmV2LnhtbFBLBQYAAAAAAwADALcAAAD4AgAAAAA=&#10;">
                      <o:lock v:ext="edit" aspectratio="t"/>
                      <v:shape id="5-Point Star 39" o:spid="_x0000_s1049" style="position:absolute;left:6385;width:1710;height:1707;visibility:visible;mso-wrap-style:square;v-text-anchor:middle" coordsize="171044,170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" path="m,65208r65333,l85522,r20189,65208l171044,65208r-52856,40300l138377,170716,85522,130415,32667,170716,52856,105508,,65208xe" fillcolor="#581200 [1609]" stroked="f" strokeweight="1pt">
                        <v:stroke joinstyle="miter"/>
                        <v:path arrowok="t" o:connecttype="custom" o:connectlocs="0,65208;65333,65208;85522,0;105711,65208;171044,65208;118188,105508;138377,170716;85522,130415;32667,170716;52856,105508;0,65208" o:connectangles="0,0,0,0,0,0,0,0,0,0,0"/>
                      </v:shape>
                      <v:shape id="5-Point Star 40" o:spid="_x0000_s1050" style="position:absolute;left:1277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  <v:shape id="5-Point Star 41" o:spid="_x0000_s1051" style="position:absolute;left:1930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</v:group>
                    <v:group id="Group 725" o:spid="_x0000_s1052" style="position:absolute;top:12534;width:24688;height:2730" coordorigin="6385" coordsize="14625,1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adc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">
                      <o:lock v:ext="edit" aspectratio="t"/>
                      <v:shape id="5-Point Star 39" o:spid="_x0000_s1053" style="position:absolute;left:6385;width:1710;height:1707;visibility:visible;mso-wrap-style:square;v-text-anchor:middle" coordsize="171044,170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" path="m,65208r65333,l85522,r20189,65208l171044,65208r-52856,40300l138377,170716,85522,130415,32667,170716,52856,105508,,65208xe" fillcolor="#581200 [1609]" stroked="f" strokeweight="1pt">
                        <v:stroke joinstyle="miter"/>
                        <v:path arrowok="t" o:connecttype="custom" o:connectlocs="0,65208;65333,65208;85522,0;105711,65208;171044,65208;118188,105508;138377,170716;85522,130415;32667,170716;52856,105508;0,65208" o:connectangles="0,0,0,0,0,0,0,0,0,0,0"/>
                      </v:shape>
                      <v:shape id="5-Point Star 40" o:spid="_x0000_s1054" style="position:absolute;left:1277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  <v:shape id="5-Point Star 41" o:spid="_x0000_s1055" style="position:absolute;left:1930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</v:group>
                  </v:group>
                </v:group>
                <v:group id="Group 729" o:spid="_x0000_s1056" style="position:absolute;top:39319;width:30797;height:17126" coordsize="30797,1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K1Z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n4HZ5nwhGQ6z8AAAD//wMAUEsBAi0AFAAGAAgAAAAhANvh9svuAAAAhQEAABMAAAAAAAAA&#10;AAAAAAAAAAAAAFtDb250ZW50X1R5cGVzXS54bWxQSwECLQAUAAYACAAAACEAWvQsW78AAAAVAQAA&#10;CwAAAAAAAAAAAAAAAAAfAQAAX3JlbHMvLnJlbHNQSwECLQAUAAYACAAAACEAJwCtWcYAAADcAAAA&#10;DwAAAAAAAAAAAAAAAAAHAgAAZHJzL2Rvd25yZXYueG1sUEsFBgAAAAADAAMAtwAAAPoCAAAAAA==&#10;">
                  <v:shape id="Freeform 6" o:spid="_x0000_s1057" style="position:absolute;width:30797;height:17125;visibility:visible;mso-wrap-style:square;v-text-anchor:middle" coordsize="3079750,1712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" path="m,l462280,r24130,l2593340,r3175,l3079750,r,508967l3035703,524085v-117037,54733,-199158,182869,-199158,332213c2836545,1005641,2918666,1133776,3035703,1188510r44047,15118l3079750,1712595r-486410,l2593340,1709420r-2106930,l486410,1712595,,1712595,,1203629r44047,-15119c161084,1133777,243205,1005641,243205,856298v,-149344,-82121,-277479,-199158,-332213l,508967,,xe" fillcolor="white [3212]" strokecolor="#581200 [1609]" strokeweight="1pt">
                    <v:stroke dashstyle="dash" joinstyle="miter"/>
                    <v:path arrowok="t" o:connecttype="custom" o:connectlocs="0,0;462280,0;486410,0;2593340,0;2596515,0;3079750,0;3079750,508967;3035703,524085;2836545,856298;3035703,1188510;3079750,1203628;3079750,1712595;2593340,1712595;2593340,1709420;486410,1709420;486410,1712595;0,1712595;0,1203629;44047,1188510;243205,856298;44047,524085;0,508967" o:connectangles="0,0,0,0,0,0,0,0,0,0,0,0,0,0,0,0,0,0,0,0,0,0"/>
                  </v:shape>
                  <v:group id="Group 732" o:spid="_x0000_s1058" style="position:absolute;left:3390;top:4469;width:23994;height:7856" coordorigin=",-628" coordsize="26935,7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an1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eA1TeDvTDgCcv0LAAD//wMAUEsBAi0AFAAGAAgAAAAhANvh9svuAAAAhQEAABMAAAAAAAAA&#10;AAAAAAAAAAAAAFtDb250ZW50X1R5cGVzXS54bWxQSwECLQAUAAYACAAAACEAWvQsW78AAAAVAQAA&#10;CwAAAAAAAAAAAAAAAAAfAQAAX3JlbHMvLnJlbHNQSwECLQAUAAYACAAAACEArH2p9cYAAADcAAAA&#10;DwAAAAAAAAAAAAAAAAAHAgAAZHJzL2Rvd25yZXYueG1sUEsFBgAAAAADAAMAtwAAAPoCAAAAAA==&#10;">
                    <v:line id="Straight Connector 733" o:spid="_x0000_s1059" style="position:absolute;visibility:visible;mso-wrap-style:square" from="0,-628" to="26935,-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" strokecolor="#581200 [1609]" strokeweight="1.5pt">
                      <v:stroke joinstyle="miter"/>
                    </v:line>
                    <v:line id="Straight Connector 734" o:spid="_x0000_s1060" style="position:absolute;visibility:visible;mso-wrap-style:square" from="0,7235" to="26935,7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" strokecolor="#581200 [1609]" strokeweight="1.5pt">
                      <v:stroke joinstyle="miter"/>
                    </v:line>
                  </v:group>
                  <v:group id="Group 736" o:spid="_x0000_s1061" style="position:absolute;left:3030;top:873;width:24689;height:15264" coordsize="24688,15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q/2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">
                    <v:group id="Group 738" o:spid="_x0000_s1062" style="position:absolute;width:24688;height:2730" coordorigin="6385" coordsize="14625,1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Z4f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">
                      <o:lock v:ext="edit" aspectratio="t"/>
                      <v:shape id="5-Point Star 39" o:spid="_x0000_s1063" style="position:absolute;left:6385;width:1710;height:1707;visibility:visible;mso-wrap-style:square;v-text-anchor:middle" coordsize="171044,170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" path="m,65208r65333,l85522,r20189,65208l171044,65208r-52856,40300l138377,170716,85522,130415,32667,170716,52856,105508,,65208xe" fillcolor="#581200 [1609]" stroked="f" strokeweight="1pt">
                        <v:stroke joinstyle="miter"/>
                        <v:path arrowok="t" o:connecttype="custom" o:connectlocs="0,65208;65333,65208;85522,0;105711,65208;171044,65208;118188,105508;138377,170716;85522,130415;32667,170716;52856,105508;0,65208" o:connectangles="0,0,0,0,0,0,0,0,0,0,0"/>
                      </v:shape>
                      <v:shape id="5-Point Star 40" o:spid="_x0000_s1064" style="position:absolute;left:1277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  <v:shape id="5-Point Star 41" o:spid="_x0000_s1065" style="position:absolute;left:1930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</v:group>
                    <v:group id="Group 742" o:spid="_x0000_s1066" style="position:absolute;top:12534;width:24688;height:2730" coordorigin="6385" coordsize="14625,1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9qI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">
                      <o:lock v:ext="edit" aspectratio="t"/>
                      <v:shape id="5-Point Star 39" o:spid="_x0000_s1067" style="position:absolute;left:6385;width:1710;height:1707;visibility:visible;mso-wrap-style:square;v-text-anchor:middle" coordsize="171044,170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" path="m,65208r65333,l85522,r20189,65208l171044,65208r-52856,40300l138377,170716,85522,130415,32667,170716,52856,105508,,65208xe" fillcolor="#581200 [1609]" stroked="f" strokeweight="1pt">
                        <v:stroke joinstyle="miter"/>
                        <v:path arrowok="t" o:connecttype="custom" o:connectlocs="0,65208;65333,65208;85522,0;105711,65208;171044,65208;118188,105508;138377,170716;85522,130415;32667,170716;52856,105508;0,65208" o:connectangles="0,0,0,0,0,0,0,0,0,0,0"/>
                      </v:shape>
                      <v:shape id="5-Point Star 40" o:spid="_x0000_s1068" style="position:absolute;left:1277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  <v:shape id="5-Point Star 41" o:spid="_x0000_s1069" style="position:absolute;left:1930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</v:group>
                  </v:group>
                </v:group>
                <v:group id="Group 746" o:spid="_x0000_s1070" style="position:absolute;top:78638;width:30797;height:17126" coordsize="30797,1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NyL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W/zBfydCUdArn4BAAD//wMAUEsBAi0AFAAGAAgAAAAhANvh9svuAAAAhQEAABMAAAAAAAAA&#10;AAAAAAAAAAAAAFtDb250ZW50X1R5cGVzXS54bWxQSwECLQAUAAYACAAAACEAWvQsW78AAAAVAQAA&#10;CwAAAAAAAAAAAAAAAAAfAQAAX3JlbHMvLnJlbHNQSwECLQAUAAYACAAAACEAi0Dci8YAAADcAAAA&#10;DwAAAAAAAAAAAAAAAAAHAgAAZHJzL2Rvd25yZXYueG1sUEsFBgAAAAADAAMAtwAAAPoCAAAAAA==&#10;">
                  <v:shape id="Freeform 6" o:spid="_x0000_s1071" style="position:absolute;width:30797;height:17125;visibility:visible;mso-wrap-style:square;v-text-anchor:middle" coordsize="3079750,1712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" path="m,l462280,r24130,l2593340,r3175,l3079750,r,508967l3035703,524085v-117037,54733,-199158,182869,-199158,332213c2836545,1005641,2918666,1133776,3035703,1188510r44047,15118l3079750,1712595r-486410,l2593340,1709420r-2106930,l486410,1712595,,1712595,,1203629r44047,-15119c161084,1133777,243205,1005641,243205,856298v,-149344,-82121,-277479,-199158,-332213l,508967,,xe" fillcolor="white [3212]" strokecolor="#581200 [1609]" strokeweight="1pt">
                    <v:stroke dashstyle="dash" joinstyle="miter"/>
                    <v:path arrowok="t" o:connecttype="custom" o:connectlocs="0,0;462280,0;486410,0;2593340,0;2596515,0;3079750,0;3079750,508967;3035703,524085;2836545,856298;3035703,1188510;3079750,1203628;3079750,1712595;2593340,1712595;2593340,1709420;486410,1709420;486410,1712595;0,1712595;0,1203629;44047,1188510;243205,856298;44047,524085;0,508967" o:connectangles="0,0,0,0,0,0,0,0,0,0,0,0,0,0,0,0,0,0,0,0,0,0"/>
                  </v:shape>
                  <v:group id="Group 749" o:spid="_x0000_s1072" style="position:absolute;left:3390;top:4469;width:23994;height:7856" coordorigin=",-628" coordsize="26935,7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0j5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eBlvoS/M+EIyM0vAAAA//8DAFBLAQItABQABgAIAAAAIQDb4fbL7gAAAIUBAAATAAAAAAAA&#10;AAAAAAAAAAAAAABbQ29udGVudF9UeXBlc10ueG1sUEsBAi0AFAAGAAgAAAAhAFr0LFu/AAAAFQEA&#10;AAsAAAAAAAAAAAAAAAAAHwEAAF9yZWxzLy5yZWxzUEsBAi0AFAAGAAgAAAAhAPrfSPnHAAAA3AAA&#10;AA8AAAAAAAAAAAAAAAAABwIAAGRycy9kb3ducmV2LnhtbFBLBQYAAAAAAwADALcAAAD7AgAAAAA=&#10;">
                    <v:line id="Straight Connector 750" o:spid="_x0000_s1073" style="position:absolute;visibility:visible;mso-wrap-style:square" from="0,-628" to="26935,-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" strokecolor="#581200 [1609]" strokeweight="1.5pt">
                      <v:stroke joinstyle="miter"/>
                    </v:line>
                    <v:line id="Straight Connector 751" o:spid="_x0000_s1074" style="position:absolute;visibility:visible;mso-wrap-style:square" from="0,7235" to="26935,7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" strokecolor="#581200 [1609]" strokeweight="1.5pt">
                      <v:stroke joinstyle="miter"/>
                    </v:line>
                  </v:group>
                  <v:group id="Group 753" o:spid="_x0000_s1075" style="position:absolute;left:3030;top:873;width:24689;height:15264" coordsize="24688,15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unO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Jl/B7JhwBuf4BAAD//wMAUEsBAi0AFAAGAAgAAAAhANvh9svuAAAAhQEAABMAAAAAAAAA&#10;AAAAAAAAAAAAAFtDb250ZW50X1R5cGVzXS54bWxQSwECLQAUAAYACAAAACEAWvQsW78AAAAVAQAA&#10;CwAAAAAAAAAAAAAAAAAfAQAAX3JlbHMvLnJlbHNQSwECLQAUAAYACAAAACEAHu7pzsYAAADcAAAA&#10;DwAAAAAAAAAAAAAAAAAHAgAAZHJzL2Rvd25yZXYueG1sUEsFBgAAAAADAAMAtwAAAPoCAAAAAA==&#10;">
                    <v:group id="Group 755" o:spid="_x0000_s1076" style="position:absolute;width:24688;height:2730" coordorigin="6385" coordsize="14625,1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9Qh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">
                      <o:lock v:ext="edit" aspectratio="t"/>
                      <v:shape id="5-Point Star 39" o:spid="_x0000_s1077" style="position:absolute;left:6385;width:1710;height:1707;visibility:visible;mso-wrap-style:square;v-text-anchor:middle" coordsize="171044,170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" path="m,65208r65333,l85522,r20189,65208l171044,65208r-52856,40300l138377,170716,85522,130415,32667,170716,52856,105508,,65208xe" fillcolor="#581200 [1609]" stroked="f" strokeweight="1pt">
                        <v:stroke joinstyle="miter"/>
                        <v:path arrowok="t" o:connecttype="custom" o:connectlocs="0,65208;65333,65208;85522,0;105711,65208;171044,65208;118188,105508;138377,170716;85522,130415;32667,170716;52856,105508;0,65208" o:connectangles="0,0,0,0,0,0,0,0,0,0,0"/>
                      </v:shape>
                      <v:shape id="5-Point Star 40" o:spid="_x0000_s1078" style="position:absolute;left:1277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  <v:shape id="5-Point Star 41" o:spid="_x0000_s1079" style="position:absolute;left:1930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</v:group>
                    <v:group id="Group 759" o:spid="_x0000_s1080" style="position:absolute;top:12534;width:24688;height:2730" coordorigin="6385" coordsize="14625,1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t4k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paLV/g7E46A3P4CAAD//wMAUEsBAi0AFAAGAAgAAAAhANvh9svuAAAAhQEAABMAAAAAAAAA&#10;AAAAAAAAAAAAAFtDb250ZW50X1R5cGVzXS54bWxQSwECLQAUAAYACAAAACEAWvQsW78AAAAVAQAA&#10;CwAAAAAAAAAAAAAAAAAfAQAAX3JlbHMvLnJlbHNQSwECLQAUAAYACAAAACEAfwbeJMYAAADcAAAA&#10;DwAAAAAAAAAAAAAAAAAHAgAAZHJzL2Rvd25yZXYueG1sUEsFBgAAAAADAAMAtwAAAPoCAAAAAA==&#10;">
                      <o:lock v:ext="edit" aspectratio="t"/>
                      <v:shape id="5-Point Star 39" o:spid="_x0000_s1081" style="position:absolute;left:6385;width:1710;height:1707;visibility:visible;mso-wrap-style:square;v-text-anchor:middle" coordsize="171044,170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" path="m,65208r65333,l85522,r20189,65208l171044,65208r-52856,40300l138377,170716,85522,130415,32667,170716,52856,105508,,65208xe" fillcolor="#581200 [1609]" stroked="f" strokeweight="1pt">
                        <v:stroke joinstyle="miter"/>
                        <v:path arrowok="t" o:connecttype="custom" o:connectlocs="0,65208;65333,65208;85522,0;105711,65208;171044,65208;118188,105508;138377,170716;85522,130415;32667,170716;52856,105508;0,65208" o:connectangles="0,0,0,0,0,0,0,0,0,0,0"/>
                      </v:shape>
                      <v:shape id="5-Point Star 40" o:spid="_x0000_s1082" style="position:absolute;left:1277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  <v:shape id="5-Point Star 41" o:spid="_x0000_s1083" style="position:absolute;left:1930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</v:group>
                  </v:group>
                </v:group>
                <v:group id="Group 763" o:spid="_x0000_s1084" style="position:absolute;top:59044;width:30797;height:17126" coordsize="30797,1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iNz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">
                  <v:shape id="Freeform 6" o:spid="_x0000_s1085" style="position:absolute;width:30797;height:17125;visibility:visible;mso-wrap-style:square;v-text-anchor:middle" coordsize="3079750,1712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" path="m,l462280,r24130,l2593340,r3175,l3079750,r,508967l3035703,524085v-117037,54733,-199158,182869,-199158,332213c2836545,1005641,2918666,1133776,3035703,1188510r44047,15118l3079750,1712595r-486410,l2593340,1709420r-2106930,l486410,1712595,,1712595,,1203629r44047,-15119c161084,1133777,243205,1005641,243205,856298v,-149344,-82121,-277479,-199158,-332213l,508967,,xe" fillcolor="white [3212]" strokecolor="#581200 [1609]" strokeweight="1pt">
                    <v:stroke dashstyle="dash" joinstyle="miter"/>
                    <v:path arrowok="t" o:connecttype="custom" o:connectlocs="0,0;462280,0;486410,0;2593340,0;2596515,0;3079750,0;3079750,508967;3035703,524085;2836545,856298;3035703,1188510;3079750,1203628;3079750,1712595;2593340,1712595;2593340,1709420;486410,1709420;486410,1712595;0,1712595;0,1203629;44047,1188510;243205,856298;44047,524085;0,508967" o:connectangles="0,0,0,0,0,0,0,0,0,0,0,0,0,0,0,0,0,0,0,0,0,0"/>
                  </v:shape>
                  <v:group id="Group 766" o:spid="_x0000_s1086" style="position:absolute;left:3390;top:4469;width:23994;height:7856" coordorigin=",-628" coordsize="26935,7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YDr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">
                    <v:line id="Straight Connector 767" o:spid="_x0000_s1087" style="position:absolute;visibility:visible;mso-wrap-style:square" from="0,-628" to="26935,-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" strokecolor="#581200 [1609]" strokeweight="1.5pt">
                      <v:stroke joinstyle="miter"/>
                    </v:line>
                    <v:line id="Straight Connector 768" o:spid="_x0000_s1088" style="position:absolute;visibility:visible;mso-wrap-style:square" from="0,7235" to="26935,7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" strokecolor="#581200 [1609]" strokeweight="1.5pt">
                      <v:stroke joinstyle="miter"/>
                    </v:line>
                  </v:group>
                  <v:group id="Group 770" o:spid="_x0000_s1089" style="position:absolute;left:3030;top:873;width:24689;height:15264" coordsize="24688,15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">
                    <v:group id="Group 772" o:spid="_x0000_s1090" style="position:absolute;width:24688;height:2730" coordorigin="6385" coordsize="14625,1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xA1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">
                      <o:lock v:ext="edit" aspectratio="t"/>
                      <v:shape id="5-Point Star 39" o:spid="_x0000_s1091" style="position:absolute;left:6385;width:1710;height:1707;visibility:visible;mso-wrap-style:square;v-text-anchor:middle" coordsize="171044,170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" path="m,65208r65333,l85522,r20189,65208l171044,65208r-52856,40300l138377,170716,85522,130415,32667,170716,52856,105508,,65208xe" fillcolor="#581200 [1609]" stroked="f" strokeweight="1pt">
                        <v:stroke joinstyle="miter"/>
                        <v:path arrowok="t" o:connecttype="custom" o:connectlocs="0,65208;65333,65208;85522,0;105711,65208;171044,65208;118188,105508;138377,170716;85522,130415;32667,170716;52856,105508;0,65208" o:connectangles="0,0,0,0,0,0,0,0,0,0,0"/>
                      </v:shape>
                      <v:shape id="5-Point Star 40" o:spid="_x0000_s1092" style="position:absolute;left:1277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  <v:shape id="5-Point Star 41" o:spid="_x0000_s1093" style="position:absolute;left:1930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</v:group>
                    <v:group id="Group 776" o:spid="_x0000_s1094" style="position:absolute;top:12534;width:24688;height:2730" coordorigin="6385" coordsize="14625,1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Y2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ZrOH3TDgC8vADAAD//wMAUEsBAi0AFAAGAAgAAAAhANvh9svuAAAAhQEAABMAAAAAAAAA&#10;AAAAAAAAAAAAAFtDb250ZW50X1R5cGVzXS54bWxQSwECLQAUAAYACAAAACEAWvQsW78AAAAVAQAA&#10;CwAAAAAAAAAAAAAAAAAfAQAAX3JlbHMvLnJlbHNQSwECLQAUAAYACAAAACEARSwWNsYAAADcAAAA&#10;DwAAAAAAAAAAAAAAAAAHAgAAZHJzL2Rvd25yZXYueG1sUEsFBgAAAAADAAMAtwAAAPoCAAAAAA==&#10;">
                      <o:lock v:ext="edit" aspectratio="t"/>
                      <v:shape id="5-Point Star 39" o:spid="_x0000_s1095" style="position:absolute;left:6385;width:1710;height:1707;visibility:visible;mso-wrap-style:square;v-text-anchor:middle" coordsize="171044,170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" path="m,65208r65333,l85522,r20189,65208l171044,65208r-52856,40300l138377,170716,85522,130415,32667,170716,52856,105508,,65208xe" fillcolor="#581200 [1609]" stroked="f" strokeweight="1pt">
                        <v:stroke joinstyle="miter"/>
                        <v:path arrowok="t" o:connecttype="custom" o:connectlocs="0,65208;65333,65208;85522,0;105711,65208;171044,65208;118188,105508;138377,170716;85522,130415;32667,170716;52856,105508;0,65208" o:connectangles="0,0,0,0,0,0,0,0,0,0,0"/>
                      </v:shape>
                      <v:shape id="5-Point Star 40" o:spid="_x0000_s1096" style="position:absolute;left:1277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  <v:shape id="5-Point Star 41" o:spid="_x0000_s1097" style="position:absolute;left:1930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</v:group>
                  </v:group>
                </v:group>
              </v:group>
              <v:group id="Group 781" o:spid="_x0000_s1098" style="position:absolute;left:42325;width:30798;height:95764" coordsize="30797,95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P5l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n0kMzzPhCMj5AwAA//8DAFBLAQItABQABgAIAAAAIQDb4fbL7gAAAIUBAAATAAAAAAAAAAAA&#10;AAAAAAAAAABbQ29udGVudF9UeXBlc10ueG1sUEsBAi0AFAAGAAgAAAAhAFr0LFu/AAAAFQEAAAsA&#10;AAAAAAAAAAAAAAAAHwEAAF9yZWxzLy5yZWxzUEsBAi0AFAAGAAgAAAAhAP8Q/mXEAAAA3AAAAA8A&#10;AAAAAAAAAAAAAAAABwIAAGRycy9kb3ducmV2LnhtbFBLBQYAAAAAAwADALcAAAD4AgAAAAA=&#10;">
                <v:group id="Group 790" o:spid="_x0000_s1099" style="position:absolute;width:30797;height:17125" coordsize="30797,1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">
                  <v:shape id="Freeform 6" o:spid="_x0000_s1100" style="position:absolute;width:30797;height:17125;visibility:visible;mso-wrap-style:square;v-text-anchor:middle" coordsize="3079750,1712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" path="m,l462280,r24130,l2593340,r3175,l3079750,r,508967l3035703,524085v-117037,54733,-199158,182869,-199158,332213c2836545,1005641,2918666,1133776,3035703,1188510r44047,15118l3079750,1712595r-486410,l2593340,1709420r-2106930,l486410,1712595,,1712595,,1203629r44047,-15119c161084,1133777,243205,1005641,243205,856298v,-149344,-82121,-277479,-199158,-332213l,508967,,xe" fillcolor="white [3212]" strokecolor="#581200 [1609]" strokeweight="1pt">
                    <v:stroke dashstyle="dash" joinstyle="miter"/>
                    <v:path arrowok="t" o:connecttype="custom" o:connectlocs="0,0;462280,0;486410,0;2593340,0;2596515,0;3079750,0;3079750,508967;3035703,524085;2836545,856298;3035703,1188510;3079750,1203628;3079750,1712595;2593340,1712595;2593340,1709420;486410,1709420;486410,1712595;0,1712595;0,1203629;44047,1188510;243205,856298;44047,524085;0,508967" o:connectangles="0,0,0,0,0,0,0,0,0,0,0,0,0,0,0,0,0,0,0,0,0,0"/>
                  </v:shape>
                  <v:group id="Group 800" o:spid="_x0000_s1101" style="position:absolute;left:3390;top:4469;width:23994;height:7856" coordorigin=",-628" coordsize="26935,7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">
                    <v:line id="Straight Connector 801" o:spid="_x0000_s1102" style="position:absolute;visibility:visible;mso-wrap-style:square" from="0,-628" to="26935,-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" strokecolor="#581200 [1609]" strokeweight="1.5pt">
                      <v:stroke joinstyle="miter"/>
                    </v:line>
                    <v:line id="Straight Connector 802" o:spid="_x0000_s1103" style="position:absolute;visibility:visible;mso-wrap-style:square" from="0,7235" to="26935,7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" strokecolor="#581200 [1609]" strokeweight="1.5pt">
                      <v:stroke joinstyle="miter"/>
                    </v:line>
                  </v:group>
                  <v:group id="Group 803" o:spid="_x0000_s1104" style="position:absolute;left:3030;top:873;width:24689;height:15264" coordsize="24688,15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">
                    <v:group id="Group 804" o:spid="_x0000_s1105" style="position:absolute;width:24688;height:2730" coordorigin="6385" coordsize="14625,1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Mrx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2gEzzPhCMj5AwAA//8DAFBLAQItABQABgAIAAAAIQDb4fbL7gAAAIUBAAATAAAAAAAAAAAA&#10;AAAAAAAAAABbQ29udGVudF9UeXBlc10ueG1sUEsBAi0AFAAGAAgAAAAhAFr0LFu/AAAAFQEAAAsA&#10;AAAAAAAAAAAAAAAAHwEAAF9yZWxzLy5yZWxzUEsBAi0AFAAGAAgAAAAhAHQAyvHEAAAA3AAAAA8A&#10;AAAAAAAAAAAAAAAABwIAAGRycy9kb3ducmV2LnhtbFBLBQYAAAAAAwADALcAAAD4AgAAAAA=&#10;">
                      <o:lock v:ext="edit" aspectratio="t"/>
                      <v:shape id="5-Point Star 39" o:spid="_x0000_s1106" style="position:absolute;left:6385;width:1710;height:1707;visibility:visible;mso-wrap-style:square;v-text-anchor:middle" coordsize="171044,170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" path="m,65208r65333,l85522,r20189,65208l171044,65208r-52856,40300l138377,170716,85522,130415,32667,170716,52856,105508,,65208xe" fillcolor="#581200 [1609]" stroked="f" strokeweight="1pt">
                        <v:stroke joinstyle="miter"/>
                        <v:path arrowok="t" o:connecttype="custom" o:connectlocs="0,65208;65333,65208;85522,0;105711,65208;171044,65208;118188,105508;138377,170716;85522,130415;32667,170716;52856,105508;0,65208" o:connectangles="0,0,0,0,0,0,0,0,0,0,0"/>
                      </v:shape>
                      <v:shape id="5-Point Star 40" o:spid="_x0000_s1107" style="position:absolute;left:1277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  <v:shape id="5-Point Star 41" o:spid="_x0000_s1108" style="position:absolute;left:1930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</v:group>
                    <v:group id="Group 808" o:spid="_x0000_s1109" style="position:absolute;top:12534;width:24688;height:2730" coordorigin="6385" coordsize="14625,1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">
                      <o:lock v:ext="edit" aspectratio="t"/>
                      <v:shape id="5-Point Star 39" o:spid="_x0000_s1110" style="position:absolute;left:6385;width:1710;height:1707;visibility:visible;mso-wrap-style:square;v-text-anchor:middle" coordsize="171044,170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" path="m,65208r65333,l85522,r20189,65208l171044,65208r-52856,40300l138377,170716,85522,130415,32667,170716,52856,105508,,65208xe" fillcolor="#581200 [1609]" stroked="f" strokeweight="1pt">
                        <v:stroke joinstyle="miter"/>
                        <v:path arrowok="t" o:connecttype="custom" o:connectlocs="0,65208;65333,65208;85522,0;105711,65208;171044,65208;118188,105508;138377,170716;85522,130415;32667,170716;52856,105508;0,65208" o:connectangles="0,0,0,0,0,0,0,0,0,0,0"/>
                      </v:shape>
                      <v:shape id="5-Point Star 40" o:spid="_x0000_s1111" style="position:absolute;left:1277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  <v:shape id="5-Point Star 41" o:spid="_x0000_s1112" style="position:absolute;left:1930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</v:group>
                  </v:group>
                </v:group>
                <v:group id="Group 812" o:spid="_x0000_s1113" style="position:absolute;top:19724;width:30797;height:17126" coordsize="30797,1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HD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jBG5nwhGQy38AAAD//wMAUEsBAi0AFAAGAAgAAAAhANvh9svuAAAAhQEAABMAAAAAAAAA&#10;AAAAAAAAAAAAAFtDb250ZW50X1R5cGVzXS54bWxQSwECLQAUAAYACAAAACEAWvQsW78AAAAVAQAA&#10;CwAAAAAAAAAAAAAAAAAfAQAAX3JlbHMvLnJlbHNQSwECLQAUAAYACAAAACEAEXxhw8YAAADcAAAA&#10;DwAAAAAAAAAAAAAAAAAHAgAAZHJzL2Rvd25yZXYueG1sUEsFBgAAAAADAAMAtwAAAPoCAAAAAA==&#10;">
                  <v:shape id="Freeform 6" o:spid="_x0000_s1114" style="position:absolute;width:30797;height:17125;visibility:visible;mso-wrap-style:square;v-text-anchor:middle" coordsize="3079750,1712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" path="m,l462280,r24130,l2593340,r3175,l3079750,r,508967l3035703,524085v-117037,54733,-199158,182869,-199158,332213c2836545,1005641,2918666,1133776,3035703,1188510r44047,15118l3079750,1712595r-486410,l2593340,1709420r-2106930,l486410,1712595,,1712595,,1203629r44047,-15119c161084,1133777,243205,1005641,243205,856298v,-149344,-82121,-277479,-199158,-332213l,508967,,xe" fillcolor="white [3212]" strokecolor="#581200 [1609]" strokeweight="1pt">
                    <v:stroke dashstyle="dash" joinstyle="miter"/>
                    <v:path arrowok="t" o:connecttype="custom" o:connectlocs="0,0;462280,0;486410,0;2593340,0;2596515,0;3079750,0;3079750,508967;3035703,524085;2836545,856298;3035703,1188510;3079750,1203628;3079750,1712595;2593340,1712595;2593340,1709420;486410,1709420;486410,1712595;0,1712595;0,1203629;44047,1188510;243205,856298;44047,524085;0,508967" o:connectangles="0,0,0,0,0,0,0,0,0,0,0,0,0,0,0,0,0,0,0,0,0,0"/>
                  </v:shape>
                  <v:group id="Group 814" o:spid="_x0000_s1115" style="position:absolute;left:3390;top:4469;width:23994;height:7856" coordorigin=",-628" coordsize="26935,7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Vws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3gEzzPhCMj5AwAA//8DAFBLAQItABQABgAIAAAAIQDb4fbL7gAAAIUBAAATAAAAAAAAAAAA&#10;AAAAAAAAAABbQ29udGVudF9UeXBlc10ueG1sUEsBAi0AFAAGAAgAAAAhAFr0LFu/AAAAFQEAAAsA&#10;AAAAAAAAAAAAAAAAHwEAAF9yZWxzLy5yZWxzUEsBAi0AFAAGAAgAAAAhAPHZXCzEAAAA3AAAAA8A&#10;AAAAAAAAAAAAAAAABwIAAGRycy9kb3ducmV2LnhtbFBLBQYAAAAAAwADALcAAAD4AgAAAAA=&#10;">
                    <v:line id="Straight Connector 815" o:spid="_x0000_s1116" style="position:absolute;visibility:visible;mso-wrap-style:square" from="0,-628" to="26935,-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" strokecolor="#581200 [1609]" strokeweight="1.5pt">
                      <v:stroke joinstyle="miter"/>
                    </v:line>
                    <v:line id="Straight Connector 816" o:spid="_x0000_s1117" style="position:absolute;visibility:visible;mso-wrap-style:square" from="0,7235" to="26935,7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" strokecolor="#581200 [1609]" strokeweight="1.5pt">
                      <v:stroke joinstyle="miter"/>
                    </v:line>
                  </v:group>
                  <v:group id="Group 817" o:spid="_x0000_s1118" style="position:absolute;left:3030;top:873;width:24689;height:15264" coordsize="24688,15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8Jb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SfwDzzPhCMj5AwAA//8DAFBLAQItABQABgAIAAAAIQDb4fbL7gAAAIUBAAATAAAAAAAAAAAA&#10;AAAAAAAAAABbQ29udGVudF9UeXBlc10ueG1sUEsBAi0AFAAGAAgAAAAhAFr0LFu/AAAAFQEAAAsA&#10;AAAAAAAAAAAAAAAAHwEAAF9yZWxzLy5yZWxzUEsBAi0AFAAGAAgAAAAhAAELwlvEAAAA3AAAAA8A&#10;AAAAAAAAAAAAAAAABwIAAGRycy9kb3ducmV2LnhtbFBLBQYAAAAAAwADALcAAAD4AgAAAAA=&#10;">
                    <v:group id="Group 818" o:spid="_x0000_s1119" style="position:absolute;width:24688;height:2730" coordorigin="6385" coordsize="14625,1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">
                      <o:lock v:ext="edit" aspectratio="t"/>
                      <v:shape id="5-Point Star 39" o:spid="_x0000_s1120" style="position:absolute;left:6385;width:1710;height:1707;visibility:visible;mso-wrap-style:square;v-text-anchor:middle" coordsize="171044,170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" path="m,65208r65333,l85522,r20189,65208l171044,65208r-52856,40300l138377,170716,85522,130415,32667,170716,52856,105508,,65208xe" fillcolor="#581200 [1609]" stroked="f" strokeweight="1pt">
                        <v:stroke joinstyle="miter"/>
                        <v:path arrowok="t" o:connecttype="custom" o:connectlocs="0,65208;65333,65208;85522,0;105711,65208;171044,65208;118188,105508;138377,170716;85522,130415;32667,170716;52856,105508;0,65208" o:connectangles="0,0,0,0,0,0,0,0,0,0,0"/>
                      </v:shape>
                      <v:shape id="5-Point Star 40" o:spid="_x0000_s1121" style="position:absolute;left:1277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  <v:shape id="5-Point Star 41" o:spid="_x0000_s1122" style="position:absolute;left:1930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</v:group>
                    <v:group id="Group 822" o:spid="_x0000_s1123" style="position:absolute;top:12534;width:24688;height:2730" coordorigin="6385" coordsize="14625,1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">
                      <o:lock v:ext="edit" aspectratio="t"/>
                      <v:shape id="5-Point Star 39" o:spid="_x0000_s1124" style="position:absolute;left:6385;width:1710;height:1707;visibility:visible;mso-wrap-style:square;v-text-anchor:middle" coordsize="171044,170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" path="m,65208r65333,l85522,r20189,65208l171044,65208r-52856,40300l138377,170716,85522,130415,32667,170716,52856,105508,,65208xe" fillcolor="#581200 [1609]" stroked="f" strokeweight="1pt">
                        <v:stroke joinstyle="miter"/>
                        <v:path arrowok="t" o:connecttype="custom" o:connectlocs="0,65208;65333,65208;85522,0;105711,65208;171044,65208;118188,105508;138377,170716;85522,130415;32667,170716;52856,105508;0,65208" o:connectangles="0,0,0,0,0,0,0,0,0,0,0"/>
                      </v:shape>
                      <v:shape id="5-Point Star 40" o:spid="_x0000_s1125" style="position:absolute;left:1277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  <v:shape id="5-Point Star 41" o:spid="_x0000_s1126" style="position:absolute;left:1930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</v:group>
                  </v:group>
                </v:group>
                <v:group id="Group 826" o:spid="_x0000_s1127" style="position:absolute;top:39319;width:30797;height:17126" coordsize="30797,1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619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OprA/5lwBOT8BQAA//8DAFBLAQItABQABgAIAAAAIQDb4fbL7gAAAIUBAAATAAAAAAAAAAAA&#10;AAAAAAAAAABbQ29udGVudF9UeXBlc10ueG1sUEsBAi0AFAAGAAgAAAAhAFr0LFu/AAAAFQEAAAsA&#10;AAAAAAAAAAAAAAAAHwEAAF9yZWxzLy5yZWxzUEsBAi0AFAAGAAgAAAAhAKArrX3EAAAA3AAAAA8A&#10;AAAAAAAAAAAAAAAABwIAAGRycy9kb3ducmV2LnhtbFBLBQYAAAAAAwADALcAAAD4AgAAAAA=&#10;">
                  <v:shape id="Freeform 6" o:spid="_x0000_s1128" style="position:absolute;width:30797;height:17125;visibility:visible;mso-wrap-style:square;v-text-anchor:middle" coordsize="3079750,1712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" path="m,l462280,r24130,l2593340,r3175,l3079750,r,508967l3035703,524085v-117037,54733,-199158,182869,-199158,332213c2836545,1005641,2918666,1133776,3035703,1188510r44047,15118l3079750,1712595r-486410,l2593340,1709420r-2106930,l486410,1712595,,1712595,,1203629r44047,-15119c161084,1133777,243205,1005641,243205,856298v,-149344,-82121,-277479,-199158,-332213l,508967,,xe" fillcolor="white [3212]" strokecolor="#581200 [1609]" strokeweight="1pt">
                    <v:stroke dashstyle="dash" joinstyle="miter"/>
                    <v:path arrowok="t" o:connecttype="custom" o:connectlocs="0,0;462280,0;486410,0;2593340,0;2596515,0;3079750,0;3079750,508967;3035703,524085;2836545,856298;3035703,1188510;3079750,1203628;3079750,1712595;2593340,1712595;2593340,1709420;486410,1709420;486410,1712595;0,1712595;0,1203629;44047,1188510;243205,856298;44047,524085;0,508967" o:connectangles="0,0,0,0,0,0,0,0,0,0,0,0,0,0,0,0,0,0,0,0,0,0"/>
                  </v:shape>
                  <v:group id="Group 828" o:spid="_x0000_s1129" style="position:absolute;left:3390;top:4469;width:23994;height:7856" coordorigin=",-628" coordsize="26935,7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JyU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">
                    <v:line id="Straight Connector 829" o:spid="_x0000_s1130" style="position:absolute;visibility:visible;mso-wrap-style:square" from="0,-628" to="26935,-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" strokecolor="#581200 [1609]" strokeweight="1.5pt">
                      <v:stroke joinstyle="miter"/>
                    </v:line>
                    <v:line id="Straight Connector 830" o:spid="_x0000_s1131" style="position:absolute;visibility:visible;mso-wrap-style:square" from="0,7235" to="26935,7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" strokecolor="#581200 [1609]" strokeweight="1.5pt">
                      <v:stroke joinstyle="miter"/>
                    </v:line>
                  </v:group>
                  <v:group id="Group 831" o:spid="_x0000_s1132" style="position:absolute;left:3030;top:873;width:24689;height:15264" coordsize="24688,15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6PU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2SSG55lwBOTiAQAA//8DAFBLAQItABQABgAIAAAAIQDb4fbL7gAAAIUBAAATAAAAAAAAAAAA&#10;AAAAAAAAAABbQ29udGVudF9UeXBlc10ueG1sUEsBAi0AFAAGAAgAAAAhAFr0LFu/AAAAFQEAAAsA&#10;AAAAAAAAAAAAAAAAHwEAAF9yZWxzLy5yZWxzUEsBAi0AFAAGAAgAAAAhAKobo9TEAAAA3AAAAA8A&#10;AAAAAAAAAAAAAAAABwIAAGRycy9kb3ducmV2LnhtbFBLBQYAAAAAAwADALcAAAD4AgAAAAA=&#10;">
                    <v:group id="Group 320" o:spid="_x0000_s1133" style="position:absolute;width:24688;height:2730" coordorigin="6385" coordsize="14625,1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    <o:lock v:ext="edit" aspectratio="t"/>
                      <v:shape id="5-Point Star 39" o:spid="_x0000_s1134" style="position:absolute;left:6385;width:1710;height:1707;visibility:visible;mso-wrap-style:square;v-text-anchor:middle" coordsize="171044,170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" path="m,65208r65333,l85522,r20189,65208l171044,65208r-52856,40300l138377,170716,85522,130415,32667,170716,52856,105508,,65208xe" fillcolor="#581200 [1609]" stroked="f" strokeweight="1pt">
                        <v:stroke joinstyle="miter"/>
                        <v:path arrowok="t" o:connecttype="custom" o:connectlocs="0,65208;65333,65208;85522,0;105711,65208;171044,65208;118188,105508;138377,170716;85522,130415;32667,170716;52856,105508;0,65208" o:connectangles="0,0,0,0,0,0,0,0,0,0,0"/>
                      </v:shape>
                      <v:shape id="5-Point Star 40" o:spid="_x0000_s1135" style="position:absolute;left:1277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  <v:shape id="5-Point Star 41" o:spid="_x0000_s1136" style="position:absolute;left:1930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</v:group>
                    <v:group id="Group 324" o:spid="_x0000_s1137" style="position:absolute;top:12534;width:24688;height:2730" coordorigin="6385" coordsize="14625,1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    <o:lock v:ext="edit" aspectratio="t"/>
                      <v:shape id="5-Point Star 39" o:spid="_x0000_s1138" style="position:absolute;left:6385;width:1710;height:1707;visibility:visible;mso-wrap-style:square;v-text-anchor:middle" coordsize="171044,170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" path="m,65208r65333,l85522,r20189,65208l171044,65208r-52856,40300l138377,170716,85522,130415,32667,170716,52856,105508,,65208xe" fillcolor="#581200 [1609]" stroked="f" strokeweight="1pt">
                        <v:stroke joinstyle="miter"/>
                        <v:path arrowok="t" o:connecttype="custom" o:connectlocs="0,65208;65333,65208;85522,0;105711,65208;171044,65208;118188,105508;138377,170716;85522,130415;32667,170716;52856,105508;0,65208" o:connectangles="0,0,0,0,0,0,0,0,0,0,0"/>
                      </v:shape>
                      <v:shape id="5-Point Star 40" o:spid="_x0000_s1139" style="position:absolute;left:1277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  <v:shape id="5-Point Star 41" o:spid="_x0000_s1140" style="position:absolute;left:1930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</v:group>
                  </v:group>
                </v:group>
                <v:group id="Group 328" o:spid="_x0000_s1141" style="position:absolute;top:78638;width:30797;height:17126" coordsize="30797,1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<v:shape id="Freeform 6" o:spid="_x0000_s1142" style="position:absolute;width:30797;height:17125;visibility:visible;mso-wrap-style:square;v-text-anchor:middle" coordsize="3079750,1712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" path="m,l462280,r24130,l2593340,r3175,l3079750,r,508967l3035703,524085v-117037,54733,-199158,182869,-199158,332213c2836545,1005641,2918666,1133776,3035703,1188510r44047,15118l3079750,1712595r-486410,l2593340,1709420r-2106930,l486410,1712595,,1712595,,1203629r44047,-15119c161084,1133777,243205,1005641,243205,856298v,-149344,-82121,-277479,-199158,-332213l,508967,,xe" fillcolor="white [3212]" strokecolor="#581200 [1609]" strokeweight="1pt">
                    <v:stroke dashstyle="dash" joinstyle="miter"/>
                    <v:path arrowok="t" o:connecttype="custom" o:connectlocs="0,0;462280,0;486410,0;2593340,0;2596515,0;3079750,0;3079750,508967;3035703,524085;2836545,856298;3035703,1188510;3079750,1203628;3079750,1712595;2593340,1712595;2593340,1709420;486410,1709420;486410,1712595;0,1712595;0,1203629;44047,1188510;243205,856298;44047,524085;0,508967" o:connectangles="0,0,0,0,0,0,0,0,0,0,0,0,0,0,0,0,0,0,0,0,0,0"/>
                  </v:shape>
                  <v:group id="Group 330" o:spid="_x0000_s1143" style="position:absolute;left:3390;top:4469;width:23994;height:7856" coordorigin=",-628" coordsize="26935,7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  <v:line id="Straight Connector 331" o:spid="_x0000_s1144" style="position:absolute;visibility:visible;mso-wrap-style:square" from="0,-628" to="26935,-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" strokecolor="#581200 [1609]" strokeweight="1.5pt">
                      <v:stroke joinstyle="miter"/>
                    </v:line>
                    <v:line id="Straight Connector 332" o:spid="_x0000_s1145" style="position:absolute;visibility:visible;mso-wrap-style:square" from="0,7235" to="26935,7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" strokecolor="#581200 [1609]" strokeweight="1.5pt">
                      <v:stroke joinstyle="miter"/>
                    </v:line>
                  </v:group>
                  <v:group id="Group 333" o:spid="_x0000_s1146" style="position:absolute;left:3030;top:873;width:24689;height:15264" coordsize="24688,15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  <v:group id="Group 334" o:spid="_x0000_s1147" style="position:absolute;width:24688;height:2730" coordorigin="6385" coordsize="14625,1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    <o:lock v:ext="edit" aspectratio="t"/>
                      <v:shape id="5-Point Star 39" o:spid="_x0000_s1148" style="position:absolute;left:6385;width:1710;height:1707;visibility:visible;mso-wrap-style:square;v-text-anchor:middle" coordsize="171044,170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" path="m,65208r65333,l85522,r20189,65208l171044,65208r-52856,40300l138377,170716,85522,130415,32667,170716,52856,105508,,65208xe" fillcolor="#581200 [1609]" stroked="f" strokeweight="1pt">
                        <v:stroke joinstyle="miter"/>
                        <v:path arrowok="t" o:connecttype="custom" o:connectlocs="0,65208;65333,65208;85522,0;105711,65208;171044,65208;118188,105508;138377,170716;85522,130415;32667,170716;52856,105508;0,65208" o:connectangles="0,0,0,0,0,0,0,0,0,0,0"/>
                      </v:shape>
                      <v:shape id="5-Point Star 40" o:spid="_x0000_s1149" style="position:absolute;left:1277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  <v:shape id="5-Point Star 41" o:spid="_x0000_s1150" style="position:absolute;left:1930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</v:group>
                    <v:group id="Group 338" o:spid="_x0000_s1151" style="position:absolute;top:12534;width:24688;height:2730" coordorigin="6385" coordsize="14625,1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    <o:lock v:ext="edit" aspectratio="t"/>
                      <v:shape id="5-Point Star 39" o:spid="_x0000_s1152" style="position:absolute;left:6385;width:1710;height:1707;visibility:visible;mso-wrap-style:square;v-text-anchor:middle" coordsize="171044,170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" path="m,65208r65333,l85522,r20189,65208l171044,65208r-52856,40300l138377,170716,85522,130415,32667,170716,52856,105508,,65208xe" fillcolor="#581200 [1609]" stroked="f" strokeweight="1pt">
                        <v:stroke joinstyle="miter"/>
                        <v:path arrowok="t" o:connecttype="custom" o:connectlocs="0,65208;65333,65208;85522,0;105711,65208;171044,65208;118188,105508;138377,170716;85522,130415;32667,170716;52856,105508;0,65208" o:connectangles="0,0,0,0,0,0,0,0,0,0,0"/>
                      </v:shape>
                      <v:shape id="5-Point Star 40" o:spid="_x0000_s1153" style="position:absolute;left:1277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  <v:shape id="5-Point Star 41" o:spid="_x0000_s1154" style="position:absolute;left:1930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</v:group>
                  </v:group>
                </v:group>
                <v:group id="Group 342" o:spid="_x0000_s1155" style="position:absolute;top:59044;width:30797;height:17126" coordsize="30797,1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HaR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6SODvTDgCcv0LAAD//wMAUEsBAi0AFAAGAAgAAAAhANvh9svuAAAAhQEAABMAAAAAAAAA&#10;AAAAAAAAAAAAAFtDb250ZW50X1R5cGVzXS54bWxQSwECLQAUAAYACAAAACEAWvQsW78AAAAVAQAA&#10;CwAAAAAAAAAAAAAAAAAfAQAAX3JlbHMvLnJlbHNQSwECLQAUAAYACAAAACEA7/R2kcYAAADcAAAA&#10;DwAAAAAAAAAAAAAAAAAHAgAAZHJzL2Rvd25yZXYueG1sUEsFBgAAAAADAAMAtwAAAPoCAAAAAA==&#10;">
                  <v:shape id="Freeform 6" o:spid="_x0000_s1156" style="position:absolute;width:30797;height:17125;visibility:visible;mso-wrap-style:square;v-text-anchor:middle" coordsize="3079750,1712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" path="m,l462280,r24130,l2593340,r3175,l3079750,r,508967l3035703,524085v-117037,54733,-199158,182869,-199158,332213c2836545,1005641,2918666,1133776,3035703,1188510r44047,15118l3079750,1712595r-486410,l2593340,1709420r-2106930,l486410,1712595,,1712595,,1203629r44047,-15119c161084,1133777,243205,1005641,243205,856298v,-149344,-82121,-277479,-199158,-332213l,508967,,xe" fillcolor="white [3212]" strokecolor="#581200 [1609]" strokeweight="1pt">
                    <v:stroke dashstyle="dash" joinstyle="miter"/>
                    <v:path arrowok="t" o:connecttype="custom" o:connectlocs="0,0;462280,0;486410,0;2593340,0;2596515,0;3079750,0;3079750,508967;3035703,524085;2836545,856298;3035703,1188510;3079750,1203628;3079750,1712595;2593340,1712595;2593340,1709420;486410,1709420;486410,1712595;0,1712595;0,1203629;44047,1188510;243205,856298;44047,524085;0,508967" o:connectangles="0,0,0,0,0,0,0,0,0,0,0,0,0,0,0,0,0,0,0,0,0,0"/>
                  </v:shape>
                  <v:group id="Group 344" o:spid="_x0000_s1157" style="position:absolute;left:3390;top:4469;width:23994;height:7856" coordorigin=",-628" coordsize="26935,7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t+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D1FLfsYAAADcAAAA&#10;DwAAAAAAAAAAAAAAAAAHAgAAZHJzL2Rvd25yZXYueG1sUEsFBgAAAAADAAMAtwAAAPoCAAAAAA==&#10;">
                    <v:line id="Straight Connector 345" o:spid="_x0000_s1158" style="position:absolute;visibility:visible;mso-wrap-style:square" from="0,-628" to="26935,-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" strokecolor="#581200 [1609]" strokeweight="1.5pt">
                      <v:stroke joinstyle="miter"/>
                    </v:line>
                    <v:line id="Straight Connector 346" o:spid="_x0000_s1159" style="position:absolute;visibility:visible;mso-wrap-style:square" from="0,7235" to="26935,7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" strokecolor="#581200 [1609]" strokeweight="1.5pt">
                      <v:stroke joinstyle="miter"/>
                    </v:line>
                  </v:group>
                  <v:group id="Group 347" o:spid="_x0000_s1160" style="position:absolute;left:3030;top:873;width:24689;height:15264" coordsize="24688,15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  <v:group id="Group 348" o:spid="_x0000_s1161" style="position:absolute;width:24688;height:2730" coordorigin="6385" coordsize="14625,1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    <o:lock v:ext="edit" aspectratio="t"/>
                      <v:shape id="5-Point Star 39" o:spid="_x0000_s1162" style="position:absolute;left:6385;width:1710;height:1707;visibility:visible;mso-wrap-style:square;v-text-anchor:middle" coordsize="171044,170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" path="m,65208r65333,l85522,r20189,65208l171044,65208r-52856,40300l138377,170716,85522,130415,32667,170716,52856,105508,,65208xe" fillcolor="#581200 [1609]" stroked="f" strokeweight="1pt">
                        <v:stroke joinstyle="miter"/>
                        <v:path arrowok="t" o:connecttype="custom" o:connectlocs="0,65208;65333,65208;85522,0;105711,65208;171044,65208;118188,105508;138377,170716;85522,130415;32667,170716;52856,105508;0,65208" o:connectangles="0,0,0,0,0,0,0,0,0,0,0"/>
                      </v:shape>
                      <v:shape id="5-Point Star 40" o:spid="_x0000_s1163" style="position:absolute;left:1277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  <v:shape id="5-Point Star 41" o:spid="_x0000_s1164" style="position:absolute;left:1930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</v:group>
                    <v:group id="Group 352" o:spid="_x0000_s1165" style="position:absolute;top:12534;width:24688;height:2730" coordorigin="6385" coordsize="14625,1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eBM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/C/5lwBOTmDwAA//8DAFBLAQItABQABgAIAAAAIQDb4fbL7gAAAIUBAAATAAAAAAAAAAAA&#10;AAAAAAAAAABbQ29udGVudF9UeXBlc10ueG1sUEsBAi0AFAAGAAgAAAAhAFr0LFu/AAAAFQEAAAsA&#10;AAAAAAAAAAAAAAAAHwEAAF9yZWxzLy5yZWxzUEsBAi0AFAAGAAgAAAAhAGot4EzEAAAA3AAAAA8A&#10;AAAAAAAAAAAAAAAABwIAAGRycy9kb3ducmV2LnhtbFBLBQYAAAAAAwADALcAAAD4AgAAAAA=&#10;">
                      <o:lock v:ext="edit" aspectratio="t"/>
                      <v:shape id="5-Point Star 39" o:spid="_x0000_s1166" style="position:absolute;left:6385;width:1710;height:1707;visibility:visible;mso-wrap-style:square;v-text-anchor:middle" coordsize="171044,170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" path="m,65208r65333,l85522,r20189,65208l171044,65208r-52856,40300l138377,170716,85522,130415,32667,170716,52856,105508,,65208xe" fillcolor="#581200 [1609]" stroked="f" strokeweight="1pt">
                        <v:stroke joinstyle="miter"/>
                        <v:path arrowok="t" o:connecttype="custom" o:connectlocs="0,65208;65333,65208;85522,0;105711,65208;171044,65208;118188,105508;138377,170716;85522,130415;32667,170716;52856,105508;0,65208" o:connectangles="0,0,0,0,0,0,0,0,0,0,0"/>
                      </v:shape>
                      <v:shape id="5-Point Star 40" o:spid="_x0000_s1167" style="position:absolute;left:1277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  <v:shape id="5-Point Star 41" o:spid="_x0000_s1168" style="position:absolute;left:19300;width:1710;height:1707;visibility:visible;mso-wrap-style:square;v-text-anchor:middle" coordsize="171044,17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" path="m,65207r65333,1l85522,r20189,65208l171044,65207r-52856,40300l138377,170715,85522,130414,32667,170715,52856,105507,,65207xe" fillcolor="#581200 [1609]" stroked="f" strokeweight="1pt">
                        <v:stroke joinstyle="miter"/>
                        <v:path arrowok="t" o:connecttype="custom" o:connectlocs="0,65207;65333,65208;85522,0;105711,65208;171044,65207;118188,105507;138377,170715;85522,130414;32667,170715;52856,105507;0,65207" o:connectangles="0,0,0,0,0,0,0,0,0,0,0"/>
                      </v:shape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877"/>
    <w:rsid w:val="000B644B"/>
    <w:rsid w:val="000E2CAF"/>
    <w:rsid w:val="000F7AF7"/>
    <w:rsid w:val="0015384D"/>
    <w:rsid w:val="00167157"/>
    <w:rsid w:val="00180BA2"/>
    <w:rsid w:val="001B1B09"/>
    <w:rsid w:val="002606A0"/>
    <w:rsid w:val="002A2221"/>
    <w:rsid w:val="002B1FDA"/>
    <w:rsid w:val="002D6788"/>
    <w:rsid w:val="00301F47"/>
    <w:rsid w:val="00383FCE"/>
    <w:rsid w:val="003C7763"/>
    <w:rsid w:val="004A42DC"/>
    <w:rsid w:val="004B577D"/>
    <w:rsid w:val="00567D76"/>
    <w:rsid w:val="00595DA7"/>
    <w:rsid w:val="00627DAD"/>
    <w:rsid w:val="00644877"/>
    <w:rsid w:val="00653DD9"/>
    <w:rsid w:val="0068350E"/>
    <w:rsid w:val="00721ACB"/>
    <w:rsid w:val="007E6940"/>
    <w:rsid w:val="00852CF5"/>
    <w:rsid w:val="008560BD"/>
    <w:rsid w:val="008636F8"/>
    <w:rsid w:val="00914A91"/>
    <w:rsid w:val="00987C62"/>
    <w:rsid w:val="00A52461"/>
    <w:rsid w:val="00A66544"/>
    <w:rsid w:val="00B333FB"/>
    <w:rsid w:val="00BB09CD"/>
    <w:rsid w:val="00C31BCE"/>
    <w:rsid w:val="00C556B2"/>
    <w:rsid w:val="00CD6963"/>
    <w:rsid w:val="00D45C4C"/>
    <w:rsid w:val="00D6159E"/>
    <w:rsid w:val="00D62E82"/>
    <w:rsid w:val="00D652EC"/>
    <w:rsid w:val="00D80921"/>
    <w:rsid w:val="00E310AF"/>
    <w:rsid w:val="00EA4B33"/>
    <w:rsid w:val="00EC7E6C"/>
    <w:rsid w:val="00F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EA607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2E82"/>
    <w:pPr>
      <w:spacing w:line="216" w:lineRule="auto"/>
      <w:jc w:val="center"/>
    </w:pPr>
    <w:rPr>
      <w:color w:val="591200" w:themeColor="accent6" w:themeShade="8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rsid w:val="00A52461"/>
    <w:rPr>
      <w:b/>
      <w:sz w:val="72"/>
      <w:szCs w:val="80"/>
    </w:rPr>
  </w:style>
  <w:style w:type="character" w:customStyle="1" w:styleId="TitleChar">
    <w:name w:val="Title Char"/>
    <w:basedOn w:val="DefaultParagraphFont"/>
    <w:link w:val="Title"/>
    <w:uiPriority w:val="1"/>
    <w:rsid w:val="00A52461"/>
    <w:rPr>
      <w:b/>
      <w:color w:val="591200" w:themeColor="accent6" w:themeShade="80"/>
      <w:sz w:val="72"/>
      <w:szCs w:val="80"/>
    </w:rPr>
  </w:style>
  <w:style w:type="paragraph" w:styleId="Subtitle">
    <w:name w:val="Subtitle"/>
    <w:basedOn w:val="Normal"/>
    <w:next w:val="Normal"/>
    <w:link w:val="SubtitleChar"/>
    <w:uiPriority w:val="2"/>
    <w:semiHidden/>
    <w:qFormat/>
    <w:pPr>
      <w:numPr>
        <w:ilvl w:val="1"/>
      </w:numPr>
      <w:spacing w:before="200" w:line="204" w:lineRule="auto"/>
    </w:pPr>
    <w:rPr>
      <w:b/>
      <w:bCs/>
      <w:caps/>
      <w:color w:val="B64926" w:themeColor="accent3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2"/>
    <w:semiHidden/>
    <w:rsid w:val="00A52461"/>
    <w:rPr>
      <w:b/>
      <w:bCs/>
      <w:caps/>
      <w:color w:val="B64926" w:themeColor="accent3"/>
      <w:spacing w:val="20"/>
      <w:sz w:val="28"/>
      <w:szCs w:val="28"/>
    </w:rPr>
  </w:style>
  <w:style w:type="character" w:styleId="Strong">
    <w:name w:val="Strong"/>
    <w:basedOn w:val="DefaultParagraphFont"/>
    <w:uiPriority w:val="3"/>
    <w:semiHidden/>
    <w:qFormat/>
    <w:rPr>
      <w:color w:val="FFBD47" w:themeColor="accent2"/>
    </w:rPr>
  </w:style>
  <w:style w:type="paragraph" w:styleId="Header">
    <w:name w:val="header"/>
    <w:basedOn w:val="Normal"/>
    <w:link w:val="HeaderChar"/>
    <w:uiPriority w:val="99"/>
    <w:semiHidden/>
    <w:rsid w:val="00627D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2461"/>
    <w:rPr>
      <w:color w:val="591200" w:themeColor="accent6" w:themeShade="80"/>
      <w:sz w:val="24"/>
    </w:rPr>
  </w:style>
  <w:style w:type="paragraph" w:styleId="Footer">
    <w:name w:val="footer"/>
    <w:basedOn w:val="Normal"/>
    <w:link w:val="FooterChar"/>
    <w:uiPriority w:val="99"/>
    <w:semiHidden/>
    <w:rsid w:val="00627D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2461"/>
    <w:rPr>
      <w:color w:val="591200" w:themeColor="accent6" w:themeShade="80"/>
      <w:sz w:val="24"/>
    </w:rPr>
  </w:style>
  <w:style w:type="paragraph" w:customStyle="1" w:styleId="EventName">
    <w:name w:val="Event Name"/>
    <w:basedOn w:val="Normal"/>
    <w:qFormat/>
    <w:rsid w:val="008636F8"/>
    <w:pPr>
      <w:spacing w:before="1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Event%20ticke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C61FAEB914949799633FF3900FE4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3D78E-5A00-4481-95FC-C4070F18AA8A}"/>
      </w:docPartPr>
      <w:docPartBody>
        <w:p w:rsidR="00000000" w:rsidRDefault="005D69C7">
          <w:pPr>
            <w:pStyle w:val="3C61FAEB914949799633FF3900FE41EC"/>
          </w:pPr>
          <w:r w:rsidRPr="000E2CAF">
            <w:t>[YOUR EVENT NAME]</w:t>
          </w:r>
        </w:p>
      </w:docPartBody>
    </w:docPart>
    <w:docPart>
      <w:docPartPr>
        <w:name w:val="1FE1E49E5FE1427D8DDEBF11A955E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9B2C9D-A01E-40C7-8027-98976438168F}"/>
      </w:docPartPr>
      <w:docPartBody>
        <w:p w:rsidR="00000000" w:rsidRDefault="005D69C7">
          <w:pPr>
            <w:pStyle w:val="1FE1E49E5FE1427D8DDEBF11A955E1C5"/>
          </w:pPr>
          <w:r>
            <w:t>Name</w:t>
          </w:r>
        </w:p>
      </w:docPartBody>
    </w:docPart>
    <w:docPart>
      <w:docPartPr>
        <w:name w:val="80AE10A4A16D483384370CD7B0EB7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C78E7-EC93-4B02-AD98-66372E596D36}"/>
      </w:docPartPr>
      <w:docPartBody>
        <w:p w:rsidR="00000000" w:rsidRDefault="005D69C7">
          <w:pPr>
            <w:pStyle w:val="80AE10A4A16D483384370CD7B0EB7080"/>
          </w:pPr>
          <w:r w:rsidRPr="00653DD9">
            <w:t>TICKET</w:t>
          </w:r>
        </w:p>
      </w:docPartBody>
    </w:docPart>
    <w:docPart>
      <w:docPartPr>
        <w:name w:val="F40605AED167463D87CCA61CB915AE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0F5C7F-EAE8-44A8-8ED3-C5C977A93395}"/>
      </w:docPartPr>
      <w:docPartBody>
        <w:p w:rsidR="00000000" w:rsidRDefault="005D69C7">
          <w:pPr>
            <w:pStyle w:val="F40605AED167463D87CCA61CB915AEF5"/>
          </w:pPr>
          <w:r w:rsidRPr="000E2CAF">
            <w:t>[YOUR EVENT NAME]</w:t>
          </w:r>
        </w:p>
      </w:docPartBody>
    </w:docPart>
    <w:docPart>
      <w:docPartPr>
        <w:name w:val="161D5B9B709E4A2AAC312BA69C85C8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9271E4-FD77-4D2A-9BC3-910E3208934F}"/>
      </w:docPartPr>
      <w:docPartBody>
        <w:p w:rsidR="00000000" w:rsidRDefault="005D69C7">
          <w:pPr>
            <w:pStyle w:val="161D5B9B709E4A2AAC312BA69C85C8D1"/>
          </w:pPr>
          <w:r>
            <w:t>Name</w:t>
          </w:r>
        </w:p>
      </w:docPartBody>
    </w:docPart>
    <w:docPart>
      <w:docPartPr>
        <w:name w:val="67E6061EA9E5494185A369DA84D9E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BD9D75-90FC-4E96-9F17-0DDF9C562EEA}"/>
      </w:docPartPr>
      <w:docPartBody>
        <w:p w:rsidR="00000000" w:rsidRDefault="005D69C7">
          <w:pPr>
            <w:pStyle w:val="67E6061EA9E5494185A369DA84D9EF55"/>
          </w:pPr>
          <w:r w:rsidRPr="004B577D">
            <w:rPr>
              <w:rStyle w:val="TitleChar"/>
            </w:rPr>
            <w:t>TICKET</w:t>
          </w:r>
        </w:p>
      </w:docPartBody>
    </w:docPart>
    <w:docPart>
      <w:docPartPr>
        <w:name w:val="5D4A2FC39FC44097981291FED28BA6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7E929-8C65-42E2-84D2-2C9A55CE9C12}"/>
      </w:docPartPr>
      <w:docPartBody>
        <w:p w:rsidR="00000000" w:rsidRDefault="005D69C7">
          <w:pPr>
            <w:pStyle w:val="5D4A2FC39FC44097981291FED28BA6DB"/>
          </w:pPr>
          <w:r w:rsidRPr="000E2CAF">
            <w:t>[YOUR EVENT NAME]</w:t>
          </w:r>
        </w:p>
      </w:docPartBody>
    </w:docPart>
    <w:docPart>
      <w:docPartPr>
        <w:name w:val="6F1C9105337547B2B06CAADB97ACD5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5B2E8-8A50-4855-8579-60ADF3C4C2F2}"/>
      </w:docPartPr>
      <w:docPartBody>
        <w:p w:rsidR="00000000" w:rsidRDefault="005D69C7">
          <w:pPr>
            <w:pStyle w:val="6F1C9105337547B2B06CAADB97ACD56A"/>
          </w:pPr>
          <w:r>
            <w:t>Name</w:t>
          </w:r>
        </w:p>
      </w:docPartBody>
    </w:docPart>
    <w:docPart>
      <w:docPartPr>
        <w:name w:val="4E705EB54B9D4CE8841EBC357114C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66EABE-8D09-4014-91BD-549A8F54F68D}"/>
      </w:docPartPr>
      <w:docPartBody>
        <w:p w:rsidR="00000000" w:rsidRDefault="005D69C7">
          <w:pPr>
            <w:pStyle w:val="4E705EB54B9D4CE8841EBC357114C8BF"/>
          </w:pPr>
          <w:r w:rsidRPr="00653DD9">
            <w:t>TICKET</w:t>
          </w:r>
        </w:p>
      </w:docPartBody>
    </w:docPart>
    <w:docPart>
      <w:docPartPr>
        <w:name w:val="641AB20E9239424BA1C2DA11D4CB3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0FCA85-FD96-4178-B17C-13E5FB3BFF66}"/>
      </w:docPartPr>
      <w:docPartBody>
        <w:p w:rsidR="00000000" w:rsidRDefault="005D69C7">
          <w:pPr>
            <w:pStyle w:val="641AB20E9239424BA1C2DA11D4CB3667"/>
          </w:pPr>
          <w:r w:rsidRPr="000E2CAF">
            <w:t>[YOUR EVENT NAME]</w:t>
          </w:r>
        </w:p>
      </w:docPartBody>
    </w:docPart>
    <w:docPart>
      <w:docPartPr>
        <w:name w:val="CF7F866A237A43DD91FBD604BEC92B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8A1E4-400A-4644-B114-12C452464371}"/>
      </w:docPartPr>
      <w:docPartBody>
        <w:p w:rsidR="00000000" w:rsidRDefault="005D69C7">
          <w:pPr>
            <w:pStyle w:val="CF7F866A237A43DD91FBD604BEC92B98"/>
          </w:pPr>
          <w:r>
            <w:t>Name</w:t>
          </w:r>
        </w:p>
      </w:docPartBody>
    </w:docPart>
    <w:docPart>
      <w:docPartPr>
        <w:name w:val="41536AA5739F49A9A1CDAB91FCCC1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0C5104-41A4-45A6-991F-DE6B63A958CB}"/>
      </w:docPartPr>
      <w:docPartBody>
        <w:p w:rsidR="00000000" w:rsidRDefault="005D69C7">
          <w:pPr>
            <w:pStyle w:val="41536AA5739F49A9A1CDAB91FCCC16C1"/>
          </w:pPr>
          <w:r w:rsidRPr="00653DD9">
            <w:t>TICKET</w:t>
          </w:r>
        </w:p>
      </w:docPartBody>
    </w:docPart>
    <w:docPart>
      <w:docPartPr>
        <w:name w:val="1FDB175603774023A98CA93A7EA7F6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B4A38E-2484-485A-8440-785A58ADBBAA}"/>
      </w:docPartPr>
      <w:docPartBody>
        <w:p w:rsidR="00000000" w:rsidRDefault="005D69C7">
          <w:pPr>
            <w:pStyle w:val="1FDB175603774023A98CA93A7EA7F6DE"/>
          </w:pPr>
          <w:r w:rsidRPr="000E2CAF">
            <w:t>[YOUR EVENT NAME]</w:t>
          </w:r>
        </w:p>
      </w:docPartBody>
    </w:docPart>
    <w:docPart>
      <w:docPartPr>
        <w:name w:val="2A57BAA8F122410F92AE2BCDFD1973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A6058D-AEF0-437C-9066-75C669AE18F9}"/>
      </w:docPartPr>
      <w:docPartBody>
        <w:p w:rsidR="00000000" w:rsidRDefault="005D69C7">
          <w:pPr>
            <w:pStyle w:val="2A57BAA8F122410F92AE2BCDFD197383"/>
          </w:pPr>
          <w:r>
            <w:t>Name</w:t>
          </w:r>
        </w:p>
      </w:docPartBody>
    </w:docPart>
    <w:docPart>
      <w:docPartPr>
        <w:name w:val="A2E629C1247841749C81373B915EFB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5EA6E-6FAE-4B98-A7EA-419DF8A2AE06}"/>
      </w:docPartPr>
      <w:docPartBody>
        <w:p w:rsidR="00000000" w:rsidRDefault="005D69C7">
          <w:pPr>
            <w:pStyle w:val="A2E629C1247841749C81373B915EFB3F"/>
          </w:pPr>
          <w:r w:rsidRPr="00653DD9">
            <w:t>TICKET</w:t>
          </w:r>
        </w:p>
      </w:docPartBody>
    </w:docPart>
    <w:docPart>
      <w:docPartPr>
        <w:name w:val="E567AD3302DE4B3A88E518B326E553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198E72-CCF5-4222-B4B7-F5C709F89690}"/>
      </w:docPartPr>
      <w:docPartBody>
        <w:p w:rsidR="00000000" w:rsidRDefault="005D69C7">
          <w:pPr>
            <w:pStyle w:val="E567AD3302DE4B3A88E518B326E5535D"/>
          </w:pPr>
          <w:r w:rsidRPr="000E2CAF">
            <w:t>[YOUR EVENT NAME]</w:t>
          </w:r>
        </w:p>
      </w:docPartBody>
    </w:docPart>
    <w:docPart>
      <w:docPartPr>
        <w:name w:val="7887C2F2AB7A451DB2C0E6F48CF1C6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5F008C-CD87-470C-9CB0-BF1D506E7DA7}"/>
      </w:docPartPr>
      <w:docPartBody>
        <w:p w:rsidR="00000000" w:rsidRDefault="005D69C7">
          <w:pPr>
            <w:pStyle w:val="7887C2F2AB7A451DB2C0E6F48CF1C69E"/>
          </w:pPr>
          <w:r>
            <w:t>Name</w:t>
          </w:r>
        </w:p>
      </w:docPartBody>
    </w:docPart>
    <w:docPart>
      <w:docPartPr>
        <w:name w:val="EE939A2C057E4C189A65BCE124BF7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6D025-BBEA-4677-9BCB-775CD0A09E24}"/>
      </w:docPartPr>
      <w:docPartBody>
        <w:p w:rsidR="00000000" w:rsidRDefault="005D69C7">
          <w:pPr>
            <w:pStyle w:val="EE939A2C057E4C189A65BCE124BF740F"/>
          </w:pPr>
          <w:r w:rsidRPr="00653DD9">
            <w:t>TICKET</w:t>
          </w:r>
        </w:p>
      </w:docPartBody>
    </w:docPart>
    <w:docPart>
      <w:docPartPr>
        <w:name w:val="37F91899A6004BDCA135889A2A4573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436E9-A3CA-492A-BF16-6538F18109E1}"/>
      </w:docPartPr>
      <w:docPartBody>
        <w:p w:rsidR="00000000" w:rsidRDefault="005D69C7">
          <w:pPr>
            <w:pStyle w:val="37F91899A6004BDCA135889A2A457338"/>
          </w:pPr>
          <w:r w:rsidRPr="000E2CAF">
            <w:t>[YOUR EVENT NAME]</w:t>
          </w:r>
        </w:p>
      </w:docPartBody>
    </w:docPart>
    <w:docPart>
      <w:docPartPr>
        <w:name w:val="DFBBA434804F49AFBD64AD27B5F7F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6D2342-6EA8-4926-9877-494C1938FECD}"/>
      </w:docPartPr>
      <w:docPartBody>
        <w:p w:rsidR="00000000" w:rsidRDefault="005D69C7">
          <w:pPr>
            <w:pStyle w:val="DFBBA434804F49AFBD64AD27B5F7F594"/>
          </w:pPr>
          <w:r>
            <w:t>Name</w:t>
          </w:r>
        </w:p>
      </w:docPartBody>
    </w:docPart>
    <w:docPart>
      <w:docPartPr>
        <w:name w:val="6F2068DCDB9B44E18204A69087D862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DF6949-1D6E-40AE-A0F4-919C3EB85C50}"/>
      </w:docPartPr>
      <w:docPartBody>
        <w:p w:rsidR="00000000" w:rsidRDefault="005D69C7">
          <w:pPr>
            <w:pStyle w:val="6F2068DCDB9B44E18204A69087D862BB"/>
          </w:pPr>
          <w:r w:rsidRPr="00653DD9">
            <w:t>TICKET</w:t>
          </w:r>
        </w:p>
      </w:docPartBody>
    </w:docPart>
    <w:docPart>
      <w:docPartPr>
        <w:name w:val="4A3BE6E0D02B44B9A754BA92B250C0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4DEB8-2EE5-452E-8BBB-AEC728E15882}"/>
      </w:docPartPr>
      <w:docPartBody>
        <w:p w:rsidR="00000000" w:rsidRDefault="005D69C7">
          <w:pPr>
            <w:pStyle w:val="4A3BE6E0D02B44B9A754BA92B250C08C"/>
          </w:pPr>
          <w:r w:rsidRPr="000E2CAF">
            <w:t>[YOUR EVENT NAME]</w:t>
          </w:r>
        </w:p>
      </w:docPartBody>
    </w:docPart>
    <w:docPart>
      <w:docPartPr>
        <w:name w:val="940E23B9F7694C3290BB5961D8544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9C026C-8637-49C0-9F09-54A6E5922EBD}"/>
      </w:docPartPr>
      <w:docPartBody>
        <w:p w:rsidR="00000000" w:rsidRDefault="005D69C7">
          <w:pPr>
            <w:pStyle w:val="940E23B9F7694C3290BB5961D8544E2C"/>
          </w:pPr>
          <w:r>
            <w:t>Name</w:t>
          </w:r>
        </w:p>
      </w:docPartBody>
    </w:docPart>
    <w:docPart>
      <w:docPartPr>
        <w:name w:val="97B9214245504EA8945B526EE17AB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66715-47AC-4A17-9F7B-5DD5D3D4EA6E}"/>
      </w:docPartPr>
      <w:docPartBody>
        <w:p w:rsidR="00000000" w:rsidRDefault="005D69C7">
          <w:pPr>
            <w:pStyle w:val="97B9214245504EA8945B526EE17AB6D4"/>
          </w:pPr>
          <w:r w:rsidRPr="00653DD9">
            <w:t>TICKET</w:t>
          </w:r>
        </w:p>
      </w:docPartBody>
    </w:docPart>
    <w:docPart>
      <w:docPartPr>
        <w:name w:val="B60C29716046465AB155C9C4EC1760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22CEB-6A6B-40C7-B56C-BBAEAE2ACDC6}"/>
      </w:docPartPr>
      <w:docPartBody>
        <w:p w:rsidR="00000000" w:rsidRDefault="005D69C7">
          <w:pPr>
            <w:pStyle w:val="B60C29716046465AB155C9C4EC17601C"/>
          </w:pPr>
          <w:r w:rsidRPr="000E2CAF">
            <w:t>[YOUR EVENT NAME]</w:t>
          </w:r>
        </w:p>
      </w:docPartBody>
    </w:docPart>
    <w:docPart>
      <w:docPartPr>
        <w:name w:val="BACBF6484CD1438C943B0C8B7A06B0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4CB058-0524-447A-82D2-1A60AE279A52}"/>
      </w:docPartPr>
      <w:docPartBody>
        <w:p w:rsidR="00000000" w:rsidRDefault="005D69C7">
          <w:pPr>
            <w:pStyle w:val="BACBF6484CD1438C943B0C8B7A06B01F"/>
          </w:pPr>
          <w:r>
            <w:t>Name</w:t>
          </w:r>
        </w:p>
      </w:docPartBody>
    </w:docPart>
    <w:docPart>
      <w:docPartPr>
        <w:name w:val="144F4CD33A964DC29BDD080B2263B0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3E7EF9-3C54-402F-A83D-FF8699B52EB6}"/>
      </w:docPartPr>
      <w:docPartBody>
        <w:p w:rsidR="00000000" w:rsidRDefault="005D69C7">
          <w:pPr>
            <w:pStyle w:val="144F4CD33A964DC29BDD080B2263B051"/>
          </w:pPr>
          <w:r w:rsidRPr="00653DD9">
            <w:t>TICKET</w:t>
          </w:r>
        </w:p>
      </w:docPartBody>
    </w:docPart>
    <w:docPart>
      <w:docPartPr>
        <w:name w:val="51BAAECDA5674B49B755219D3D119A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F8FAC-660F-4558-A0D6-1528D142410A}"/>
      </w:docPartPr>
      <w:docPartBody>
        <w:p w:rsidR="00000000" w:rsidRDefault="005D69C7">
          <w:pPr>
            <w:pStyle w:val="51BAAECDA5674B49B755219D3D119A90"/>
          </w:pPr>
          <w:r w:rsidRPr="000E2CAF">
            <w:t>[YOUR EVENT NAME]</w:t>
          </w:r>
        </w:p>
      </w:docPartBody>
    </w:docPart>
    <w:docPart>
      <w:docPartPr>
        <w:name w:val="724DB58CB1064A1E8D585C3EDC3ACA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854D6-1B9B-4884-B326-17C9AA8C8F90}"/>
      </w:docPartPr>
      <w:docPartBody>
        <w:p w:rsidR="00000000" w:rsidRDefault="005D69C7">
          <w:pPr>
            <w:pStyle w:val="724DB58CB1064A1E8D585C3EDC3ACA50"/>
          </w:pPr>
          <w:r>
            <w:t>Name</w:t>
          </w:r>
        </w:p>
      </w:docPartBody>
    </w:docPart>
    <w:docPart>
      <w:docPartPr>
        <w:name w:val="67BA134E66994234B3D776D3AB00C6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169BA0-CADB-4D55-A369-73EFE71A886F}"/>
      </w:docPartPr>
      <w:docPartBody>
        <w:p w:rsidR="00000000" w:rsidRDefault="005D69C7">
          <w:pPr>
            <w:pStyle w:val="67BA134E66994234B3D776D3AB00C6A1"/>
          </w:pPr>
          <w:r w:rsidRPr="00653DD9">
            <w:t>TICKET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HGMinchoB">
    <w:altName w:val="Yu Gothic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GothicE">
    <w:charset w:val="80"/>
    <w:family w:val="swiss"/>
    <w:pitch w:val="variable"/>
    <w:sig w:usb0="E00002FF" w:usb1="6AC7FDFB" w:usb2="00000012" w:usb3="00000000" w:csb0="0002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9C7"/>
    <w:rsid w:val="005D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C61FAEB914949799633FF3900FE41EC">
    <w:name w:val="3C61FAEB914949799633FF3900FE41EC"/>
  </w:style>
  <w:style w:type="paragraph" w:customStyle="1" w:styleId="1FE1E49E5FE1427D8DDEBF11A955E1C5">
    <w:name w:val="1FE1E49E5FE1427D8DDEBF11A955E1C5"/>
  </w:style>
  <w:style w:type="paragraph" w:customStyle="1" w:styleId="80AE10A4A16D483384370CD7B0EB7080">
    <w:name w:val="80AE10A4A16D483384370CD7B0EB7080"/>
  </w:style>
  <w:style w:type="paragraph" w:customStyle="1" w:styleId="F40605AED167463D87CCA61CB915AEF5">
    <w:name w:val="F40605AED167463D87CCA61CB915AEF5"/>
  </w:style>
  <w:style w:type="paragraph" w:customStyle="1" w:styleId="161D5B9B709E4A2AAC312BA69C85C8D1">
    <w:name w:val="161D5B9B709E4A2AAC312BA69C85C8D1"/>
  </w:style>
  <w:style w:type="paragraph" w:styleId="Title">
    <w:name w:val="Title"/>
    <w:basedOn w:val="Normal"/>
    <w:next w:val="Normal"/>
    <w:link w:val="TitleChar"/>
    <w:uiPriority w:val="1"/>
    <w:qFormat/>
    <w:pPr>
      <w:spacing w:after="0" w:line="216" w:lineRule="auto"/>
      <w:jc w:val="center"/>
    </w:pPr>
    <w:rPr>
      <w:b/>
      <w:color w:val="385623" w:themeColor="accent6" w:themeShade="80"/>
      <w:sz w:val="72"/>
      <w:szCs w:val="80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Pr>
      <w:b/>
      <w:color w:val="385623" w:themeColor="accent6" w:themeShade="80"/>
      <w:sz w:val="72"/>
      <w:szCs w:val="80"/>
      <w:lang w:eastAsia="ja-JP"/>
    </w:rPr>
  </w:style>
  <w:style w:type="paragraph" w:customStyle="1" w:styleId="67E6061EA9E5494185A369DA84D9EF55">
    <w:name w:val="67E6061EA9E5494185A369DA84D9EF55"/>
  </w:style>
  <w:style w:type="paragraph" w:customStyle="1" w:styleId="5D4A2FC39FC44097981291FED28BA6DB">
    <w:name w:val="5D4A2FC39FC44097981291FED28BA6DB"/>
  </w:style>
  <w:style w:type="paragraph" w:customStyle="1" w:styleId="6F1C9105337547B2B06CAADB97ACD56A">
    <w:name w:val="6F1C9105337547B2B06CAADB97ACD56A"/>
  </w:style>
  <w:style w:type="paragraph" w:customStyle="1" w:styleId="4E705EB54B9D4CE8841EBC357114C8BF">
    <w:name w:val="4E705EB54B9D4CE8841EBC357114C8BF"/>
  </w:style>
  <w:style w:type="paragraph" w:customStyle="1" w:styleId="641AB20E9239424BA1C2DA11D4CB3667">
    <w:name w:val="641AB20E9239424BA1C2DA11D4CB3667"/>
  </w:style>
  <w:style w:type="paragraph" w:customStyle="1" w:styleId="CF7F866A237A43DD91FBD604BEC92B98">
    <w:name w:val="CF7F866A237A43DD91FBD604BEC92B98"/>
  </w:style>
  <w:style w:type="paragraph" w:customStyle="1" w:styleId="41536AA5739F49A9A1CDAB91FCCC16C1">
    <w:name w:val="41536AA5739F49A9A1CDAB91FCCC16C1"/>
  </w:style>
  <w:style w:type="paragraph" w:customStyle="1" w:styleId="1FDB175603774023A98CA93A7EA7F6DE">
    <w:name w:val="1FDB175603774023A98CA93A7EA7F6DE"/>
  </w:style>
  <w:style w:type="paragraph" w:customStyle="1" w:styleId="2A57BAA8F122410F92AE2BCDFD197383">
    <w:name w:val="2A57BAA8F122410F92AE2BCDFD197383"/>
  </w:style>
  <w:style w:type="paragraph" w:customStyle="1" w:styleId="A2E629C1247841749C81373B915EFB3F">
    <w:name w:val="A2E629C1247841749C81373B915EFB3F"/>
  </w:style>
  <w:style w:type="paragraph" w:customStyle="1" w:styleId="E567AD3302DE4B3A88E518B326E5535D">
    <w:name w:val="E567AD3302DE4B3A88E518B326E5535D"/>
  </w:style>
  <w:style w:type="paragraph" w:customStyle="1" w:styleId="7887C2F2AB7A451DB2C0E6F48CF1C69E">
    <w:name w:val="7887C2F2AB7A451DB2C0E6F48CF1C69E"/>
  </w:style>
  <w:style w:type="paragraph" w:customStyle="1" w:styleId="EE939A2C057E4C189A65BCE124BF740F">
    <w:name w:val="EE939A2C057E4C189A65BCE124BF740F"/>
  </w:style>
  <w:style w:type="paragraph" w:customStyle="1" w:styleId="37F91899A6004BDCA135889A2A457338">
    <w:name w:val="37F91899A6004BDCA135889A2A457338"/>
  </w:style>
  <w:style w:type="paragraph" w:customStyle="1" w:styleId="DFBBA434804F49AFBD64AD27B5F7F594">
    <w:name w:val="DFBBA434804F49AFBD64AD27B5F7F594"/>
  </w:style>
  <w:style w:type="paragraph" w:customStyle="1" w:styleId="6F2068DCDB9B44E18204A69087D862BB">
    <w:name w:val="6F2068DCDB9B44E18204A69087D862BB"/>
  </w:style>
  <w:style w:type="paragraph" w:customStyle="1" w:styleId="4A3BE6E0D02B44B9A754BA92B250C08C">
    <w:name w:val="4A3BE6E0D02B44B9A754BA92B250C08C"/>
  </w:style>
  <w:style w:type="paragraph" w:customStyle="1" w:styleId="940E23B9F7694C3290BB5961D8544E2C">
    <w:name w:val="940E23B9F7694C3290BB5961D8544E2C"/>
  </w:style>
  <w:style w:type="paragraph" w:customStyle="1" w:styleId="97B9214245504EA8945B526EE17AB6D4">
    <w:name w:val="97B9214245504EA8945B526EE17AB6D4"/>
  </w:style>
  <w:style w:type="paragraph" w:customStyle="1" w:styleId="B60C29716046465AB155C9C4EC17601C">
    <w:name w:val="B60C29716046465AB155C9C4EC17601C"/>
  </w:style>
  <w:style w:type="paragraph" w:customStyle="1" w:styleId="BACBF6484CD1438C943B0C8B7A06B01F">
    <w:name w:val="BACBF6484CD1438C943B0C8B7A06B01F"/>
  </w:style>
  <w:style w:type="paragraph" w:customStyle="1" w:styleId="144F4CD33A964DC29BDD080B2263B051">
    <w:name w:val="144F4CD33A964DC29BDD080B2263B051"/>
  </w:style>
  <w:style w:type="paragraph" w:customStyle="1" w:styleId="51BAAECDA5674B49B755219D3D119A90">
    <w:name w:val="51BAAECDA5674B49B755219D3D119A90"/>
  </w:style>
  <w:style w:type="paragraph" w:customStyle="1" w:styleId="724DB58CB1064A1E8D585C3EDC3ACA50">
    <w:name w:val="724DB58CB1064A1E8D585C3EDC3ACA50"/>
  </w:style>
  <w:style w:type="paragraph" w:customStyle="1" w:styleId="67BA134E66994234B3D776D3AB00C6A1">
    <w:name w:val="67BA134E66994234B3D776D3AB00C6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Tw Cen MT-Rockwell">
      <a:majorFont>
        <a:latin typeface="Tw Cen MT" panose="020B0602020104020603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Rockwell" panose="02060603020205020403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9D35C43-8D92-4AFC-A377-4567AECA2DAC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9BFCD9FC-D38C-4A65-8C4A-39F71571B4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6442E5-01A3-41A2-A981-F86F7D3D4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389DE4-34AF-4E5A-81BE-29905B5DE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Event tickets.dotx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2019-05-02T08:10:00Z</dcterms:created>
  <dcterms:modified xsi:type="dcterms:W3CDTF">2019-05-02T08:19:00Z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