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Ticket layout for 10 tickets per page."/>
      </w:tblPr>
      <w:tblGrid>
        <w:gridCol w:w="5040"/>
        <w:gridCol w:w="5040"/>
      </w:tblGrid>
      <w:tr w:rsidR="00C554A0">
        <w:trPr>
          <w:trHeight w:hRule="exact" w:val="2880"/>
          <w:jc w:val="center"/>
        </w:trPr>
        <w:tc>
          <w:tcPr>
            <w:tcW w:w="5040" w:type="dxa"/>
            <w:vAlign w:val="center"/>
          </w:tcPr>
          <w:tbl>
            <w:tblPr>
              <w:tblW w:w="0" w:type="auto"/>
              <w:jc w:val="center"/>
              <w:tblLayout w:type="fixed"/>
              <w:tblLook w:val="04A0" w:firstRow="1" w:lastRow="0" w:firstColumn="1" w:lastColumn="0" w:noHBand="0" w:noVBand="1"/>
              <w:tblDescription w:val="Ticket text"/>
            </w:tblPr>
            <w:tblGrid>
              <w:gridCol w:w="3960"/>
            </w:tblGrid>
            <w:tr w:rsidR="00C554A0">
              <w:trPr>
                <w:cantSplit/>
                <w:trHeight w:hRule="exact" w:val="72"/>
                <w:jc w:val="center"/>
              </w:trPr>
              <w:tc>
                <w:tcPr>
                  <w:tcW w:w="3960" w:type="dxa"/>
                  <w:tcBorders>
                    <w:top w:val="single" w:sz="6" w:space="0" w:color="EEEADC" w:themeColor="background2"/>
                    <w:bottom w:val="single" w:sz="6" w:space="0" w:color="EEEADC" w:themeColor="background2"/>
                  </w:tcBorders>
                </w:tcPr>
                <w:p w:rsidR="00C554A0" w:rsidRDefault="00C554A0">
                  <w:pPr>
                    <w:jc w:val="center"/>
                  </w:pPr>
                  <w:bookmarkStart w:id="0" w:name="_GoBack"/>
                  <w:bookmarkEnd w:id="0"/>
                </w:p>
              </w:tc>
            </w:tr>
            <w:tr w:rsidR="00C554A0">
              <w:trPr>
                <w:cantSplit/>
                <w:trHeight w:hRule="exact" w:val="1714"/>
                <w:jc w:val="center"/>
              </w:trPr>
              <w:tc>
                <w:tcPr>
                  <w:tcW w:w="3960" w:type="dxa"/>
                  <w:tcBorders>
                    <w:top w:val="single" w:sz="6" w:space="0" w:color="EEEADC" w:themeColor="background2"/>
                    <w:bottom w:val="single" w:sz="6" w:space="0" w:color="EEEADC" w:themeColor="background2"/>
                  </w:tcBorders>
                  <w:vAlign w:val="center"/>
                </w:tcPr>
                <w:p w:rsidR="00C554A0" w:rsidRDefault="00113002">
                  <w:pPr>
                    <w:pStyle w:val="Subtitle"/>
                  </w:pPr>
                  <w:sdt>
                    <w:sdtPr>
                      <w:alias w:val="Subtitle"/>
                      <w:tag w:val=""/>
                      <w:id w:val="747850347"/>
                      <w:placeholder>
                        <w:docPart w:val="B1DB784FBFAD46E2B2C89CB0AF9FC8EF"/>
                      </w:placeholder>
                      <w:showingPlcHdr/>
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<w15:appearance w15:val="hidden"/>
                      <w:text/>
                    </w:sdtPr>
                    <w:sdtEndPr/>
                    <w:sdtContent>
                      <w:r>
                        <w:t>[Your Event Name]</w:t>
                      </w:r>
                    </w:sdtContent>
                  </w:sdt>
                </w:p>
                <w:sdt>
                  <w:sdtPr>
                    <w:alias w:val="Title"/>
                    <w:tag w:val=""/>
                    <w:id w:val="801959642"/>
                    <w:placeholder>
                      <w:docPart w:val="FB798A020BB54C49B7F055C20D8A9E68"/>
                    </w:placeholder>
                    <w:showingPlcHdr/>
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<w15:appearance w15:val="hidden"/>
                    <w:text/>
                  </w:sdtPr>
                  <w:sdtEndPr/>
                  <w:sdtContent>
                    <w:p w:rsidR="00C554A0" w:rsidRDefault="00113002">
                      <w:pPr>
                        <w:pStyle w:val="Title"/>
                      </w:pPr>
                      <w:r>
                        <w:t>Ticket</w:t>
                      </w:r>
                    </w:p>
                  </w:sdtContent>
                </w:sdt>
              </w:tc>
            </w:tr>
            <w:tr w:rsidR="00C554A0">
              <w:trPr>
                <w:cantSplit/>
                <w:trHeight w:hRule="exact" w:val="72"/>
                <w:jc w:val="center"/>
              </w:trPr>
              <w:tc>
                <w:tcPr>
                  <w:tcW w:w="3960" w:type="dxa"/>
                  <w:tcBorders>
                    <w:top w:val="single" w:sz="6" w:space="0" w:color="EEEADC" w:themeColor="background2"/>
                    <w:bottom w:val="single" w:sz="6" w:space="0" w:color="EEEADC" w:themeColor="background2"/>
                  </w:tcBorders>
                </w:tcPr>
                <w:p w:rsidR="00C554A0" w:rsidRDefault="00C554A0">
                  <w:pPr>
                    <w:jc w:val="center"/>
                  </w:pPr>
                </w:p>
              </w:tc>
            </w:tr>
          </w:tbl>
          <w:p w:rsidR="00C554A0" w:rsidRDefault="00C554A0">
            <w:pPr>
              <w:jc w:val="center"/>
            </w:pPr>
          </w:p>
        </w:tc>
        <w:tc>
          <w:tcPr>
            <w:tcW w:w="5040" w:type="dxa"/>
            <w:vAlign w:val="center"/>
          </w:tcPr>
          <w:tbl>
            <w:tblPr>
              <w:tblW w:w="0" w:type="auto"/>
              <w:jc w:val="center"/>
              <w:tblLayout w:type="fixed"/>
              <w:tblLook w:val="04A0" w:firstRow="1" w:lastRow="0" w:firstColumn="1" w:lastColumn="0" w:noHBand="0" w:noVBand="1"/>
              <w:tblDescription w:val="Ticket text"/>
            </w:tblPr>
            <w:tblGrid>
              <w:gridCol w:w="3960"/>
            </w:tblGrid>
            <w:tr w:rsidR="00C554A0">
              <w:trPr>
                <w:cantSplit/>
                <w:trHeight w:hRule="exact" w:val="72"/>
                <w:jc w:val="center"/>
              </w:trPr>
              <w:tc>
                <w:tcPr>
                  <w:tcW w:w="3960" w:type="dxa"/>
                  <w:tcBorders>
                    <w:top w:val="single" w:sz="6" w:space="0" w:color="EEEADC" w:themeColor="background2"/>
                    <w:bottom w:val="single" w:sz="6" w:space="0" w:color="EEEADC" w:themeColor="background2"/>
                  </w:tcBorders>
                </w:tcPr>
                <w:p w:rsidR="00C554A0" w:rsidRDefault="00C554A0">
                  <w:pPr>
                    <w:jc w:val="center"/>
                  </w:pPr>
                </w:p>
              </w:tc>
            </w:tr>
            <w:tr w:rsidR="00C554A0">
              <w:trPr>
                <w:cantSplit/>
                <w:trHeight w:hRule="exact" w:val="1714"/>
                <w:jc w:val="center"/>
              </w:trPr>
              <w:tc>
                <w:tcPr>
                  <w:tcW w:w="3960" w:type="dxa"/>
                  <w:tcBorders>
                    <w:top w:val="single" w:sz="6" w:space="0" w:color="EEEADC" w:themeColor="background2"/>
                    <w:bottom w:val="single" w:sz="6" w:space="0" w:color="EEEADC" w:themeColor="background2"/>
                  </w:tcBorders>
                  <w:vAlign w:val="center"/>
                </w:tcPr>
                <w:p w:rsidR="00C554A0" w:rsidRDefault="00113002">
                  <w:pPr>
                    <w:pStyle w:val="Subtitle"/>
                    <w:rPr>
                      <w:rStyle w:val="Strong"/>
                    </w:rPr>
                  </w:pPr>
                  <w:sdt>
                    <w:sdtPr>
                      <w:rPr>
                        <w:rStyle w:val="Strong"/>
                      </w:rPr>
                      <w:alias w:val="Subtitle"/>
                      <w:tag w:val=""/>
                      <w:id w:val="-284119215"/>
                      <w:placeholder>
                        <w:docPart w:val="B1DB784FBFAD46E2B2C89CB0AF9FC8EF"/>
                      </w:placeholder>
                      <w:showingPlcHdr/>
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<w15:appearance w15:val="hidden"/>
                      <w:text/>
                    </w:sdtPr>
                    <w:sdtEndPr>
                      <w:rPr>
                        <w:rStyle w:val="Strong"/>
                      </w:rPr>
                    </w:sdtEndPr>
                    <w:sdtContent>
                      <w:r>
                        <w:rPr>
                          <w:rStyle w:val="Strong"/>
                        </w:rPr>
                        <w:t>[Your Event Name]</w:t>
                      </w:r>
                    </w:sdtContent>
                  </w:sdt>
                </w:p>
                <w:sdt>
                  <w:sdtPr>
                    <w:alias w:val="Title"/>
                    <w:tag w:val=""/>
                    <w:id w:val="667065568"/>
                    <w:placeholder>
                      <w:docPart w:val="FB798A020BB54C49B7F055C20D8A9E68"/>
                    </w:placeholder>
                    <w:showingPlcHdr/>
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<w15:appearance w15:val="hidden"/>
                    <w:text/>
                  </w:sdtPr>
                  <w:sdtEndPr/>
                  <w:sdtContent>
                    <w:p w:rsidR="00C554A0" w:rsidRDefault="00113002">
                      <w:pPr>
                        <w:pStyle w:val="Title"/>
                      </w:pPr>
                      <w:r>
                        <w:t>Ticket</w:t>
                      </w:r>
                    </w:p>
                  </w:sdtContent>
                </w:sdt>
              </w:tc>
            </w:tr>
            <w:tr w:rsidR="00C554A0">
              <w:trPr>
                <w:cantSplit/>
                <w:trHeight w:hRule="exact" w:val="72"/>
                <w:jc w:val="center"/>
              </w:trPr>
              <w:tc>
                <w:tcPr>
                  <w:tcW w:w="3960" w:type="dxa"/>
                  <w:tcBorders>
                    <w:top w:val="single" w:sz="6" w:space="0" w:color="EEEADC" w:themeColor="background2"/>
                    <w:bottom w:val="single" w:sz="6" w:space="0" w:color="EEEADC" w:themeColor="background2"/>
                  </w:tcBorders>
                </w:tcPr>
                <w:p w:rsidR="00C554A0" w:rsidRDefault="00C554A0">
                  <w:pPr>
                    <w:jc w:val="center"/>
                  </w:pPr>
                </w:p>
              </w:tc>
            </w:tr>
          </w:tbl>
          <w:p w:rsidR="00C554A0" w:rsidRDefault="00C554A0">
            <w:pPr>
              <w:jc w:val="center"/>
            </w:pPr>
          </w:p>
        </w:tc>
      </w:tr>
      <w:tr w:rsidR="00C554A0">
        <w:trPr>
          <w:trHeight w:hRule="exact" w:val="2880"/>
          <w:jc w:val="center"/>
        </w:trPr>
        <w:tc>
          <w:tcPr>
            <w:tcW w:w="5040" w:type="dxa"/>
            <w:vAlign w:val="center"/>
          </w:tcPr>
          <w:tbl>
            <w:tblPr>
              <w:tblW w:w="0" w:type="auto"/>
              <w:jc w:val="center"/>
              <w:tblLayout w:type="fixed"/>
              <w:tblLook w:val="04A0" w:firstRow="1" w:lastRow="0" w:firstColumn="1" w:lastColumn="0" w:noHBand="0" w:noVBand="1"/>
              <w:tblDescription w:val="Ticket text"/>
            </w:tblPr>
            <w:tblGrid>
              <w:gridCol w:w="3960"/>
            </w:tblGrid>
            <w:tr w:rsidR="00C554A0">
              <w:trPr>
                <w:cantSplit/>
                <w:trHeight w:hRule="exact" w:val="72"/>
                <w:jc w:val="center"/>
              </w:trPr>
              <w:tc>
                <w:tcPr>
                  <w:tcW w:w="3960" w:type="dxa"/>
                  <w:tcBorders>
                    <w:top w:val="single" w:sz="6" w:space="0" w:color="EEEADC" w:themeColor="background2"/>
                    <w:bottom w:val="single" w:sz="6" w:space="0" w:color="EEEADC" w:themeColor="background2"/>
                  </w:tcBorders>
                </w:tcPr>
                <w:p w:rsidR="00C554A0" w:rsidRDefault="00C554A0">
                  <w:pPr>
                    <w:jc w:val="center"/>
                  </w:pPr>
                </w:p>
              </w:tc>
            </w:tr>
            <w:tr w:rsidR="00C554A0">
              <w:trPr>
                <w:cantSplit/>
                <w:trHeight w:hRule="exact" w:val="1714"/>
                <w:jc w:val="center"/>
              </w:trPr>
              <w:tc>
                <w:tcPr>
                  <w:tcW w:w="3960" w:type="dxa"/>
                  <w:tcBorders>
                    <w:top w:val="single" w:sz="6" w:space="0" w:color="EEEADC" w:themeColor="background2"/>
                    <w:bottom w:val="single" w:sz="6" w:space="0" w:color="EEEADC" w:themeColor="background2"/>
                  </w:tcBorders>
                  <w:vAlign w:val="center"/>
                </w:tcPr>
                <w:p w:rsidR="00C554A0" w:rsidRDefault="00113002">
                  <w:pPr>
                    <w:pStyle w:val="Subtitle"/>
                  </w:pPr>
                  <w:sdt>
                    <w:sdtPr>
                      <w:alias w:val="Subtitle"/>
                      <w:tag w:val=""/>
                      <w:id w:val="535467931"/>
                      <w:placeholder>
                        <w:docPart w:val="B1DB784FBFAD46E2B2C89CB0AF9FC8EF"/>
                      </w:placeholder>
                      <w:showingPlcHdr/>
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<w15:appearance w15:val="hidden"/>
                      <w:text/>
                    </w:sdtPr>
                    <w:sdtEndPr/>
                    <w:sdtContent>
                      <w:r>
                        <w:t>[Your Event Name]</w:t>
                      </w:r>
                    </w:sdtContent>
                  </w:sdt>
                </w:p>
                <w:sdt>
                  <w:sdtPr>
                    <w:alias w:val="Title"/>
                    <w:tag w:val=""/>
                    <w:id w:val="1902093364"/>
                    <w:placeholder>
                      <w:docPart w:val="FB798A020BB54C49B7F055C20D8A9E68"/>
                    </w:placeholder>
                    <w:showingPlcHdr/>
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<w15:appearance w15:val="hidden"/>
                    <w:text/>
                  </w:sdtPr>
                  <w:sdtEndPr/>
                  <w:sdtContent>
                    <w:p w:rsidR="00C554A0" w:rsidRDefault="00113002">
                      <w:pPr>
                        <w:pStyle w:val="Title"/>
                      </w:pPr>
                      <w:r>
                        <w:t>Ticket</w:t>
                      </w:r>
                    </w:p>
                  </w:sdtContent>
                </w:sdt>
              </w:tc>
            </w:tr>
            <w:tr w:rsidR="00C554A0">
              <w:trPr>
                <w:cantSplit/>
                <w:trHeight w:hRule="exact" w:val="72"/>
                <w:jc w:val="center"/>
              </w:trPr>
              <w:tc>
                <w:tcPr>
                  <w:tcW w:w="3960" w:type="dxa"/>
                  <w:tcBorders>
                    <w:top w:val="single" w:sz="6" w:space="0" w:color="EEEADC" w:themeColor="background2"/>
                    <w:bottom w:val="single" w:sz="6" w:space="0" w:color="EEEADC" w:themeColor="background2"/>
                  </w:tcBorders>
                </w:tcPr>
                <w:p w:rsidR="00C554A0" w:rsidRDefault="00C554A0">
                  <w:pPr>
                    <w:jc w:val="center"/>
                  </w:pPr>
                </w:p>
              </w:tc>
            </w:tr>
          </w:tbl>
          <w:p w:rsidR="00C554A0" w:rsidRDefault="00C554A0">
            <w:pPr>
              <w:jc w:val="center"/>
            </w:pPr>
          </w:p>
        </w:tc>
        <w:tc>
          <w:tcPr>
            <w:tcW w:w="5040" w:type="dxa"/>
            <w:vAlign w:val="center"/>
          </w:tcPr>
          <w:tbl>
            <w:tblPr>
              <w:tblW w:w="0" w:type="auto"/>
              <w:jc w:val="center"/>
              <w:tblLayout w:type="fixed"/>
              <w:tblLook w:val="04A0" w:firstRow="1" w:lastRow="0" w:firstColumn="1" w:lastColumn="0" w:noHBand="0" w:noVBand="1"/>
              <w:tblDescription w:val="Ticket text"/>
            </w:tblPr>
            <w:tblGrid>
              <w:gridCol w:w="3960"/>
            </w:tblGrid>
            <w:tr w:rsidR="00C554A0">
              <w:trPr>
                <w:cantSplit/>
                <w:trHeight w:hRule="exact" w:val="72"/>
                <w:jc w:val="center"/>
              </w:trPr>
              <w:tc>
                <w:tcPr>
                  <w:tcW w:w="3960" w:type="dxa"/>
                  <w:tcBorders>
                    <w:top w:val="single" w:sz="6" w:space="0" w:color="EEEADC" w:themeColor="background2"/>
                    <w:bottom w:val="single" w:sz="6" w:space="0" w:color="EEEADC" w:themeColor="background2"/>
                  </w:tcBorders>
                </w:tcPr>
                <w:p w:rsidR="00C554A0" w:rsidRDefault="00C554A0">
                  <w:pPr>
                    <w:jc w:val="center"/>
                  </w:pPr>
                </w:p>
              </w:tc>
            </w:tr>
            <w:tr w:rsidR="00C554A0">
              <w:trPr>
                <w:cantSplit/>
                <w:trHeight w:hRule="exact" w:val="1714"/>
                <w:jc w:val="center"/>
              </w:trPr>
              <w:tc>
                <w:tcPr>
                  <w:tcW w:w="3960" w:type="dxa"/>
                  <w:tcBorders>
                    <w:top w:val="single" w:sz="6" w:space="0" w:color="EEEADC" w:themeColor="background2"/>
                    <w:bottom w:val="single" w:sz="6" w:space="0" w:color="EEEADC" w:themeColor="background2"/>
                  </w:tcBorders>
                  <w:vAlign w:val="center"/>
                </w:tcPr>
                <w:p w:rsidR="00C554A0" w:rsidRDefault="00113002">
                  <w:pPr>
                    <w:pStyle w:val="Subtitle"/>
                    <w:rPr>
                      <w:rStyle w:val="Strong"/>
                    </w:rPr>
                  </w:pPr>
                  <w:sdt>
                    <w:sdtPr>
                      <w:rPr>
                        <w:rStyle w:val="Strong"/>
                      </w:rPr>
                      <w:alias w:val="Subtitle"/>
                      <w:tag w:val=""/>
                      <w:id w:val="-397277826"/>
                      <w:placeholder>
                        <w:docPart w:val="B1DB784FBFAD46E2B2C89CB0AF9FC8EF"/>
                      </w:placeholder>
                      <w:showingPlcHdr/>
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<w15:appearance w15:val="hidden"/>
                      <w:text/>
                    </w:sdtPr>
                    <w:sdtEndPr>
                      <w:rPr>
                        <w:rStyle w:val="Strong"/>
                      </w:rPr>
                    </w:sdtEndPr>
                    <w:sdtContent>
                      <w:r>
                        <w:rPr>
                          <w:rStyle w:val="Strong"/>
                        </w:rPr>
                        <w:t>[Your Event Name]</w:t>
                      </w:r>
                    </w:sdtContent>
                  </w:sdt>
                </w:p>
                <w:sdt>
                  <w:sdtPr>
                    <w:alias w:val="Title"/>
                    <w:tag w:val=""/>
                    <w:id w:val="-284048050"/>
                    <w:placeholder>
                      <w:docPart w:val="FB798A020BB54C49B7F055C20D8A9E68"/>
                    </w:placeholder>
                    <w:showingPlcHdr/>
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<w15:appearance w15:val="hidden"/>
                    <w:text/>
                  </w:sdtPr>
                  <w:sdtEndPr/>
                  <w:sdtContent>
                    <w:p w:rsidR="00C554A0" w:rsidRDefault="00113002">
                      <w:pPr>
                        <w:pStyle w:val="Title"/>
                      </w:pPr>
                      <w:r>
                        <w:t>Ticket</w:t>
                      </w:r>
                    </w:p>
                  </w:sdtContent>
                </w:sdt>
              </w:tc>
            </w:tr>
            <w:tr w:rsidR="00C554A0">
              <w:trPr>
                <w:cantSplit/>
                <w:trHeight w:hRule="exact" w:val="72"/>
                <w:jc w:val="center"/>
              </w:trPr>
              <w:tc>
                <w:tcPr>
                  <w:tcW w:w="3960" w:type="dxa"/>
                  <w:tcBorders>
                    <w:top w:val="single" w:sz="6" w:space="0" w:color="EEEADC" w:themeColor="background2"/>
                    <w:bottom w:val="single" w:sz="6" w:space="0" w:color="EEEADC" w:themeColor="background2"/>
                  </w:tcBorders>
                </w:tcPr>
                <w:p w:rsidR="00C554A0" w:rsidRDefault="00C554A0">
                  <w:pPr>
                    <w:jc w:val="center"/>
                  </w:pPr>
                </w:p>
              </w:tc>
            </w:tr>
          </w:tbl>
          <w:p w:rsidR="00C554A0" w:rsidRDefault="00C554A0">
            <w:pPr>
              <w:jc w:val="center"/>
            </w:pPr>
          </w:p>
        </w:tc>
      </w:tr>
      <w:tr w:rsidR="00C554A0">
        <w:trPr>
          <w:trHeight w:hRule="exact" w:val="2880"/>
          <w:jc w:val="center"/>
        </w:trPr>
        <w:tc>
          <w:tcPr>
            <w:tcW w:w="5040" w:type="dxa"/>
            <w:vAlign w:val="center"/>
          </w:tcPr>
          <w:tbl>
            <w:tblPr>
              <w:tblW w:w="0" w:type="auto"/>
              <w:jc w:val="center"/>
              <w:tblLayout w:type="fixed"/>
              <w:tblLook w:val="04A0" w:firstRow="1" w:lastRow="0" w:firstColumn="1" w:lastColumn="0" w:noHBand="0" w:noVBand="1"/>
              <w:tblDescription w:val="Ticket text"/>
            </w:tblPr>
            <w:tblGrid>
              <w:gridCol w:w="3960"/>
            </w:tblGrid>
            <w:tr w:rsidR="00C554A0">
              <w:trPr>
                <w:cantSplit/>
                <w:trHeight w:hRule="exact" w:val="72"/>
                <w:jc w:val="center"/>
              </w:trPr>
              <w:tc>
                <w:tcPr>
                  <w:tcW w:w="3960" w:type="dxa"/>
                  <w:tcBorders>
                    <w:top w:val="single" w:sz="6" w:space="0" w:color="EEEADC" w:themeColor="background2"/>
                    <w:bottom w:val="single" w:sz="6" w:space="0" w:color="EEEADC" w:themeColor="background2"/>
                  </w:tcBorders>
                </w:tcPr>
                <w:p w:rsidR="00C554A0" w:rsidRDefault="00C554A0">
                  <w:pPr>
                    <w:jc w:val="center"/>
                  </w:pPr>
                </w:p>
              </w:tc>
            </w:tr>
            <w:tr w:rsidR="00C554A0">
              <w:trPr>
                <w:cantSplit/>
                <w:trHeight w:hRule="exact" w:val="1714"/>
                <w:jc w:val="center"/>
              </w:trPr>
              <w:tc>
                <w:tcPr>
                  <w:tcW w:w="3960" w:type="dxa"/>
                  <w:tcBorders>
                    <w:top w:val="single" w:sz="6" w:space="0" w:color="EEEADC" w:themeColor="background2"/>
                    <w:bottom w:val="single" w:sz="6" w:space="0" w:color="EEEADC" w:themeColor="background2"/>
                  </w:tcBorders>
                  <w:vAlign w:val="center"/>
                </w:tcPr>
                <w:p w:rsidR="00C554A0" w:rsidRDefault="00113002">
                  <w:pPr>
                    <w:pStyle w:val="Subtitle"/>
                  </w:pPr>
                  <w:sdt>
                    <w:sdtPr>
                      <w:alias w:val="Subtitle"/>
                      <w:tag w:val=""/>
                      <w:id w:val="-922026671"/>
                      <w:placeholder>
                        <w:docPart w:val="B1DB784FBFAD46E2B2C89CB0AF9FC8EF"/>
                      </w:placeholder>
                      <w:showingPlcHdr/>
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<w15:appearance w15:val="hidden"/>
                      <w:text/>
                    </w:sdtPr>
                    <w:sdtEndPr/>
                    <w:sdtContent>
                      <w:r>
                        <w:t>[Your Event Name]</w:t>
                      </w:r>
                    </w:sdtContent>
                  </w:sdt>
                </w:p>
                <w:sdt>
                  <w:sdtPr>
                    <w:alias w:val="Title"/>
                    <w:tag w:val=""/>
                    <w:id w:val="2125569135"/>
                    <w:placeholder>
                      <w:docPart w:val="FB798A020BB54C49B7F055C20D8A9E68"/>
                    </w:placeholder>
                    <w:showingPlcHdr/>
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<w15:appearance w15:val="hidden"/>
                    <w:text/>
                  </w:sdtPr>
                  <w:sdtEndPr/>
                  <w:sdtContent>
                    <w:p w:rsidR="00C554A0" w:rsidRDefault="00113002">
                      <w:pPr>
                        <w:pStyle w:val="Title"/>
                      </w:pPr>
                      <w:r>
                        <w:t>Ticket</w:t>
                      </w:r>
                    </w:p>
                  </w:sdtContent>
                </w:sdt>
              </w:tc>
            </w:tr>
            <w:tr w:rsidR="00C554A0">
              <w:trPr>
                <w:cantSplit/>
                <w:trHeight w:hRule="exact" w:val="72"/>
                <w:jc w:val="center"/>
              </w:trPr>
              <w:tc>
                <w:tcPr>
                  <w:tcW w:w="3960" w:type="dxa"/>
                  <w:tcBorders>
                    <w:top w:val="single" w:sz="6" w:space="0" w:color="EEEADC" w:themeColor="background2"/>
                    <w:bottom w:val="single" w:sz="6" w:space="0" w:color="EEEADC" w:themeColor="background2"/>
                  </w:tcBorders>
                </w:tcPr>
                <w:p w:rsidR="00C554A0" w:rsidRDefault="00C554A0">
                  <w:pPr>
                    <w:jc w:val="center"/>
                  </w:pPr>
                </w:p>
              </w:tc>
            </w:tr>
          </w:tbl>
          <w:p w:rsidR="00C554A0" w:rsidRDefault="00C554A0">
            <w:pPr>
              <w:jc w:val="center"/>
            </w:pPr>
          </w:p>
        </w:tc>
        <w:tc>
          <w:tcPr>
            <w:tcW w:w="5040" w:type="dxa"/>
            <w:vAlign w:val="center"/>
          </w:tcPr>
          <w:tbl>
            <w:tblPr>
              <w:tblW w:w="0" w:type="auto"/>
              <w:jc w:val="center"/>
              <w:tblLayout w:type="fixed"/>
              <w:tblLook w:val="04A0" w:firstRow="1" w:lastRow="0" w:firstColumn="1" w:lastColumn="0" w:noHBand="0" w:noVBand="1"/>
              <w:tblDescription w:val="Ticket text"/>
            </w:tblPr>
            <w:tblGrid>
              <w:gridCol w:w="3960"/>
            </w:tblGrid>
            <w:tr w:rsidR="00C554A0">
              <w:trPr>
                <w:cantSplit/>
                <w:trHeight w:hRule="exact" w:val="72"/>
                <w:jc w:val="center"/>
              </w:trPr>
              <w:tc>
                <w:tcPr>
                  <w:tcW w:w="3960" w:type="dxa"/>
                  <w:tcBorders>
                    <w:top w:val="single" w:sz="6" w:space="0" w:color="EEEADC" w:themeColor="background2"/>
                    <w:bottom w:val="single" w:sz="6" w:space="0" w:color="EEEADC" w:themeColor="background2"/>
                  </w:tcBorders>
                </w:tcPr>
                <w:p w:rsidR="00C554A0" w:rsidRDefault="00C554A0">
                  <w:pPr>
                    <w:jc w:val="center"/>
                  </w:pPr>
                </w:p>
              </w:tc>
            </w:tr>
            <w:tr w:rsidR="00C554A0">
              <w:trPr>
                <w:cantSplit/>
                <w:trHeight w:hRule="exact" w:val="1714"/>
                <w:jc w:val="center"/>
              </w:trPr>
              <w:tc>
                <w:tcPr>
                  <w:tcW w:w="3960" w:type="dxa"/>
                  <w:tcBorders>
                    <w:top w:val="single" w:sz="6" w:space="0" w:color="EEEADC" w:themeColor="background2"/>
                    <w:bottom w:val="single" w:sz="6" w:space="0" w:color="EEEADC" w:themeColor="background2"/>
                  </w:tcBorders>
                  <w:vAlign w:val="center"/>
                </w:tcPr>
                <w:p w:rsidR="00C554A0" w:rsidRDefault="00113002">
                  <w:pPr>
                    <w:pStyle w:val="Subtitle"/>
                    <w:rPr>
                      <w:rStyle w:val="Strong"/>
                    </w:rPr>
                  </w:pPr>
                  <w:sdt>
                    <w:sdtPr>
                      <w:rPr>
                        <w:rStyle w:val="Strong"/>
                      </w:rPr>
                      <w:alias w:val="Subtitle"/>
                      <w:tag w:val=""/>
                      <w:id w:val="-1414461146"/>
                      <w:placeholder>
                        <w:docPart w:val="B1DB784FBFAD46E2B2C89CB0AF9FC8EF"/>
                      </w:placeholder>
                      <w:showingPlcHdr/>
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<w15:appearance w15:val="hidden"/>
                      <w:text/>
                    </w:sdtPr>
                    <w:sdtEndPr>
                      <w:rPr>
                        <w:rStyle w:val="Strong"/>
                      </w:rPr>
                    </w:sdtEndPr>
                    <w:sdtContent>
                      <w:r>
                        <w:rPr>
                          <w:rStyle w:val="Strong"/>
                        </w:rPr>
                        <w:t>[Your Event Name]</w:t>
                      </w:r>
                    </w:sdtContent>
                  </w:sdt>
                </w:p>
                <w:sdt>
                  <w:sdtPr>
                    <w:alias w:val="Title"/>
                    <w:tag w:val=""/>
                    <w:id w:val="1415058207"/>
                    <w:placeholder>
                      <w:docPart w:val="FB798A020BB54C49B7F055C20D8A9E68"/>
                    </w:placeholder>
                    <w:showingPlcHdr/>
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<w15:appearance w15:val="hidden"/>
                    <w:text/>
                  </w:sdtPr>
                  <w:sdtEndPr/>
                  <w:sdtContent>
                    <w:p w:rsidR="00C554A0" w:rsidRDefault="00113002">
                      <w:pPr>
                        <w:pStyle w:val="Title"/>
                      </w:pPr>
                      <w:r>
                        <w:t>Ticket</w:t>
                      </w:r>
                    </w:p>
                  </w:sdtContent>
                </w:sdt>
              </w:tc>
            </w:tr>
            <w:tr w:rsidR="00C554A0">
              <w:trPr>
                <w:cantSplit/>
                <w:trHeight w:hRule="exact" w:val="72"/>
                <w:jc w:val="center"/>
              </w:trPr>
              <w:tc>
                <w:tcPr>
                  <w:tcW w:w="3960" w:type="dxa"/>
                  <w:tcBorders>
                    <w:top w:val="single" w:sz="6" w:space="0" w:color="EEEADC" w:themeColor="background2"/>
                    <w:bottom w:val="single" w:sz="6" w:space="0" w:color="EEEADC" w:themeColor="background2"/>
                  </w:tcBorders>
                </w:tcPr>
                <w:p w:rsidR="00C554A0" w:rsidRDefault="00C554A0">
                  <w:pPr>
                    <w:jc w:val="center"/>
                  </w:pPr>
                </w:p>
              </w:tc>
            </w:tr>
          </w:tbl>
          <w:p w:rsidR="00C554A0" w:rsidRDefault="00C554A0">
            <w:pPr>
              <w:jc w:val="center"/>
            </w:pPr>
          </w:p>
        </w:tc>
      </w:tr>
      <w:tr w:rsidR="00C554A0">
        <w:trPr>
          <w:trHeight w:hRule="exact" w:val="2880"/>
          <w:jc w:val="center"/>
        </w:trPr>
        <w:tc>
          <w:tcPr>
            <w:tcW w:w="5040" w:type="dxa"/>
            <w:vAlign w:val="center"/>
          </w:tcPr>
          <w:tbl>
            <w:tblPr>
              <w:tblW w:w="0" w:type="auto"/>
              <w:jc w:val="center"/>
              <w:tblLayout w:type="fixed"/>
              <w:tblLook w:val="04A0" w:firstRow="1" w:lastRow="0" w:firstColumn="1" w:lastColumn="0" w:noHBand="0" w:noVBand="1"/>
              <w:tblDescription w:val="Ticket text"/>
            </w:tblPr>
            <w:tblGrid>
              <w:gridCol w:w="3960"/>
            </w:tblGrid>
            <w:tr w:rsidR="00C554A0">
              <w:trPr>
                <w:cantSplit/>
                <w:trHeight w:hRule="exact" w:val="72"/>
                <w:jc w:val="center"/>
              </w:trPr>
              <w:tc>
                <w:tcPr>
                  <w:tcW w:w="3960" w:type="dxa"/>
                  <w:tcBorders>
                    <w:top w:val="single" w:sz="6" w:space="0" w:color="EEEADC" w:themeColor="background2"/>
                    <w:bottom w:val="single" w:sz="6" w:space="0" w:color="EEEADC" w:themeColor="background2"/>
                  </w:tcBorders>
                </w:tcPr>
                <w:p w:rsidR="00C554A0" w:rsidRDefault="00C554A0">
                  <w:pPr>
                    <w:jc w:val="center"/>
                  </w:pPr>
                </w:p>
              </w:tc>
            </w:tr>
            <w:tr w:rsidR="00C554A0">
              <w:trPr>
                <w:cantSplit/>
                <w:trHeight w:hRule="exact" w:val="1714"/>
                <w:jc w:val="center"/>
              </w:trPr>
              <w:tc>
                <w:tcPr>
                  <w:tcW w:w="3960" w:type="dxa"/>
                  <w:tcBorders>
                    <w:top w:val="single" w:sz="6" w:space="0" w:color="EEEADC" w:themeColor="background2"/>
                    <w:bottom w:val="single" w:sz="6" w:space="0" w:color="EEEADC" w:themeColor="background2"/>
                  </w:tcBorders>
                  <w:vAlign w:val="center"/>
                </w:tcPr>
                <w:p w:rsidR="00C554A0" w:rsidRDefault="00113002">
                  <w:pPr>
                    <w:pStyle w:val="Subtitle"/>
                  </w:pPr>
                  <w:sdt>
                    <w:sdtPr>
                      <w:alias w:val="Subtitle"/>
                      <w:tag w:val=""/>
                      <w:id w:val="-1252579644"/>
                      <w:placeholder>
                        <w:docPart w:val="B1DB784FBFAD46E2B2C89CB0AF9FC8EF"/>
                      </w:placeholder>
                      <w:showingPlcHdr/>
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<w15:appearance w15:val="hidden"/>
                      <w:text/>
                    </w:sdtPr>
                    <w:sdtEndPr/>
                    <w:sdtContent>
                      <w:r>
                        <w:t>[Your Event Name]</w:t>
                      </w:r>
                    </w:sdtContent>
                  </w:sdt>
                </w:p>
                <w:sdt>
                  <w:sdtPr>
                    <w:alias w:val="Title"/>
                    <w:tag w:val=""/>
                    <w:id w:val="-2081826370"/>
                    <w:placeholder>
                      <w:docPart w:val="FB798A020BB54C49B7F055C20D8A9E68"/>
                    </w:placeholder>
                    <w:showingPlcHdr/>
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<w15:appearance w15:val="hidden"/>
                    <w:text/>
                  </w:sdtPr>
                  <w:sdtEndPr/>
                  <w:sdtContent>
                    <w:p w:rsidR="00C554A0" w:rsidRDefault="00113002">
                      <w:pPr>
                        <w:pStyle w:val="Title"/>
                      </w:pPr>
                      <w:r>
                        <w:t>Ticket</w:t>
                      </w:r>
                    </w:p>
                  </w:sdtContent>
                </w:sdt>
              </w:tc>
            </w:tr>
            <w:tr w:rsidR="00C554A0">
              <w:trPr>
                <w:cantSplit/>
                <w:trHeight w:hRule="exact" w:val="72"/>
                <w:jc w:val="center"/>
              </w:trPr>
              <w:tc>
                <w:tcPr>
                  <w:tcW w:w="3960" w:type="dxa"/>
                  <w:tcBorders>
                    <w:top w:val="single" w:sz="6" w:space="0" w:color="EEEADC" w:themeColor="background2"/>
                    <w:bottom w:val="single" w:sz="6" w:space="0" w:color="EEEADC" w:themeColor="background2"/>
                  </w:tcBorders>
                </w:tcPr>
                <w:p w:rsidR="00C554A0" w:rsidRDefault="00C554A0">
                  <w:pPr>
                    <w:jc w:val="center"/>
                  </w:pPr>
                </w:p>
              </w:tc>
            </w:tr>
          </w:tbl>
          <w:p w:rsidR="00C554A0" w:rsidRDefault="00C554A0">
            <w:pPr>
              <w:jc w:val="center"/>
            </w:pPr>
          </w:p>
        </w:tc>
        <w:tc>
          <w:tcPr>
            <w:tcW w:w="5040" w:type="dxa"/>
            <w:vAlign w:val="center"/>
          </w:tcPr>
          <w:tbl>
            <w:tblPr>
              <w:tblW w:w="0" w:type="auto"/>
              <w:jc w:val="center"/>
              <w:tblLayout w:type="fixed"/>
              <w:tblLook w:val="04A0" w:firstRow="1" w:lastRow="0" w:firstColumn="1" w:lastColumn="0" w:noHBand="0" w:noVBand="1"/>
              <w:tblDescription w:val="Ticket text"/>
            </w:tblPr>
            <w:tblGrid>
              <w:gridCol w:w="3960"/>
            </w:tblGrid>
            <w:tr w:rsidR="00C554A0">
              <w:trPr>
                <w:cantSplit/>
                <w:trHeight w:hRule="exact" w:val="72"/>
                <w:jc w:val="center"/>
              </w:trPr>
              <w:tc>
                <w:tcPr>
                  <w:tcW w:w="3960" w:type="dxa"/>
                  <w:tcBorders>
                    <w:top w:val="single" w:sz="6" w:space="0" w:color="EEEADC" w:themeColor="background2"/>
                    <w:bottom w:val="single" w:sz="6" w:space="0" w:color="EEEADC" w:themeColor="background2"/>
                  </w:tcBorders>
                </w:tcPr>
                <w:p w:rsidR="00C554A0" w:rsidRDefault="00C554A0">
                  <w:pPr>
                    <w:jc w:val="center"/>
                  </w:pPr>
                </w:p>
              </w:tc>
            </w:tr>
            <w:tr w:rsidR="00C554A0">
              <w:trPr>
                <w:cantSplit/>
                <w:trHeight w:hRule="exact" w:val="1714"/>
                <w:jc w:val="center"/>
              </w:trPr>
              <w:tc>
                <w:tcPr>
                  <w:tcW w:w="3960" w:type="dxa"/>
                  <w:tcBorders>
                    <w:top w:val="single" w:sz="6" w:space="0" w:color="EEEADC" w:themeColor="background2"/>
                    <w:bottom w:val="single" w:sz="6" w:space="0" w:color="EEEADC" w:themeColor="background2"/>
                  </w:tcBorders>
                  <w:vAlign w:val="center"/>
                </w:tcPr>
                <w:p w:rsidR="00C554A0" w:rsidRDefault="00113002">
                  <w:pPr>
                    <w:pStyle w:val="Subtitle"/>
                    <w:rPr>
                      <w:rStyle w:val="Strong"/>
                    </w:rPr>
                  </w:pPr>
                  <w:sdt>
                    <w:sdtPr>
                      <w:rPr>
                        <w:rStyle w:val="Strong"/>
                      </w:rPr>
                      <w:alias w:val="Subtitle"/>
                      <w:tag w:val=""/>
                      <w:id w:val="-564326838"/>
                      <w:placeholder>
                        <w:docPart w:val="B1DB784FBFAD46E2B2C89CB0AF9FC8EF"/>
                      </w:placeholder>
                      <w:showingPlcHdr/>
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<w15:appearance w15:val="hidden"/>
                      <w:text/>
                    </w:sdtPr>
                    <w:sdtEndPr>
                      <w:rPr>
                        <w:rStyle w:val="Strong"/>
                      </w:rPr>
                    </w:sdtEndPr>
                    <w:sdtContent>
                      <w:r>
                        <w:rPr>
                          <w:rStyle w:val="Strong"/>
                        </w:rPr>
                        <w:t>[Your Event Name]</w:t>
                      </w:r>
                    </w:sdtContent>
                  </w:sdt>
                </w:p>
                <w:sdt>
                  <w:sdtPr>
                    <w:alias w:val="Title"/>
                    <w:tag w:val=""/>
                    <w:id w:val="-2117045211"/>
                    <w:placeholder>
                      <w:docPart w:val="FB798A020BB54C49B7F055C20D8A9E68"/>
                    </w:placeholder>
                    <w:showingPlcHdr/>
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<w15:appearance w15:val="hidden"/>
                    <w:text/>
                  </w:sdtPr>
                  <w:sdtEndPr/>
                  <w:sdtContent>
                    <w:p w:rsidR="00C554A0" w:rsidRDefault="00113002">
                      <w:pPr>
                        <w:pStyle w:val="Title"/>
                      </w:pPr>
                      <w:r>
                        <w:t>Ticket</w:t>
                      </w:r>
                    </w:p>
                  </w:sdtContent>
                </w:sdt>
              </w:tc>
            </w:tr>
            <w:tr w:rsidR="00C554A0">
              <w:trPr>
                <w:cantSplit/>
                <w:trHeight w:hRule="exact" w:val="72"/>
                <w:jc w:val="center"/>
              </w:trPr>
              <w:tc>
                <w:tcPr>
                  <w:tcW w:w="3960" w:type="dxa"/>
                  <w:tcBorders>
                    <w:top w:val="single" w:sz="6" w:space="0" w:color="EEEADC" w:themeColor="background2"/>
                    <w:bottom w:val="single" w:sz="6" w:space="0" w:color="EEEADC" w:themeColor="background2"/>
                  </w:tcBorders>
                </w:tcPr>
                <w:p w:rsidR="00C554A0" w:rsidRDefault="00C554A0">
                  <w:pPr>
                    <w:jc w:val="center"/>
                  </w:pPr>
                </w:p>
              </w:tc>
            </w:tr>
          </w:tbl>
          <w:p w:rsidR="00C554A0" w:rsidRDefault="00C554A0">
            <w:pPr>
              <w:jc w:val="center"/>
            </w:pPr>
          </w:p>
        </w:tc>
      </w:tr>
      <w:tr w:rsidR="00C554A0">
        <w:trPr>
          <w:trHeight w:hRule="exact" w:val="2880"/>
          <w:jc w:val="center"/>
        </w:trPr>
        <w:tc>
          <w:tcPr>
            <w:tcW w:w="5040" w:type="dxa"/>
            <w:vAlign w:val="center"/>
          </w:tcPr>
          <w:tbl>
            <w:tblPr>
              <w:tblW w:w="0" w:type="auto"/>
              <w:jc w:val="center"/>
              <w:tblLayout w:type="fixed"/>
              <w:tblLook w:val="04A0" w:firstRow="1" w:lastRow="0" w:firstColumn="1" w:lastColumn="0" w:noHBand="0" w:noVBand="1"/>
              <w:tblDescription w:val="Ticket text"/>
            </w:tblPr>
            <w:tblGrid>
              <w:gridCol w:w="3960"/>
            </w:tblGrid>
            <w:tr w:rsidR="00C554A0">
              <w:trPr>
                <w:cantSplit/>
                <w:trHeight w:hRule="exact" w:val="72"/>
                <w:jc w:val="center"/>
              </w:trPr>
              <w:tc>
                <w:tcPr>
                  <w:tcW w:w="3960" w:type="dxa"/>
                  <w:tcBorders>
                    <w:top w:val="single" w:sz="6" w:space="0" w:color="EEEADC" w:themeColor="background2"/>
                    <w:bottom w:val="single" w:sz="6" w:space="0" w:color="EEEADC" w:themeColor="background2"/>
                  </w:tcBorders>
                </w:tcPr>
                <w:p w:rsidR="00C554A0" w:rsidRDefault="00C554A0">
                  <w:pPr>
                    <w:jc w:val="center"/>
                  </w:pPr>
                </w:p>
              </w:tc>
            </w:tr>
            <w:tr w:rsidR="00C554A0">
              <w:trPr>
                <w:cantSplit/>
                <w:trHeight w:hRule="exact" w:val="1714"/>
                <w:jc w:val="center"/>
              </w:trPr>
              <w:tc>
                <w:tcPr>
                  <w:tcW w:w="3960" w:type="dxa"/>
                  <w:tcBorders>
                    <w:top w:val="single" w:sz="6" w:space="0" w:color="EEEADC" w:themeColor="background2"/>
                    <w:bottom w:val="single" w:sz="6" w:space="0" w:color="EEEADC" w:themeColor="background2"/>
                  </w:tcBorders>
                  <w:vAlign w:val="center"/>
                </w:tcPr>
                <w:p w:rsidR="00C554A0" w:rsidRDefault="00113002">
                  <w:pPr>
                    <w:pStyle w:val="Subtitle"/>
                  </w:pPr>
                  <w:sdt>
                    <w:sdtPr>
                      <w:alias w:val="Subtitle"/>
                      <w:tag w:val=""/>
                      <w:id w:val="-1072271420"/>
                      <w:placeholder>
                        <w:docPart w:val="B1DB784FBFAD46E2B2C89CB0AF9FC8EF"/>
                      </w:placeholder>
                      <w:showingPlcHdr/>
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<w15:appearance w15:val="hidden"/>
                      <w:text/>
                    </w:sdtPr>
                    <w:sdtEndPr/>
                    <w:sdtContent>
                      <w:r>
                        <w:t>[Your Event Name]</w:t>
                      </w:r>
                    </w:sdtContent>
                  </w:sdt>
                </w:p>
                <w:sdt>
                  <w:sdtPr>
                    <w:alias w:val="Title"/>
                    <w:tag w:val=""/>
                    <w:id w:val="499547533"/>
                    <w:placeholder>
                      <w:docPart w:val="FB798A020BB54C49B7F055C20D8A9E68"/>
                    </w:placeholder>
                    <w:showingPlcHdr/>
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<w15:appearance w15:val="hidden"/>
                    <w:text/>
                  </w:sdtPr>
                  <w:sdtEndPr/>
                  <w:sdtContent>
                    <w:p w:rsidR="00C554A0" w:rsidRDefault="00113002">
                      <w:pPr>
                        <w:pStyle w:val="Title"/>
                      </w:pPr>
                      <w:r>
                        <w:t>Ticket</w:t>
                      </w:r>
                    </w:p>
                  </w:sdtContent>
                </w:sdt>
              </w:tc>
            </w:tr>
            <w:tr w:rsidR="00C554A0">
              <w:trPr>
                <w:cantSplit/>
                <w:trHeight w:hRule="exact" w:val="72"/>
                <w:jc w:val="center"/>
              </w:trPr>
              <w:tc>
                <w:tcPr>
                  <w:tcW w:w="3960" w:type="dxa"/>
                  <w:tcBorders>
                    <w:top w:val="single" w:sz="6" w:space="0" w:color="EEEADC" w:themeColor="background2"/>
                    <w:bottom w:val="single" w:sz="6" w:space="0" w:color="EEEADC" w:themeColor="background2"/>
                  </w:tcBorders>
                </w:tcPr>
                <w:p w:rsidR="00C554A0" w:rsidRDefault="00C554A0">
                  <w:pPr>
                    <w:jc w:val="center"/>
                  </w:pPr>
                </w:p>
              </w:tc>
            </w:tr>
          </w:tbl>
          <w:p w:rsidR="00C554A0" w:rsidRDefault="00C554A0">
            <w:pPr>
              <w:jc w:val="center"/>
            </w:pPr>
          </w:p>
        </w:tc>
        <w:tc>
          <w:tcPr>
            <w:tcW w:w="5040" w:type="dxa"/>
            <w:vAlign w:val="center"/>
          </w:tcPr>
          <w:tbl>
            <w:tblPr>
              <w:tblW w:w="0" w:type="auto"/>
              <w:jc w:val="center"/>
              <w:tblLayout w:type="fixed"/>
              <w:tblLook w:val="04A0" w:firstRow="1" w:lastRow="0" w:firstColumn="1" w:lastColumn="0" w:noHBand="0" w:noVBand="1"/>
              <w:tblDescription w:val="Ticket text"/>
            </w:tblPr>
            <w:tblGrid>
              <w:gridCol w:w="3960"/>
            </w:tblGrid>
            <w:tr w:rsidR="00C554A0">
              <w:trPr>
                <w:cantSplit/>
                <w:trHeight w:hRule="exact" w:val="72"/>
                <w:jc w:val="center"/>
              </w:trPr>
              <w:tc>
                <w:tcPr>
                  <w:tcW w:w="3960" w:type="dxa"/>
                  <w:tcBorders>
                    <w:top w:val="single" w:sz="6" w:space="0" w:color="EEEADC" w:themeColor="background2"/>
                    <w:bottom w:val="single" w:sz="6" w:space="0" w:color="EEEADC" w:themeColor="background2"/>
                  </w:tcBorders>
                </w:tcPr>
                <w:p w:rsidR="00C554A0" w:rsidRDefault="00C554A0">
                  <w:pPr>
                    <w:jc w:val="center"/>
                  </w:pPr>
                </w:p>
              </w:tc>
            </w:tr>
            <w:tr w:rsidR="00C554A0">
              <w:trPr>
                <w:cantSplit/>
                <w:trHeight w:hRule="exact" w:val="1714"/>
                <w:jc w:val="center"/>
              </w:trPr>
              <w:tc>
                <w:tcPr>
                  <w:tcW w:w="3960" w:type="dxa"/>
                  <w:tcBorders>
                    <w:top w:val="single" w:sz="6" w:space="0" w:color="EEEADC" w:themeColor="background2"/>
                    <w:bottom w:val="single" w:sz="6" w:space="0" w:color="EEEADC" w:themeColor="background2"/>
                  </w:tcBorders>
                  <w:vAlign w:val="center"/>
                </w:tcPr>
                <w:p w:rsidR="00C554A0" w:rsidRDefault="00113002">
                  <w:pPr>
                    <w:pStyle w:val="Subtitle"/>
                    <w:rPr>
                      <w:rStyle w:val="Strong"/>
                    </w:rPr>
                  </w:pPr>
                  <w:sdt>
                    <w:sdtPr>
                      <w:rPr>
                        <w:rStyle w:val="Strong"/>
                      </w:rPr>
                      <w:alias w:val="Subtitle"/>
                      <w:tag w:val=""/>
                      <w:id w:val="369892093"/>
                      <w:placeholder>
                        <w:docPart w:val="B1DB784FBFAD46E2B2C89CB0AF9FC8EF"/>
                      </w:placeholder>
                      <w:showingPlcHdr/>
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<w15:appearance w15:val="hidden"/>
                      <w:text/>
                    </w:sdtPr>
                    <w:sdtEndPr>
                      <w:rPr>
                        <w:rStyle w:val="Strong"/>
                      </w:rPr>
                    </w:sdtEndPr>
                    <w:sdtContent>
                      <w:r>
                        <w:rPr>
                          <w:rStyle w:val="Strong"/>
                        </w:rPr>
                        <w:t>[Your Event Name]</w:t>
                      </w:r>
                    </w:sdtContent>
                  </w:sdt>
                </w:p>
                <w:sdt>
                  <w:sdtPr>
                    <w:alias w:val="Title"/>
                    <w:tag w:val=""/>
                    <w:id w:val="-1299369388"/>
                    <w:placeholder>
                      <w:docPart w:val="FB798A020BB54C49B7F055C20D8A9E68"/>
                    </w:placeholder>
                    <w:showingPlcHdr/>
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<w15:appearance w15:val="hidden"/>
                    <w:text/>
                  </w:sdtPr>
                  <w:sdtEndPr/>
                  <w:sdtContent>
                    <w:p w:rsidR="00C554A0" w:rsidRDefault="00113002">
                      <w:pPr>
                        <w:pStyle w:val="Title"/>
                      </w:pPr>
                      <w:r>
                        <w:t>Ticket</w:t>
                      </w:r>
                    </w:p>
                  </w:sdtContent>
                </w:sdt>
              </w:tc>
            </w:tr>
            <w:tr w:rsidR="00C554A0">
              <w:trPr>
                <w:cantSplit/>
                <w:trHeight w:hRule="exact" w:val="72"/>
                <w:jc w:val="center"/>
              </w:trPr>
              <w:tc>
                <w:tcPr>
                  <w:tcW w:w="3960" w:type="dxa"/>
                  <w:tcBorders>
                    <w:top w:val="single" w:sz="6" w:space="0" w:color="EEEADC" w:themeColor="background2"/>
                    <w:bottom w:val="single" w:sz="6" w:space="0" w:color="EEEADC" w:themeColor="background2"/>
                  </w:tcBorders>
                </w:tcPr>
                <w:p w:rsidR="00C554A0" w:rsidRDefault="00C554A0">
                  <w:pPr>
                    <w:jc w:val="center"/>
                  </w:pPr>
                </w:p>
              </w:tc>
            </w:tr>
          </w:tbl>
          <w:p w:rsidR="00C554A0" w:rsidRDefault="00C554A0">
            <w:pPr>
              <w:jc w:val="center"/>
            </w:pPr>
          </w:p>
        </w:tc>
      </w:tr>
    </w:tbl>
    <w:p w:rsidR="00C554A0" w:rsidRDefault="00113002"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>
                <wp:simplePos x="689212" y="9601200"/>
                <wp:positionH relativeFrom="page">
                  <wp:align>center</wp:align>
                </wp:positionH>
                <wp:positionV relativeFrom="page">
                  <wp:align>center</wp:align>
                </wp:positionV>
                <wp:extent cx="6236208" cy="8970264"/>
                <wp:effectExtent l="0" t="0" r="0" b="2540"/>
                <wp:wrapNone/>
                <wp:docPr id="35" name="Group 34" descr="Ticket background ar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>
                        <a:xfrm>
                          <a:off x="0" y="0"/>
                          <a:ext cx="6236208" cy="8970264"/>
                          <a:chOff x="0" y="0"/>
                          <a:chExt cx="6231365" cy="8969997"/>
                        </a:xfrm>
                      </wpg:grpSpPr>
                      <wps:wsp>
                        <wps:cNvPr id="2" name="Freeform 2"/>
                        <wps:cNvSpPr>
                          <a:spLocks noChangeAspect="1"/>
                        </wps:cNvSpPr>
                        <wps:spPr bwMode="auto">
                          <a:xfrm>
                            <a:off x="4278" y="0"/>
                            <a:ext cx="3014331" cy="1645920"/>
                          </a:xfrm>
                          <a:custGeom>
                            <a:avLst/>
                            <a:gdLst>
                              <a:gd name="T0" fmla="*/ 313 w 317"/>
                              <a:gd name="T1" fmla="*/ 44 h 173"/>
                              <a:gd name="T2" fmla="*/ 317 w 317"/>
                              <a:gd name="T3" fmla="*/ 39 h 173"/>
                              <a:gd name="T4" fmla="*/ 317 w 317"/>
                              <a:gd name="T5" fmla="*/ 34 h 173"/>
                              <a:gd name="T6" fmla="*/ 313 w 317"/>
                              <a:gd name="T7" fmla="*/ 30 h 173"/>
                              <a:gd name="T8" fmla="*/ 317 w 317"/>
                              <a:gd name="T9" fmla="*/ 25 h 173"/>
                              <a:gd name="T10" fmla="*/ 317 w 317"/>
                              <a:gd name="T11" fmla="*/ 19 h 173"/>
                              <a:gd name="T12" fmla="*/ 296 w 317"/>
                              <a:gd name="T13" fmla="*/ 0 h 173"/>
                              <a:gd name="T14" fmla="*/ 22 w 317"/>
                              <a:gd name="T15" fmla="*/ 0 h 173"/>
                              <a:gd name="T16" fmla="*/ 0 w 317"/>
                              <a:gd name="T17" fmla="*/ 19 h 173"/>
                              <a:gd name="T18" fmla="*/ 0 w 317"/>
                              <a:gd name="T19" fmla="*/ 25 h 173"/>
                              <a:gd name="T20" fmla="*/ 4 w 317"/>
                              <a:gd name="T21" fmla="*/ 30 h 173"/>
                              <a:gd name="T22" fmla="*/ 0 w 317"/>
                              <a:gd name="T23" fmla="*/ 34 h 173"/>
                              <a:gd name="T24" fmla="*/ 0 w 317"/>
                              <a:gd name="T25" fmla="*/ 39 h 173"/>
                              <a:gd name="T26" fmla="*/ 4 w 317"/>
                              <a:gd name="T27" fmla="*/ 44 h 173"/>
                              <a:gd name="T28" fmla="*/ 0 w 317"/>
                              <a:gd name="T29" fmla="*/ 48 h 173"/>
                              <a:gd name="T30" fmla="*/ 0 w 317"/>
                              <a:gd name="T31" fmla="*/ 54 h 173"/>
                              <a:gd name="T32" fmla="*/ 4 w 317"/>
                              <a:gd name="T33" fmla="*/ 58 h 173"/>
                              <a:gd name="T34" fmla="*/ 0 w 317"/>
                              <a:gd name="T35" fmla="*/ 62 h 173"/>
                              <a:gd name="T36" fmla="*/ 0 w 317"/>
                              <a:gd name="T37" fmla="*/ 68 h 173"/>
                              <a:gd name="T38" fmla="*/ 4 w 317"/>
                              <a:gd name="T39" fmla="*/ 72 h 173"/>
                              <a:gd name="T40" fmla="*/ 0 w 317"/>
                              <a:gd name="T41" fmla="*/ 77 h 173"/>
                              <a:gd name="T42" fmla="*/ 0 w 317"/>
                              <a:gd name="T43" fmla="*/ 82 h 173"/>
                              <a:gd name="T44" fmla="*/ 4 w 317"/>
                              <a:gd name="T45" fmla="*/ 87 h 173"/>
                              <a:gd name="T46" fmla="*/ 0 w 317"/>
                              <a:gd name="T47" fmla="*/ 91 h 173"/>
                              <a:gd name="T48" fmla="*/ 0 w 317"/>
                              <a:gd name="T49" fmla="*/ 96 h 173"/>
                              <a:gd name="T50" fmla="*/ 4 w 317"/>
                              <a:gd name="T51" fmla="*/ 101 h 173"/>
                              <a:gd name="T52" fmla="*/ 0 w 317"/>
                              <a:gd name="T53" fmla="*/ 105 h 173"/>
                              <a:gd name="T54" fmla="*/ 0 w 317"/>
                              <a:gd name="T55" fmla="*/ 111 h 173"/>
                              <a:gd name="T56" fmla="*/ 4 w 317"/>
                              <a:gd name="T57" fmla="*/ 115 h 173"/>
                              <a:gd name="T58" fmla="*/ 0 w 317"/>
                              <a:gd name="T59" fmla="*/ 119 h 173"/>
                              <a:gd name="T60" fmla="*/ 0 w 317"/>
                              <a:gd name="T61" fmla="*/ 125 h 173"/>
                              <a:gd name="T62" fmla="*/ 4 w 317"/>
                              <a:gd name="T63" fmla="*/ 129 h 173"/>
                              <a:gd name="T64" fmla="*/ 0 w 317"/>
                              <a:gd name="T65" fmla="*/ 134 h 173"/>
                              <a:gd name="T66" fmla="*/ 0 w 317"/>
                              <a:gd name="T67" fmla="*/ 139 h 173"/>
                              <a:gd name="T68" fmla="*/ 4 w 317"/>
                              <a:gd name="T69" fmla="*/ 144 h 173"/>
                              <a:gd name="T70" fmla="*/ 0 w 317"/>
                              <a:gd name="T71" fmla="*/ 148 h 173"/>
                              <a:gd name="T72" fmla="*/ 0 w 317"/>
                              <a:gd name="T73" fmla="*/ 154 h 173"/>
                              <a:gd name="T74" fmla="*/ 22 w 317"/>
                              <a:gd name="T75" fmla="*/ 173 h 173"/>
                              <a:gd name="T76" fmla="*/ 296 w 317"/>
                              <a:gd name="T77" fmla="*/ 173 h 173"/>
                              <a:gd name="T78" fmla="*/ 317 w 317"/>
                              <a:gd name="T79" fmla="*/ 154 h 173"/>
                              <a:gd name="T80" fmla="*/ 317 w 317"/>
                              <a:gd name="T81" fmla="*/ 148 h 173"/>
                              <a:gd name="T82" fmla="*/ 313 w 317"/>
                              <a:gd name="T83" fmla="*/ 144 h 173"/>
                              <a:gd name="T84" fmla="*/ 317 w 317"/>
                              <a:gd name="T85" fmla="*/ 139 h 173"/>
                              <a:gd name="T86" fmla="*/ 317 w 317"/>
                              <a:gd name="T87" fmla="*/ 134 h 173"/>
                              <a:gd name="T88" fmla="*/ 313 w 317"/>
                              <a:gd name="T89" fmla="*/ 129 h 173"/>
                              <a:gd name="T90" fmla="*/ 317 w 317"/>
                              <a:gd name="T91" fmla="*/ 125 h 173"/>
                              <a:gd name="T92" fmla="*/ 317 w 317"/>
                              <a:gd name="T93" fmla="*/ 119 h 173"/>
                              <a:gd name="T94" fmla="*/ 313 w 317"/>
                              <a:gd name="T95" fmla="*/ 115 h 173"/>
                              <a:gd name="T96" fmla="*/ 317 w 317"/>
                              <a:gd name="T97" fmla="*/ 111 h 173"/>
                              <a:gd name="T98" fmla="*/ 317 w 317"/>
                              <a:gd name="T99" fmla="*/ 105 h 173"/>
                              <a:gd name="T100" fmla="*/ 313 w 317"/>
                              <a:gd name="T101" fmla="*/ 101 h 173"/>
                              <a:gd name="T102" fmla="*/ 317 w 317"/>
                              <a:gd name="T103" fmla="*/ 96 h 173"/>
                              <a:gd name="T104" fmla="*/ 317 w 317"/>
                              <a:gd name="T105" fmla="*/ 91 h 173"/>
                              <a:gd name="T106" fmla="*/ 313 w 317"/>
                              <a:gd name="T107" fmla="*/ 87 h 173"/>
                              <a:gd name="T108" fmla="*/ 317 w 317"/>
                              <a:gd name="T109" fmla="*/ 82 h 173"/>
                              <a:gd name="T110" fmla="*/ 317 w 317"/>
                              <a:gd name="T111" fmla="*/ 77 h 173"/>
                              <a:gd name="T112" fmla="*/ 313 w 317"/>
                              <a:gd name="T113" fmla="*/ 72 h 173"/>
                              <a:gd name="T114" fmla="*/ 317 w 317"/>
                              <a:gd name="T115" fmla="*/ 68 h 173"/>
                              <a:gd name="T116" fmla="*/ 317 w 317"/>
                              <a:gd name="T117" fmla="*/ 62 h 173"/>
                              <a:gd name="T118" fmla="*/ 313 w 317"/>
                              <a:gd name="T119" fmla="*/ 58 h 173"/>
                              <a:gd name="T120" fmla="*/ 317 w 317"/>
                              <a:gd name="T121" fmla="*/ 54 h 173"/>
                              <a:gd name="T122" fmla="*/ 317 w 317"/>
                              <a:gd name="T123" fmla="*/ 48 h 173"/>
                              <a:gd name="T124" fmla="*/ 313 w 317"/>
                              <a:gd name="T125" fmla="*/ 44 h 17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  <a:cxn ang="0">
                                <a:pos x="T116" y="T117"/>
                              </a:cxn>
                              <a:cxn ang="0">
                                <a:pos x="T118" y="T119"/>
                              </a:cxn>
                              <a:cxn ang="0">
                                <a:pos x="T120" y="T121"/>
                              </a:cxn>
                              <a:cxn ang="0">
                                <a:pos x="T122" y="T123"/>
                              </a:cxn>
                              <a:cxn ang="0">
                                <a:pos x="T124" y="T125"/>
                              </a:cxn>
                            </a:cxnLst>
                            <a:rect l="0" t="0" r="r" b="b"/>
                            <a:pathLst>
                              <a:path w="317" h="173">
                                <a:moveTo>
                                  <a:pt x="313" y="44"/>
                                </a:moveTo>
                                <a:cubicBezTo>
                                  <a:pt x="313" y="41"/>
                                  <a:pt x="315" y="39"/>
                                  <a:pt x="317" y="39"/>
                                </a:cubicBezTo>
                                <a:cubicBezTo>
                                  <a:pt x="317" y="34"/>
                                  <a:pt x="317" y="34"/>
                                  <a:pt x="317" y="34"/>
                                </a:cubicBezTo>
                                <a:cubicBezTo>
                                  <a:pt x="315" y="34"/>
                                  <a:pt x="313" y="32"/>
                                  <a:pt x="313" y="30"/>
                                </a:cubicBezTo>
                                <a:cubicBezTo>
                                  <a:pt x="313" y="27"/>
                                  <a:pt x="315" y="25"/>
                                  <a:pt x="317" y="25"/>
                                </a:cubicBezTo>
                                <a:cubicBezTo>
                                  <a:pt x="317" y="19"/>
                                  <a:pt x="317" y="19"/>
                                  <a:pt x="317" y="19"/>
                                </a:cubicBezTo>
                                <a:cubicBezTo>
                                  <a:pt x="307" y="19"/>
                                  <a:pt x="296" y="11"/>
                                  <a:pt x="296" y="0"/>
                                </a:cubicBezTo>
                                <a:cubicBezTo>
                                  <a:pt x="22" y="0"/>
                                  <a:pt x="22" y="0"/>
                                  <a:pt x="22" y="0"/>
                                </a:cubicBezTo>
                                <a:cubicBezTo>
                                  <a:pt x="22" y="11"/>
                                  <a:pt x="11" y="19"/>
                                  <a:pt x="0" y="19"/>
                                </a:cubicBezTo>
                                <a:cubicBezTo>
                                  <a:pt x="0" y="25"/>
                                  <a:pt x="0" y="25"/>
                                  <a:pt x="0" y="25"/>
                                </a:cubicBezTo>
                                <a:cubicBezTo>
                                  <a:pt x="2" y="25"/>
                                  <a:pt x="4" y="27"/>
                                  <a:pt x="4" y="30"/>
                                </a:cubicBezTo>
                                <a:cubicBezTo>
                                  <a:pt x="4" y="32"/>
                                  <a:pt x="2" y="34"/>
                                  <a:pt x="0" y="34"/>
                                </a:cubicBezTo>
                                <a:cubicBezTo>
                                  <a:pt x="0" y="39"/>
                                  <a:pt x="0" y="39"/>
                                  <a:pt x="0" y="39"/>
                                </a:cubicBezTo>
                                <a:cubicBezTo>
                                  <a:pt x="2" y="39"/>
                                  <a:pt x="4" y="41"/>
                                  <a:pt x="4" y="44"/>
                                </a:cubicBezTo>
                                <a:cubicBezTo>
                                  <a:pt x="4" y="46"/>
                                  <a:pt x="2" y="48"/>
                                  <a:pt x="0" y="48"/>
                                </a:cubicBezTo>
                                <a:cubicBezTo>
                                  <a:pt x="0" y="54"/>
                                  <a:pt x="0" y="54"/>
                                  <a:pt x="0" y="54"/>
                                </a:cubicBezTo>
                                <a:cubicBezTo>
                                  <a:pt x="2" y="54"/>
                                  <a:pt x="4" y="56"/>
                                  <a:pt x="4" y="58"/>
                                </a:cubicBezTo>
                                <a:cubicBezTo>
                                  <a:pt x="4" y="60"/>
                                  <a:pt x="2" y="62"/>
                                  <a:pt x="0" y="62"/>
                                </a:cubicBezTo>
                                <a:cubicBezTo>
                                  <a:pt x="0" y="68"/>
                                  <a:pt x="0" y="68"/>
                                  <a:pt x="0" y="68"/>
                                </a:cubicBezTo>
                                <a:cubicBezTo>
                                  <a:pt x="2" y="68"/>
                                  <a:pt x="4" y="70"/>
                                  <a:pt x="4" y="72"/>
                                </a:cubicBezTo>
                                <a:cubicBezTo>
                                  <a:pt x="4" y="75"/>
                                  <a:pt x="2" y="77"/>
                                  <a:pt x="0" y="77"/>
                                </a:cubicBezTo>
                                <a:cubicBezTo>
                                  <a:pt x="0" y="82"/>
                                  <a:pt x="0" y="82"/>
                                  <a:pt x="0" y="82"/>
                                </a:cubicBezTo>
                                <a:cubicBezTo>
                                  <a:pt x="2" y="82"/>
                                  <a:pt x="4" y="84"/>
                                  <a:pt x="4" y="87"/>
                                </a:cubicBezTo>
                                <a:cubicBezTo>
                                  <a:pt x="4" y="89"/>
                                  <a:pt x="2" y="91"/>
                                  <a:pt x="0" y="91"/>
                                </a:cubicBezTo>
                                <a:cubicBezTo>
                                  <a:pt x="0" y="96"/>
                                  <a:pt x="0" y="96"/>
                                  <a:pt x="0" y="96"/>
                                </a:cubicBezTo>
                                <a:cubicBezTo>
                                  <a:pt x="2" y="96"/>
                                  <a:pt x="4" y="98"/>
                                  <a:pt x="4" y="101"/>
                                </a:cubicBezTo>
                                <a:cubicBezTo>
                                  <a:pt x="4" y="103"/>
                                  <a:pt x="2" y="105"/>
                                  <a:pt x="0" y="105"/>
                                </a:cubicBezTo>
                                <a:cubicBezTo>
                                  <a:pt x="0" y="111"/>
                                  <a:pt x="0" y="111"/>
                                  <a:pt x="0" y="111"/>
                                </a:cubicBezTo>
                                <a:cubicBezTo>
                                  <a:pt x="2" y="111"/>
                                  <a:pt x="4" y="113"/>
                                  <a:pt x="4" y="115"/>
                                </a:cubicBezTo>
                                <a:cubicBezTo>
                                  <a:pt x="4" y="117"/>
                                  <a:pt x="2" y="119"/>
                                  <a:pt x="0" y="119"/>
                                </a:cubicBezTo>
                                <a:cubicBezTo>
                                  <a:pt x="0" y="125"/>
                                  <a:pt x="0" y="125"/>
                                  <a:pt x="0" y="125"/>
                                </a:cubicBezTo>
                                <a:cubicBezTo>
                                  <a:pt x="2" y="125"/>
                                  <a:pt x="4" y="127"/>
                                  <a:pt x="4" y="129"/>
                                </a:cubicBezTo>
                                <a:cubicBezTo>
                                  <a:pt x="4" y="132"/>
                                  <a:pt x="2" y="134"/>
                                  <a:pt x="0" y="134"/>
                                </a:cubicBezTo>
                                <a:cubicBezTo>
                                  <a:pt x="0" y="139"/>
                                  <a:pt x="0" y="139"/>
                                  <a:pt x="0" y="139"/>
                                </a:cubicBezTo>
                                <a:cubicBezTo>
                                  <a:pt x="2" y="139"/>
                                  <a:pt x="4" y="141"/>
                                  <a:pt x="4" y="144"/>
                                </a:cubicBezTo>
                                <a:cubicBezTo>
                                  <a:pt x="4" y="146"/>
                                  <a:pt x="2" y="148"/>
                                  <a:pt x="0" y="148"/>
                                </a:cubicBezTo>
                                <a:cubicBezTo>
                                  <a:pt x="0" y="154"/>
                                  <a:pt x="0" y="154"/>
                                  <a:pt x="0" y="154"/>
                                </a:cubicBezTo>
                                <a:cubicBezTo>
                                  <a:pt x="11" y="154"/>
                                  <a:pt x="22" y="162"/>
                                  <a:pt x="22" y="173"/>
                                </a:cubicBezTo>
                                <a:cubicBezTo>
                                  <a:pt x="296" y="173"/>
                                  <a:pt x="296" y="173"/>
                                  <a:pt x="296" y="173"/>
                                </a:cubicBezTo>
                                <a:cubicBezTo>
                                  <a:pt x="296" y="162"/>
                                  <a:pt x="307" y="154"/>
                                  <a:pt x="317" y="154"/>
                                </a:cubicBezTo>
                                <a:cubicBezTo>
                                  <a:pt x="317" y="148"/>
                                  <a:pt x="317" y="148"/>
                                  <a:pt x="317" y="148"/>
                                </a:cubicBezTo>
                                <a:cubicBezTo>
                                  <a:pt x="315" y="148"/>
                                  <a:pt x="313" y="146"/>
                                  <a:pt x="313" y="144"/>
                                </a:cubicBezTo>
                                <a:cubicBezTo>
                                  <a:pt x="313" y="141"/>
                                  <a:pt x="315" y="139"/>
                                  <a:pt x="317" y="139"/>
                                </a:cubicBezTo>
                                <a:cubicBezTo>
                                  <a:pt x="317" y="134"/>
                                  <a:pt x="317" y="134"/>
                                  <a:pt x="317" y="134"/>
                                </a:cubicBezTo>
                                <a:cubicBezTo>
                                  <a:pt x="315" y="134"/>
                                  <a:pt x="313" y="132"/>
                                  <a:pt x="313" y="129"/>
                                </a:cubicBezTo>
                                <a:cubicBezTo>
                                  <a:pt x="313" y="127"/>
                                  <a:pt x="315" y="125"/>
                                  <a:pt x="317" y="125"/>
                                </a:cubicBezTo>
                                <a:cubicBezTo>
                                  <a:pt x="317" y="119"/>
                                  <a:pt x="317" y="119"/>
                                  <a:pt x="317" y="119"/>
                                </a:cubicBezTo>
                                <a:cubicBezTo>
                                  <a:pt x="315" y="119"/>
                                  <a:pt x="313" y="117"/>
                                  <a:pt x="313" y="115"/>
                                </a:cubicBezTo>
                                <a:cubicBezTo>
                                  <a:pt x="313" y="113"/>
                                  <a:pt x="315" y="111"/>
                                  <a:pt x="317" y="111"/>
                                </a:cubicBezTo>
                                <a:cubicBezTo>
                                  <a:pt x="317" y="105"/>
                                  <a:pt x="317" y="105"/>
                                  <a:pt x="317" y="105"/>
                                </a:cubicBezTo>
                                <a:cubicBezTo>
                                  <a:pt x="315" y="105"/>
                                  <a:pt x="313" y="103"/>
                                  <a:pt x="313" y="101"/>
                                </a:cubicBezTo>
                                <a:cubicBezTo>
                                  <a:pt x="313" y="98"/>
                                  <a:pt x="315" y="96"/>
                                  <a:pt x="317" y="96"/>
                                </a:cubicBezTo>
                                <a:cubicBezTo>
                                  <a:pt x="317" y="91"/>
                                  <a:pt x="317" y="91"/>
                                  <a:pt x="317" y="91"/>
                                </a:cubicBezTo>
                                <a:cubicBezTo>
                                  <a:pt x="315" y="91"/>
                                  <a:pt x="313" y="89"/>
                                  <a:pt x="313" y="87"/>
                                </a:cubicBezTo>
                                <a:cubicBezTo>
                                  <a:pt x="313" y="84"/>
                                  <a:pt x="315" y="82"/>
                                  <a:pt x="317" y="82"/>
                                </a:cubicBezTo>
                                <a:cubicBezTo>
                                  <a:pt x="317" y="77"/>
                                  <a:pt x="317" y="77"/>
                                  <a:pt x="317" y="77"/>
                                </a:cubicBezTo>
                                <a:cubicBezTo>
                                  <a:pt x="315" y="77"/>
                                  <a:pt x="313" y="75"/>
                                  <a:pt x="313" y="72"/>
                                </a:cubicBezTo>
                                <a:cubicBezTo>
                                  <a:pt x="313" y="70"/>
                                  <a:pt x="315" y="68"/>
                                  <a:pt x="317" y="68"/>
                                </a:cubicBezTo>
                                <a:cubicBezTo>
                                  <a:pt x="317" y="62"/>
                                  <a:pt x="317" y="62"/>
                                  <a:pt x="317" y="62"/>
                                </a:cubicBezTo>
                                <a:cubicBezTo>
                                  <a:pt x="315" y="62"/>
                                  <a:pt x="313" y="60"/>
                                  <a:pt x="313" y="58"/>
                                </a:cubicBezTo>
                                <a:cubicBezTo>
                                  <a:pt x="313" y="56"/>
                                  <a:pt x="315" y="54"/>
                                  <a:pt x="317" y="54"/>
                                </a:cubicBezTo>
                                <a:cubicBezTo>
                                  <a:pt x="317" y="48"/>
                                  <a:pt x="317" y="48"/>
                                  <a:pt x="317" y="48"/>
                                </a:cubicBezTo>
                                <a:cubicBezTo>
                                  <a:pt x="315" y="48"/>
                                  <a:pt x="313" y="46"/>
                                  <a:pt x="313" y="44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3" name="Freeform 3"/>
                        <wps:cNvSpPr>
                          <a:spLocks noChangeAspect="1"/>
                        </wps:cNvSpPr>
                        <wps:spPr bwMode="auto">
                          <a:xfrm>
                            <a:off x="4275" y="1829828"/>
                            <a:ext cx="3014331" cy="1645920"/>
                          </a:xfrm>
                          <a:custGeom>
                            <a:avLst/>
                            <a:gdLst>
                              <a:gd name="T0" fmla="*/ 313 w 317"/>
                              <a:gd name="T1" fmla="*/ 44 h 173"/>
                              <a:gd name="T2" fmla="*/ 317 w 317"/>
                              <a:gd name="T3" fmla="*/ 39 h 173"/>
                              <a:gd name="T4" fmla="*/ 317 w 317"/>
                              <a:gd name="T5" fmla="*/ 34 h 173"/>
                              <a:gd name="T6" fmla="*/ 313 w 317"/>
                              <a:gd name="T7" fmla="*/ 30 h 173"/>
                              <a:gd name="T8" fmla="*/ 317 w 317"/>
                              <a:gd name="T9" fmla="*/ 25 h 173"/>
                              <a:gd name="T10" fmla="*/ 317 w 317"/>
                              <a:gd name="T11" fmla="*/ 19 h 173"/>
                              <a:gd name="T12" fmla="*/ 296 w 317"/>
                              <a:gd name="T13" fmla="*/ 0 h 173"/>
                              <a:gd name="T14" fmla="*/ 22 w 317"/>
                              <a:gd name="T15" fmla="*/ 0 h 173"/>
                              <a:gd name="T16" fmla="*/ 0 w 317"/>
                              <a:gd name="T17" fmla="*/ 19 h 173"/>
                              <a:gd name="T18" fmla="*/ 0 w 317"/>
                              <a:gd name="T19" fmla="*/ 25 h 173"/>
                              <a:gd name="T20" fmla="*/ 4 w 317"/>
                              <a:gd name="T21" fmla="*/ 30 h 173"/>
                              <a:gd name="T22" fmla="*/ 0 w 317"/>
                              <a:gd name="T23" fmla="*/ 34 h 173"/>
                              <a:gd name="T24" fmla="*/ 0 w 317"/>
                              <a:gd name="T25" fmla="*/ 39 h 173"/>
                              <a:gd name="T26" fmla="*/ 4 w 317"/>
                              <a:gd name="T27" fmla="*/ 44 h 173"/>
                              <a:gd name="T28" fmla="*/ 0 w 317"/>
                              <a:gd name="T29" fmla="*/ 48 h 173"/>
                              <a:gd name="T30" fmla="*/ 0 w 317"/>
                              <a:gd name="T31" fmla="*/ 54 h 173"/>
                              <a:gd name="T32" fmla="*/ 4 w 317"/>
                              <a:gd name="T33" fmla="*/ 58 h 173"/>
                              <a:gd name="T34" fmla="*/ 0 w 317"/>
                              <a:gd name="T35" fmla="*/ 62 h 173"/>
                              <a:gd name="T36" fmla="*/ 0 w 317"/>
                              <a:gd name="T37" fmla="*/ 68 h 173"/>
                              <a:gd name="T38" fmla="*/ 4 w 317"/>
                              <a:gd name="T39" fmla="*/ 72 h 173"/>
                              <a:gd name="T40" fmla="*/ 0 w 317"/>
                              <a:gd name="T41" fmla="*/ 77 h 173"/>
                              <a:gd name="T42" fmla="*/ 0 w 317"/>
                              <a:gd name="T43" fmla="*/ 82 h 173"/>
                              <a:gd name="T44" fmla="*/ 4 w 317"/>
                              <a:gd name="T45" fmla="*/ 87 h 173"/>
                              <a:gd name="T46" fmla="*/ 0 w 317"/>
                              <a:gd name="T47" fmla="*/ 91 h 173"/>
                              <a:gd name="T48" fmla="*/ 0 w 317"/>
                              <a:gd name="T49" fmla="*/ 96 h 173"/>
                              <a:gd name="T50" fmla="*/ 4 w 317"/>
                              <a:gd name="T51" fmla="*/ 101 h 173"/>
                              <a:gd name="T52" fmla="*/ 0 w 317"/>
                              <a:gd name="T53" fmla="*/ 105 h 173"/>
                              <a:gd name="T54" fmla="*/ 0 w 317"/>
                              <a:gd name="T55" fmla="*/ 111 h 173"/>
                              <a:gd name="T56" fmla="*/ 4 w 317"/>
                              <a:gd name="T57" fmla="*/ 115 h 173"/>
                              <a:gd name="T58" fmla="*/ 0 w 317"/>
                              <a:gd name="T59" fmla="*/ 119 h 173"/>
                              <a:gd name="T60" fmla="*/ 0 w 317"/>
                              <a:gd name="T61" fmla="*/ 125 h 173"/>
                              <a:gd name="T62" fmla="*/ 4 w 317"/>
                              <a:gd name="T63" fmla="*/ 129 h 173"/>
                              <a:gd name="T64" fmla="*/ 0 w 317"/>
                              <a:gd name="T65" fmla="*/ 134 h 173"/>
                              <a:gd name="T66" fmla="*/ 0 w 317"/>
                              <a:gd name="T67" fmla="*/ 139 h 173"/>
                              <a:gd name="T68" fmla="*/ 4 w 317"/>
                              <a:gd name="T69" fmla="*/ 144 h 173"/>
                              <a:gd name="T70" fmla="*/ 0 w 317"/>
                              <a:gd name="T71" fmla="*/ 148 h 173"/>
                              <a:gd name="T72" fmla="*/ 0 w 317"/>
                              <a:gd name="T73" fmla="*/ 154 h 173"/>
                              <a:gd name="T74" fmla="*/ 22 w 317"/>
                              <a:gd name="T75" fmla="*/ 173 h 173"/>
                              <a:gd name="T76" fmla="*/ 296 w 317"/>
                              <a:gd name="T77" fmla="*/ 173 h 173"/>
                              <a:gd name="T78" fmla="*/ 317 w 317"/>
                              <a:gd name="T79" fmla="*/ 154 h 173"/>
                              <a:gd name="T80" fmla="*/ 317 w 317"/>
                              <a:gd name="T81" fmla="*/ 148 h 173"/>
                              <a:gd name="T82" fmla="*/ 313 w 317"/>
                              <a:gd name="T83" fmla="*/ 144 h 173"/>
                              <a:gd name="T84" fmla="*/ 317 w 317"/>
                              <a:gd name="T85" fmla="*/ 139 h 173"/>
                              <a:gd name="T86" fmla="*/ 317 w 317"/>
                              <a:gd name="T87" fmla="*/ 134 h 173"/>
                              <a:gd name="T88" fmla="*/ 313 w 317"/>
                              <a:gd name="T89" fmla="*/ 129 h 173"/>
                              <a:gd name="T90" fmla="*/ 317 w 317"/>
                              <a:gd name="T91" fmla="*/ 125 h 173"/>
                              <a:gd name="T92" fmla="*/ 317 w 317"/>
                              <a:gd name="T93" fmla="*/ 119 h 173"/>
                              <a:gd name="T94" fmla="*/ 313 w 317"/>
                              <a:gd name="T95" fmla="*/ 115 h 173"/>
                              <a:gd name="T96" fmla="*/ 317 w 317"/>
                              <a:gd name="T97" fmla="*/ 111 h 173"/>
                              <a:gd name="T98" fmla="*/ 317 w 317"/>
                              <a:gd name="T99" fmla="*/ 105 h 173"/>
                              <a:gd name="T100" fmla="*/ 313 w 317"/>
                              <a:gd name="T101" fmla="*/ 101 h 173"/>
                              <a:gd name="T102" fmla="*/ 317 w 317"/>
                              <a:gd name="T103" fmla="*/ 96 h 173"/>
                              <a:gd name="T104" fmla="*/ 317 w 317"/>
                              <a:gd name="T105" fmla="*/ 91 h 173"/>
                              <a:gd name="T106" fmla="*/ 313 w 317"/>
                              <a:gd name="T107" fmla="*/ 87 h 173"/>
                              <a:gd name="T108" fmla="*/ 317 w 317"/>
                              <a:gd name="T109" fmla="*/ 82 h 173"/>
                              <a:gd name="T110" fmla="*/ 317 w 317"/>
                              <a:gd name="T111" fmla="*/ 77 h 173"/>
                              <a:gd name="T112" fmla="*/ 313 w 317"/>
                              <a:gd name="T113" fmla="*/ 72 h 173"/>
                              <a:gd name="T114" fmla="*/ 317 w 317"/>
                              <a:gd name="T115" fmla="*/ 68 h 173"/>
                              <a:gd name="T116" fmla="*/ 317 w 317"/>
                              <a:gd name="T117" fmla="*/ 62 h 173"/>
                              <a:gd name="T118" fmla="*/ 313 w 317"/>
                              <a:gd name="T119" fmla="*/ 58 h 173"/>
                              <a:gd name="T120" fmla="*/ 317 w 317"/>
                              <a:gd name="T121" fmla="*/ 54 h 173"/>
                              <a:gd name="T122" fmla="*/ 317 w 317"/>
                              <a:gd name="T123" fmla="*/ 48 h 173"/>
                              <a:gd name="T124" fmla="*/ 313 w 317"/>
                              <a:gd name="T125" fmla="*/ 44 h 17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  <a:cxn ang="0">
                                <a:pos x="T116" y="T117"/>
                              </a:cxn>
                              <a:cxn ang="0">
                                <a:pos x="T118" y="T119"/>
                              </a:cxn>
                              <a:cxn ang="0">
                                <a:pos x="T120" y="T121"/>
                              </a:cxn>
                              <a:cxn ang="0">
                                <a:pos x="T122" y="T123"/>
                              </a:cxn>
                              <a:cxn ang="0">
                                <a:pos x="T124" y="T125"/>
                              </a:cxn>
                            </a:cxnLst>
                            <a:rect l="0" t="0" r="r" b="b"/>
                            <a:pathLst>
                              <a:path w="317" h="173">
                                <a:moveTo>
                                  <a:pt x="313" y="44"/>
                                </a:moveTo>
                                <a:cubicBezTo>
                                  <a:pt x="313" y="41"/>
                                  <a:pt x="315" y="39"/>
                                  <a:pt x="317" y="39"/>
                                </a:cubicBezTo>
                                <a:cubicBezTo>
                                  <a:pt x="317" y="34"/>
                                  <a:pt x="317" y="34"/>
                                  <a:pt x="317" y="34"/>
                                </a:cubicBezTo>
                                <a:cubicBezTo>
                                  <a:pt x="315" y="34"/>
                                  <a:pt x="313" y="32"/>
                                  <a:pt x="313" y="30"/>
                                </a:cubicBezTo>
                                <a:cubicBezTo>
                                  <a:pt x="313" y="27"/>
                                  <a:pt x="315" y="25"/>
                                  <a:pt x="317" y="25"/>
                                </a:cubicBezTo>
                                <a:cubicBezTo>
                                  <a:pt x="317" y="19"/>
                                  <a:pt x="317" y="19"/>
                                  <a:pt x="317" y="19"/>
                                </a:cubicBezTo>
                                <a:cubicBezTo>
                                  <a:pt x="307" y="19"/>
                                  <a:pt x="296" y="11"/>
                                  <a:pt x="296" y="0"/>
                                </a:cubicBezTo>
                                <a:cubicBezTo>
                                  <a:pt x="22" y="0"/>
                                  <a:pt x="22" y="0"/>
                                  <a:pt x="22" y="0"/>
                                </a:cubicBezTo>
                                <a:cubicBezTo>
                                  <a:pt x="22" y="11"/>
                                  <a:pt x="11" y="19"/>
                                  <a:pt x="0" y="19"/>
                                </a:cubicBezTo>
                                <a:cubicBezTo>
                                  <a:pt x="0" y="25"/>
                                  <a:pt x="0" y="25"/>
                                  <a:pt x="0" y="25"/>
                                </a:cubicBezTo>
                                <a:cubicBezTo>
                                  <a:pt x="2" y="25"/>
                                  <a:pt x="4" y="27"/>
                                  <a:pt x="4" y="30"/>
                                </a:cubicBezTo>
                                <a:cubicBezTo>
                                  <a:pt x="4" y="32"/>
                                  <a:pt x="2" y="34"/>
                                  <a:pt x="0" y="34"/>
                                </a:cubicBezTo>
                                <a:cubicBezTo>
                                  <a:pt x="0" y="39"/>
                                  <a:pt x="0" y="39"/>
                                  <a:pt x="0" y="39"/>
                                </a:cubicBezTo>
                                <a:cubicBezTo>
                                  <a:pt x="2" y="39"/>
                                  <a:pt x="4" y="41"/>
                                  <a:pt x="4" y="44"/>
                                </a:cubicBezTo>
                                <a:cubicBezTo>
                                  <a:pt x="4" y="46"/>
                                  <a:pt x="2" y="48"/>
                                  <a:pt x="0" y="48"/>
                                </a:cubicBezTo>
                                <a:cubicBezTo>
                                  <a:pt x="0" y="54"/>
                                  <a:pt x="0" y="54"/>
                                  <a:pt x="0" y="54"/>
                                </a:cubicBezTo>
                                <a:cubicBezTo>
                                  <a:pt x="2" y="54"/>
                                  <a:pt x="4" y="56"/>
                                  <a:pt x="4" y="58"/>
                                </a:cubicBezTo>
                                <a:cubicBezTo>
                                  <a:pt x="4" y="60"/>
                                  <a:pt x="2" y="62"/>
                                  <a:pt x="0" y="62"/>
                                </a:cubicBezTo>
                                <a:cubicBezTo>
                                  <a:pt x="0" y="68"/>
                                  <a:pt x="0" y="68"/>
                                  <a:pt x="0" y="68"/>
                                </a:cubicBezTo>
                                <a:cubicBezTo>
                                  <a:pt x="2" y="68"/>
                                  <a:pt x="4" y="70"/>
                                  <a:pt x="4" y="72"/>
                                </a:cubicBezTo>
                                <a:cubicBezTo>
                                  <a:pt x="4" y="75"/>
                                  <a:pt x="2" y="77"/>
                                  <a:pt x="0" y="77"/>
                                </a:cubicBezTo>
                                <a:cubicBezTo>
                                  <a:pt x="0" y="82"/>
                                  <a:pt x="0" y="82"/>
                                  <a:pt x="0" y="82"/>
                                </a:cubicBezTo>
                                <a:cubicBezTo>
                                  <a:pt x="2" y="82"/>
                                  <a:pt x="4" y="84"/>
                                  <a:pt x="4" y="87"/>
                                </a:cubicBezTo>
                                <a:cubicBezTo>
                                  <a:pt x="4" y="89"/>
                                  <a:pt x="2" y="91"/>
                                  <a:pt x="0" y="91"/>
                                </a:cubicBezTo>
                                <a:cubicBezTo>
                                  <a:pt x="0" y="96"/>
                                  <a:pt x="0" y="96"/>
                                  <a:pt x="0" y="96"/>
                                </a:cubicBezTo>
                                <a:cubicBezTo>
                                  <a:pt x="2" y="96"/>
                                  <a:pt x="4" y="98"/>
                                  <a:pt x="4" y="101"/>
                                </a:cubicBezTo>
                                <a:cubicBezTo>
                                  <a:pt x="4" y="103"/>
                                  <a:pt x="2" y="105"/>
                                  <a:pt x="0" y="105"/>
                                </a:cubicBezTo>
                                <a:cubicBezTo>
                                  <a:pt x="0" y="111"/>
                                  <a:pt x="0" y="111"/>
                                  <a:pt x="0" y="111"/>
                                </a:cubicBezTo>
                                <a:cubicBezTo>
                                  <a:pt x="2" y="111"/>
                                  <a:pt x="4" y="113"/>
                                  <a:pt x="4" y="115"/>
                                </a:cubicBezTo>
                                <a:cubicBezTo>
                                  <a:pt x="4" y="117"/>
                                  <a:pt x="2" y="119"/>
                                  <a:pt x="0" y="119"/>
                                </a:cubicBezTo>
                                <a:cubicBezTo>
                                  <a:pt x="0" y="125"/>
                                  <a:pt x="0" y="125"/>
                                  <a:pt x="0" y="125"/>
                                </a:cubicBezTo>
                                <a:cubicBezTo>
                                  <a:pt x="2" y="125"/>
                                  <a:pt x="4" y="127"/>
                                  <a:pt x="4" y="129"/>
                                </a:cubicBezTo>
                                <a:cubicBezTo>
                                  <a:pt x="4" y="132"/>
                                  <a:pt x="2" y="134"/>
                                  <a:pt x="0" y="134"/>
                                </a:cubicBezTo>
                                <a:cubicBezTo>
                                  <a:pt x="0" y="139"/>
                                  <a:pt x="0" y="139"/>
                                  <a:pt x="0" y="139"/>
                                </a:cubicBezTo>
                                <a:cubicBezTo>
                                  <a:pt x="2" y="139"/>
                                  <a:pt x="4" y="141"/>
                                  <a:pt x="4" y="144"/>
                                </a:cubicBezTo>
                                <a:cubicBezTo>
                                  <a:pt x="4" y="146"/>
                                  <a:pt x="2" y="148"/>
                                  <a:pt x="0" y="148"/>
                                </a:cubicBezTo>
                                <a:cubicBezTo>
                                  <a:pt x="0" y="154"/>
                                  <a:pt x="0" y="154"/>
                                  <a:pt x="0" y="154"/>
                                </a:cubicBezTo>
                                <a:cubicBezTo>
                                  <a:pt x="11" y="154"/>
                                  <a:pt x="22" y="162"/>
                                  <a:pt x="22" y="173"/>
                                </a:cubicBezTo>
                                <a:cubicBezTo>
                                  <a:pt x="296" y="173"/>
                                  <a:pt x="296" y="173"/>
                                  <a:pt x="296" y="173"/>
                                </a:cubicBezTo>
                                <a:cubicBezTo>
                                  <a:pt x="296" y="162"/>
                                  <a:pt x="307" y="154"/>
                                  <a:pt x="317" y="154"/>
                                </a:cubicBezTo>
                                <a:cubicBezTo>
                                  <a:pt x="317" y="148"/>
                                  <a:pt x="317" y="148"/>
                                  <a:pt x="317" y="148"/>
                                </a:cubicBezTo>
                                <a:cubicBezTo>
                                  <a:pt x="315" y="148"/>
                                  <a:pt x="313" y="146"/>
                                  <a:pt x="313" y="144"/>
                                </a:cubicBezTo>
                                <a:cubicBezTo>
                                  <a:pt x="313" y="141"/>
                                  <a:pt x="315" y="139"/>
                                  <a:pt x="317" y="139"/>
                                </a:cubicBezTo>
                                <a:cubicBezTo>
                                  <a:pt x="317" y="134"/>
                                  <a:pt x="317" y="134"/>
                                  <a:pt x="317" y="134"/>
                                </a:cubicBezTo>
                                <a:cubicBezTo>
                                  <a:pt x="315" y="134"/>
                                  <a:pt x="313" y="132"/>
                                  <a:pt x="313" y="129"/>
                                </a:cubicBezTo>
                                <a:cubicBezTo>
                                  <a:pt x="313" y="127"/>
                                  <a:pt x="315" y="125"/>
                                  <a:pt x="317" y="125"/>
                                </a:cubicBezTo>
                                <a:cubicBezTo>
                                  <a:pt x="317" y="119"/>
                                  <a:pt x="317" y="119"/>
                                  <a:pt x="317" y="119"/>
                                </a:cubicBezTo>
                                <a:cubicBezTo>
                                  <a:pt x="315" y="119"/>
                                  <a:pt x="313" y="117"/>
                                  <a:pt x="313" y="115"/>
                                </a:cubicBezTo>
                                <a:cubicBezTo>
                                  <a:pt x="313" y="113"/>
                                  <a:pt x="315" y="111"/>
                                  <a:pt x="317" y="111"/>
                                </a:cubicBezTo>
                                <a:cubicBezTo>
                                  <a:pt x="317" y="105"/>
                                  <a:pt x="317" y="105"/>
                                  <a:pt x="317" y="105"/>
                                </a:cubicBezTo>
                                <a:cubicBezTo>
                                  <a:pt x="315" y="105"/>
                                  <a:pt x="313" y="103"/>
                                  <a:pt x="313" y="101"/>
                                </a:cubicBezTo>
                                <a:cubicBezTo>
                                  <a:pt x="313" y="98"/>
                                  <a:pt x="315" y="96"/>
                                  <a:pt x="317" y="96"/>
                                </a:cubicBezTo>
                                <a:cubicBezTo>
                                  <a:pt x="317" y="91"/>
                                  <a:pt x="317" y="91"/>
                                  <a:pt x="317" y="91"/>
                                </a:cubicBezTo>
                                <a:cubicBezTo>
                                  <a:pt x="315" y="91"/>
                                  <a:pt x="313" y="89"/>
                                  <a:pt x="313" y="87"/>
                                </a:cubicBezTo>
                                <a:cubicBezTo>
                                  <a:pt x="313" y="84"/>
                                  <a:pt x="315" y="82"/>
                                  <a:pt x="317" y="82"/>
                                </a:cubicBezTo>
                                <a:cubicBezTo>
                                  <a:pt x="317" y="77"/>
                                  <a:pt x="317" y="77"/>
                                  <a:pt x="317" y="77"/>
                                </a:cubicBezTo>
                                <a:cubicBezTo>
                                  <a:pt x="315" y="77"/>
                                  <a:pt x="313" y="75"/>
                                  <a:pt x="313" y="72"/>
                                </a:cubicBezTo>
                                <a:cubicBezTo>
                                  <a:pt x="313" y="70"/>
                                  <a:pt x="315" y="68"/>
                                  <a:pt x="317" y="68"/>
                                </a:cubicBezTo>
                                <a:cubicBezTo>
                                  <a:pt x="317" y="62"/>
                                  <a:pt x="317" y="62"/>
                                  <a:pt x="317" y="62"/>
                                </a:cubicBezTo>
                                <a:cubicBezTo>
                                  <a:pt x="315" y="62"/>
                                  <a:pt x="313" y="60"/>
                                  <a:pt x="313" y="58"/>
                                </a:cubicBezTo>
                                <a:cubicBezTo>
                                  <a:pt x="313" y="56"/>
                                  <a:pt x="315" y="54"/>
                                  <a:pt x="317" y="54"/>
                                </a:cubicBezTo>
                                <a:cubicBezTo>
                                  <a:pt x="317" y="48"/>
                                  <a:pt x="317" y="48"/>
                                  <a:pt x="317" y="48"/>
                                </a:cubicBezTo>
                                <a:cubicBezTo>
                                  <a:pt x="315" y="48"/>
                                  <a:pt x="313" y="46"/>
                                  <a:pt x="313" y="44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4" name="Freeform 4"/>
                        <wps:cNvSpPr>
                          <a:spLocks noChangeAspect="1"/>
                        </wps:cNvSpPr>
                        <wps:spPr bwMode="auto">
                          <a:xfrm>
                            <a:off x="4277" y="3659656"/>
                            <a:ext cx="3014331" cy="1645920"/>
                          </a:xfrm>
                          <a:custGeom>
                            <a:avLst/>
                            <a:gdLst>
                              <a:gd name="T0" fmla="*/ 313 w 317"/>
                              <a:gd name="T1" fmla="*/ 44 h 173"/>
                              <a:gd name="T2" fmla="*/ 317 w 317"/>
                              <a:gd name="T3" fmla="*/ 39 h 173"/>
                              <a:gd name="T4" fmla="*/ 317 w 317"/>
                              <a:gd name="T5" fmla="*/ 34 h 173"/>
                              <a:gd name="T6" fmla="*/ 313 w 317"/>
                              <a:gd name="T7" fmla="*/ 30 h 173"/>
                              <a:gd name="T8" fmla="*/ 317 w 317"/>
                              <a:gd name="T9" fmla="*/ 25 h 173"/>
                              <a:gd name="T10" fmla="*/ 317 w 317"/>
                              <a:gd name="T11" fmla="*/ 19 h 173"/>
                              <a:gd name="T12" fmla="*/ 296 w 317"/>
                              <a:gd name="T13" fmla="*/ 0 h 173"/>
                              <a:gd name="T14" fmla="*/ 22 w 317"/>
                              <a:gd name="T15" fmla="*/ 0 h 173"/>
                              <a:gd name="T16" fmla="*/ 0 w 317"/>
                              <a:gd name="T17" fmla="*/ 19 h 173"/>
                              <a:gd name="T18" fmla="*/ 0 w 317"/>
                              <a:gd name="T19" fmla="*/ 25 h 173"/>
                              <a:gd name="T20" fmla="*/ 4 w 317"/>
                              <a:gd name="T21" fmla="*/ 30 h 173"/>
                              <a:gd name="T22" fmla="*/ 0 w 317"/>
                              <a:gd name="T23" fmla="*/ 34 h 173"/>
                              <a:gd name="T24" fmla="*/ 0 w 317"/>
                              <a:gd name="T25" fmla="*/ 39 h 173"/>
                              <a:gd name="T26" fmla="*/ 4 w 317"/>
                              <a:gd name="T27" fmla="*/ 44 h 173"/>
                              <a:gd name="T28" fmla="*/ 0 w 317"/>
                              <a:gd name="T29" fmla="*/ 48 h 173"/>
                              <a:gd name="T30" fmla="*/ 0 w 317"/>
                              <a:gd name="T31" fmla="*/ 54 h 173"/>
                              <a:gd name="T32" fmla="*/ 4 w 317"/>
                              <a:gd name="T33" fmla="*/ 58 h 173"/>
                              <a:gd name="T34" fmla="*/ 0 w 317"/>
                              <a:gd name="T35" fmla="*/ 62 h 173"/>
                              <a:gd name="T36" fmla="*/ 0 w 317"/>
                              <a:gd name="T37" fmla="*/ 68 h 173"/>
                              <a:gd name="T38" fmla="*/ 4 w 317"/>
                              <a:gd name="T39" fmla="*/ 72 h 173"/>
                              <a:gd name="T40" fmla="*/ 0 w 317"/>
                              <a:gd name="T41" fmla="*/ 77 h 173"/>
                              <a:gd name="T42" fmla="*/ 0 w 317"/>
                              <a:gd name="T43" fmla="*/ 82 h 173"/>
                              <a:gd name="T44" fmla="*/ 4 w 317"/>
                              <a:gd name="T45" fmla="*/ 87 h 173"/>
                              <a:gd name="T46" fmla="*/ 0 w 317"/>
                              <a:gd name="T47" fmla="*/ 91 h 173"/>
                              <a:gd name="T48" fmla="*/ 0 w 317"/>
                              <a:gd name="T49" fmla="*/ 96 h 173"/>
                              <a:gd name="T50" fmla="*/ 4 w 317"/>
                              <a:gd name="T51" fmla="*/ 101 h 173"/>
                              <a:gd name="T52" fmla="*/ 0 w 317"/>
                              <a:gd name="T53" fmla="*/ 105 h 173"/>
                              <a:gd name="T54" fmla="*/ 0 w 317"/>
                              <a:gd name="T55" fmla="*/ 111 h 173"/>
                              <a:gd name="T56" fmla="*/ 4 w 317"/>
                              <a:gd name="T57" fmla="*/ 115 h 173"/>
                              <a:gd name="T58" fmla="*/ 0 w 317"/>
                              <a:gd name="T59" fmla="*/ 119 h 173"/>
                              <a:gd name="T60" fmla="*/ 0 w 317"/>
                              <a:gd name="T61" fmla="*/ 125 h 173"/>
                              <a:gd name="T62" fmla="*/ 4 w 317"/>
                              <a:gd name="T63" fmla="*/ 129 h 173"/>
                              <a:gd name="T64" fmla="*/ 0 w 317"/>
                              <a:gd name="T65" fmla="*/ 134 h 173"/>
                              <a:gd name="T66" fmla="*/ 0 w 317"/>
                              <a:gd name="T67" fmla="*/ 139 h 173"/>
                              <a:gd name="T68" fmla="*/ 4 w 317"/>
                              <a:gd name="T69" fmla="*/ 144 h 173"/>
                              <a:gd name="T70" fmla="*/ 0 w 317"/>
                              <a:gd name="T71" fmla="*/ 148 h 173"/>
                              <a:gd name="T72" fmla="*/ 0 w 317"/>
                              <a:gd name="T73" fmla="*/ 154 h 173"/>
                              <a:gd name="T74" fmla="*/ 22 w 317"/>
                              <a:gd name="T75" fmla="*/ 173 h 173"/>
                              <a:gd name="T76" fmla="*/ 296 w 317"/>
                              <a:gd name="T77" fmla="*/ 173 h 173"/>
                              <a:gd name="T78" fmla="*/ 317 w 317"/>
                              <a:gd name="T79" fmla="*/ 154 h 173"/>
                              <a:gd name="T80" fmla="*/ 317 w 317"/>
                              <a:gd name="T81" fmla="*/ 148 h 173"/>
                              <a:gd name="T82" fmla="*/ 313 w 317"/>
                              <a:gd name="T83" fmla="*/ 144 h 173"/>
                              <a:gd name="T84" fmla="*/ 317 w 317"/>
                              <a:gd name="T85" fmla="*/ 139 h 173"/>
                              <a:gd name="T86" fmla="*/ 317 w 317"/>
                              <a:gd name="T87" fmla="*/ 134 h 173"/>
                              <a:gd name="T88" fmla="*/ 313 w 317"/>
                              <a:gd name="T89" fmla="*/ 129 h 173"/>
                              <a:gd name="T90" fmla="*/ 317 w 317"/>
                              <a:gd name="T91" fmla="*/ 125 h 173"/>
                              <a:gd name="T92" fmla="*/ 317 w 317"/>
                              <a:gd name="T93" fmla="*/ 119 h 173"/>
                              <a:gd name="T94" fmla="*/ 313 w 317"/>
                              <a:gd name="T95" fmla="*/ 115 h 173"/>
                              <a:gd name="T96" fmla="*/ 317 w 317"/>
                              <a:gd name="T97" fmla="*/ 111 h 173"/>
                              <a:gd name="T98" fmla="*/ 317 w 317"/>
                              <a:gd name="T99" fmla="*/ 105 h 173"/>
                              <a:gd name="T100" fmla="*/ 313 w 317"/>
                              <a:gd name="T101" fmla="*/ 101 h 173"/>
                              <a:gd name="T102" fmla="*/ 317 w 317"/>
                              <a:gd name="T103" fmla="*/ 96 h 173"/>
                              <a:gd name="T104" fmla="*/ 317 w 317"/>
                              <a:gd name="T105" fmla="*/ 91 h 173"/>
                              <a:gd name="T106" fmla="*/ 313 w 317"/>
                              <a:gd name="T107" fmla="*/ 87 h 173"/>
                              <a:gd name="T108" fmla="*/ 317 w 317"/>
                              <a:gd name="T109" fmla="*/ 82 h 173"/>
                              <a:gd name="T110" fmla="*/ 317 w 317"/>
                              <a:gd name="T111" fmla="*/ 77 h 173"/>
                              <a:gd name="T112" fmla="*/ 313 w 317"/>
                              <a:gd name="T113" fmla="*/ 72 h 173"/>
                              <a:gd name="T114" fmla="*/ 317 w 317"/>
                              <a:gd name="T115" fmla="*/ 68 h 173"/>
                              <a:gd name="T116" fmla="*/ 317 w 317"/>
                              <a:gd name="T117" fmla="*/ 62 h 173"/>
                              <a:gd name="T118" fmla="*/ 313 w 317"/>
                              <a:gd name="T119" fmla="*/ 58 h 173"/>
                              <a:gd name="T120" fmla="*/ 317 w 317"/>
                              <a:gd name="T121" fmla="*/ 54 h 173"/>
                              <a:gd name="T122" fmla="*/ 317 w 317"/>
                              <a:gd name="T123" fmla="*/ 48 h 173"/>
                              <a:gd name="T124" fmla="*/ 313 w 317"/>
                              <a:gd name="T125" fmla="*/ 44 h 17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  <a:cxn ang="0">
                                <a:pos x="T116" y="T117"/>
                              </a:cxn>
                              <a:cxn ang="0">
                                <a:pos x="T118" y="T119"/>
                              </a:cxn>
                              <a:cxn ang="0">
                                <a:pos x="T120" y="T121"/>
                              </a:cxn>
                              <a:cxn ang="0">
                                <a:pos x="T122" y="T123"/>
                              </a:cxn>
                              <a:cxn ang="0">
                                <a:pos x="T124" y="T125"/>
                              </a:cxn>
                            </a:cxnLst>
                            <a:rect l="0" t="0" r="r" b="b"/>
                            <a:pathLst>
                              <a:path w="317" h="173">
                                <a:moveTo>
                                  <a:pt x="313" y="44"/>
                                </a:moveTo>
                                <a:cubicBezTo>
                                  <a:pt x="313" y="41"/>
                                  <a:pt x="315" y="39"/>
                                  <a:pt x="317" y="39"/>
                                </a:cubicBezTo>
                                <a:cubicBezTo>
                                  <a:pt x="317" y="34"/>
                                  <a:pt x="317" y="34"/>
                                  <a:pt x="317" y="34"/>
                                </a:cubicBezTo>
                                <a:cubicBezTo>
                                  <a:pt x="315" y="34"/>
                                  <a:pt x="313" y="32"/>
                                  <a:pt x="313" y="30"/>
                                </a:cubicBezTo>
                                <a:cubicBezTo>
                                  <a:pt x="313" y="27"/>
                                  <a:pt x="315" y="25"/>
                                  <a:pt x="317" y="25"/>
                                </a:cubicBezTo>
                                <a:cubicBezTo>
                                  <a:pt x="317" y="19"/>
                                  <a:pt x="317" y="19"/>
                                  <a:pt x="317" y="19"/>
                                </a:cubicBezTo>
                                <a:cubicBezTo>
                                  <a:pt x="307" y="19"/>
                                  <a:pt x="296" y="11"/>
                                  <a:pt x="296" y="0"/>
                                </a:cubicBezTo>
                                <a:cubicBezTo>
                                  <a:pt x="22" y="0"/>
                                  <a:pt x="22" y="0"/>
                                  <a:pt x="22" y="0"/>
                                </a:cubicBezTo>
                                <a:cubicBezTo>
                                  <a:pt x="22" y="11"/>
                                  <a:pt x="11" y="19"/>
                                  <a:pt x="0" y="19"/>
                                </a:cubicBezTo>
                                <a:cubicBezTo>
                                  <a:pt x="0" y="25"/>
                                  <a:pt x="0" y="25"/>
                                  <a:pt x="0" y="25"/>
                                </a:cubicBezTo>
                                <a:cubicBezTo>
                                  <a:pt x="2" y="25"/>
                                  <a:pt x="4" y="27"/>
                                  <a:pt x="4" y="30"/>
                                </a:cubicBezTo>
                                <a:cubicBezTo>
                                  <a:pt x="4" y="32"/>
                                  <a:pt x="2" y="34"/>
                                  <a:pt x="0" y="34"/>
                                </a:cubicBezTo>
                                <a:cubicBezTo>
                                  <a:pt x="0" y="39"/>
                                  <a:pt x="0" y="39"/>
                                  <a:pt x="0" y="39"/>
                                </a:cubicBezTo>
                                <a:cubicBezTo>
                                  <a:pt x="2" y="39"/>
                                  <a:pt x="4" y="41"/>
                                  <a:pt x="4" y="44"/>
                                </a:cubicBezTo>
                                <a:cubicBezTo>
                                  <a:pt x="4" y="46"/>
                                  <a:pt x="2" y="48"/>
                                  <a:pt x="0" y="48"/>
                                </a:cubicBezTo>
                                <a:cubicBezTo>
                                  <a:pt x="0" y="54"/>
                                  <a:pt x="0" y="54"/>
                                  <a:pt x="0" y="54"/>
                                </a:cubicBezTo>
                                <a:cubicBezTo>
                                  <a:pt x="2" y="54"/>
                                  <a:pt x="4" y="56"/>
                                  <a:pt x="4" y="58"/>
                                </a:cubicBezTo>
                                <a:cubicBezTo>
                                  <a:pt x="4" y="60"/>
                                  <a:pt x="2" y="62"/>
                                  <a:pt x="0" y="62"/>
                                </a:cubicBezTo>
                                <a:cubicBezTo>
                                  <a:pt x="0" y="68"/>
                                  <a:pt x="0" y="68"/>
                                  <a:pt x="0" y="68"/>
                                </a:cubicBezTo>
                                <a:cubicBezTo>
                                  <a:pt x="2" y="68"/>
                                  <a:pt x="4" y="70"/>
                                  <a:pt x="4" y="72"/>
                                </a:cubicBezTo>
                                <a:cubicBezTo>
                                  <a:pt x="4" y="75"/>
                                  <a:pt x="2" y="77"/>
                                  <a:pt x="0" y="77"/>
                                </a:cubicBezTo>
                                <a:cubicBezTo>
                                  <a:pt x="0" y="82"/>
                                  <a:pt x="0" y="82"/>
                                  <a:pt x="0" y="82"/>
                                </a:cubicBezTo>
                                <a:cubicBezTo>
                                  <a:pt x="2" y="82"/>
                                  <a:pt x="4" y="84"/>
                                  <a:pt x="4" y="87"/>
                                </a:cubicBezTo>
                                <a:cubicBezTo>
                                  <a:pt x="4" y="89"/>
                                  <a:pt x="2" y="91"/>
                                  <a:pt x="0" y="91"/>
                                </a:cubicBezTo>
                                <a:cubicBezTo>
                                  <a:pt x="0" y="96"/>
                                  <a:pt x="0" y="96"/>
                                  <a:pt x="0" y="96"/>
                                </a:cubicBezTo>
                                <a:cubicBezTo>
                                  <a:pt x="2" y="96"/>
                                  <a:pt x="4" y="98"/>
                                  <a:pt x="4" y="101"/>
                                </a:cubicBezTo>
                                <a:cubicBezTo>
                                  <a:pt x="4" y="103"/>
                                  <a:pt x="2" y="105"/>
                                  <a:pt x="0" y="105"/>
                                </a:cubicBezTo>
                                <a:cubicBezTo>
                                  <a:pt x="0" y="111"/>
                                  <a:pt x="0" y="111"/>
                                  <a:pt x="0" y="111"/>
                                </a:cubicBezTo>
                                <a:cubicBezTo>
                                  <a:pt x="2" y="111"/>
                                  <a:pt x="4" y="113"/>
                                  <a:pt x="4" y="115"/>
                                </a:cubicBezTo>
                                <a:cubicBezTo>
                                  <a:pt x="4" y="117"/>
                                  <a:pt x="2" y="119"/>
                                  <a:pt x="0" y="119"/>
                                </a:cubicBezTo>
                                <a:cubicBezTo>
                                  <a:pt x="0" y="125"/>
                                  <a:pt x="0" y="125"/>
                                  <a:pt x="0" y="125"/>
                                </a:cubicBezTo>
                                <a:cubicBezTo>
                                  <a:pt x="2" y="125"/>
                                  <a:pt x="4" y="127"/>
                                  <a:pt x="4" y="129"/>
                                </a:cubicBezTo>
                                <a:cubicBezTo>
                                  <a:pt x="4" y="132"/>
                                  <a:pt x="2" y="134"/>
                                  <a:pt x="0" y="134"/>
                                </a:cubicBezTo>
                                <a:cubicBezTo>
                                  <a:pt x="0" y="139"/>
                                  <a:pt x="0" y="139"/>
                                  <a:pt x="0" y="139"/>
                                </a:cubicBezTo>
                                <a:cubicBezTo>
                                  <a:pt x="2" y="139"/>
                                  <a:pt x="4" y="141"/>
                                  <a:pt x="4" y="144"/>
                                </a:cubicBezTo>
                                <a:cubicBezTo>
                                  <a:pt x="4" y="146"/>
                                  <a:pt x="2" y="148"/>
                                  <a:pt x="0" y="148"/>
                                </a:cubicBezTo>
                                <a:cubicBezTo>
                                  <a:pt x="0" y="154"/>
                                  <a:pt x="0" y="154"/>
                                  <a:pt x="0" y="154"/>
                                </a:cubicBezTo>
                                <a:cubicBezTo>
                                  <a:pt x="11" y="154"/>
                                  <a:pt x="22" y="162"/>
                                  <a:pt x="22" y="173"/>
                                </a:cubicBezTo>
                                <a:cubicBezTo>
                                  <a:pt x="296" y="173"/>
                                  <a:pt x="296" y="173"/>
                                  <a:pt x="296" y="173"/>
                                </a:cubicBezTo>
                                <a:cubicBezTo>
                                  <a:pt x="296" y="162"/>
                                  <a:pt x="307" y="154"/>
                                  <a:pt x="317" y="154"/>
                                </a:cubicBezTo>
                                <a:cubicBezTo>
                                  <a:pt x="317" y="148"/>
                                  <a:pt x="317" y="148"/>
                                  <a:pt x="317" y="148"/>
                                </a:cubicBezTo>
                                <a:cubicBezTo>
                                  <a:pt x="315" y="148"/>
                                  <a:pt x="313" y="146"/>
                                  <a:pt x="313" y="144"/>
                                </a:cubicBezTo>
                                <a:cubicBezTo>
                                  <a:pt x="313" y="141"/>
                                  <a:pt x="315" y="139"/>
                                  <a:pt x="317" y="139"/>
                                </a:cubicBezTo>
                                <a:cubicBezTo>
                                  <a:pt x="317" y="134"/>
                                  <a:pt x="317" y="134"/>
                                  <a:pt x="317" y="134"/>
                                </a:cubicBezTo>
                                <a:cubicBezTo>
                                  <a:pt x="315" y="134"/>
                                  <a:pt x="313" y="132"/>
                                  <a:pt x="313" y="129"/>
                                </a:cubicBezTo>
                                <a:cubicBezTo>
                                  <a:pt x="313" y="127"/>
                                  <a:pt x="315" y="125"/>
                                  <a:pt x="317" y="125"/>
                                </a:cubicBezTo>
                                <a:cubicBezTo>
                                  <a:pt x="317" y="119"/>
                                  <a:pt x="317" y="119"/>
                                  <a:pt x="317" y="119"/>
                                </a:cubicBezTo>
                                <a:cubicBezTo>
                                  <a:pt x="315" y="119"/>
                                  <a:pt x="313" y="117"/>
                                  <a:pt x="313" y="115"/>
                                </a:cubicBezTo>
                                <a:cubicBezTo>
                                  <a:pt x="313" y="113"/>
                                  <a:pt x="315" y="111"/>
                                  <a:pt x="317" y="111"/>
                                </a:cubicBezTo>
                                <a:cubicBezTo>
                                  <a:pt x="317" y="105"/>
                                  <a:pt x="317" y="105"/>
                                  <a:pt x="317" y="105"/>
                                </a:cubicBezTo>
                                <a:cubicBezTo>
                                  <a:pt x="315" y="105"/>
                                  <a:pt x="313" y="103"/>
                                  <a:pt x="313" y="101"/>
                                </a:cubicBezTo>
                                <a:cubicBezTo>
                                  <a:pt x="313" y="98"/>
                                  <a:pt x="315" y="96"/>
                                  <a:pt x="317" y="96"/>
                                </a:cubicBezTo>
                                <a:cubicBezTo>
                                  <a:pt x="317" y="91"/>
                                  <a:pt x="317" y="91"/>
                                  <a:pt x="317" y="91"/>
                                </a:cubicBezTo>
                                <a:cubicBezTo>
                                  <a:pt x="315" y="91"/>
                                  <a:pt x="313" y="89"/>
                                  <a:pt x="313" y="87"/>
                                </a:cubicBezTo>
                                <a:cubicBezTo>
                                  <a:pt x="313" y="84"/>
                                  <a:pt x="315" y="82"/>
                                  <a:pt x="317" y="82"/>
                                </a:cubicBezTo>
                                <a:cubicBezTo>
                                  <a:pt x="317" y="77"/>
                                  <a:pt x="317" y="77"/>
                                  <a:pt x="317" y="77"/>
                                </a:cubicBezTo>
                                <a:cubicBezTo>
                                  <a:pt x="315" y="77"/>
                                  <a:pt x="313" y="75"/>
                                  <a:pt x="313" y="72"/>
                                </a:cubicBezTo>
                                <a:cubicBezTo>
                                  <a:pt x="313" y="70"/>
                                  <a:pt x="315" y="68"/>
                                  <a:pt x="317" y="68"/>
                                </a:cubicBezTo>
                                <a:cubicBezTo>
                                  <a:pt x="317" y="62"/>
                                  <a:pt x="317" y="62"/>
                                  <a:pt x="317" y="62"/>
                                </a:cubicBezTo>
                                <a:cubicBezTo>
                                  <a:pt x="315" y="62"/>
                                  <a:pt x="313" y="60"/>
                                  <a:pt x="313" y="58"/>
                                </a:cubicBezTo>
                                <a:cubicBezTo>
                                  <a:pt x="313" y="56"/>
                                  <a:pt x="315" y="54"/>
                                  <a:pt x="317" y="54"/>
                                </a:cubicBezTo>
                                <a:cubicBezTo>
                                  <a:pt x="317" y="48"/>
                                  <a:pt x="317" y="48"/>
                                  <a:pt x="317" y="48"/>
                                </a:cubicBezTo>
                                <a:cubicBezTo>
                                  <a:pt x="315" y="48"/>
                                  <a:pt x="313" y="46"/>
                                  <a:pt x="313" y="44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5" name="Freeform 5"/>
                        <wps:cNvSpPr>
                          <a:spLocks noChangeAspect="1"/>
                        </wps:cNvSpPr>
                        <wps:spPr bwMode="auto">
                          <a:xfrm>
                            <a:off x="4276" y="5489484"/>
                            <a:ext cx="3014331" cy="1645920"/>
                          </a:xfrm>
                          <a:custGeom>
                            <a:avLst/>
                            <a:gdLst>
                              <a:gd name="T0" fmla="*/ 313 w 317"/>
                              <a:gd name="T1" fmla="*/ 44 h 173"/>
                              <a:gd name="T2" fmla="*/ 317 w 317"/>
                              <a:gd name="T3" fmla="*/ 39 h 173"/>
                              <a:gd name="T4" fmla="*/ 317 w 317"/>
                              <a:gd name="T5" fmla="*/ 34 h 173"/>
                              <a:gd name="T6" fmla="*/ 313 w 317"/>
                              <a:gd name="T7" fmla="*/ 30 h 173"/>
                              <a:gd name="T8" fmla="*/ 317 w 317"/>
                              <a:gd name="T9" fmla="*/ 25 h 173"/>
                              <a:gd name="T10" fmla="*/ 317 w 317"/>
                              <a:gd name="T11" fmla="*/ 19 h 173"/>
                              <a:gd name="T12" fmla="*/ 296 w 317"/>
                              <a:gd name="T13" fmla="*/ 0 h 173"/>
                              <a:gd name="T14" fmla="*/ 22 w 317"/>
                              <a:gd name="T15" fmla="*/ 0 h 173"/>
                              <a:gd name="T16" fmla="*/ 0 w 317"/>
                              <a:gd name="T17" fmla="*/ 19 h 173"/>
                              <a:gd name="T18" fmla="*/ 0 w 317"/>
                              <a:gd name="T19" fmla="*/ 25 h 173"/>
                              <a:gd name="T20" fmla="*/ 4 w 317"/>
                              <a:gd name="T21" fmla="*/ 30 h 173"/>
                              <a:gd name="T22" fmla="*/ 0 w 317"/>
                              <a:gd name="T23" fmla="*/ 34 h 173"/>
                              <a:gd name="T24" fmla="*/ 0 w 317"/>
                              <a:gd name="T25" fmla="*/ 39 h 173"/>
                              <a:gd name="T26" fmla="*/ 4 w 317"/>
                              <a:gd name="T27" fmla="*/ 44 h 173"/>
                              <a:gd name="T28" fmla="*/ 0 w 317"/>
                              <a:gd name="T29" fmla="*/ 48 h 173"/>
                              <a:gd name="T30" fmla="*/ 0 w 317"/>
                              <a:gd name="T31" fmla="*/ 54 h 173"/>
                              <a:gd name="T32" fmla="*/ 4 w 317"/>
                              <a:gd name="T33" fmla="*/ 58 h 173"/>
                              <a:gd name="T34" fmla="*/ 0 w 317"/>
                              <a:gd name="T35" fmla="*/ 62 h 173"/>
                              <a:gd name="T36" fmla="*/ 0 w 317"/>
                              <a:gd name="T37" fmla="*/ 68 h 173"/>
                              <a:gd name="T38" fmla="*/ 4 w 317"/>
                              <a:gd name="T39" fmla="*/ 72 h 173"/>
                              <a:gd name="T40" fmla="*/ 0 w 317"/>
                              <a:gd name="T41" fmla="*/ 77 h 173"/>
                              <a:gd name="T42" fmla="*/ 0 w 317"/>
                              <a:gd name="T43" fmla="*/ 82 h 173"/>
                              <a:gd name="T44" fmla="*/ 4 w 317"/>
                              <a:gd name="T45" fmla="*/ 87 h 173"/>
                              <a:gd name="T46" fmla="*/ 0 w 317"/>
                              <a:gd name="T47" fmla="*/ 91 h 173"/>
                              <a:gd name="T48" fmla="*/ 0 w 317"/>
                              <a:gd name="T49" fmla="*/ 96 h 173"/>
                              <a:gd name="T50" fmla="*/ 4 w 317"/>
                              <a:gd name="T51" fmla="*/ 101 h 173"/>
                              <a:gd name="T52" fmla="*/ 0 w 317"/>
                              <a:gd name="T53" fmla="*/ 105 h 173"/>
                              <a:gd name="T54" fmla="*/ 0 w 317"/>
                              <a:gd name="T55" fmla="*/ 111 h 173"/>
                              <a:gd name="T56" fmla="*/ 4 w 317"/>
                              <a:gd name="T57" fmla="*/ 115 h 173"/>
                              <a:gd name="T58" fmla="*/ 0 w 317"/>
                              <a:gd name="T59" fmla="*/ 119 h 173"/>
                              <a:gd name="T60" fmla="*/ 0 w 317"/>
                              <a:gd name="T61" fmla="*/ 125 h 173"/>
                              <a:gd name="T62" fmla="*/ 4 w 317"/>
                              <a:gd name="T63" fmla="*/ 129 h 173"/>
                              <a:gd name="T64" fmla="*/ 0 w 317"/>
                              <a:gd name="T65" fmla="*/ 134 h 173"/>
                              <a:gd name="T66" fmla="*/ 0 w 317"/>
                              <a:gd name="T67" fmla="*/ 139 h 173"/>
                              <a:gd name="T68" fmla="*/ 4 w 317"/>
                              <a:gd name="T69" fmla="*/ 144 h 173"/>
                              <a:gd name="T70" fmla="*/ 0 w 317"/>
                              <a:gd name="T71" fmla="*/ 148 h 173"/>
                              <a:gd name="T72" fmla="*/ 0 w 317"/>
                              <a:gd name="T73" fmla="*/ 154 h 173"/>
                              <a:gd name="T74" fmla="*/ 22 w 317"/>
                              <a:gd name="T75" fmla="*/ 173 h 173"/>
                              <a:gd name="T76" fmla="*/ 296 w 317"/>
                              <a:gd name="T77" fmla="*/ 173 h 173"/>
                              <a:gd name="T78" fmla="*/ 317 w 317"/>
                              <a:gd name="T79" fmla="*/ 154 h 173"/>
                              <a:gd name="T80" fmla="*/ 317 w 317"/>
                              <a:gd name="T81" fmla="*/ 148 h 173"/>
                              <a:gd name="T82" fmla="*/ 313 w 317"/>
                              <a:gd name="T83" fmla="*/ 144 h 173"/>
                              <a:gd name="T84" fmla="*/ 317 w 317"/>
                              <a:gd name="T85" fmla="*/ 139 h 173"/>
                              <a:gd name="T86" fmla="*/ 317 w 317"/>
                              <a:gd name="T87" fmla="*/ 134 h 173"/>
                              <a:gd name="T88" fmla="*/ 313 w 317"/>
                              <a:gd name="T89" fmla="*/ 129 h 173"/>
                              <a:gd name="T90" fmla="*/ 317 w 317"/>
                              <a:gd name="T91" fmla="*/ 125 h 173"/>
                              <a:gd name="T92" fmla="*/ 317 w 317"/>
                              <a:gd name="T93" fmla="*/ 119 h 173"/>
                              <a:gd name="T94" fmla="*/ 313 w 317"/>
                              <a:gd name="T95" fmla="*/ 115 h 173"/>
                              <a:gd name="T96" fmla="*/ 317 w 317"/>
                              <a:gd name="T97" fmla="*/ 111 h 173"/>
                              <a:gd name="T98" fmla="*/ 317 w 317"/>
                              <a:gd name="T99" fmla="*/ 105 h 173"/>
                              <a:gd name="T100" fmla="*/ 313 w 317"/>
                              <a:gd name="T101" fmla="*/ 101 h 173"/>
                              <a:gd name="T102" fmla="*/ 317 w 317"/>
                              <a:gd name="T103" fmla="*/ 96 h 173"/>
                              <a:gd name="T104" fmla="*/ 317 w 317"/>
                              <a:gd name="T105" fmla="*/ 91 h 173"/>
                              <a:gd name="T106" fmla="*/ 313 w 317"/>
                              <a:gd name="T107" fmla="*/ 87 h 173"/>
                              <a:gd name="T108" fmla="*/ 317 w 317"/>
                              <a:gd name="T109" fmla="*/ 82 h 173"/>
                              <a:gd name="T110" fmla="*/ 317 w 317"/>
                              <a:gd name="T111" fmla="*/ 77 h 173"/>
                              <a:gd name="T112" fmla="*/ 313 w 317"/>
                              <a:gd name="T113" fmla="*/ 72 h 173"/>
                              <a:gd name="T114" fmla="*/ 317 w 317"/>
                              <a:gd name="T115" fmla="*/ 68 h 173"/>
                              <a:gd name="T116" fmla="*/ 317 w 317"/>
                              <a:gd name="T117" fmla="*/ 62 h 173"/>
                              <a:gd name="T118" fmla="*/ 313 w 317"/>
                              <a:gd name="T119" fmla="*/ 58 h 173"/>
                              <a:gd name="T120" fmla="*/ 317 w 317"/>
                              <a:gd name="T121" fmla="*/ 54 h 173"/>
                              <a:gd name="T122" fmla="*/ 317 w 317"/>
                              <a:gd name="T123" fmla="*/ 48 h 173"/>
                              <a:gd name="T124" fmla="*/ 313 w 317"/>
                              <a:gd name="T125" fmla="*/ 44 h 17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  <a:cxn ang="0">
                                <a:pos x="T116" y="T117"/>
                              </a:cxn>
                              <a:cxn ang="0">
                                <a:pos x="T118" y="T119"/>
                              </a:cxn>
                              <a:cxn ang="0">
                                <a:pos x="T120" y="T121"/>
                              </a:cxn>
                              <a:cxn ang="0">
                                <a:pos x="T122" y="T123"/>
                              </a:cxn>
                              <a:cxn ang="0">
                                <a:pos x="T124" y="T125"/>
                              </a:cxn>
                            </a:cxnLst>
                            <a:rect l="0" t="0" r="r" b="b"/>
                            <a:pathLst>
                              <a:path w="317" h="173">
                                <a:moveTo>
                                  <a:pt x="313" y="44"/>
                                </a:moveTo>
                                <a:cubicBezTo>
                                  <a:pt x="313" y="41"/>
                                  <a:pt x="315" y="39"/>
                                  <a:pt x="317" y="39"/>
                                </a:cubicBezTo>
                                <a:cubicBezTo>
                                  <a:pt x="317" y="34"/>
                                  <a:pt x="317" y="34"/>
                                  <a:pt x="317" y="34"/>
                                </a:cubicBezTo>
                                <a:cubicBezTo>
                                  <a:pt x="315" y="34"/>
                                  <a:pt x="313" y="32"/>
                                  <a:pt x="313" y="30"/>
                                </a:cubicBezTo>
                                <a:cubicBezTo>
                                  <a:pt x="313" y="27"/>
                                  <a:pt x="315" y="25"/>
                                  <a:pt x="317" y="25"/>
                                </a:cubicBezTo>
                                <a:cubicBezTo>
                                  <a:pt x="317" y="19"/>
                                  <a:pt x="317" y="19"/>
                                  <a:pt x="317" y="19"/>
                                </a:cubicBezTo>
                                <a:cubicBezTo>
                                  <a:pt x="307" y="19"/>
                                  <a:pt x="296" y="11"/>
                                  <a:pt x="296" y="0"/>
                                </a:cubicBezTo>
                                <a:cubicBezTo>
                                  <a:pt x="22" y="0"/>
                                  <a:pt x="22" y="0"/>
                                  <a:pt x="22" y="0"/>
                                </a:cubicBezTo>
                                <a:cubicBezTo>
                                  <a:pt x="22" y="11"/>
                                  <a:pt x="11" y="19"/>
                                  <a:pt x="0" y="19"/>
                                </a:cubicBezTo>
                                <a:cubicBezTo>
                                  <a:pt x="0" y="25"/>
                                  <a:pt x="0" y="25"/>
                                  <a:pt x="0" y="25"/>
                                </a:cubicBezTo>
                                <a:cubicBezTo>
                                  <a:pt x="2" y="25"/>
                                  <a:pt x="4" y="27"/>
                                  <a:pt x="4" y="30"/>
                                </a:cubicBezTo>
                                <a:cubicBezTo>
                                  <a:pt x="4" y="32"/>
                                  <a:pt x="2" y="34"/>
                                  <a:pt x="0" y="34"/>
                                </a:cubicBezTo>
                                <a:cubicBezTo>
                                  <a:pt x="0" y="39"/>
                                  <a:pt x="0" y="39"/>
                                  <a:pt x="0" y="39"/>
                                </a:cubicBezTo>
                                <a:cubicBezTo>
                                  <a:pt x="2" y="39"/>
                                  <a:pt x="4" y="41"/>
                                  <a:pt x="4" y="44"/>
                                </a:cubicBezTo>
                                <a:cubicBezTo>
                                  <a:pt x="4" y="46"/>
                                  <a:pt x="2" y="48"/>
                                  <a:pt x="0" y="48"/>
                                </a:cubicBezTo>
                                <a:cubicBezTo>
                                  <a:pt x="0" y="54"/>
                                  <a:pt x="0" y="54"/>
                                  <a:pt x="0" y="54"/>
                                </a:cubicBezTo>
                                <a:cubicBezTo>
                                  <a:pt x="2" y="54"/>
                                  <a:pt x="4" y="56"/>
                                  <a:pt x="4" y="58"/>
                                </a:cubicBezTo>
                                <a:cubicBezTo>
                                  <a:pt x="4" y="60"/>
                                  <a:pt x="2" y="62"/>
                                  <a:pt x="0" y="62"/>
                                </a:cubicBezTo>
                                <a:cubicBezTo>
                                  <a:pt x="0" y="68"/>
                                  <a:pt x="0" y="68"/>
                                  <a:pt x="0" y="68"/>
                                </a:cubicBezTo>
                                <a:cubicBezTo>
                                  <a:pt x="2" y="68"/>
                                  <a:pt x="4" y="70"/>
                                  <a:pt x="4" y="72"/>
                                </a:cubicBezTo>
                                <a:cubicBezTo>
                                  <a:pt x="4" y="75"/>
                                  <a:pt x="2" y="77"/>
                                  <a:pt x="0" y="77"/>
                                </a:cubicBezTo>
                                <a:cubicBezTo>
                                  <a:pt x="0" y="82"/>
                                  <a:pt x="0" y="82"/>
                                  <a:pt x="0" y="82"/>
                                </a:cubicBezTo>
                                <a:cubicBezTo>
                                  <a:pt x="2" y="82"/>
                                  <a:pt x="4" y="84"/>
                                  <a:pt x="4" y="87"/>
                                </a:cubicBezTo>
                                <a:cubicBezTo>
                                  <a:pt x="4" y="89"/>
                                  <a:pt x="2" y="91"/>
                                  <a:pt x="0" y="91"/>
                                </a:cubicBezTo>
                                <a:cubicBezTo>
                                  <a:pt x="0" y="96"/>
                                  <a:pt x="0" y="96"/>
                                  <a:pt x="0" y="96"/>
                                </a:cubicBezTo>
                                <a:cubicBezTo>
                                  <a:pt x="2" y="96"/>
                                  <a:pt x="4" y="98"/>
                                  <a:pt x="4" y="101"/>
                                </a:cubicBezTo>
                                <a:cubicBezTo>
                                  <a:pt x="4" y="103"/>
                                  <a:pt x="2" y="105"/>
                                  <a:pt x="0" y="105"/>
                                </a:cubicBezTo>
                                <a:cubicBezTo>
                                  <a:pt x="0" y="111"/>
                                  <a:pt x="0" y="111"/>
                                  <a:pt x="0" y="111"/>
                                </a:cubicBezTo>
                                <a:cubicBezTo>
                                  <a:pt x="2" y="111"/>
                                  <a:pt x="4" y="113"/>
                                  <a:pt x="4" y="115"/>
                                </a:cubicBezTo>
                                <a:cubicBezTo>
                                  <a:pt x="4" y="117"/>
                                  <a:pt x="2" y="119"/>
                                  <a:pt x="0" y="119"/>
                                </a:cubicBezTo>
                                <a:cubicBezTo>
                                  <a:pt x="0" y="125"/>
                                  <a:pt x="0" y="125"/>
                                  <a:pt x="0" y="125"/>
                                </a:cubicBezTo>
                                <a:cubicBezTo>
                                  <a:pt x="2" y="125"/>
                                  <a:pt x="4" y="127"/>
                                  <a:pt x="4" y="129"/>
                                </a:cubicBezTo>
                                <a:cubicBezTo>
                                  <a:pt x="4" y="132"/>
                                  <a:pt x="2" y="134"/>
                                  <a:pt x="0" y="134"/>
                                </a:cubicBezTo>
                                <a:cubicBezTo>
                                  <a:pt x="0" y="139"/>
                                  <a:pt x="0" y="139"/>
                                  <a:pt x="0" y="139"/>
                                </a:cubicBezTo>
                                <a:cubicBezTo>
                                  <a:pt x="2" y="139"/>
                                  <a:pt x="4" y="141"/>
                                  <a:pt x="4" y="144"/>
                                </a:cubicBezTo>
                                <a:cubicBezTo>
                                  <a:pt x="4" y="146"/>
                                  <a:pt x="2" y="148"/>
                                  <a:pt x="0" y="148"/>
                                </a:cubicBezTo>
                                <a:cubicBezTo>
                                  <a:pt x="0" y="154"/>
                                  <a:pt x="0" y="154"/>
                                  <a:pt x="0" y="154"/>
                                </a:cubicBezTo>
                                <a:cubicBezTo>
                                  <a:pt x="11" y="154"/>
                                  <a:pt x="22" y="162"/>
                                  <a:pt x="22" y="173"/>
                                </a:cubicBezTo>
                                <a:cubicBezTo>
                                  <a:pt x="296" y="173"/>
                                  <a:pt x="296" y="173"/>
                                  <a:pt x="296" y="173"/>
                                </a:cubicBezTo>
                                <a:cubicBezTo>
                                  <a:pt x="296" y="162"/>
                                  <a:pt x="307" y="154"/>
                                  <a:pt x="317" y="154"/>
                                </a:cubicBezTo>
                                <a:cubicBezTo>
                                  <a:pt x="317" y="148"/>
                                  <a:pt x="317" y="148"/>
                                  <a:pt x="317" y="148"/>
                                </a:cubicBezTo>
                                <a:cubicBezTo>
                                  <a:pt x="315" y="148"/>
                                  <a:pt x="313" y="146"/>
                                  <a:pt x="313" y="144"/>
                                </a:cubicBezTo>
                                <a:cubicBezTo>
                                  <a:pt x="313" y="141"/>
                                  <a:pt x="315" y="139"/>
                                  <a:pt x="317" y="139"/>
                                </a:cubicBezTo>
                                <a:cubicBezTo>
                                  <a:pt x="317" y="134"/>
                                  <a:pt x="317" y="134"/>
                                  <a:pt x="317" y="134"/>
                                </a:cubicBezTo>
                                <a:cubicBezTo>
                                  <a:pt x="315" y="134"/>
                                  <a:pt x="313" y="132"/>
                                  <a:pt x="313" y="129"/>
                                </a:cubicBezTo>
                                <a:cubicBezTo>
                                  <a:pt x="313" y="127"/>
                                  <a:pt x="315" y="125"/>
                                  <a:pt x="317" y="125"/>
                                </a:cubicBezTo>
                                <a:cubicBezTo>
                                  <a:pt x="317" y="119"/>
                                  <a:pt x="317" y="119"/>
                                  <a:pt x="317" y="119"/>
                                </a:cubicBezTo>
                                <a:cubicBezTo>
                                  <a:pt x="315" y="119"/>
                                  <a:pt x="313" y="117"/>
                                  <a:pt x="313" y="115"/>
                                </a:cubicBezTo>
                                <a:cubicBezTo>
                                  <a:pt x="313" y="113"/>
                                  <a:pt x="315" y="111"/>
                                  <a:pt x="317" y="111"/>
                                </a:cubicBezTo>
                                <a:cubicBezTo>
                                  <a:pt x="317" y="105"/>
                                  <a:pt x="317" y="105"/>
                                  <a:pt x="317" y="105"/>
                                </a:cubicBezTo>
                                <a:cubicBezTo>
                                  <a:pt x="315" y="105"/>
                                  <a:pt x="313" y="103"/>
                                  <a:pt x="313" y="101"/>
                                </a:cubicBezTo>
                                <a:cubicBezTo>
                                  <a:pt x="313" y="98"/>
                                  <a:pt x="315" y="96"/>
                                  <a:pt x="317" y="96"/>
                                </a:cubicBezTo>
                                <a:cubicBezTo>
                                  <a:pt x="317" y="91"/>
                                  <a:pt x="317" y="91"/>
                                  <a:pt x="317" y="91"/>
                                </a:cubicBezTo>
                                <a:cubicBezTo>
                                  <a:pt x="315" y="91"/>
                                  <a:pt x="313" y="89"/>
                                  <a:pt x="313" y="87"/>
                                </a:cubicBezTo>
                                <a:cubicBezTo>
                                  <a:pt x="313" y="84"/>
                                  <a:pt x="315" y="82"/>
                                  <a:pt x="317" y="82"/>
                                </a:cubicBezTo>
                                <a:cubicBezTo>
                                  <a:pt x="317" y="77"/>
                                  <a:pt x="317" y="77"/>
                                  <a:pt x="317" y="77"/>
                                </a:cubicBezTo>
                                <a:cubicBezTo>
                                  <a:pt x="315" y="77"/>
                                  <a:pt x="313" y="75"/>
                                  <a:pt x="313" y="72"/>
                                </a:cubicBezTo>
                                <a:cubicBezTo>
                                  <a:pt x="313" y="70"/>
                                  <a:pt x="315" y="68"/>
                                  <a:pt x="317" y="68"/>
                                </a:cubicBezTo>
                                <a:cubicBezTo>
                                  <a:pt x="317" y="62"/>
                                  <a:pt x="317" y="62"/>
                                  <a:pt x="317" y="62"/>
                                </a:cubicBezTo>
                                <a:cubicBezTo>
                                  <a:pt x="315" y="62"/>
                                  <a:pt x="313" y="60"/>
                                  <a:pt x="313" y="58"/>
                                </a:cubicBezTo>
                                <a:cubicBezTo>
                                  <a:pt x="313" y="56"/>
                                  <a:pt x="315" y="54"/>
                                  <a:pt x="317" y="54"/>
                                </a:cubicBezTo>
                                <a:cubicBezTo>
                                  <a:pt x="317" y="48"/>
                                  <a:pt x="317" y="48"/>
                                  <a:pt x="317" y="48"/>
                                </a:cubicBezTo>
                                <a:cubicBezTo>
                                  <a:pt x="315" y="48"/>
                                  <a:pt x="313" y="46"/>
                                  <a:pt x="313" y="44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6" name="Freeform 6"/>
                        <wps:cNvSpPr>
                          <a:spLocks noChangeAspect="1"/>
                        </wps:cNvSpPr>
                        <wps:spPr bwMode="auto">
                          <a:xfrm>
                            <a:off x="4275" y="7319314"/>
                            <a:ext cx="3014331" cy="1645920"/>
                          </a:xfrm>
                          <a:custGeom>
                            <a:avLst/>
                            <a:gdLst>
                              <a:gd name="T0" fmla="*/ 313 w 317"/>
                              <a:gd name="T1" fmla="*/ 44 h 173"/>
                              <a:gd name="T2" fmla="*/ 317 w 317"/>
                              <a:gd name="T3" fmla="*/ 39 h 173"/>
                              <a:gd name="T4" fmla="*/ 317 w 317"/>
                              <a:gd name="T5" fmla="*/ 34 h 173"/>
                              <a:gd name="T6" fmla="*/ 313 w 317"/>
                              <a:gd name="T7" fmla="*/ 30 h 173"/>
                              <a:gd name="T8" fmla="*/ 317 w 317"/>
                              <a:gd name="T9" fmla="*/ 25 h 173"/>
                              <a:gd name="T10" fmla="*/ 317 w 317"/>
                              <a:gd name="T11" fmla="*/ 19 h 173"/>
                              <a:gd name="T12" fmla="*/ 296 w 317"/>
                              <a:gd name="T13" fmla="*/ 0 h 173"/>
                              <a:gd name="T14" fmla="*/ 22 w 317"/>
                              <a:gd name="T15" fmla="*/ 0 h 173"/>
                              <a:gd name="T16" fmla="*/ 0 w 317"/>
                              <a:gd name="T17" fmla="*/ 19 h 173"/>
                              <a:gd name="T18" fmla="*/ 0 w 317"/>
                              <a:gd name="T19" fmla="*/ 25 h 173"/>
                              <a:gd name="T20" fmla="*/ 4 w 317"/>
                              <a:gd name="T21" fmla="*/ 30 h 173"/>
                              <a:gd name="T22" fmla="*/ 0 w 317"/>
                              <a:gd name="T23" fmla="*/ 34 h 173"/>
                              <a:gd name="T24" fmla="*/ 0 w 317"/>
                              <a:gd name="T25" fmla="*/ 39 h 173"/>
                              <a:gd name="T26" fmla="*/ 4 w 317"/>
                              <a:gd name="T27" fmla="*/ 44 h 173"/>
                              <a:gd name="T28" fmla="*/ 0 w 317"/>
                              <a:gd name="T29" fmla="*/ 48 h 173"/>
                              <a:gd name="T30" fmla="*/ 0 w 317"/>
                              <a:gd name="T31" fmla="*/ 54 h 173"/>
                              <a:gd name="T32" fmla="*/ 4 w 317"/>
                              <a:gd name="T33" fmla="*/ 58 h 173"/>
                              <a:gd name="T34" fmla="*/ 0 w 317"/>
                              <a:gd name="T35" fmla="*/ 62 h 173"/>
                              <a:gd name="T36" fmla="*/ 0 w 317"/>
                              <a:gd name="T37" fmla="*/ 68 h 173"/>
                              <a:gd name="T38" fmla="*/ 4 w 317"/>
                              <a:gd name="T39" fmla="*/ 72 h 173"/>
                              <a:gd name="T40" fmla="*/ 0 w 317"/>
                              <a:gd name="T41" fmla="*/ 77 h 173"/>
                              <a:gd name="T42" fmla="*/ 0 w 317"/>
                              <a:gd name="T43" fmla="*/ 82 h 173"/>
                              <a:gd name="T44" fmla="*/ 4 w 317"/>
                              <a:gd name="T45" fmla="*/ 87 h 173"/>
                              <a:gd name="T46" fmla="*/ 0 w 317"/>
                              <a:gd name="T47" fmla="*/ 91 h 173"/>
                              <a:gd name="T48" fmla="*/ 0 w 317"/>
                              <a:gd name="T49" fmla="*/ 96 h 173"/>
                              <a:gd name="T50" fmla="*/ 4 w 317"/>
                              <a:gd name="T51" fmla="*/ 101 h 173"/>
                              <a:gd name="T52" fmla="*/ 0 w 317"/>
                              <a:gd name="T53" fmla="*/ 105 h 173"/>
                              <a:gd name="T54" fmla="*/ 0 w 317"/>
                              <a:gd name="T55" fmla="*/ 111 h 173"/>
                              <a:gd name="T56" fmla="*/ 4 w 317"/>
                              <a:gd name="T57" fmla="*/ 115 h 173"/>
                              <a:gd name="T58" fmla="*/ 0 w 317"/>
                              <a:gd name="T59" fmla="*/ 119 h 173"/>
                              <a:gd name="T60" fmla="*/ 0 w 317"/>
                              <a:gd name="T61" fmla="*/ 125 h 173"/>
                              <a:gd name="T62" fmla="*/ 4 w 317"/>
                              <a:gd name="T63" fmla="*/ 129 h 173"/>
                              <a:gd name="T64" fmla="*/ 0 w 317"/>
                              <a:gd name="T65" fmla="*/ 134 h 173"/>
                              <a:gd name="T66" fmla="*/ 0 w 317"/>
                              <a:gd name="T67" fmla="*/ 139 h 173"/>
                              <a:gd name="T68" fmla="*/ 4 w 317"/>
                              <a:gd name="T69" fmla="*/ 144 h 173"/>
                              <a:gd name="T70" fmla="*/ 0 w 317"/>
                              <a:gd name="T71" fmla="*/ 148 h 173"/>
                              <a:gd name="T72" fmla="*/ 0 w 317"/>
                              <a:gd name="T73" fmla="*/ 154 h 173"/>
                              <a:gd name="T74" fmla="*/ 22 w 317"/>
                              <a:gd name="T75" fmla="*/ 173 h 173"/>
                              <a:gd name="T76" fmla="*/ 296 w 317"/>
                              <a:gd name="T77" fmla="*/ 173 h 173"/>
                              <a:gd name="T78" fmla="*/ 317 w 317"/>
                              <a:gd name="T79" fmla="*/ 154 h 173"/>
                              <a:gd name="T80" fmla="*/ 317 w 317"/>
                              <a:gd name="T81" fmla="*/ 148 h 173"/>
                              <a:gd name="T82" fmla="*/ 313 w 317"/>
                              <a:gd name="T83" fmla="*/ 144 h 173"/>
                              <a:gd name="T84" fmla="*/ 317 w 317"/>
                              <a:gd name="T85" fmla="*/ 139 h 173"/>
                              <a:gd name="T86" fmla="*/ 317 w 317"/>
                              <a:gd name="T87" fmla="*/ 134 h 173"/>
                              <a:gd name="T88" fmla="*/ 313 w 317"/>
                              <a:gd name="T89" fmla="*/ 129 h 173"/>
                              <a:gd name="T90" fmla="*/ 317 w 317"/>
                              <a:gd name="T91" fmla="*/ 125 h 173"/>
                              <a:gd name="T92" fmla="*/ 317 w 317"/>
                              <a:gd name="T93" fmla="*/ 119 h 173"/>
                              <a:gd name="T94" fmla="*/ 313 w 317"/>
                              <a:gd name="T95" fmla="*/ 115 h 173"/>
                              <a:gd name="T96" fmla="*/ 317 w 317"/>
                              <a:gd name="T97" fmla="*/ 111 h 173"/>
                              <a:gd name="T98" fmla="*/ 317 w 317"/>
                              <a:gd name="T99" fmla="*/ 105 h 173"/>
                              <a:gd name="T100" fmla="*/ 313 w 317"/>
                              <a:gd name="T101" fmla="*/ 101 h 173"/>
                              <a:gd name="T102" fmla="*/ 317 w 317"/>
                              <a:gd name="T103" fmla="*/ 96 h 173"/>
                              <a:gd name="T104" fmla="*/ 317 w 317"/>
                              <a:gd name="T105" fmla="*/ 91 h 173"/>
                              <a:gd name="T106" fmla="*/ 313 w 317"/>
                              <a:gd name="T107" fmla="*/ 87 h 173"/>
                              <a:gd name="T108" fmla="*/ 317 w 317"/>
                              <a:gd name="T109" fmla="*/ 82 h 173"/>
                              <a:gd name="T110" fmla="*/ 317 w 317"/>
                              <a:gd name="T111" fmla="*/ 77 h 173"/>
                              <a:gd name="T112" fmla="*/ 313 w 317"/>
                              <a:gd name="T113" fmla="*/ 72 h 173"/>
                              <a:gd name="T114" fmla="*/ 317 w 317"/>
                              <a:gd name="T115" fmla="*/ 68 h 173"/>
                              <a:gd name="T116" fmla="*/ 317 w 317"/>
                              <a:gd name="T117" fmla="*/ 62 h 173"/>
                              <a:gd name="T118" fmla="*/ 313 w 317"/>
                              <a:gd name="T119" fmla="*/ 58 h 173"/>
                              <a:gd name="T120" fmla="*/ 317 w 317"/>
                              <a:gd name="T121" fmla="*/ 54 h 173"/>
                              <a:gd name="T122" fmla="*/ 317 w 317"/>
                              <a:gd name="T123" fmla="*/ 48 h 173"/>
                              <a:gd name="T124" fmla="*/ 313 w 317"/>
                              <a:gd name="T125" fmla="*/ 44 h 17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  <a:cxn ang="0">
                                <a:pos x="T116" y="T117"/>
                              </a:cxn>
                              <a:cxn ang="0">
                                <a:pos x="T118" y="T119"/>
                              </a:cxn>
                              <a:cxn ang="0">
                                <a:pos x="T120" y="T121"/>
                              </a:cxn>
                              <a:cxn ang="0">
                                <a:pos x="T122" y="T123"/>
                              </a:cxn>
                              <a:cxn ang="0">
                                <a:pos x="T124" y="T125"/>
                              </a:cxn>
                            </a:cxnLst>
                            <a:rect l="0" t="0" r="r" b="b"/>
                            <a:pathLst>
                              <a:path w="317" h="173">
                                <a:moveTo>
                                  <a:pt x="313" y="44"/>
                                </a:moveTo>
                                <a:cubicBezTo>
                                  <a:pt x="313" y="41"/>
                                  <a:pt x="315" y="39"/>
                                  <a:pt x="317" y="39"/>
                                </a:cubicBezTo>
                                <a:cubicBezTo>
                                  <a:pt x="317" y="34"/>
                                  <a:pt x="317" y="34"/>
                                  <a:pt x="317" y="34"/>
                                </a:cubicBezTo>
                                <a:cubicBezTo>
                                  <a:pt x="315" y="34"/>
                                  <a:pt x="313" y="32"/>
                                  <a:pt x="313" y="30"/>
                                </a:cubicBezTo>
                                <a:cubicBezTo>
                                  <a:pt x="313" y="27"/>
                                  <a:pt x="315" y="25"/>
                                  <a:pt x="317" y="25"/>
                                </a:cubicBezTo>
                                <a:cubicBezTo>
                                  <a:pt x="317" y="19"/>
                                  <a:pt x="317" y="19"/>
                                  <a:pt x="317" y="19"/>
                                </a:cubicBezTo>
                                <a:cubicBezTo>
                                  <a:pt x="307" y="19"/>
                                  <a:pt x="296" y="11"/>
                                  <a:pt x="296" y="0"/>
                                </a:cubicBezTo>
                                <a:cubicBezTo>
                                  <a:pt x="22" y="0"/>
                                  <a:pt x="22" y="0"/>
                                  <a:pt x="22" y="0"/>
                                </a:cubicBezTo>
                                <a:cubicBezTo>
                                  <a:pt x="22" y="11"/>
                                  <a:pt x="11" y="19"/>
                                  <a:pt x="0" y="19"/>
                                </a:cubicBezTo>
                                <a:cubicBezTo>
                                  <a:pt x="0" y="25"/>
                                  <a:pt x="0" y="25"/>
                                  <a:pt x="0" y="25"/>
                                </a:cubicBezTo>
                                <a:cubicBezTo>
                                  <a:pt x="2" y="25"/>
                                  <a:pt x="4" y="27"/>
                                  <a:pt x="4" y="30"/>
                                </a:cubicBezTo>
                                <a:cubicBezTo>
                                  <a:pt x="4" y="32"/>
                                  <a:pt x="2" y="34"/>
                                  <a:pt x="0" y="34"/>
                                </a:cubicBezTo>
                                <a:cubicBezTo>
                                  <a:pt x="0" y="39"/>
                                  <a:pt x="0" y="39"/>
                                  <a:pt x="0" y="39"/>
                                </a:cubicBezTo>
                                <a:cubicBezTo>
                                  <a:pt x="2" y="39"/>
                                  <a:pt x="4" y="41"/>
                                  <a:pt x="4" y="44"/>
                                </a:cubicBezTo>
                                <a:cubicBezTo>
                                  <a:pt x="4" y="46"/>
                                  <a:pt x="2" y="48"/>
                                  <a:pt x="0" y="48"/>
                                </a:cubicBezTo>
                                <a:cubicBezTo>
                                  <a:pt x="0" y="54"/>
                                  <a:pt x="0" y="54"/>
                                  <a:pt x="0" y="54"/>
                                </a:cubicBezTo>
                                <a:cubicBezTo>
                                  <a:pt x="2" y="54"/>
                                  <a:pt x="4" y="56"/>
                                  <a:pt x="4" y="58"/>
                                </a:cubicBezTo>
                                <a:cubicBezTo>
                                  <a:pt x="4" y="60"/>
                                  <a:pt x="2" y="62"/>
                                  <a:pt x="0" y="62"/>
                                </a:cubicBezTo>
                                <a:cubicBezTo>
                                  <a:pt x="0" y="68"/>
                                  <a:pt x="0" y="68"/>
                                  <a:pt x="0" y="68"/>
                                </a:cubicBezTo>
                                <a:cubicBezTo>
                                  <a:pt x="2" y="68"/>
                                  <a:pt x="4" y="70"/>
                                  <a:pt x="4" y="72"/>
                                </a:cubicBezTo>
                                <a:cubicBezTo>
                                  <a:pt x="4" y="75"/>
                                  <a:pt x="2" y="77"/>
                                  <a:pt x="0" y="77"/>
                                </a:cubicBezTo>
                                <a:cubicBezTo>
                                  <a:pt x="0" y="82"/>
                                  <a:pt x="0" y="82"/>
                                  <a:pt x="0" y="82"/>
                                </a:cubicBezTo>
                                <a:cubicBezTo>
                                  <a:pt x="2" y="82"/>
                                  <a:pt x="4" y="84"/>
                                  <a:pt x="4" y="87"/>
                                </a:cubicBezTo>
                                <a:cubicBezTo>
                                  <a:pt x="4" y="89"/>
                                  <a:pt x="2" y="91"/>
                                  <a:pt x="0" y="91"/>
                                </a:cubicBezTo>
                                <a:cubicBezTo>
                                  <a:pt x="0" y="96"/>
                                  <a:pt x="0" y="96"/>
                                  <a:pt x="0" y="96"/>
                                </a:cubicBezTo>
                                <a:cubicBezTo>
                                  <a:pt x="2" y="96"/>
                                  <a:pt x="4" y="98"/>
                                  <a:pt x="4" y="101"/>
                                </a:cubicBezTo>
                                <a:cubicBezTo>
                                  <a:pt x="4" y="103"/>
                                  <a:pt x="2" y="105"/>
                                  <a:pt x="0" y="105"/>
                                </a:cubicBezTo>
                                <a:cubicBezTo>
                                  <a:pt x="0" y="111"/>
                                  <a:pt x="0" y="111"/>
                                  <a:pt x="0" y="111"/>
                                </a:cubicBezTo>
                                <a:cubicBezTo>
                                  <a:pt x="2" y="111"/>
                                  <a:pt x="4" y="113"/>
                                  <a:pt x="4" y="115"/>
                                </a:cubicBezTo>
                                <a:cubicBezTo>
                                  <a:pt x="4" y="117"/>
                                  <a:pt x="2" y="119"/>
                                  <a:pt x="0" y="119"/>
                                </a:cubicBezTo>
                                <a:cubicBezTo>
                                  <a:pt x="0" y="125"/>
                                  <a:pt x="0" y="125"/>
                                  <a:pt x="0" y="125"/>
                                </a:cubicBezTo>
                                <a:cubicBezTo>
                                  <a:pt x="2" y="125"/>
                                  <a:pt x="4" y="127"/>
                                  <a:pt x="4" y="129"/>
                                </a:cubicBezTo>
                                <a:cubicBezTo>
                                  <a:pt x="4" y="132"/>
                                  <a:pt x="2" y="134"/>
                                  <a:pt x="0" y="134"/>
                                </a:cubicBezTo>
                                <a:cubicBezTo>
                                  <a:pt x="0" y="139"/>
                                  <a:pt x="0" y="139"/>
                                  <a:pt x="0" y="139"/>
                                </a:cubicBezTo>
                                <a:cubicBezTo>
                                  <a:pt x="2" y="139"/>
                                  <a:pt x="4" y="141"/>
                                  <a:pt x="4" y="144"/>
                                </a:cubicBezTo>
                                <a:cubicBezTo>
                                  <a:pt x="4" y="146"/>
                                  <a:pt x="2" y="148"/>
                                  <a:pt x="0" y="148"/>
                                </a:cubicBezTo>
                                <a:cubicBezTo>
                                  <a:pt x="0" y="154"/>
                                  <a:pt x="0" y="154"/>
                                  <a:pt x="0" y="154"/>
                                </a:cubicBezTo>
                                <a:cubicBezTo>
                                  <a:pt x="11" y="154"/>
                                  <a:pt x="22" y="162"/>
                                  <a:pt x="22" y="173"/>
                                </a:cubicBezTo>
                                <a:cubicBezTo>
                                  <a:pt x="296" y="173"/>
                                  <a:pt x="296" y="173"/>
                                  <a:pt x="296" y="173"/>
                                </a:cubicBezTo>
                                <a:cubicBezTo>
                                  <a:pt x="296" y="162"/>
                                  <a:pt x="307" y="154"/>
                                  <a:pt x="317" y="154"/>
                                </a:cubicBezTo>
                                <a:cubicBezTo>
                                  <a:pt x="317" y="148"/>
                                  <a:pt x="317" y="148"/>
                                  <a:pt x="317" y="148"/>
                                </a:cubicBezTo>
                                <a:cubicBezTo>
                                  <a:pt x="315" y="148"/>
                                  <a:pt x="313" y="146"/>
                                  <a:pt x="313" y="144"/>
                                </a:cubicBezTo>
                                <a:cubicBezTo>
                                  <a:pt x="313" y="141"/>
                                  <a:pt x="315" y="139"/>
                                  <a:pt x="317" y="139"/>
                                </a:cubicBezTo>
                                <a:cubicBezTo>
                                  <a:pt x="317" y="134"/>
                                  <a:pt x="317" y="134"/>
                                  <a:pt x="317" y="134"/>
                                </a:cubicBezTo>
                                <a:cubicBezTo>
                                  <a:pt x="315" y="134"/>
                                  <a:pt x="313" y="132"/>
                                  <a:pt x="313" y="129"/>
                                </a:cubicBezTo>
                                <a:cubicBezTo>
                                  <a:pt x="313" y="127"/>
                                  <a:pt x="315" y="125"/>
                                  <a:pt x="317" y="125"/>
                                </a:cubicBezTo>
                                <a:cubicBezTo>
                                  <a:pt x="317" y="119"/>
                                  <a:pt x="317" y="119"/>
                                  <a:pt x="317" y="119"/>
                                </a:cubicBezTo>
                                <a:cubicBezTo>
                                  <a:pt x="315" y="119"/>
                                  <a:pt x="313" y="117"/>
                                  <a:pt x="313" y="115"/>
                                </a:cubicBezTo>
                                <a:cubicBezTo>
                                  <a:pt x="313" y="113"/>
                                  <a:pt x="315" y="111"/>
                                  <a:pt x="317" y="111"/>
                                </a:cubicBezTo>
                                <a:cubicBezTo>
                                  <a:pt x="317" y="105"/>
                                  <a:pt x="317" y="105"/>
                                  <a:pt x="317" y="105"/>
                                </a:cubicBezTo>
                                <a:cubicBezTo>
                                  <a:pt x="315" y="105"/>
                                  <a:pt x="313" y="103"/>
                                  <a:pt x="313" y="101"/>
                                </a:cubicBezTo>
                                <a:cubicBezTo>
                                  <a:pt x="313" y="98"/>
                                  <a:pt x="315" y="96"/>
                                  <a:pt x="317" y="96"/>
                                </a:cubicBezTo>
                                <a:cubicBezTo>
                                  <a:pt x="317" y="91"/>
                                  <a:pt x="317" y="91"/>
                                  <a:pt x="317" y="91"/>
                                </a:cubicBezTo>
                                <a:cubicBezTo>
                                  <a:pt x="315" y="91"/>
                                  <a:pt x="313" y="89"/>
                                  <a:pt x="313" y="87"/>
                                </a:cubicBezTo>
                                <a:cubicBezTo>
                                  <a:pt x="313" y="84"/>
                                  <a:pt x="315" y="82"/>
                                  <a:pt x="317" y="82"/>
                                </a:cubicBezTo>
                                <a:cubicBezTo>
                                  <a:pt x="317" y="77"/>
                                  <a:pt x="317" y="77"/>
                                  <a:pt x="317" y="77"/>
                                </a:cubicBezTo>
                                <a:cubicBezTo>
                                  <a:pt x="315" y="77"/>
                                  <a:pt x="313" y="75"/>
                                  <a:pt x="313" y="72"/>
                                </a:cubicBezTo>
                                <a:cubicBezTo>
                                  <a:pt x="313" y="70"/>
                                  <a:pt x="315" y="68"/>
                                  <a:pt x="317" y="68"/>
                                </a:cubicBezTo>
                                <a:cubicBezTo>
                                  <a:pt x="317" y="62"/>
                                  <a:pt x="317" y="62"/>
                                  <a:pt x="317" y="62"/>
                                </a:cubicBezTo>
                                <a:cubicBezTo>
                                  <a:pt x="315" y="62"/>
                                  <a:pt x="313" y="60"/>
                                  <a:pt x="313" y="58"/>
                                </a:cubicBezTo>
                                <a:cubicBezTo>
                                  <a:pt x="313" y="56"/>
                                  <a:pt x="315" y="54"/>
                                  <a:pt x="317" y="54"/>
                                </a:cubicBezTo>
                                <a:cubicBezTo>
                                  <a:pt x="317" y="48"/>
                                  <a:pt x="317" y="48"/>
                                  <a:pt x="317" y="48"/>
                                </a:cubicBezTo>
                                <a:cubicBezTo>
                                  <a:pt x="315" y="48"/>
                                  <a:pt x="313" y="46"/>
                                  <a:pt x="313" y="44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7" name="Freeform 7"/>
                        <wps:cNvSpPr>
                          <a:spLocks noChangeAspect="1"/>
                        </wps:cNvSpPr>
                        <wps:spPr bwMode="auto">
                          <a:xfrm>
                            <a:off x="3217034" y="0"/>
                            <a:ext cx="3014331" cy="1645920"/>
                          </a:xfrm>
                          <a:custGeom>
                            <a:avLst/>
                            <a:gdLst>
                              <a:gd name="T0" fmla="*/ 313 w 317"/>
                              <a:gd name="T1" fmla="*/ 44 h 173"/>
                              <a:gd name="T2" fmla="*/ 317 w 317"/>
                              <a:gd name="T3" fmla="*/ 39 h 173"/>
                              <a:gd name="T4" fmla="*/ 317 w 317"/>
                              <a:gd name="T5" fmla="*/ 34 h 173"/>
                              <a:gd name="T6" fmla="*/ 313 w 317"/>
                              <a:gd name="T7" fmla="*/ 30 h 173"/>
                              <a:gd name="T8" fmla="*/ 317 w 317"/>
                              <a:gd name="T9" fmla="*/ 25 h 173"/>
                              <a:gd name="T10" fmla="*/ 317 w 317"/>
                              <a:gd name="T11" fmla="*/ 19 h 173"/>
                              <a:gd name="T12" fmla="*/ 296 w 317"/>
                              <a:gd name="T13" fmla="*/ 0 h 173"/>
                              <a:gd name="T14" fmla="*/ 22 w 317"/>
                              <a:gd name="T15" fmla="*/ 0 h 173"/>
                              <a:gd name="T16" fmla="*/ 0 w 317"/>
                              <a:gd name="T17" fmla="*/ 19 h 173"/>
                              <a:gd name="T18" fmla="*/ 0 w 317"/>
                              <a:gd name="T19" fmla="*/ 25 h 173"/>
                              <a:gd name="T20" fmla="*/ 4 w 317"/>
                              <a:gd name="T21" fmla="*/ 30 h 173"/>
                              <a:gd name="T22" fmla="*/ 0 w 317"/>
                              <a:gd name="T23" fmla="*/ 34 h 173"/>
                              <a:gd name="T24" fmla="*/ 0 w 317"/>
                              <a:gd name="T25" fmla="*/ 39 h 173"/>
                              <a:gd name="T26" fmla="*/ 4 w 317"/>
                              <a:gd name="T27" fmla="*/ 44 h 173"/>
                              <a:gd name="T28" fmla="*/ 0 w 317"/>
                              <a:gd name="T29" fmla="*/ 48 h 173"/>
                              <a:gd name="T30" fmla="*/ 0 w 317"/>
                              <a:gd name="T31" fmla="*/ 54 h 173"/>
                              <a:gd name="T32" fmla="*/ 4 w 317"/>
                              <a:gd name="T33" fmla="*/ 58 h 173"/>
                              <a:gd name="T34" fmla="*/ 0 w 317"/>
                              <a:gd name="T35" fmla="*/ 62 h 173"/>
                              <a:gd name="T36" fmla="*/ 0 w 317"/>
                              <a:gd name="T37" fmla="*/ 68 h 173"/>
                              <a:gd name="T38" fmla="*/ 4 w 317"/>
                              <a:gd name="T39" fmla="*/ 72 h 173"/>
                              <a:gd name="T40" fmla="*/ 0 w 317"/>
                              <a:gd name="T41" fmla="*/ 77 h 173"/>
                              <a:gd name="T42" fmla="*/ 0 w 317"/>
                              <a:gd name="T43" fmla="*/ 82 h 173"/>
                              <a:gd name="T44" fmla="*/ 4 w 317"/>
                              <a:gd name="T45" fmla="*/ 87 h 173"/>
                              <a:gd name="T46" fmla="*/ 0 w 317"/>
                              <a:gd name="T47" fmla="*/ 91 h 173"/>
                              <a:gd name="T48" fmla="*/ 0 w 317"/>
                              <a:gd name="T49" fmla="*/ 96 h 173"/>
                              <a:gd name="T50" fmla="*/ 4 w 317"/>
                              <a:gd name="T51" fmla="*/ 101 h 173"/>
                              <a:gd name="T52" fmla="*/ 0 w 317"/>
                              <a:gd name="T53" fmla="*/ 105 h 173"/>
                              <a:gd name="T54" fmla="*/ 0 w 317"/>
                              <a:gd name="T55" fmla="*/ 111 h 173"/>
                              <a:gd name="T56" fmla="*/ 4 w 317"/>
                              <a:gd name="T57" fmla="*/ 115 h 173"/>
                              <a:gd name="T58" fmla="*/ 0 w 317"/>
                              <a:gd name="T59" fmla="*/ 119 h 173"/>
                              <a:gd name="T60" fmla="*/ 0 w 317"/>
                              <a:gd name="T61" fmla="*/ 125 h 173"/>
                              <a:gd name="T62" fmla="*/ 4 w 317"/>
                              <a:gd name="T63" fmla="*/ 129 h 173"/>
                              <a:gd name="T64" fmla="*/ 0 w 317"/>
                              <a:gd name="T65" fmla="*/ 134 h 173"/>
                              <a:gd name="T66" fmla="*/ 0 w 317"/>
                              <a:gd name="T67" fmla="*/ 139 h 173"/>
                              <a:gd name="T68" fmla="*/ 4 w 317"/>
                              <a:gd name="T69" fmla="*/ 144 h 173"/>
                              <a:gd name="T70" fmla="*/ 0 w 317"/>
                              <a:gd name="T71" fmla="*/ 148 h 173"/>
                              <a:gd name="T72" fmla="*/ 0 w 317"/>
                              <a:gd name="T73" fmla="*/ 154 h 173"/>
                              <a:gd name="T74" fmla="*/ 22 w 317"/>
                              <a:gd name="T75" fmla="*/ 173 h 173"/>
                              <a:gd name="T76" fmla="*/ 296 w 317"/>
                              <a:gd name="T77" fmla="*/ 173 h 173"/>
                              <a:gd name="T78" fmla="*/ 317 w 317"/>
                              <a:gd name="T79" fmla="*/ 154 h 173"/>
                              <a:gd name="T80" fmla="*/ 317 w 317"/>
                              <a:gd name="T81" fmla="*/ 148 h 173"/>
                              <a:gd name="T82" fmla="*/ 313 w 317"/>
                              <a:gd name="T83" fmla="*/ 144 h 173"/>
                              <a:gd name="T84" fmla="*/ 317 w 317"/>
                              <a:gd name="T85" fmla="*/ 139 h 173"/>
                              <a:gd name="T86" fmla="*/ 317 w 317"/>
                              <a:gd name="T87" fmla="*/ 134 h 173"/>
                              <a:gd name="T88" fmla="*/ 313 w 317"/>
                              <a:gd name="T89" fmla="*/ 129 h 173"/>
                              <a:gd name="T90" fmla="*/ 317 w 317"/>
                              <a:gd name="T91" fmla="*/ 125 h 173"/>
                              <a:gd name="T92" fmla="*/ 317 w 317"/>
                              <a:gd name="T93" fmla="*/ 119 h 173"/>
                              <a:gd name="T94" fmla="*/ 313 w 317"/>
                              <a:gd name="T95" fmla="*/ 115 h 173"/>
                              <a:gd name="T96" fmla="*/ 317 w 317"/>
                              <a:gd name="T97" fmla="*/ 111 h 173"/>
                              <a:gd name="T98" fmla="*/ 317 w 317"/>
                              <a:gd name="T99" fmla="*/ 105 h 173"/>
                              <a:gd name="T100" fmla="*/ 313 w 317"/>
                              <a:gd name="T101" fmla="*/ 101 h 173"/>
                              <a:gd name="T102" fmla="*/ 317 w 317"/>
                              <a:gd name="T103" fmla="*/ 96 h 173"/>
                              <a:gd name="T104" fmla="*/ 317 w 317"/>
                              <a:gd name="T105" fmla="*/ 91 h 173"/>
                              <a:gd name="T106" fmla="*/ 313 w 317"/>
                              <a:gd name="T107" fmla="*/ 87 h 173"/>
                              <a:gd name="T108" fmla="*/ 317 w 317"/>
                              <a:gd name="T109" fmla="*/ 82 h 173"/>
                              <a:gd name="T110" fmla="*/ 317 w 317"/>
                              <a:gd name="T111" fmla="*/ 77 h 173"/>
                              <a:gd name="T112" fmla="*/ 313 w 317"/>
                              <a:gd name="T113" fmla="*/ 72 h 173"/>
                              <a:gd name="T114" fmla="*/ 317 w 317"/>
                              <a:gd name="T115" fmla="*/ 68 h 173"/>
                              <a:gd name="T116" fmla="*/ 317 w 317"/>
                              <a:gd name="T117" fmla="*/ 62 h 173"/>
                              <a:gd name="T118" fmla="*/ 313 w 317"/>
                              <a:gd name="T119" fmla="*/ 58 h 173"/>
                              <a:gd name="T120" fmla="*/ 317 w 317"/>
                              <a:gd name="T121" fmla="*/ 54 h 173"/>
                              <a:gd name="T122" fmla="*/ 317 w 317"/>
                              <a:gd name="T123" fmla="*/ 48 h 173"/>
                              <a:gd name="T124" fmla="*/ 313 w 317"/>
                              <a:gd name="T125" fmla="*/ 44 h 17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  <a:cxn ang="0">
                                <a:pos x="T116" y="T117"/>
                              </a:cxn>
                              <a:cxn ang="0">
                                <a:pos x="T118" y="T119"/>
                              </a:cxn>
                              <a:cxn ang="0">
                                <a:pos x="T120" y="T121"/>
                              </a:cxn>
                              <a:cxn ang="0">
                                <a:pos x="T122" y="T123"/>
                              </a:cxn>
                              <a:cxn ang="0">
                                <a:pos x="T124" y="T125"/>
                              </a:cxn>
                            </a:cxnLst>
                            <a:rect l="0" t="0" r="r" b="b"/>
                            <a:pathLst>
                              <a:path w="317" h="173">
                                <a:moveTo>
                                  <a:pt x="313" y="44"/>
                                </a:moveTo>
                                <a:cubicBezTo>
                                  <a:pt x="313" y="41"/>
                                  <a:pt x="315" y="39"/>
                                  <a:pt x="317" y="39"/>
                                </a:cubicBezTo>
                                <a:cubicBezTo>
                                  <a:pt x="317" y="34"/>
                                  <a:pt x="317" y="34"/>
                                  <a:pt x="317" y="34"/>
                                </a:cubicBezTo>
                                <a:cubicBezTo>
                                  <a:pt x="315" y="34"/>
                                  <a:pt x="313" y="32"/>
                                  <a:pt x="313" y="30"/>
                                </a:cubicBezTo>
                                <a:cubicBezTo>
                                  <a:pt x="313" y="27"/>
                                  <a:pt x="315" y="25"/>
                                  <a:pt x="317" y="25"/>
                                </a:cubicBezTo>
                                <a:cubicBezTo>
                                  <a:pt x="317" y="19"/>
                                  <a:pt x="317" y="19"/>
                                  <a:pt x="317" y="19"/>
                                </a:cubicBezTo>
                                <a:cubicBezTo>
                                  <a:pt x="307" y="19"/>
                                  <a:pt x="296" y="11"/>
                                  <a:pt x="296" y="0"/>
                                </a:cubicBezTo>
                                <a:cubicBezTo>
                                  <a:pt x="22" y="0"/>
                                  <a:pt x="22" y="0"/>
                                  <a:pt x="22" y="0"/>
                                </a:cubicBezTo>
                                <a:cubicBezTo>
                                  <a:pt x="22" y="11"/>
                                  <a:pt x="11" y="19"/>
                                  <a:pt x="0" y="19"/>
                                </a:cubicBezTo>
                                <a:cubicBezTo>
                                  <a:pt x="0" y="25"/>
                                  <a:pt x="0" y="25"/>
                                  <a:pt x="0" y="25"/>
                                </a:cubicBezTo>
                                <a:cubicBezTo>
                                  <a:pt x="2" y="25"/>
                                  <a:pt x="4" y="27"/>
                                  <a:pt x="4" y="30"/>
                                </a:cubicBezTo>
                                <a:cubicBezTo>
                                  <a:pt x="4" y="32"/>
                                  <a:pt x="2" y="34"/>
                                  <a:pt x="0" y="34"/>
                                </a:cubicBezTo>
                                <a:cubicBezTo>
                                  <a:pt x="0" y="39"/>
                                  <a:pt x="0" y="39"/>
                                  <a:pt x="0" y="39"/>
                                </a:cubicBezTo>
                                <a:cubicBezTo>
                                  <a:pt x="2" y="39"/>
                                  <a:pt x="4" y="41"/>
                                  <a:pt x="4" y="44"/>
                                </a:cubicBezTo>
                                <a:cubicBezTo>
                                  <a:pt x="4" y="46"/>
                                  <a:pt x="2" y="48"/>
                                  <a:pt x="0" y="48"/>
                                </a:cubicBezTo>
                                <a:cubicBezTo>
                                  <a:pt x="0" y="54"/>
                                  <a:pt x="0" y="54"/>
                                  <a:pt x="0" y="54"/>
                                </a:cubicBezTo>
                                <a:cubicBezTo>
                                  <a:pt x="2" y="54"/>
                                  <a:pt x="4" y="56"/>
                                  <a:pt x="4" y="58"/>
                                </a:cubicBezTo>
                                <a:cubicBezTo>
                                  <a:pt x="4" y="60"/>
                                  <a:pt x="2" y="62"/>
                                  <a:pt x="0" y="62"/>
                                </a:cubicBezTo>
                                <a:cubicBezTo>
                                  <a:pt x="0" y="68"/>
                                  <a:pt x="0" y="68"/>
                                  <a:pt x="0" y="68"/>
                                </a:cubicBezTo>
                                <a:cubicBezTo>
                                  <a:pt x="2" y="68"/>
                                  <a:pt x="4" y="70"/>
                                  <a:pt x="4" y="72"/>
                                </a:cubicBezTo>
                                <a:cubicBezTo>
                                  <a:pt x="4" y="75"/>
                                  <a:pt x="2" y="77"/>
                                  <a:pt x="0" y="77"/>
                                </a:cubicBezTo>
                                <a:cubicBezTo>
                                  <a:pt x="0" y="82"/>
                                  <a:pt x="0" y="82"/>
                                  <a:pt x="0" y="82"/>
                                </a:cubicBezTo>
                                <a:cubicBezTo>
                                  <a:pt x="2" y="82"/>
                                  <a:pt x="4" y="84"/>
                                  <a:pt x="4" y="87"/>
                                </a:cubicBezTo>
                                <a:cubicBezTo>
                                  <a:pt x="4" y="89"/>
                                  <a:pt x="2" y="91"/>
                                  <a:pt x="0" y="91"/>
                                </a:cubicBezTo>
                                <a:cubicBezTo>
                                  <a:pt x="0" y="96"/>
                                  <a:pt x="0" y="96"/>
                                  <a:pt x="0" y="96"/>
                                </a:cubicBezTo>
                                <a:cubicBezTo>
                                  <a:pt x="2" y="96"/>
                                  <a:pt x="4" y="98"/>
                                  <a:pt x="4" y="101"/>
                                </a:cubicBezTo>
                                <a:cubicBezTo>
                                  <a:pt x="4" y="103"/>
                                  <a:pt x="2" y="105"/>
                                  <a:pt x="0" y="105"/>
                                </a:cubicBezTo>
                                <a:cubicBezTo>
                                  <a:pt x="0" y="111"/>
                                  <a:pt x="0" y="111"/>
                                  <a:pt x="0" y="111"/>
                                </a:cubicBezTo>
                                <a:cubicBezTo>
                                  <a:pt x="2" y="111"/>
                                  <a:pt x="4" y="113"/>
                                  <a:pt x="4" y="115"/>
                                </a:cubicBezTo>
                                <a:cubicBezTo>
                                  <a:pt x="4" y="117"/>
                                  <a:pt x="2" y="119"/>
                                  <a:pt x="0" y="119"/>
                                </a:cubicBezTo>
                                <a:cubicBezTo>
                                  <a:pt x="0" y="125"/>
                                  <a:pt x="0" y="125"/>
                                  <a:pt x="0" y="125"/>
                                </a:cubicBezTo>
                                <a:cubicBezTo>
                                  <a:pt x="2" y="125"/>
                                  <a:pt x="4" y="127"/>
                                  <a:pt x="4" y="129"/>
                                </a:cubicBezTo>
                                <a:cubicBezTo>
                                  <a:pt x="4" y="132"/>
                                  <a:pt x="2" y="134"/>
                                  <a:pt x="0" y="134"/>
                                </a:cubicBezTo>
                                <a:cubicBezTo>
                                  <a:pt x="0" y="139"/>
                                  <a:pt x="0" y="139"/>
                                  <a:pt x="0" y="139"/>
                                </a:cubicBezTo>
                                <a:cubicBezTo>
                                  <a:pt x="2" y="139"/>
                                  <a:pt x="4" y="141"/>
                                  <a:pt x="4" y="144"/>
                                </a:cubicBezTo>
                                <a:cubicBezTo>
                                  <a:pt x="4" y="146"/>
                                  <a:pt x="2" y="148"/>
                                  <a:pt x="0" y="148"/>
                                </a:cubicBezTo>
                                <a:cubicBezTo>
                                  <a:pt x="0" y="154"/>
                                  <a:pt x="0" y="154"/>
                                  <a:pt x="0" y="154"/>
                                </a:cubicBezTo>
                                <a:cubicBezTo>
                                  <a:pt x="11" y="154"/>
                                  <a:pt x="22" y="162"/>
                                  <a:pt x="22" y="173"/>
                                </a:cubicBezTo>
                                <a:cubicBezTo>
                                  <a:pt x="296" y="173"/>
                                  <a:pt x="296" y="173"/>
                                  <a:pt x="296" y="173"/>
                                </a:cubicBezTo>
                                <a:cubicBezTo>
                                  <a:pt x="296" y="162"/>
                                  <a:pt x="307" y="154"/>
                                  <a:pt x="317" y="154"/>
                                </a:cubicBezTo>
                                <a:cubicBezTo>
                                  <a:pt x="317" y="148"/>
                                  <a:pt x="317" y="148"/>
                                  <a:pt x="317" y="148"/>
                                </a:cubicBezTo>
                                <a:cubicBezTo>
                                  <a:pt x="315" y="148"/>
                                  <a:pt x="313" y="146"/>
                                  <a:pt x="313" y="144"/>
                                </a:cubicBezTo>
                                <a:cubicBezTo>
                                  <a:pt x="313" y="141"/>
                                  <a:pt x="315" y="139"/>
                                  <a:pt x="317" y="139"/>
                                </a:cubicBezTo>
                                <a:cubicBezTo>
                                  <a:pt x="317" y="134"/>
                                  <a:pt x="317" y="134"/>
                                  <a:pt x="317" y="134"/>
                                </a:cubicBezTo>
                                <a:cubicBezTo>
                                  <a:pt x="315" y="134"/>
                                  <a:pt x="313" y="132"/>
                                  <a:pt x="313" y="129"/>
                                </a:cubicBezTo>
                                <a:cubicBezTo>
                                  <a:pt x="313" y="127"/>
                                  <a:pt x="315" y="125"/>
                                  <a:pt x="317" y="125"/>
                                </a:cubicBezTo>
                                <a:cubicBezTo>
                                  <a:pt x="317" y="119"/>
                                  <a:pt x="317" y="119"/>
                                  <a:pt x="317" y="119"/>
                                </a:cubicBezTo>
                                <a:cubicBezTo>
                                  <a:pt x="315" y="119"/>
                                  <a:pt x="313" y="117"/>
                                  <a:pt x="313" y="115"/>
                                </a:cubicBezTo>
                                <a:cubicBezTo>
                                  <a:pt x="313" y="113"/>
                                  <a:pt x="315" y="111"/>
                                  <a:pt x="317" y="111"/>
                                </a:cubicBezTo>
                                <a:cubicBezTo>
                                  <a:pt x="317" y="105"/>
                                  <a:pt x="317" y="105"/>
                                  <a:pt x="317" y="105"/>
                                </a:cubicBezTo>
                                <a:cubicBezTo>
                                  <a:pt x="315" y="105"/>
                                  <a:pt x="313" y="103"/>
                                  <a:pt x="313" y="101"/>
                                </a:cubicBezTo>
                                <a:cubicBezTo>
                                  <a:pt x="313" y="98"/>
                                  <a:pt x="315" y="96"/>
                                  <a:pt x="317" y="96"/>
                                </a:cubicBezTo>
                                <a:cubicBezTo>
                                  <a:pt x="317" y="91"/>
                                  <a:pt x="317" y="91"/>
                                  <a:pt x="317" y="91"/>
                                </a:cubicBezTo>
                                <a:cubicBezTo>
                                  <a:pt x="315" y="91"/>
                                  <a:pt x="313" y="89"/>
                                  <a:pt x="313" y="87"/>
                                </a:cubicBezTo>
                                <a:cubicBezTo>
                                  <a:pt x="313" y="84"/>
                                  <a:pt x="315" y="82"/>
                                  <a:pt x="317" y="82"/>
                                </a:cubicBezTo>
                                <a:cubicBezTo>
                                  <a:pt x="317" y="77"/>
                                  <a:pt x="317" y="77"/>
                                  <a:pt x="317" y="77"/>
                                </a:cubicBezTo>
                                <a:cubicBezTo>
                                  <a:pt x="315" y="77"/>
                                  <a:pt x="313" y="75"/>
                                  <a:pt x="313" y="72"/>
                                </a:cubicBezTo>
                                <a:cubicBezTo>
                                  <a:pt x="313" y="70"/>
                                  <a:pt x="315" y="68"/>
                                  <a:pt x="317" y="68"/>
                                </a:cubicBezTo>
                                <a:cubicBezTo>
                                  <a:pt x="317" y="62"/>
                                  <a:pt x="317" y="62"/>
                                  <a:pt x="317" y="62"/>
                                </a:cubicBezTo>
                                <a:cubicBezTo>
                                  <a:pt x="315" y="62"/>
                                  <a:pt x="313" y="60"/>
                                  <a:pt x="313" y="58"/>
                                </a:cubicBezTo>
                                <a:cubicBezTo>
                                  <a:pt x="313" y="56"/>
                                  <a:pt x="315" y="54"/>
                                  <a:pt x="317" y="54"/>
                                </a:cubicBezTo>
                                <a:cubicBezTo>
                                  <a:pt x="317" y="48"/>
                                  <a:pt x="317" y="48"/>
                                  <a:pt x="317" y="48"/>
                                </a:cubicBezTo>
                                <a:cubicBezTo>
                                  <a:pt x="315" y="48"/>
                                  <a:pt x="313" y="46"/>
                                  <a:pt x="313" y="44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8" name="Freeform 8"/>
                        <wps:cNvSpPr>
                          <a:spLocks noChangeAspect="1"/>
                        </wps:cNvSpPr>
                        <wps:spPr bwMode="auto">
                          <a:xfrm>
                            <a:off x="3217031" y="1829828"/>
                            <a:ext cx="3014331" cy="1645920"/>
                          </a:xfrm>
                          <a:custGeom>
                            <a:avLst/>
                            <a:gdLst>
                              <a:gd name="T0" fmla="*/ 313 w 317"/>
                              <a:gd name="T1" fmla="*/ 44 h 173"/>
                              <a:gd name="T2" fmla="*/ 317 w 317"/>
                              <a:gd name="T3" fmla="*/ 39 h 173"/>
                              <a:gd name="T4" fmla="*/ 317 w 317"/>
                              <a:gd name="T5" fmla="*/ 34 h 173"/>
                              <a:gd name="T6" fmla="*/ 313 w 317"/>
                              <a:gd name="T7" fmla="*/ 30 h 173"/>
                              <a:gd name="T8" fmla="*/ 317 w 317"/>
                              <a:gd name="T9" fmla="*/ 25 h 173"/>
                              <a:gd name="T10" fmla="*/ 317 w 317"/>
                              <a:gd name="T11" fmla="*/ 19 h 173"/>
                              <a:gd name="T12" fmla="*/ 296 w 317"/>
                              <a:gd name="T13" fmla="*/ 0 h 173"/>
                              <a:gd name="T14" fmla="*/ 22 w 317"/>
                              <a:gd name="T15" fmla="*/ 0 h 173"/>
                              <a:gd name="T16" fmla="*/ 0 w 317"/>
                              <a:gd name="T17" fmla="*/ 19 h 173"/>
                              <a:gd name="T18" fmla="*/ 0 w 317"/>
                              <a:gd name="T19" fmla="*/ 25 h 173"/>
                              <a:gd name="T20" fmla="*/ 4 w 317"/>
                              <a:gd name="T21" fmla="*/ 30 h 173"/>
                              <a:gd name="T22" fmla="*/ 0 w 317"/>
                              <a:gd name="T23" fmla="*/ 34 h 173"/>
                              <a:gd name="T24" fmla="*/ 0 w 317"/>
                              <a:gd name="T25" fmla="*/ 39 h 173"/>
                              <a:gd name="T26" fmla="*/ 4 w 317"/>
                              <a:gd name="T27" fmla="*/ 44 h 173"/>
                              <a:gd name="T28" fmla="*/ 0 w 317"/>
                              <a:gd name="T29" fmla="*/ 48 h 173"/>
                              <a:gd name="T30" fmla="*/ 0 w 317"/>
                              <a:gd name="T31" fmla="*/ 54 h 173"/>
                              <a:gd name="T32" fmla="*/ 4 w 317"/>
                              <a:gd name="T33" fmla="*/ 58 h 173"/>
                              <a:gd name="T34" fmla="*/ 0 w 317"/>
                              <a:gd name="T35" fmla="*/ 62 h 173"/>
                              <a:gd name="T36" fmla="*/ 0 w 317"/>
                              <a:gd name="T37" fmla="*/ 68 h 173"/>
                              <a:gd name="T38" fmla="*/ 4 w 317"/>
                              <a:gd name="T39" fmla="*/ 72 h 173"/>
                              <a:gd name="T40" fmla="*/ 0 w 317"/>
                              <a:gd name="T41" fmla="*/ 77 h 173"/>
                              <a:gd name="T42" fmla="*/ 0 w 317"/>
                              <a:gd name="T43" fmla="*/ 82 h 173"/>
                              <a:gd name="T44" fmla="*/ 4 w 317"/>
                              <a:gd name="T45" fmla="*/ 87 h 173"/>
                              <a:gd name="T46" fmla="*/ 0 w 317"/>
                              <a:gd name="T47" fmla="*/ 91 h 173"/>
                              <a:gd name="T48" fmla="*/ 0 w 317"/>
                              <a:gd name="T49" fmla="*/ 96 h 173"/>
                              <a:gd name="T50" fmla="*/ 4 w 317"/>
                              <a:gd name="T51" fmla="*/ 101 h 173"/>
                              <a:gd name="T52" fmla="*/ 0 w 317"/>
                              <a:gd name="T53" fmla="*/ 105 h 173"/>
                              <a:gd name="T54" fmla="*/ 0 w 317"/>
                              <a:gd name="T55" fmla="*/ 111 h 173"/>
                              <a:gd name="T56" fmla="*/ 4 w 317"/>
                              <a:gd name="T57" fmla="*/ 115 h 173"/>
                              <a:gd name="T58" fmla="*/ 0 w 317"/>
                              <a:gd name="T59" fmla="*/ 119 h 173"/>
                              <a:gd name="T60" fmla="*/ 0 w 317"/>
                              <a:gd name="T61" fmla="*/ 125 h 173"/>
                              <a:gd name="T62" fmla="*/ 4 w 317"/>
                              <a:gd name="T63" fmla="*/ 129 h 173"/>
                              <a:gd name="T64" fmla="*/ 0 w 317"/>
                              <a:gd name="T65" fmla="*/ 134 h 173"/>
                              <a:gd name="T66" fmla="*/ 0 w 317"/>
                              <a:gd name="T67" fmla="*/ 139 h 173"/>
                              <a:gd name="T68" fmla="*/ 4 w 317"/>
                              <a:gd name="T69" fmla="*/ 144 h 173"/>
                              <a:gd name="T70" fmla="*/ 0 w 317"/>
                              <a:gd name="T71" fmla="*/ 148 h 173"/>
                              <a:gd name="T72" fmla="*/ 0 w 317"/>
                              <a:gd name="T73" fmla="*/ 154 h 173"/>
                              <a:gd name="T74" fmla="*/ 22 w 317"/>
                              <a:gd name="T75" fmla="*/ 173 h 173"/>
                              <a:gd name="T76" fmla="*/ 296 w 317"/>
                              <a:gd name="T77" fmla="*/ 173 h 173"/>
                              <a:gd name="T78" fmla="*/ 317 w 317"/>
                              <a:gd name="T79" fmla="*/ 154 h 173"/>
                              <a:gd name="T80" fmla="*/ 317 w 317"/>
                              <a:gd name="T81" fmla="*/ 148 h 173"/>
                              <a:gd name="T82" fmla="*/ 313 w 317"/>
                              <a:gd name="T83" fmla="*/ 144 h 173"/>
                              <a:gd name="T84" fmla="*/ 317 w 317"/>
                              <a:gd name="T85" fmla="*/ 139 h 173"/>
                              <a:gd name="T86" fmla="*/ 317 w 317"/>
                              <a:gd name="T87" fmla="*/ 134 h 173"/>
                              <a:gd name="T88" fmla="*/ 313 w 317"/>
                              <a:gd name="T89" fmla="*/ 129 h 173"/>
                              <a:gd name="T90" fmla="*/ 317 w 317"/>
                              <a:gd name="T91" fmla="*/ 125 h 173"/>
                              <a:gd name="T92" fmla="*/ 317 w 317"/>
                              <a:gd name="T93" fmla="*/ 119 h 173"/>
                              <a:gd name="T94" fmla="*/ 313 w 317"/>
                              <a:gd name="T95" fmla="*/ 115 h 173"/>
                              <a:gd name="T96" fmla="*/ 317 w 317"/>
                              <a:gd name="T97" fmla="*/ 111 h 173"/>
                              <a:gd name="T98" fmla="*/ 317 w 317"/>
                              <a:gd name="T99" fmla="*/ 105 h 173"/>
                              <a:gd name="T100" fmla="*/ 313 w 317"/>
                              <a:gd name="T101" fmla="*/ 101 h 173"/>
                              <a:gd name="T102" fmla="*/ 317 w 317"/>
                              <a:gd name="T103" fmla="*/ 96 h 173"/>
                              <a:gd name="T104" fmla="*/ 317 w 317"/>
                              <a:gd name="T105" fmla="*/ 91 h 173"/>
                              <a:gd name="T106" fmla="*/ 313 w 317"/>
                              <a:gd name="T107" fmla="*/ 87 h 173"/>
                              <a:gd name="T108" fmla="*/ 317 w 317"/>
                              <a:gd name="T109" fmla="*/ 82 h 173"/>
                              <a:gd name="T110" fmla="*/ 317 w 317"/>
                              <a:gd name="T111" fmla="*/ 77 h 173"/>
                              <a:gd name="T112" fmla="*/ 313 w 317"/>
                              <a:gd name="T113" fmla="*/ 72 h 173"/>
                              <a:gd name="T114" fmla="*/ 317 w 317"/>
                              <a:gd name="T115" fmla="*/ 68 h 173"/>
                              <a:gd name="T116" fmla="*/ 317 w 317"/>
                              <a:gd name="T117" fmla="*/ 62 h 173"/>
                              <a:gd name="T118" fmla="*/ 313 w 317"/>
                              <a:gd name="T119" fmla="*/ 58 h 173"/>
                              <a:gd name="T120" fmla="*/ 317 w 317"/>
                              <a:gd name="T121" fmla="*/ 54 h 173"/>
                              <a:gd name="T122" fmla="*/ 317 w 317"/>
                              <a:gd name="T123" fmla="*/ 48 h 173"/>
                              <a:gd name="T124" fmla="*/ 313 w 317"/>
                              <a:gd name="T125" fmla="*/ 44 h 17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  <a:cxn ang="0">
                                <a:pos x="T116" y="T117"/>
                              </a:cxn>
                              <a:cxn ang="0">
                                <a:pos x="T118" y="T119"/>
                              </a:cxn>
                              <a:cxn ang="0">
                                <a:pos x="T120" y="T121"/>
                              </a:cxn>
                              <a:cxn ang="0">
                                <a:pos x="T122" y="T123"/>
                              </a:cxn>
                              <a:cxn ang="0">
                                <a:pos x="T124" y="T125"/>
                              </a:cxn>
                            </a:cxnLst>
                            <a:rect l="0" t="0" r="r" b="b"/>
                            <a:pathLst>
                              <a:path w="317" h="173">
                                <a:moveTo>
                                  <a:pt x="313" y="44"/>
                                </a:moveTo>
                                <a:cubicBezTo>
                                  <a:pt x="313" y="41"/>
                                  <a:pt x="315" y="39"/>
                                  <a:pt x="317" y="39"/>
                                </a:cubicBezTo>
                                <a:cubicBezTo>
                                  <a:pt x="317" y="34"/>
                                  <a:pt x="317" y="34"/>
                                  <a:pt x="317" y="34"/>
                                </a:cubicBezTo>
                                <a:cubicBezTo>
                                  <a:pt x="315" y="34"/>
                                  <a:pt x="313" y="32"/>
                                  <a:pt x="313" y="30"/>
                                </a:cubicBezTo>
                                <a:cubicBezTo>
                                  <a:pt x="313" y="27"/>
                                  <a:pt x="315" y="25"/>
                                  <a:pt x="317" y="25"/>
                                </a:cubicBezTo>
                                <a:cubicBezTo>
                                  <a:pt x="317" y="19"/>
                                  <a:pt x="317" y="19"/>
                                  <a:pt x="317" y="19"/>
                                </a:cubicBezTo>
                                <a:cubicBezTo>
                                  <a:pt x="307" y="19"/>
                                  <a:pt x="296" y="11"/>
                                  <a:pt x="296" y="0"/>
                                </a:cubicBezTo>
                                <a:cubicBezTo>
                                  <a:pt x="22" y="0"/>
                                  <a:pt x="22" y="0"/>
                                  <a:pt x="22" y="0"/>
                                </a:cubicBezTo>
                                <a:cubicBezTo>
                                  <a:pt x="22" y="11"/>
                                  <a:pt x="11" y="19"/>
                                  <a:pt x="0" y="19"/>
                                </a:cubicBezTo>
                                <a:cubicBezTo>
                                  <a:pt x="0" y="25"/>
                                  <a:pt x="0" y="25"/>
                                  <a:pt x="0" y="25"/>
                                </a:cubicBezTo>
                                <a:cubicBezTo>
                                  <a:pt x="2" y="25"/>
                                  <a:pt x="4" y="27"/>
                                  <a:pt x="4" y="30"/>
                                </a:cubicBezTo>
                                <a:cubicBezTo>
                                  <a:pt x="4" y="32"/>
                                  <a:pt x="2" y="34"/>
                                  <a:pt x="0" y="34"/>
                                </a:cubicBezTo>
                                <a:cubicBezTo>
                                  <a:pt x="0" y="39"/>
                                  <a:pt x="0" y="39"/>
                                  <a:pt x="0" y="39"/>
                                </a:cubicBezTo>
                                <a:cubicBezTo>
                                  <a:pt x="2" y="39"/>
                                  <a:pt x="4" y="41"/>
                                  <a:pt x="4" y="44"/>
                                </a:cubicBezTo>
                                <a:cubicBezTo>
                                  <a:pt x="4" y="46"/>
                                  <a:pt x="2" y="48"/>
                                  <a:pt x="0" y="48"/>
                                </a:cubicBezTo>
                                <a:cubicBezTo>
                                  <a:pt x="0" y="54"/>
                                  <a:pt x="0" y="54"/>
                                  <a:pt x="0" y="54"/>
                                </a:cubicBezTo>
                                <a:cubicBezTo>
                                  <a:pt x="2" y="54"/>
                                  <a:pt x="4" y="56"/>
                                  <a:pt x="4" y="58"/>
                                </a:cubicBezTo>
                                <a:cubicBezTo>
                                  <a:pt x="4" y="60"/>
                                  <a:pt x="2" y="62"/>
                                  <a:pt x="0" y="62"/>
                                </a:cubicBezTo>
                                <a:cubicBezTo>
                                  <a:pt x="0" y="68"/>
                                  <a:pt x="0" y="68"/>
                                  <a:pt x="0" y="68"/>
                                </a:cubicBezTo>
                                <a:cubicBezTo>
                                  <a:pt x="2" y="68"/>
                                  <a:pt x="4" y="70"/>
                                  <a:pt x="4" y="72"/>
                                </a:cubicBezTo>
                                <a:cubicBezTo>
                                  <a:pt x="4" y="75"/>
                                  <a:pt x="2" y="77"/>
                                  <a:pt x="0" y="77"/>
                                </a:cubicBezTo>
                                <a:cubicBezTo>
                                  <a:pt x="0" y="82"/>
                                  <a:pt x="0" y="82"/>
                                  <a:pt x="0" y="82"/>
                                </a:cubicBezTo>
                                <a:cubicBezTo>
                                  <a:pt x="2" y="82"/>
                                  <a:pt x="4" y="84"/>
                                  <a:pt x="4" y="87"/>
                                </a:cubicBezTo>
                                <a:cubicBezTo>
                                  <a:pt x="4" y="89"/>
                                  <a:pt x="2" y="91"/>
                                  <a:pt x="0" y="91"/>
                                </a:cubicBezTo>
                                <a:cubicBezTo>
                                  <a:pt x="0" y="96"/>
                                  <a:pt x="0" y="96"/>
                                  <a:pt x="0" y="96"/>
                                </a:cubicBezTo>
                                <a:cubicBezTo>
                                  <a:pt x="2" y="96"/>
                                  <a:pt x="4" y="98"/>
                                  <a:pt x="4" y="101"/>
                                </a:cubicBezTo>
                                <a:cubicBezTo>
                                  <a:pt x="4" y="103"/>
                                  <a:pt x="2" y="105"/>
                                  <a:pt x="0" y="105"/>
                                </a:cubicBezTo>
                                <a:cubicBezTo>
                                  <a:pt x="0" y="111"/>
                                  <a:pt x="0" y="111"/>
                                  <a:pt x="0" y="111"/>
                                </a:cubicBezTo>
                                <a:cubicBezTo>
                                  <a:pt x="2" y="111"/>
                                  <a:pt x="4" y="113"/>
                                  <a:pt x="4" y="115"/>
                                </a:cubicBezTo>
                                <a:cubicBezTo>
                                  <a:pt x="4" y="117"/>
                                  <a:pt x="2" y="119"/>
                                  <a:pt x="0" y="119"/>
                                </a:cubicBezTo>
                                <a:cubicBezTo>
                                  <a:pt x="0" y="125"/>
                                  <a:pt x="0" y="125"/>
                                  <a:pt x="0" y="125"/>
                                </a:cubicBezTo>
                                <a:cubicBezTo>
                                  <a:pt x="2" y="125"/>
                                  <a:pt x="4" y="127"/>
                                  <a:pt x="4" y="129"/>
                                </a:cubicBezTo>
                                <a:cubicBezTo>
                                  <a:pt x="4" y="132"/>
                                  <a:pt x="2" y="134"/>
                                  <a:pt x="0" y="134"/>
                                </a:cubicBezTo>
                                <a:cubicBezTo>
                                  <a:pt x="0" y="139"/>
                                  <a:pt x="0" y="139"/>
                                  <a:pt x="0" y="139"/>
                                </a:cubicBezTo>
                                <a:cubicBezTo>
                                  <a:pt x="2" y="139"/>
                                  <a:pt x="4" y="141"/>
                                  <a:pt x="4" y="144"/>
                                </a:cubicBezTo>
                                <a:cubicBezTo>
                                  <a:pt x="4" y="146"/>
                                  <a:pt x="2" y="148"/>
                                  <a:pt x="0" y="148"/>
                                </a:cubicBezTo>
                                <a:cubicBezTo>
                                  <a:pt x="0" y="154"/>
                                  <a:pt x="0" y="154"/>
                                  <a:pt x="0" y="154"/>
                                </a:cubicBezTo>
                                <a:cubicBezTo>
                                  <a:pt x="11" y="154"/>
                                  <a:pt x="22" y="162"/>
                                  <a:pt x="22" y="173"/>
                                </a:cubicBezTo>
                                <a:cubicBezTo>
                                  <a:pt x="296" y="173"/>
                                  <a:pt x="296" y="173"/>
                                  <a:pt x="296" y="173"/>
                                </a:cubicBezTo>
                                <a:cubicBezTo>
                                  <a:pt x="296" y="162"/>
                                  <a:pt x="307" y="154"/>
                                  <a:pt x="317" y="154"/>
                                </a:cubicBezTo>
                                <a:cubicBezTo>
                                  <a:pt x="317" y="148"/>
                                  <a:pt x="317" y="148"/>
                                  <a:pt x="317" y="148"/>
                                </a:cubicBezTo>
                                <a:cubicBezTo>
                                  <a:pt x="315" y="148"/>
                                  <a:pt x="313" y="146"/>
                                  <a:pt x="313" y="144"/>
                                </a:cubicBezTo>
                                <a:cubicBezTo>
                                  <a:pt x="313" y="141"/>
                                  <a:pt x="315" y="139"/>
                                  <a:pt x="317" y="139"/>
                                </a:cubicBezTo>
                                <a:cubicBezTo>
                                  <a:pt x="317" y="134"/>
                                  <a:pt x="317" y="134"/>
                                  <a:pt x="317" y="134"/>
                                </a:cubicBezTo>
                                <a:cubicBezTo>
                                  <a:pt x="315" y="134"/>
                                  <a:pt x="313" y="132"/>
                                  <a:pt x="313" y="129"/>
                                </a:cubicBezTo>
                                <a:cubicBezTo>
                                  <a:pt x="313" y="127"/>
                                  <a:pt x="315" y="125"/>
                                  <a:pt x="317" y="125"/>
                                </a:cubicBezTo>
                                <a:cubicBezTo>
                                  <a:pt x="317" y="119"/>
                                  <a:pt x="317" y="119"/>
                                  <a:pt x="317" y="119"/>
                                </a:cubicBezTo>
                                <a:cubicBezTo>
                                  <a:pt x="315" y="119"/>
                                  <a:pt x="313" y="117"/>
                                  <a:pt x="313" y="115"/>
                                </a:cubicBezTo>
                                <a:cubicBezTo>
                                  <a:pt x="313" y="113"/>
                                  <a:pt x="315" y="111"/>
                                  <a:pt x="317" y="111"/>
                                </a:cubicBezTo>
                                <a:cubicBezTo>
                                  <a:pt x="317" y="105"/>
                                  <a:pt x="317" y="105"/>
                                  <a:pt x="317" y="105"/>
                                </a:cubicBezTo>
                                <a:cubicBezTo>
                                  <a:pt x="315" y="105"/>
                                  <a:pt x="313" y="103"/>
                                  <a:pt x="313" y="101"/>
                                </a:cubicBezTo>
                                <a:cubicBezTo>
                                  <a:pt x="313" y="98"/>
                                  <a:pt x="315" y="96"/>
                                  <a:pt x="317" y="96"/>
                                </a:cubicBezTo>
                                <a:cubicBezTo>
                                  <a:pt x="317" y="91"/>
                                  <a:pt x="317" y="91"/>
                                  <a:pt x="317" y="91"/>
                                </a:cubicBezTo>
                                <a:cubicBezTo>
                                  <a:pt x="315" y="91"/>
                                  <a:pt x="313" y="89"/>
                                  <a:pt x="313" y="87"/>
                                </a:cubicBezTo>
                                <a:cubicBezTo>
                                  <a:pt x="313" y="84"/>
                                  <a:pt x="315" y="82"/>
                                  <a:pt x="317" y="82"/>
                                </a:cubicBezTo>
                                <a:cubicBezTo>
                                  <a:pt x="317" y="77"/>
                                  <a:pt x="317" y="77"/>
                                  <a:pt x="317" y="77"/>
                                </a:cubicBezTo>
                                <a:cubicBezTo>
                                  <a:pt x="315" y="77"/>
                                  <a:pt x="313" y="75"/>
                                  <a:pt x="313" y="72"/>
                                </a:cubicBezTo>
                                <a:cubicBezTo>
                                  <a:pt x="313" y="70"/>
                                  <a:pt x="315" y="68"/>
                                  <a:pt x="317" y="68"/>
                                </a:cubicBezTo>
                                <a:cubicBezTo>
                                  <a:pt x="317" y="62"/>
                                  <a:pt x="317" y="62"/>
                                  <a:pt x="317" y="62"/>
                                </a:cubicBezTo>
                                <a:cubicBezTo>
                                  <a:pt x="315" y="62"/>
                                  <a:pt x="313" y="60"/>
                                  <a:pt x="313" y="58"/>
                                </a:cubicBezTo>
                                <a:cubicBezTo>
                                  <a:pt x="313" y="56"/>
                                  <a:pt x="315" y="54"/>
                                  <a:pt x="317" y="54"/>
                                </a:cubicBezTo>
                                <a:cubicBezTo>
                                  <a:pt x="317" y="48"/>
                                  <a:pt x="317" y="48"/>
                                  <a:pt x="317" y="48"/>
                                </a:cubicBezTo>
                                <a:cubicBezTo>
                                  <a:pt x="315" y="48"/>
                                  <a:pt x="313" y="46"/>
                                  <a:pt x="313" y="44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9" name="Freeform 9"/>
                        <wps:cNvSpPr>
                          <a:spLocks noChangeAspect="1"/>
                        </wps:cNvSpPr>
                        <wps:spPr bwMode="auto">
                          <a:xfrm>
                            <a:off x="3217033" y="3659656"/>
                            <a:ext cx="3014331" cy="1645920"/>
                          </a:xfrm>
                          <a:custGeom>
                            <a:avLst/>
                            <a:gdLst>
                              <a:gd name="T0" fmla="*/ 313 w 317"/>
                              <a:gd name="T1" fmla="*/ 44 h 173"/>
                              <a:gd name="T2" fmla="*/ 317 w 317"/>
                              <a:gd name="T3" fmla="*/ 39 h 173"/>
                              <a:gd name="T4" fmla="*/ 317 w 317"/>
                              <a:gd name="T5" fmla="*/ 34 h 173"/>
                              <a:gd name="T6" fmla="*/ 313 w 317"/>
                              <a:gd name="T7" fmla="*/ 30 h 173"/>
                              <a:gd name="T8" fmla="*/ 317 w 317"/>
                              <a:gd name="T9" fmla="*/ 25 h 173"/>
                              <a:gd name="T10" fmla="*/ 317 w 317"/>
                              <a:gd name="T11" fmla="*/ 19 h 173"/>
                              <a:gd name="T12" fmla="*/ 296 w 317"/>
                              <a:gd name="T13" fmla="*/ 0 h 173"/>
                              <a:gd name="T14" fmla="*/ 22 w 317"/>
                              <a:gd name="T15" fmla="*/ 0 h 173"/>
                              <a:gd name="T16" fmla="*/ 0 w 317"/>
                              <a:gd name="T17" fmla="*/ 19 h 173"/>
                              <a:gd name="T18" fmla="*/ 0 w 317"/>
                              <a:gd name="T19" fmla="*/ 25 h 173"/>
                              <a:gd name="T20" fmla="*/ 4 w 317"/>
                              <a:gd name="T21" fmla="*/ 30 h 173"/>
                              <a:gd name="T22" fmla="*/ 0 w 317"/>
                              <a:gd name="T23" fmla="*/ 34 h 173"/>
                              <a:gd name="T24" fmla="*/ 0 w 317"/>
                              <a:gd name="T25" fmla="*/ 39 h 173"/>
                              <a:gd name="T26" fmla="*/ 4 w 317"/>
                              <a:gd name="T27" fmla="*/ 44 h 173"/>
                              <a:gd name="T28" fmla="*/ 0 w 317"/>
                              <a:gd name="T29" fmla="*/ 48 h 173"/>
                              <a:gd name="T30" fmla="*/ 0 w 317"/>
                              <a:gd name="T31" fmla="*/ 54 h 173"/>
                              <a:gd name="T32" fmla="*/ 4 w 317"/>
                              <a:gd name="T33" fmla="*/ 58 h 173"/>
                              <a:gd name="T34" fmla="*/ 0 w 317"/>
                              <a:gd name="T35" fmla="*/ 62 h 173"/>
                              <a:gd name="T36" fmla="*/ 0 w 317"/>
                              <a:gd name="T37" fmla="*/ 68 h 173"/>
                              <a:gd name="T38" fmla="*/ 4 w 317"/>
                              <a:gd name="T39" fmla="*/ 72 h 173"/>
                              <a:gd name="T40" fmla="*/ 0 w 317"/>
                              <a:gd name="T41" fmla="*/ 77 h 173"/>
                              <a:gd name="T42" fmla="*/ 0 w 317"/>
                              <a:gd name="T43" fmla="*/ 82 h 173"/>
                              <a:gd name="T44" fmla="*/ 4 w 317"/>
                              <a:gd name="T45" fmla="*/ 87 h 173"/>
                              <a:gd name="T46" fmla="*/ 0 w 317"/>
                              <a:gd name="T47" fmla="*/ 91 h 173"/>
                              <a:gd name="T48" fmla="*/ 0 w 317"/>
                              <a:gd name="T49" fmla="*/ 96 h 173"/>
                              <a:gd name="T50" fmla="*/ 4 w 317"/>
                              <a:gd name="T51" fmla="*/ 101 h 173"/>
                              <a:gd name="T52" fmla="*/ 0 w 317"/>
                              <a:gd name="T53" fmla="*/ 105 h 173"/>
                              <a:gd name="T54" fmla="*/ 0 w 317"/>
                              <a:gd name="T55" fmla="*/ 111 h 173"/>
                              <a:gd name="T56" fmla="*/ 4 w 317"/>
                              <a:gd name="T57" fmla="*/ 115 h 173"/>
                              <a:gd name="T58" fmla="*/ 0 w 317"/>
                              <a:gd name="T59" fmla="*/ 119 h 173"/>
                              <a:gd name="T60" fmla="*/ 0 w 317"/>
                              <a:gd name="T61" fmla="*/ 125 h 173"/>
                              <a:gd name="T62" fmla="*/ 4 w 317"/>
                              <a:gd name="T63" fmla="*/ 129 h 173"/>
                              <a:gd name="T64" fmla="*/ 0 w 317"/>
                              <a:gd name="T65" fmla="*/ 134 h 173"/>
                              <a:gd name="T66" fmla="*/ 0 w 317"/>
                              <a:gd name="T67" fmla="*/ 139 h 173"/>
                              <a:gd name="T68" fmla="*/ 4 w 317"/>
                              <a:gd name="T69" fmla="*/ 144 h 173"/>
                              <a:gd name="T70" fmla="*/ 0 w 317"/>
                              <a:gd name="T71" fmla="*/ 148 h 173"/>
                              <a:gd name="T72" fmla="*/ 0 w 317"/>
                              <a:gd name="T73" fmla="*/ 154 h 173"/>
                              <a:gd name="T74" fmla="*/ 22 w 317"/>
                              <a:gd name="T75" fmla="*/ 173 h 173"/>
                              <a:gd name="T76" fmla="*/ 296 w 317"/>
                              <a:gd name="T77" fmla="*/ 173 h 173"/>
                              <a:gd name="T78" fmla="*/ 317 w 317"/>
                              <a:gd name="T79" fmla="*/ 154 h 173"/>
                              <a:gd name="T80" fmla="*/ 317 w 317"/>
                              <a:gd name="T81" fmla="*/ 148 h 173"/>
                              <a:gd name="T82" fmla="*/ 313 w 317"/>
                              <a:gd name="T83" fmla="*/ 144 h 173"/>
                              <a:gd name="T84" fmla="*/ 317 w 317"/>
                              <a:gd name="T85" fmla="*/ 139 h 173"/>
                              <a:gd name="T86" fmla="*/ 317 w 317"/>
                              <a:gd name="T87" fmla="*/ 134 h 173"/>
                              <a:gd name="T88" fmla="*/ 313 w 317"/>
                              <a:gd name="T89" fmla="*/ 129 h 173"/>
                              <a:gd name="T90" fmla="*/ 317 w 317"/>
                              <a:gd name="T91" fmla="*/ 125 h 173"/>
                              <a:gd name="T92" fmla="*/ 317 w 317"/>
                              <a:gd name="T93" fmla="*/ 119 h 173"/>
                              <a:gd name="T94" fmla="*/ 313 w 317"/>
                              <a:gd name="T95" fmla="*/ 115 h 173"/>
                              <a:gd name="T96" fmla="*/ 317 w 317"/>
                              <a:gd name="T97" fmla="*/ 111 h 173"/>
                              <a:gd name="T98" fmla="*/ 317 w 317"/>
                              <a:gd name="T99" fmla="*/ 105 h 173"/>
                              <a:gd name="T100" fmla="*/ 313 w 317"/>
                              <a:gd name="T101" fmla="*/ 101 h 173"/>
                              <a:gd name="T102" fmla="*/ 317 w 317"/>
                              <a:gd name="T103" fmla="*/ 96 h 173"/>
                              <a:gd name="T104" fmla="*/ 317 w 317"/>
                              <a:gd name="T105" fmla="*/ 91 h 173"/>
                              <a:gd name="T106" fmla="*/ 313 w 317"/>
                              <a:gd name="T107" fmla="*/ 87 h 173"/>
                              <a:gd name="T108" fmla="*/ 317 w 317"/>
                              <a:gd name="T109" fmla="*/ 82 h 173"/>
                              <a:gd name="T110" fmla="*/ 317 w 317"/>
                              <a:gd name="T111" fmla="*/ 77 h 173"/>
                              <a:gd name="T112" fmla="*/ 313 w 317"/>
                              <a:gd name="T113" fmla="*/ 72 h 173"/>
                              <a:gd name="T114" fmla="*/ 317 w 317"/>
                              <a:gd name="T115" fmla="*/ 68 h 173"/>
                              <a:gd name="T116" fmla="*/ 317 w 317"/>
                              <a:gd name="T117" fmla="*/ 62 h 173"/>
                              <a:gd name="T118" fmla="*/ 313 w 317"/>
                              <a:gd name="T119" fmla="*/ 58 h 173"/>
                              <a:gd name="T120" fmla="*/ 317 w 317"/>
                              <a:gd name="T121" fmla="*/ 54 h 173"/>
                              <a:gd name="T122" fmla="*/ 317 w 317"/>
                              <a:gd name="T123" fmla="*/ 48 h 173"/>
                              <a:gd name="T124" fmla="*/ 313 w 317"/>
                              <a:gd name="T125" fmla="*/ 44 h 17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  <a:cxn ang="0">
                                <a:pos x="T116" y="T117"/>
                              </a:cxn>
                              <a:cxn ang="0">
                                <a:pos x="T118" y="T119"/>
                              </a:cxn>
                              <a:cxn ang="0">
                                <a:pos x="T120" y="T121"/>
                              </a:cxn>
                              <a:cxn ang="0">
                                <a:pos x="T122" y="T123"/>
                              </a:cxn>
                              <a:cxn ang="0">
                                <a:pos x="T124" y="T125"/>
                              </a:cxn>
                            </a:cxnLst>
                            <a:rect l="0" t="0" r="r" b="b"/>
                            <a:pathLst>
                              <a:path w="317" h="173">
                                <a:moveTo>
                                  <a:pt x="313" y="44"/>
                                </a:moveTo>
                                <a:cubicBezTo>
                                  <a:pt x="313" y="41"/>
                                  <a:pt x="315" y="39"/>
                                  <a:pt x="317" y="39"/>
                                </a:cubicBezTo>
                                <a:cubicBezTo>
                                  <a:pt x="317" y="34"/>
                                  <a:pt x="317" y="34"/>
                                  <a:pt x="317" y="34"/>
                                </a:cubicBezTo>
                                <a:cubicBezTo>
                                  <a:pt x="315" y="34"/>
                                  <a:pt x="313" y="32"/>
                                  <a:pt x="313" y="30"/>
                                </a:cubicBezTo>
                                <a:cubicBezTo>
                                  <a:pt x="313" y="27"/>
                                  <a:pt x="315" y="25"/>
                                  <a:pt x="317" y="25"/>
                                </a:cubicBezTo>
                                <a:cubicBezTo>
                                  <a:pt x="317" y="19"/>
                                  <a:pt x="317" y="19"/>
                                  <a:pt x="317" y="19"/>
                                </a:cubicBezTo>
                                <a:cubicBezTo>
                                  <a:pt x="307" y="19"/>
                                  <a:pt x="296" y="11"/>
                                  <a:pt x="296" y="0"/>
                                </a:cubicBezTo>
                                <a:cubicBezTo>
                                  <a:pt x="22" y="0"/>
                                  <a:pt x="22" y="0"/>
                                  <a:pt x="22" y="0"/>
                                </a:cubicBezTo>
                                <a:cubicBezTo>
                                  <a:pt x="22" y="11"/>
                                  <a:pt x="11" y="19"/>
                                  <a:pt x="0" y="19"/>
                                </a:cubicBezTo>
                                <a:cubicBezTo>
                                  <a:pt x="0" y="25"/>
                                  <a:pt x="0" y="25"/>
                                  <a:pt x="0" y="25"/>
                                </a:cubicBezTo>
                                <a:cubicBezTo>
                                  <a:pt x="2" y="25"/>
                                  <a:pt x="4" y="27"/>
                                  <a:pt x="4" y="30"/>
                                </a:cubicBezTo>
                                <a:cubicBezTo>
                                  <a:pt x="4" y="32"/>
                                  <a:pt x="2" y="34"/>
                                  <a:pt x="0" y="34"/>
                                </a:cubicBezTo>
                                <a:cubicBezTo>
                                  <a:pt x="0" y="39"/>
                                  <a:pt x="0" y="39"/>
                                  <a:pt x="0" y="39"/>
                                </a:cubicBezTo>
                                <a:cubicBezTo>
                                  <a:pt x="2" y="39"/>
                                  <a:pt x="4" y="41"/>
                                  <a:pt x="4" y="44"/>
                                </a:cubicBezTo>
                                <a:cubicBezTo>
                                  <a:pt x="4" y="46"/>
                                  <a:pt x="2" y="48"/>
                                  <a:pt x="0" y="48"/>
                                </a:cubicBezTo>
                                <a:cubicBezTo>
                                  <a:pt x="0" y="54"/>
                                  <a:pt x="0" y="54"/>
                                  <a:pt x="0" y="54"/>
                                </a:cubicBezTo>
                                <a:cubicBezTo>
                                  <a:pt x="2" y="54"/>
                                  <a:pt x="4" y="56"/>
                                  <a:pt x="4" y="58"/>
                                </a:cubicBezTo>
                                <a:cubicBezTo>
                                  <a:pt x="4" y="60"/>
                                  <a:pt x="2" y="62"/>
                                  <a:pt x="0" y="62"/>
                                </a:cubicBezTo>
                                <a:cubicBezTo>
                                  <a:pt x="0" y="68"/>
                                  <a:pt x="0" y="68"/>
                                  <a:pt x="0" y="68"/>
                                </a:cubicBezTo>
                                <a:cubicBezTo>
                                  <a:pt x="2" y="68"/>
                                  <a:pt x="4" y="70"/>
                                  <a:pt x="4" y="72"/>
                                </a:cubicBezTo>
                                <a:cubicBezTo>
                                  <a:pt x="4" y="75"/>
                                  <a:pt x="2" y="77"/>
                                  <a:pt x="0" y="77"/>
                                </a:cubicBezTo>
                                <a:cubicBezTo>
                                  <a:pt x="0" y="82"/>
                                  <a:pt x="0" y="82"/>
                                  <a:pt x="0" y="82"/>
                                </a:cubicBezTo>
                                <a:cubicBezTo>
                                  <a:pt x="2" y="82"/>
                                  <a:pt x="4" y="84"/>
                                  <a:pt x="4" y="87"/>
                                </a:cubicBezTo>
                                <a:cubicBezTo>
                                  <a:pt x="4" y="89"/>
                                  <a:pt x="2" y="91"/>
                                  <a:pt x="0" y="91"/>
                                </a:cubicBezTo>
                                <a:cubicBezTo>
                                  <a:pt x="0" y="96"/>
                                  <a:pt x="0" y="96"/>
                                  <a:pt x="0" y="96"/>
                                </a:cubicBezTo>
                                <a:cubicBezTo>
                                  <a:pt x="2" y="96"/>
                                  <a:pt x="4" y="98"/>
                                  <a:pt x="4" y="101"/>
                                </a:cubicBezTo>
                                <a:cubicBezTo>
                                  <a:pt x="4" y="103"/>
                                  <a:pt x="2" y="105"/>
                                  <a:pt x="0" y="105"/>
                                </a:cubicBezTo>
                                <a:cubicBezTo>
                                  <a:pt x="0" y="111"/>
                                  <a:pt x="0" y="111"/>
                                  <a:pt x="0" y="111"/>
                                </a:cubicBezTo>
                                <a:cubicBezTo>
                                  <a:pt x="2" y="111"/>
                                  <a:pt x="4" y="113"/>
                                  <a:pt x="4" y="115"/>
                                </a:cubicBezTo>
                                <a:cubicBezTo>
                                  <a:pt x="4" y="117"/>
                                  <a:pt x="2" y="119"/>
                                  <a:pt x="0" y="119"/>
                                </a:cubicBezTo>
                                <a:cubicBezTo>
                                  <a:pt x="0" y="125"/>
                                  <a:pt x="0" y="125"/>
                                  <a:pt x="0" y="125"/>
                                </a:cubicBezTo>
                                <a:cubicBezTo>
                                  <a:pt x="2" y="125"/>
                                  <a:pt x="4" y="127"/>
                                  <a:pt x="4" y="129"/>
                                </a:cubicBezTo>
                                <a:cubicBezTo>
                                  <a:pt x="4" y="132"/>
                                  <a:pt x="2" y="134"/>
                                  <a:pt x="0" y="134"/>
                                </a:cubicBezTo>
                                <a:cubicBezTo>
                                  <a:pt x="0" y="139"/>
                                  <a:pt x="0" y="139"/>
                                  <a:pt x="0" y="139"/>
                                </a:cubicBezTo>
                                <a:cubicBezTo>
                                  <a:pt x="2" y="139"/>
                                  <a:pt x="4" y="141"/>
                                  <a:pt x="4" y="144"/>
                                </a:cubicBezTo>
                                <a:cubicBezTo>
                                  <a:pt x="4" y="146"/>
                                  <a:pt x="2" y="148"/>
                                  <a:pt x="0" y="148"/>
                                </a:cubicBezTo>
                                <a:cubicBezTo>
                                  <a:pt x="0" y="154"/>
                                  <a:pt x="0" y="154"/>
                                  <a:pt x="0" y="154"/>
                                </a:cubicBezTo>
                                <a:cubicBezTo>
                                  <a:pt x="11" y="154"/>
                                  <a:pt x="22" y="162"/>
                                  <a:pt x="22" y="173"/>
                                </a:cubicBezTo>
                                <a:cubicBezTo>
                                  <a:pt x="296" y="173"/>
                                  <a:pt x="296" y="173"/>
                                  <a:pt x="296" y="173"/>
                                </a:cubicBezTo>
                                <a:cubicBezTo>
                                  <a:pt x="296" y="162"/>
                                  <a:pt x="307" y="154"/>
                                  <a:pt x="317" y="154"/>
                                </a:cubicBezTo>
                                <a:cubicBezTo>
                                  <a:pt x="317" y="148"/>
                                  <a:pt x="317" y="148"/>
                                  <a:pt x="317" y="148"/>
                                </a:cubicBezTo>
                                <a:cubicBezTo>
                                  <a:pt x="315" y="148"/>
                                  <a:pt x="313" y="146"/>
                                  <a:pt x="313" y="144"/>
                                </a:cubicBezTo>
                                <a:cubicBezTo>
                                  <a:pt x="313" y="141"/>
                                  <a:pt x="315" y="139"/>
                                  <a:pt x="317" y="139"/>
                                </a:cubicBezTo>
                                <a:cubicBezTo>
                                  <a:pt x="317" y="134"/>
                                  <a:pt x="317" y="134"/>
                                  <a:pt x="317" y="134"/>
                                </a:cubicBezTo>
                                <a:cubicBezTo>
                                  <a:pt x="315" y="134"/>
                                  <a:pt x="313" y="132"/>
                                  <a:pt x="313" y="129"/>
                                </a:cubicBezTo>
                                <a:cubicBezTo>
                                  <a:pt x="313" y="127"/>
                                  <a:pt x="315" y="125"/>
                                  <a:pt x="317" y="125"/>
                                </a:cubicBezTo>
                                <a:cubicBezTo>
                                  <a:pt x="317" y="119"/>
                                  <a:pt x="317" y="119"/>
                                  <a:pt x="317" y="119"/>
                                </a:cubicBezTo>
                                <a:cubicBezTo>
                                  <a:pt x="315" y="119"/>
                                  <a:pt x="313" y="117"/>
                                  <a:pt x="313" y="115"/>
                                </a:cubicBezTo>
                                <a:cubicBezTo>
                                  <a:pt x="313" y="113"/>
                                  <a:pt x="315" y="111"/>
                                  <a:pt x="317" y="111"/>
                                </a:cubicBezTo>
                                <a:cubicBezTo>
                                  <a:pt x="317" y="105"/>
                                  <a:pt x="317" y="105"/>
                                  <a:pt x="317" y="105"/>
                                </a:cubicBezTo>
                                <a:cubicBezTo>
                                  <a:pt x="315" y="105"/>
                                  <a:pt x="313" y="103"/>
                                  <a:pt x="313" y="101"/>
                                </a:cubicBezTo>
                                <a:cubicBezTo>
                                  <a:pt x="313" y="98"/>
                                  <a:pt x="315" y="96"/>
                                  <a:pt x="317" y="96"/>
                                </a:cubicBezTo>
                                <a:cubicBezTo>
                                  <a:pt x="317" y="91"/>
                                  <a:pt x="317" y="91"/>
                                  <a:pt x="317" y="91"/>
                                </a:cubicBezTo>
                                <a:cubicBezTo>
                                  <a:pt x="315" y="91"/>
                                  <a:pt x="313" y="89"/>
                                  <a:pt x="313" y="87"/>
                                </a:cubicBezTo>
                                <a:cubicBezTo>
                                  <a:pt x="313" y="84"/>
                                  <a:pt x="315" y="82"/>
                                  <a:pt x="317" y="82"/>
                                </a:cubicBezTo>
                                <a:cubicBezTo>
                                  <a:pt x="317" y="77"/>
                                  <a:pt x="317" y="77"/>
                                  <a:pt x="317" y="77"/>
                                </a:cubicBezTo>
                                <a:cubicBezTo>
                                  <a:pt x="315" y="77"/>
                                  <a:pt x="313" y="75"/>
                                  <a:pt x="313" y="72"/>
                                </a:cubicBezTo>
                                <a:cubicBezTo>
                                  <a:pt x="313" y="70"/>
                                  <a:pt x="315" y="68"/>
                                  <a:pt x="317" y="68"/>
                                </a:cubicBezTo>
                                <a:cubicBezTo>
                                  <a:pt x="317" y="62"/>
                                  <a:pt x="317" y="62"/>
                                  <a:pt x="317" y="62"/>
                                </a:cubicBezTo>
                                <a:cubicBezTo>
                                  <a:pt x="315" y="62"/>
                                  <a:pt x="313" y="60"/>
                                  <a:pt x="313" y="58"/>
                                </a:cubicBezTo>
                                <a:cubicBezTo>
                                  <a:pt x="313" y="56"/>
                                  <a:pt x="315" y="54"/>
                                  <a:pt x="317" y="54"/>
                                </a:cubicBezTo>
                                <a:cubicBezTo>
                                  <a:pt x="317" y="48"/>
                                  <a:pt x="317" y="48"/>
                                  <a:pt x="317" y="48"/>
                                </a:cubicBezTo>
                                <a:cubicBezTo>
                                  <a:pt x="315" y="48"/>
                                  <a:pt x="313" y="46"/>
                                  <a:pt x="313" y="44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0" name="Freeform 10"/>
                        <wps:cNvSpPr>
                          <a:spLocks noChangeAspect="1"/>
                        </wps:cNvSpPr>
                        <wps:spPr bwMode="auto">
                          <a:xfrm>
                            <a:off x="3217032" y="5489484"/>
                            <a:ext cx="3014331" cy="1645920"/>
                          </a:xfrm>
                          <a:custGeom>
                            <a:avLst/>
                            <a:gdLst>
                              <a:gd name="T0" fmla="*/ 313 w 317"/>
                              <a:gd name="T1" fmla="*/ 44 h 173"/>
                              <a:gd name="T2" fmla="*/ 317 w 317"/>
                              <a:gd name="T3" fmla="*/ 39 h 173"/>
                              <a:gd name="T4" fmla="*/ 317 w 317"/>
                              <a:gd name="T5" fmla="*/ 34 h 173"/>
                              <a:gd name="T6" fmla="*/ 313 w 317"/>
                              <a:gd name="T7" fmla="*/ 30 h 173"/>
                              <a:gd name="T8" fmla="*/ 317 w 317"/>
                              <a:gd name="T9" fmla="*/ 25 h 173"/>
                              <a:gd name="T10" fmla="*/ 317 w 317"/>
                              <a:gd name="T11" fmla="*/ 19 h 173"/>
                              <a:gd name="T12" fmla="*/ 296 w 317"/>
                              <a:gd name="T13" fmla="*/ 0 h 173"/>
                              <a:gd name="T14" fmla="*/ 22 w 317"/>
                              <a:gd name="T15" fmla="*/ 0 h 173"/>
                              <a:gd name="T16" fmla="*/ 0 w 317"/>
                              <a:gd name="T17" fmla="*/ 19 h 173"/>
                              <a:gd name="T18" fmla="*/ 0 w 317"/>
                              <a:gd name="T19" fmla="*/ 25 h 173"/>
                              <a:gd name="T20" fmla="*/ 4 w 317"/>
                              <a:gd name="T21" fmla="*/ 30 h 173"/>
                              <a:gd name="T22" fmla="*/ 0 w 317"/>
                              <a:gd name="T23" fmla="*/ 34 h 173"/>
                              <a:gd name="T24" fmla="*/ 0 w 317"/>
                              <a:gd name="T25" fmla="*/ 39 h 173"/>
                              <a:gd name="T26" fmla="*/ 4 w 317"/>
                              <a:gd name="T27" fmla="*/ 44 h 173"/>
                              <a:gd name="T28" fmla="*/ 0 w 317"/>
                              <a:gd name="T29" fmla="*/ 48 h 173"/>
                              <a:gd name="T30" fmla="*/ 0 w 317"/>
                              <a:gd name="T31" fmla="*/ 54 h 173"/>
                              <a:gd name="T32" fmla="*/ 4 w 317"/>
                              <a:gd name="T33" fmla="*/ 58 h 173"/>
                              <a:gd name="T34" fmla="*/ 0 w 317"/>
                              <a:gd name="T35" fmla="*/ 62 h 173"/>
                              <a:gd name="T36" fmla="*/ 0 w 317"/>
                              <a:gd name="T37" fmla="*/ 68 h 173"/>
                              <a:gd name="T38" fmla="*/ 4 w 317"/>
                              <a:gd name="T39" fmla="*/ 72 h 173"/>
                              <a:gd name="T40" fmla="*/ 0 w 317"/>
                              <a:gd name="T41" fmla="*/ 77 h 173"/>
                              <a:gd name="T42" fmla="*/ 0 w 317"/>
                              <a:gd name="T43" fmla="*/ 82 h 173"/>
                              <a:gd name="T44" fmla="*/ 4 w 317"/>
                              <a:gd name="T45" fmla="*/ 87 h 173"/>
                              <a:gd name="T46" fmla="*/ 0 w 317"/>
                              <a:gd name="T47" fmla="*/ 91 h 173"/>
                              <a:gd name="T48" fmla="*/ 0 w 317"/>
                              <a:gd name="T49" fmla="*/ 96 h 173"/>
                              <a:gd name="T50" fmla="*/ 4 w 317"/>
                              <a:gd name="T51" fmla="*/ 101 h 173"/>
                              <a:gd name="T52" fmla="*/ 0 w 317"/>
                              <a:gd name="T53" fmla="*/ 105 h 173"/>
                              <a:gd name="T54" fmla="*/ 0 w 317"/>
                              <a:gd name="T55" fmla="*/ 111 h 173"/>
                              <a:gd name="T56" fmla="*/ 4 w 317"/>
                              <a:gd name="T57" fmla="*/ 115 h 173"/>
                              <a:gd name="T58" fmla="*/ 0 w 317"/>
                              <a:gd name="T59" fmla="*/ 119 h 173"/>
                              <a:gd name="T60" fmla="*/ 0 w 317"/>
                              <a:gd name="T61" fmla="*/ 125 h 173"/>
                              <a:gd name="T62" fmla="*/ 4 w 317"/>
                              <a:gd name="T63" fmla="*/ 129 h 173"/>
                              <a:gd name="T64" fmla="*/ 0 w 317"/>
                              <a:gd name="T65" fmla="*/ 134 h 173"/>
                              <a:gd name="T66" fmla="*/ 0 w 317"/>
                              <a:gd name="T67" fmla="*/ 139 h 173"/>
                              <a:gd name="T68" fmla="*/ 4 w 317"/>
                              <a:gd name="T69" fmla="*/ 144 h 173"/>
                              <a:gd name="T70" fmla="*/ 0 w 317"/>
                              <a:gd name="T71" fmla="*/ 148 h 173"/>
                              <a:gd name="T72" fmla="*/ 0 w 317"/>
                              <a:gd name="T73" fmla="*/ 154 h 173"/>
                              <a:gd name="T74" fmla="*/ 22 w 317"/>
                              <a:gd name="T75" fmla="*/ 173 h 173"/>
                              <a:gd name="T76" fmla="*/ 296 w 317"/>
                              <a:gd name="T77" fmla="*/ 173 h 173"/>
                              <a:gd name="T78" fmla="*/ 317 w 317"/>
                              <a:gd name="T79" fmla="*/ 154 h 173"/>
                              <a:gd name="T80" fmla="*/ 317 w 317"/>
                              <a:gd name="T81" fmla="*/ 148 h 173"/>
                              <a:gd name="T82" fmla="*/ 313 w 317"/>
                              <a:gd name="T83" fmla="*/ 144 h 173"/>
                              <a:gd name="T84" fmla="*/ 317 w 317"/>
                              <a:gd name="T85" fmla="*/ 139 h 173"/>
                              <a:gd name="T86" fmla="*/ 317 w 317"/>
                              <a:gd name="T87" fmla="*/ 134 h 173"/>
                              <a:gd name="T88" fmla="*/ 313 w 317"/>
                              <a:gd name="T89" fmla="*/ 129 h 173"/>
                              <a:gd name="T90" fmla="*/ 317 w 317"/>
                              <a:gd name="T91" fmla="*/ 125 h 173"/>
                              <a:gd name="T92" fmla="*/ 317 w 317"/>
                              <a:gd name="T93" fmla="*/ 119 h 173"/>
                              <a:gd name="T94" fmla="*/ 313 w 317"/>
                              <a:gd name="T95" fmla="*/ 115 h 173"/>
                              <a:gd name="T96" fmla="*/ 317 w 317"/>
                              <a:gd name="T97" fmla="*/ 111 h 173"/>
                              <a:gd name="T98" fmla="*/ 317 w 317"/>
                              <a:gd name="T99" fmla="*/ 105 h 173"/>
                              <a:gd name="T100" fmla="*/ 313 w 317"/>
                              <a:gd name="T101" fmla="*/ 101 h 173"/>
                              <a:gd name="T102" fmla="*/ 317 w 317"/>
                              <a:gd name="T103" fmla="*/ 96 h 173"/>
                              <a:gd name="T104" fmla="*/ 317 w 317"/>
                              <a:gd name="T105" fmla="*/ 91 h 173"/>
                              <a:gd name="T106" fmla="*/ 313 w 317"/>
                              <a:gd name="T107" fmla="*/ 87 h 173"/>
                              <a:gd name="T108" fmla="*/ 317 w 317"/>
                              <a:gd name="T109" fmla="*/ 82 h 173"/>
                              <a:gd name="T110" fmla="*/ 317 w 317"/>
                              <a:gd name="T111" fmla="*/ 77 h 173"/>
                              <a:gd name="T112" fmla="*/ 313 w 317"/>
                              <a:gd name="T113" fmla="*/ 72 h 173"/>
                              <a:gd name="T114" fmla="*/ 317 w 317"/>
                              <a:gd name="T115" fmla="*/ 68 h 173"/>
                              <a:gd name="T116" fmla="*/ 317 w 317"/>
                              <a:gd name="T117" fmla="*/ 62 h 173"/>
                              <a:gd name="T118" fmla="*/ 313 w 317"/>
                              <a:gd name="T119" fmla="*/ 58 h 173"/>
                              <a:gd name="T120" fmla="*/ 317 w 317"/>
                              <a:gd name="T121" fmla="*/ 54 h 173"/>
                              <a:gd name="T122" fmla="*/ 317 w 317"/>
                              <a:gd name="T123" fmla="*/ 48 h 173"/>
                              <a:gd name="T124" fmla="*/ 313 w 317"/>
                              <a:gd name="T125" fmla="*/ 44 h 17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  <a:cxn ang="0">
                                <a:pos x="T116" y="T117"/>
                              </a:cxn>
                              <a:cxn ang="0">
                                <a:pos x="T118" y="T119"/>
                              </a:cxn>
                              <a:cxn ang="0">
                                <a:pos x="T120" y="T121"/>
                              </a:cxn>
                              <a:cxn ang="0">
                                <a:pos x="T122" y="T123"/>
                              </a:cxn>
                              <a:cxn ang="0">
                                <a:pos x="T124" y="T125"/>
                              </a:cxn>
                            </a:cxnLst>
                            <a:rect l="0" t="0" r="r" b="b"/>
                            <a:pathLst>
                              <a:path w="317" h="173">
                                <a:moveTo>
                                  <a:pt x="313" y="44"/>
                                </a:moveTo>
                                <a:cubicBezTo>
                                  <a:pt x="313" y="41"/>
                                  <a:pt x="315" y="39"/>
                                  <a:pt x="317" y="39"/>
                                </a:cubicBezTo>
                                <a:cubicBezTo>
                                  <a:pt x="317" y="34"/>
                                  <a:pt x="317" y="34"/>
                                  <a:pt x="317" y="34"/>
                                </a:cubicBezTo>
                                <a:cubicBezTo>
                                  <a:pt x="315" y="34"/>
                                  <a:pt x="313" y="32"/>
                                  <a:pt x="313" y="30"/>
                                </a:cubicBezTo>
                                <a:cubicBezTo>
                                  <a:pt x="313" y="27"/>
                                  <a:pt x="315" y="25"/>
                                  <a:pt x="317" y="25"/>
                                </a:cubicBezTo>
                                <a:cubicBezTo>
                                  <a:pt x="317" y="19"/>
                                  <a:pt x="317" y="19"/>
                                  <a:pt x="317" y="19"/>
                                </a:cubicBezTo>
                                <a:cubicBezTo>
                                  <a:pt x="307" y="19"/>
                                  <a:pt x="296" y="11"/>
                                  <a:pt x="296" y="0"/>
                                </a:cubicBezTo>
                                <a:cubicBezTo>
                                  <a:pt x="22" y="0"/>
                                  <a:pt x="22" y="0"/>
                                  <a:pt x="22" y="0"/>
                                </a:cubicBezTo>
                                <a:cubicBezTo>
                                  <a:pt x="22" y="11"/>
                                  <a:pt x="11" y="19"/>
                                  <a:pt x="0" y="19"/>
                                </a:cubicBezTo>
                                <a:cubicBezTo>
                                  <a:pt x="0" y="25"/>
                                  <a:pt x="0" y="25"/>
                                  <a:pt x="0" y="25"/>
                                </a:cubicBezTo>
                                <a:cubicBezTo>
                                  <a:pt x="2" y="25"/>
                                  <a:pt x="4" y="27"/>
                                  <a:pt x="4" y="30"/>
                                </a:cubicBezTo>
                                <a:cubicBezTo>
                                  <a:pt x="4" y="32"/>
                                  <a:pt x="2" y="34"/>
                                  <a:pt x="0" y="34"/>
                                </a:cubicBezTo>
                                <a:cubicBezTo>
                                  <a:pt x="0" y="39"/>
                                  <a:pt x="0" y="39"/>
                                  <a:pt x="0" y="39"/>
                                </a:cubicBezTo>
                                <a:cubicBezTo>
                                  <a:pt x="2" y="39"/>
                                  <a:pt x="4" y="41"/>
                                  <a:pt x="4" y="44"/>
                                </a:cubicBezTo>
                                <a:cubicBezTo>
                                  <a:pt x="4" y="46"/>
                                  <a:pt x="2" y="48"/>
                                  <a:pt x="0" y="48"/>
                                </a:cubicBezTo>
                                <a:cubicBezTo>
                                  <a:pt x="0" y="54"/>
                                  <a:pt x="0" y="54"/>
                                  <a:pt x="0" y="54"/>
                                </a:cubicBezTo>
                                <a:cubicBezTo>
                                  <a:pt x="2" y="54"/>
                                  <a:pt x="4" y="56"/>
                                  <a:pt x="4" y="58"/>
                                </a:cubicBezTo>
                                <a:cubicBezTo>
                                  <a:pt x="4" y="60"/>
                                  <a:pt x="2" y="62"/>
                                  <a:pt x="0" y="62"/>
                                </a:cubicBezTo>
                                <a:cubicBezTo>
                                  <a:pt x="0" y="68"/>
                                  <a:pt x="0" y="68"/>
                                  <a:pt x="0" y="68"/>
                                </a:cubicBezTo>
                                <a:cubicBezTo>
                                  <a:pt x="2" y="68"/>
                                  <a:pt x="4" y="70"/>
                                  <a:pt x="4" y="72"/>
                                </a:cubicBezTo>
                                <a:cubicBezTo>
                                  <a:pt x="4" y="75"/>
                                  <a:pt x="2" y="77"/>
                                  <a:pt x="0" y="77"/>
                                </a:cubicBezTo>
                                <a:cubicBezTo>
                                  <a:pt x="0" y="82"/>
                                  <a:pt x="0" y="82"/>
                                  <a:pt x="0" y="82"/>
                                </a:cubicBezTo>
                                <a:cubicBezTo>
                                  <a:pt x="2" y="82"/>
                                  <a:pt x="4" y="84"/>
                                  <a:pt x="4" y="87"/>
                                </a:cubicBezTo>
                                <a:cubicBezTo>
                                  <a:pt x="4" y="89"/>
                                  <a:pt x="2" y="91"/>
                                  <a:pt x="0" y="91"/>
                                </a:cubicBezTo>
                                <a:cubicBezTo>
                                  <a:pt x="0" y="96"/>
                                  <a:pt x="0" y="96"/>
                                  <a:pt x="0" y="96"/>
                                </a:cubicBezTo>
                                <a:cubicBezTo>
                                  <a:pt x="2" y="96"/>
                                  <a:pt x="4" y="98"/>
                                  <a:pt x="4" y="101"/>
                                </a:cubicBezTo>
                                <a:cubicBezTo>
                                  <a:pt x="4" y="103"/>
                                  <a:pt x="2" y="105"/>
                                  <a:pt x="0" y="105"/>
                                </a:cubicBezTo>
                                <a:cubicBezTo>
                                  <a:pt x="0" y="111"/>
                                  <a:pt x="0" y="111"/>
                                  <a:pt x="0" y="111"/>
                                </a:cubicBezTo>
                                <a:cubicBezTo>
                                  <a:pt x="2" y="111"/>
                                  <a:pt x="4" y="113"/>
                                  <a:pt x="4" y="115"/>
                                </a:cubicBezTo>
                                <a:cubicBezTo>
                                  <a:pt x="4" y="117"/>
                                  <a:pt x="2" y="119"/>
                                  <a:pt x="0" y="119"/>
                                </a:cubicBezTo>
                                <a:cubicBezTo>
                                  <a:pt x="0" y="125"/>
                                  <a:pt x="0" y="125"/>
                                  <a:pt x="0" y="125"/>
                                </a:cubicBezTo>
                                <a:cubicBezTo>
                                  <a:pt x="2" y="125"/>
                                  <a:pt x="4" y="127"/>
                                  <a:pt x="4" y="129"/>
                                </a:cubicBezTo>
                                <a:cubicBezTo>
                                  <a:pt x="4" y="132"/>
                                  <a:pt x="2" y="134"/>
                                  <a:pt x="0" y="134"/>
                                </a:cubicBezTo>
                                <a:cubicBezTo>
                                  <a:pt x="0" y="139"/>
                                  <a:pt x="0" y="139"/>
                                  <a:pt x="0" y="139"/>
                                </a:cubicBezTo>
                                <a:cubicBezTo>
                                  <a:pt x="2" y="139"/>
                                  <a:pt x="4" y="141"/>
                                  <a:pt x="4" y="144"/>
                                </a:cubicBezTo>
                                <a:cubicBezTo>
                                  <a:pt x="4" y="146"/>
                                  <a:pt x="2" y="148"/>
                                  <a:pt x="0" y="148"/>
                                </a:cubicBezTo>
                                <a:cubicBezTo>
                                  <a:pt x="0" y="154"/>
                                  <a:pt x="0" y="154"/>
                                  <a:pt x="0" y="154"/>
                                </a:cubicBezTo>
                                <a:cubicBezTo>
                                  <a:pt x="11" y="154"/>
                                  <a:pt x="22" y="162"/>
                                  <a:pt x="22" y="173"/>
                                </a:cubicBezTo>
                                <a:cubicBezTo>
                                  <a:pt x="296" y="173"/>
                                  <a:pt x="296" y="173"/>
                                  <a:pt x="296" y="173"/>
                                </a:cubicBezTo>
                                <a:cubicBezTo>
                                  <a:pt x="296" y="162"/>
                                  <a:pt x="307" y="154"/>
                                  <a:pt x="317" y="154"/>
                                </a:cubicBezTo>
                                <a:cubicBezTo>
                                  <a:pt x="317" y="148"/>
                                  <a:pt x="317" y="148"/>
                                  <a:pt x="317" y="148"/>
                                </a:cubicBezTo>
                                <a:cubicBezTo>
                                  <a:pt x="315" y="148"/>
                                  <a:pt x="313" y="146"/>
                                  <a:pt x="313" y="144"/>
                                </a:cubicBezTo>
                                <a:cubicBezTo>
                                  <a:pt x="313" y="141"/>
                                  <a:pt x="315" y="139"/>
                                  <a:pt x="317" y="139"/>
                                </a:cubicBezTo>
                                <a:cubicBezTo>
                                  <a:pt x="317" y="134"/>
                                  <a:pt x="317" y="134"/>
                                  <a:pt x="317" y="134"/>
                                </a:cubicBezTo>
                                <a:cubicBezTo>
                                  <a:pt x="315" y="134"/>
                                  <a:pt x="313" y="132"/>
                                  <a:pt x="313" y="129"/>
                                </a:cubicBezTo>
                                <a:cubicBezTo>
                                  <a:pt x="313" y="127"/>
                                  <a:pt x="315" y="125"/>
                                  <a:pt x="317" y="125"/>
                                </a:cubicBezTo>
                                <a:cubicBezTo>
                                  <a:pt x="317" y="119"/>
                                  <a:pt x="317" y="119"/>
                                  <a:pt x="317" y="119"/>
                                </a:cubicBezTo>
                                <a:cubicBezTo>
                                  <a:pt x="315" y="119"/>
                                  <a:pt x="313" y="117"/>
                                  <a:pt x="313" y="115"/>
                                </a:cubicBezTo>
                                <a:cubicBezTo>
                                  <a:pt x="313" y="113"/>
                                  <a:pt x="315" y="111"/>
                                  <a:pt x="317" y="111"/>
                                </a:cubicBezTo>
                                <a:cubicBezTo>
                                  <a:pt x="317" y="105"/>
                                  <a:pt x="317" y="105"/>
                                  <a:pt x="317" y="105"/>
                                </a:cubicBezTo>
                                <a:cubicBezTo>
                                  <a:pt x="315" y="105"/>
                                  <a:pt x="313" y="103"/>
                                  <a:pt x="313" y="101"/>
                                </a:cubicBezTo>
                                <a:cubicBezTo>
                                  <a:pt x="313" y="98"/>
                                  <a:pt x="315" y="96"/>
                                  <a:pt x="317" y="96"/>
                                </a:cubicBezTo>
                                <a:cubicBezTo>
                                  <a:pt x="317" y="91"/>
                                  <a:pt x="317" y="91"/>
                                  <a:pt x="317" y="91"/>
                                </a:cubicBezTo>
                                <a:cubicBezTo>
                                  <a:pt x="315" y="91"/>
                                  <a:pt x="313" y="89"/>
                                  <a:pt x="313" y="87"/>
                                </a:cubicBezTo>
                                <a:cubicBezTo>
                                  <a:pt x="313" y="84"/>
                                  <a:pt x="315" y="82"/>
                                  <a:pt x="317" y="82"/>
                                </a:cubicBezTo>
                                <a:cubicBezTo>
                                  <a:pt x="317" y="77"/>
                                  <a:pt x="317" y="77"/>
                                  <a:pt x="317" y="77"/>
                                </a:cubicBezTo>
                                <a:cubicBezTo>
                                  <a:pt x="315" y="77"/>
                                  <a:pt x="313" y="75"/>
                                  <a:pt x="313" y="72"/>
                                </a:cubicBezTo>
                                <a:cubicBezTo>
                                  <a:pt x="313" y="70"/>
                                  <a:pt x="315" y="68"/>
                                  <a:pt x="317" y="68"/>
                                </a:cubicBezTo>
                                <a:cubicBezTo>
                                  <a:pt x="317" y="62"/>
                                  <a:pt x="317" y="62"/>
                                  <a:pt x="317" y="62"/>
                                </a:cubicBezTo>
                                <a:cubicBezTo>
                                  <a:pt x="315" y="62"/>
                                  <a:pt x="313" y="60"/>
                                  <a:pt x="313" y="58"/>
                                </a:cubicBezTo>
                                <a:cubicBezTo>
                                  <a:pt x="313" y="56"/>
                                  <a:pt x="315" y="54"/>
                                  <a:pt x="317" y="54"/>
                                </a:cubicBezTo>
                                <a:cubicBezTo>
                                  <a:pt x="317" y="48"/>
                                  <a:pt x="317" y="48"/>
                                  <a:pt x="317" y="48"/>
                                </a:cubicBezTo>
                                <a:cubicBezTo>
                                  <a:pt x="315" y="48"/>
                                  <a:pt x="313" y="46"/>
                                  <a:pt x="313" y="44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1" name="Freeform 11"/>
                        <wps:cNvSpPr>
                          <a:spLocks noChangeAspect="1"/>
                        </wps:cNvSpPr>
                        <wps:spPr bwMode="auto">
                          <a:xfrm>
                            <a:off x="3217031" y="7319314"/>
                            <a:ext cx="3014331" cy="1645920"/>
                          </a:xfrm>
                          <a:custGeom>
                            <a:avLst/>
                            <a:gdLst>
                              <a:gd name="T0" fmla="*/ 313 w 317"/>
                              <a:gd name="T1" fmla="*/ 44 h 173"/>
                              <a:gd name="T2" fmla="*/ 317 w 317"/>
                              <a:gd name="T3" fmla="*/ 39 h 173"/>
                              <a:gd name="T4" fmla="*/ 317 w 317"/>
                              <a:gd name="T5" fmla="*/ 34 h 173"/>
                              <a:gd name="T6" fmla="*/ 313 w 317"/>
                              <a:gd name="T7" fmla="*/ 30 h 173"/>
                              <a:gd name="T8" fmla="*/ 317 w 317"/>
                              <a:gd name="T9" fmla="*/ 25 h 173"/>
                              <a:gd name="T10" fmla="*/ 317 w 317"/>
                              <a:gd name="T11" fmla="*/ 19 h 173"/>
                              <a:gd name="T12" fmla="*/ 296 w 317"/>
                              <a:gd name="T13" fmla="*/ 0 h 173"/>
                              <a:gd name="T14" fmla="*/ 22 w 317"/>
                              <a:gd name="T15" fmla="*/ 0 h 173"/>
                              <a:gd name="T16" fmla="*/ 0 w 317"/>
                              <a:gd name="T17" fmla="*/ 19 h 173"/>
                              <a:gd name="T18" fmla="*/ 0 w 317"/>
                              <a:gd name="T19" fmla="*/ 25 h 173"/>
                              <a:gd name="T20" fmla="*/ 4 w 317"/>
                              <a:gd name="T21" fmla="*/ 30 h 173"/>
                              <a:gd name="T22" fmla="*/ 0 w 317"/>
                              <a:gd name="T23" fmla="*/ 34 h 173"/>
                              <a:gd name="T24" fmla="*/ 0 w 317"/>
                              <a:gd name="T25" fmla="*/ 39 h 173"/>
                              <a:gd name="T26" fmla="*/ 4 w 317"/>
                              <a:gd name="T27" fmla="*/ 44 h 173"/>
                              <a:gd name="T28" fmla="*/ 0 w 317"/>
                              <a:gd name="T29" fmla="*/ 48 h 173"/>
                              <a:gd name="T30" fmla="*/ 0 w 317"/>
                              <a:gd name="T31" fmla="*/ 54 h 173"/>
                              <a:gd name="T32" fmla="*/ 4 w 317"/>
                              <a:gd name="T33" fmla="*/ 58 h 173"/>
                              <a:gd name="T34" fmla="*/ 0 w 317"/>
                              <a:gd name="T35" fmla="*/ 62 h 173"/>
                              <a:gd name="T36" fmla="*/ 0 w 317"/>
                              <a:gd name="T37" fmla="*/ 68 h 173"/>
                              <a:gd name="T38" fmla="*/ 4 w 317"/>
                              <a:gd name="T39" fmla="*/ 72 h 173"/>
                              <a:gd name="T40" fmla="*/ 0 w 317"/>
                              <a:gd name="T41" fmla="*/ 77 h 173"/>
                              <a:gd name="T42" fmla="*/ 0 w 317"/>
                              <a:gd name="T43" fmla="*/ 82 h 173"/>
                              <a:gd name="T44" fmla="*/ 4 w 317"/>
                              <a:gd name="T45" fmla="*/ 87 h 173"/>
                              <a:gd name="T46" fmla="*/ 0 w 317"/>
                              <a:gd name="T47" fmla="*/ 91 h 173"/>
                              <a:gd name="T48" fmla="*/ 0 w 317"/>
                              <a:gd name="T49" fmla="*/ 96 h 173"/>
                              <a:gd name="T50" fmla="*/ 4 w 317"/>
                              <a:gd name="T51" fmla="*/ 101 h 173"/>
                              <a:gd name="T52" fmla="*/ 0 w 317"/>
                              <a:gd name="T53" fmla="*/ 105 h 173"/>
                              <a:gd name="T54" fmla="*/ 0 w 317"/>
                              <a:gd name="T55" fmla="*/ 111 h 173"/>
                              <a:gd name="T56" fmla="*/ 4 w 317"/>
                              <a:gd name="T57" fmla="*/ 115 h 173"/>
                              <a:gd name="T58" fmla="*/ 0 w 317"/>
                              <a:gd name="T59" fmla="*/ 119 h 173"/>
                              <a:gd name="T60" fmla="*/ 0 w 317"/>
                              <a:gd name="T61" fmla="*/ 125 h 173"/>
                              <a:gd name="T62" fmla="*/ 4 w 317"/>
                              <a:gd name="T63" fmla="*/ 129 h 173"/>
                              <a:gd name="T64" fmla="*/ 0 w 317"/>
                              <a:gd name="T65" fmla="*/ 134 h 173"/>
                              <a:gd name="T66" fmla="*/ 0 w 317"/>
                              <a:gd name="T67" fmla="*/ 139 h 173"/>
                              <a:gd name="T68" fmla="*/ 4 w 317"/>
                              <a:gd name="T69" fmla="*/ 144 h 173"/>
                              <a:gd name="T70" fmla="*/ 0 w 317"/>
                              <a:gd name="T71" fmla="*/ 148 h 173"/>
                              <a:gd name="T72" fmla="*/ 0 w 317"/>
                              <a:gd name="T73" fmla="*/ 154 h 173"/>
                              <a:gd name="T74" fmla="*/ 22 w 317"/>
                              <a:gd name="T75" fmla="*/ 173 h 173"/>
                              <a:gd name="T76" fmla="*/ 296 w 317"/>
                              <a:gd name="T77" fmla="*/ 173 h 173"/>
                              <a:gd name="T78" fmla="*/ 317 w 317"/>
                              <a:gd name="T79" fmla="*/ 154 h 173"/>
                              <a:gd name="T80" fmla="*/ 317 w 317"/>
                              <a:gd name="T81" fmla="*/ 148 h 173"/>
                              <a:gd name="T82" fmla="*/ 313 w 317"/>
                              <a:gd name="T83" fmla="*/ 144 h 173"/>
                              <a:gd name="T84" fmla="*/ 317 w 317"/>
                              <a:gd name="T85" fmla="*/ 139 h 173"/>
                              <a:gd name="T86" fmla="*/ 317 w 317"/>
                              <a:gd name="T87" fmla="*/ 134 h 173"/>
                              <a:gd name="T88" fmla="*/ 313 w 317"/>
                              <a:gd name="T89" fmla="*/ 129 h 173"/>
                              <a:gd name="T90" fmla="*/ 317 w 317"/>
                              <a:gd name="T91" fmla="*/ 125 h 173"/>
                              <a:gd name="T92" fmla="*/ 317 w 317"/>
                              <a:gd name="T93" fmla="*/ 119 h 173"/>
                              <a:gd name="T94" fmla="*/ 313 w 317"/>
                              <a:gd name="T95" fmla="*/ 115 h 173"/>
                              <a:gd name="T96" fmla="*/ 317 w 317"/>
                              <a:gd name="T97" fmla="*/ 111 h 173"/>
                              <a:gd name="T98" fmla="*/ 317 w 317"/>
                              <a:gd name="T99" fmla="*/ 105 h 173"/>
                              <a:gd name="T100" fmla="*/ 313 w 317"/>
                              <a:gd name="T101" fmla="*/ 101 h 173"/>
                              <a:gd name="T102" fmla="*/ 317 w 317"/>
                              <a:gd name="T103" fmla="*/ 96 h 173"/>
                              <a:gd name="T104" fmla="*/ 317 w 317"/>
                              <a:gd name="T105" fmla="*/ 91 h 173"/>
                              <a:gd name="T106" fmla="*/ 313 w 317"/>
                              <a:gd name="T107" fmla="*/ 87 h 173"/>
                              <a:gd name="T108" fmla="*/ 317 w 317"/>
                              <a:gd name="T109" fmla="*/ 82 h 173"/>
                              <a:gd name="T110" fmla="*/ 317 w 317"/>
                              <a:gd name="T111" fmla="*/ 77 h 173"/>
                              <a:gd name="T112" fmla="*/ 313 w 317"/>
                              <a:gd name="T113" fmla="*/ 72 h 173"/>
                              <a:gd name="T114" fmla="*/ 317 w 317"/>
                              <a:gd name="T115" fmla="*/ 68 h 173"/>
                              <a:gd name="T116" fmla="*/ 317 w 317"/>
                              <a:gd name="T117" fmla="*/ 62 h 173"/>
                              <a:gd name="T118" fmla="*/ 313 w 317"/>
                              <a:gd name="T119" fmla="*/ 58 h 173"/>
                              <a:gd name="T120" fmla="*/ 317 w 317"/>
                              <a:gd name="T121" fmla="*/ 54 h 173"/>
                              <a:gd name="T122" fmla="*/ 317 w 317"/>
                              <a:gd name="T123" fmla="*/ 48 h 173"/>
                              <a:gd name="T124" fmla="*/ 313 w 317"/>
                              <a:gd name="T125" fmla="*/ 44 h 17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  <a:cxn ang="0">
                                <a:pos x="T116" y="T117"/>
                              </a:cxn>
                              <a:cxn ang="0">
                                <a:pos x="T118" y="T119"/>
                              </a:cxn>
                              <a:cxn ang="0">
                                <a:pos x="T120" y="T121"/>
                              </a:cxn>
                              <a:cxn ang="0">
                                <a:pos x="T122" y="T123"/>
                              </a:cxn>
                              <a:cxn ang="0">
                                <a:pos x="T124" y="T125"/>
                              </a:cxn>
                            </a:cxnLst>
                            <a:rect l="0" t="0" r="r" b="b"/>
                            <a:pathLst>
                              <a:path w="317" h="173">
                                <a:moveTo>
                                  <a:pt x="313" y="44"/>
                                </a:moveTo>
                                <a:cubicBezTo>
                                  <a:pt x="313" y="41"/>
                                  <a:pt x="315" y="39"/>
                                  <a:pt x="317" y="39"/>
                                </a:cubicBezTo>
                                <a:cubicBezTo>
                                  <a:pt x="317" y="34"/>
                                  <a:pt x="317" y="34"/>
                                  <a:pt x="317" y="34"/>
                                </a:cubicBezTo>
                                <a:cubicBezTo>
                                  <a:pt x="315" y="34"/>
                                  <a:pt x="313" y="32"/>
                                  <a:pt x="313" y="30"/>
                                </a:cubicBezTo>
                                <a:cubicBezTo>
                                  <a:pt x="313" y="27"/>
                                  <a:pt x="315" y="25"/>
                                  <a:pt x="317" y="25"/>
                                </a:cubicBezTo>
                                <a:cubicBezTo>
                                  <a:pt x="317" y="19"/>
                                  <a:pt x="317" y="19"/>
                                  <a:pt x="317" y="19"/>
                                </a:cubicBezTo>
                                <a:cubicBezTo>
                                  <a:pt x="307" y="19"/>
                                  <a:pt x="296" y="11"/>
                                  <a:pt x="296" y="0"/>
                                </a:cubicBezTo>
                                <a:cubicBezTo>
                                  <a:pt x="22" y="0"/>
                                  <a:pt x="22" y="0"/>
                                  <a:pt x="22" y="0"/>
                                </a:cubicBezTo>
                                <a:cubicBezTo>
                                  <a:pt x="22" y="11"/>
                                  <a:pt x="11" y="19"/>
                                  <a:pt x="0" y="19"/>
                                </a:cubicBezTo>
                                <a:cubicBezTo>
                                  <a:pt x="0" y="25"/>
                                  <a:pt x="0" y="25"/>
                                  <a:pt x="0" y="25"/>
                                </a:cubicBezTo>
                                <a:cubicBezTo>
                                  <a:pt x="2" y="25"/>
                                  <a:pt x="4" y="27"/>
                                  <a:pt x="4" y="30"/>
                                </a:cubicBezTo>
                                <a:cubicBezTo>
                                  <a:pt x="4" y="32"/>
                                  <a:pt x="2" y="34"/>
                                  <a:pt x="0" y="34"/>
                                </a:cubicBezTo>
                                <a:cubicBezTo>
                                  <a:pt x="0" y="39"/>
                                  <a:pt x="0" y="39"/>
                                  <a:pt x="0" y="39"/>
                                </a:cubicBezTo>
                                <a:cubicBezTo>
                                  <a:pt x="2" y="39"/>
                                  <a:pt x="4" y="41"/>
                                  <a:pt x="4" y="44"/>
                                </a:cubicBezTo>
                                <a:cubicBezTo>
                                  <a:pt x="4" y="46"/>
                                  <a:pt x="2" y="48"/>
                                  <a:pt x="0" y="48"/>
                                </a:cubicBezTo>
                                <a:cubicBezTo>
                                  <a:pt x="0" y="54"/>
                                  <a:pt x="0" y="54"/>
                                  <a:pt x="0" y="54"/>
                                </a:cubicBezTo>
                                <a:cubicBezTo>
                                  <a:pt x="2" y="54"/>
                                  <a:pt x="4" y="56"/>
                                  <a:pt x="4" y="58"/>
                                </a:cubicBezTo>
                                <a:cubicBezTo>
                                  <a:pt x="4" y="60"/>
                                  <a:pt x="2" y="62"/>
                                  <a:pt x="0" y="62"/>
                                </a:cubicBezTo>
                                <a:cubicBezTo>
                                  <a:pt x="0" y="68"/>
                                  <a:pt x="0" y="68"/>
                                  <a:pt x="0" y="68"/>
                                </a:cubicBezTo>
                                <a:cubicBezTo>
                                  <a:pt x="2" y="68"/>
                                  <a:pt x="4" y="70"/>
                                  <a:pt x="4" y="72"/>
                                </a:cubicBezTo>
                                <a:cubicBezTo>
                                  <a:pt x="4" y="75"/>
                                  <a:pt x="2" y="77"/>
                                  <a:pt x="0" y="77"/>
                                </a:cubicBezTo>
                                <a:cubicBezTo>
                                  <a:pt x="0" y="82"/>
                                  <a:pt x="0" y="82"/>
                                  <a:pt x="0" y="82"/>
                                </a:cubicBezTo>
                                <a:cubicBezTo>
                                  <a:pt x="2" y="82"/>
                                  <a:pt x="4" y="84"/>
                                  <a:pt x="4" y="87"/>
                                </a:cubicBezTo>
                                <a:cubicBezTo>
                                  <a:pt x="4" y="89"/>
                                  <a:pt x="2" y="91"/>
                                  <a:pt x="0" y="91"/>
                                </a:cubicBezTo>
                                <a:cubicBezTo>
                                  <a:pt x="0" y="96"/>
                                  <a:pt x="0" y="96"/>
                                  <a:pt x="0" y="96"/>
                                </a:cubicBezTo>
                                <a:cubicBezTo>
                                  <a:pt x="2" y="96"/>
                                  <a:pt x="4" y="98"/>
                                  <a:pt x="4" y="101"/>
                                </a:cubicBezTo>
                                <a:cubicBezTo>
                                  <a:pt x="4" y="103"/>
                                  <a:pt x="2" y="105"/>
                                  <a:pt x="0" y="105"/>
                                </a:cubicBezTo>
                                <a:cubicBezTo>
                                  <a:pt x="0" y="111"/>
                                  <a:pt x="0" y="111"/>
                                  <a:pt x="0" y="111"/>
                                </a:cubicBezTo>
                                <a:cubicBezTo>
                                  <a:pt x="2" y="111"/>
                                  <a:pt x="4" y="113"/>
                                  <a:pt x="4" y="115"/>
                                </a:cubicBezTo>
                                <a:cubicBezTo>
                                  <a:pt x="4" y="117"/>
                                  <a:pt x="2" y="119"/>
                                  <a:pt x="0" y="119"/>
                                </a:cubicBezTo>
                                <a:cubicBezTo>
                                  <a:pt x="0" y="125"/>
                                  <a:pt x="0" y="125"/>
                                  <a:pt x="0" y="125"/>
                                </a:cubicBezTo>
                                <a:cubicBezTo>
                                  <a:pt x="2" y="125"/>
                                  <a:pt x="4" y="127"/>
                                  <a:pt x="4" y="129"/>
                                </a:cubicBezTo>
                                <a:cubicBezTo>
                                  <a:pt x="4" y="132"/>
                                  <a:pt x="2" y="134"/>
                                  <a:pt x="0" y="134"/>
                                </a:cubicBezTo>
                                <a:cubicBezTo>
                                  <a:pt x="0" y="139"/>
                                  <a:pt x="0" y="139"/>
                                  <a:pt x="0" y="139"/>
                                </a:cubicBezTo>
                                <a:cubicBezTo>
                                  <a:pt x="2" y="139"/>
                                  <a:pt x="4" y="141"/>
                                  <a:pt x="4" y="144"/>
                                </a:cubicBezTo>
                                <a:cubicBezTo>
                                  <a:pt x="4" y="146"/>
                                  <a:pt x="2" y="148"/>
                                  <a:pt x="0" y="148"/>
                                </a:cubicBezTo>
                                <a:cubicBezTo>
                                  <a:pt x="0" y="154"/>
                                  <a:pt x="0" y="154"/>
                                  <a:pt x="0" y="154"/>
                                </a:cubicBezTo>
                                <a:cubicBezTo>
                                  <a:pt x="11" y="154"/>
                                  <a:pt x="22" y="162"/>
                                  <a:pt x="22" y="173"/>
                                </a:cubicBezTo>
                                <a:cubicBezTo>
                                  <a:pt x="296" y="173"/>
                                  <a:pt x="296" y="173"/>
                                  <a:pt x="296" y="173"/>
                                </a:cubicBezTo>
                                <a:cubicBezTo>
                                  <a:pt x="296" y="162"/>
                                  <a:pt x="307" y="154"/>
                                  <a:pt x="317" y="154"/>
                                </a:cubicBezTo>
                                <a:cubicBezTo>
                                  <a:pt x="317" y="148"/>
                                  <a:pt x="317" y="148"/>
                                  <a:pt x="317" y="148"/>
                                </a:cubicBezTo>
                                <a:cubicBezTo>
                                  <a:pt x="315" y="148"/>
                                  <a:pt x="313" y="146"/>
                                  <a:pt x="313" y="144"/>
                                </a:cubicBezTo>
                                <a:cubicBezTo>
                                  <a:pt x="313" y="141"/>
                                  <a:pt x="315" y="139"/>
                                  <a:pt x="317" y="139"/>
                                </a:cubicBezTo>
                                <a:cubicBezTo>
                                  <a:pt x="317" y="134"/>
                                  <a:pt x="317" y="134"/>
                                  <a:pt x="317" y="134"/>
                                </a:cubicBezTo>
                                <a:cubicBezTo>
                                  <a:pt x="315" y="134"/>
                                  <a:pt x="313" y="132"/>
                                  <a:pt x="313" y="129"/>
                                </a:cubicBezTo>
                                <a:cubicBezTo>
                                  <a:pt x="313" y="127"/>
                                  <a:pt x="315" y="125"/>
                                  <a:pt x="317" y="125"/>
                                </a:cubicBezTo>
                                <a:cubicBezTo>
                                  <a:pt x="317" y="119"/>
                                  <a:pt x="317" y="119"/>
                                  <a:pt x="317" y="119"/>
                                </a:cubicBezTo>
                                <a:cubicBezTo>
                                  <a:pt x="315" y="119"/>
                                  <a:pt x="313" y="117"/>
                                  <a:pt x="313" y="115"/>
                                </a:cubicBezTo>
                                <a:cubicBezTo>
                                  <a:pt x="313" y="113"/>
                                  <a:pt x="315" y="111"/>
                                  <a:pt x="317" y="111"/>
                                </a:cubicBezTo>
                                <a:cubicBezTo>
                                  <a:pt x="317" y="105"/>
                                  <a:pt x="317" y="105"/>
                                  <a:pt x="317" y="105"/>
                                </a:cubicBezTo>
                                <a:cubicBezTo>
                                  <a:pt x="315" y="105"/>
                                  <a:pt x="313" y="103"/>
                                  <a:pt x="313" y="101"/>
                                </a:cubicBezTo>
                                <a:cubicBezTo>
                                  <a:pt x="313" y="98"/>
                                  <a:pt x="315" y="96"/>
                                  <a:pt x="317" y="96"/>
                                </a:cubicBezTo>
                                <a:cubicBezTo>
                                  <a:pt x="317" y="91"/>
                                  <a:pt x="317" y="91"/>
                                  <a:pt x="317" y="91"/>
                                </a:cubicBezTo>
                                <a:cubicBezTo>
                                  <a:pt x="315" y="91"/>
                                  <a:pt x="313" y="89"/>
                                  <a:pt x="313" y="87"/>
                                </a:cubicBezTo>
                                <a:cubicBezTo>
                                  <a:pt x="313" y="84"/>
                                  <a:pt x="315" y="82"/>
                                  <a:pt x="317" y="82"/>
                                </a:cubicBezTo>
                                <a:cubicBezTo>
                                  <a:pt x="317" y="77"/>
                                  <a:pt x="317" y="77"/>
                                  <a:pt x="317" y="77"/>
                                </a:cubicBezTo>
                                <a:cubicBezTo>
                                  <a:pt x="315" y="77"/>
                                  <a:pt x="313" y="75"/>
                                  <a:pt x="313" y="72"/>
                                </a:cubicBezTo>
                                <a:cubicBezTo>
                                  <a:pt x="313" y="70"/>
                                  <a:pt x="315" y="68"/>
                                  <a:pt x="317" y="68"/>
                                </a:cubicBezTo>
                                <a:cubicBezTo>
                                  <a:pt x="317" y="62"/>
                                  <a:pt x="317" y="62"/>
                                  <a:pt x="317" y="62"/>
                                </a:cubicBezTo>
                                <a:cubicBezTo>
                                  <a:pt x="315" y="62"/>
                                  <a:pt x="313" y="60"/>
                                  <a:pt x="313" y="58"/>
                                </a:cubicBezTo>
                                <a:cubicBezTo>
                                  <a:pt x="313" y="56"/>
                                  <a:pt x="315" y="54"/>
                                  <a:pt x="317" y="54"/>
                                </a:cubicBezTo>
                                <a:cubicBezTo>
                                  <a:pt x="317" y="48"/>
                                  <a:pt x="317" y="48"/>
                                  <a:pt x="317" y="48"/>
                                </a:cubicBezTo>
                                <a:cubicBezTo>
                                  <a:pt x="315" y="48"/>
                                  <a:pt x="313" y="46"/>
                                  <a:pt x="313" y="44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g:grpSp>
                        <wpg:cNvPr id="12" name="Group 12"/>
                        <wpg:cNvGrpSpPr/>
                        <wpg:grpSpPr>
                          <a:xfrm>
                            <a:off x="0" y="0"/>
                            <a:ext cx="3018606" cy="8969997"/>
                            <a:chOff x="0" y="0"/>
                            <a:chExt cx="3018606" cy="8969997"/>
                          </a:xfrm>
                        </wpg:grpSpPr>
                        <pic:pic xmlns:pic="http://schemas.openxmlformats.org/drawingml/2006/picture">
                          <pic:nvPicPr>
                            <pic:cNvPr id="19" name="Picture 19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3018606" cy="1652196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20" name="Picture 20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1829450"/>
                              <a:ext cx="3018606" cy="1652196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21" name="Picture 21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3658900"/>
                              <a:ext cx="3018606" cy="1652196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22" name="Picture 22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5488350"/>
                              <a:ext cx="3018606" cy="1652196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23" name="Picture 23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7317801"/>
                              <a:ext cx="3018606" cy="1652196"/>
                            </a:xfrm>
                            <a:prstGeom prst="rect">
                              <a:avLst/>
                            </a:prstGeom>
                          </pic:spPr>
                        </pic:pic>
                      </wpg:grpSp>
                      <wpg:grpSp>
                        <wpg:cNvPr id="13" name="Group 13"/>
                        <wpg:cNvGrpSpPr/>
                        <wpg:grpSpPr>
                          <a:xfrm>
                            <a:off x="3212759" y="0"/>
                            <a:ext cx="3018606" cy="8969997"/>
                            <a:chOff x="3212759" y="0"/>
                            <a:chExt cx="3018606" cy="8969997"/>
                          </a:xfrm>
                        </wpg:grpSpPr>
                        <pic:pic xmlns:pic="http://schemas.openxmlformats.org/drawingml/2006/picture">
                          <pic:nvPicPr>
                            <pic:cNvPr id="14" name="Picture 14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3212759" y="0"/>
                              <a:ext cx="3018606" cy="1652196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15" name="Picture 15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3212759" y="1829450"/>
                              <a:ext cx="3018606" cy="1652196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16" name="Picture 16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3212759" y="3658900"/>
                              <a:ext cx="3018606" cy="1652196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17" name="Picture 17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3212759" y="5488350"/>
                              <a:ext cx="3018606" cy="1652196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18" name="Picture 18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3212759" y="7317801"/>
                              <a:ext cx="3018606" cy="1652196"/>
                            </a:xfrm>
                            <a:prstGeom prst="rect">
                              <a:avLst/>
                            </a:prstGeom>
                          </pic:spPr>
                        </pic:pic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D71BD73" id="Group 34" o:spid="_x0000_s1026" alt="Ticket background art" style="position:absolute;margin-left:0;margin-top:0;width:491.05pt;height:706.3pt;z-index:-251657216;mso-position-horizontal:center;mso-position-horizontal-relative:page;mso-position-vertical:center;mso-position-vertical-relative:page;mso-width-relative:margin;mso-height-relative:margin" coordsize="62313,8969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">
                <o:lock v:ext="edit" aspectratio="t"/>
                <v:shape id="Freeform 2" o:spid="_x0000_s1027" style="position:absolute;left:42;width:30144;height:16459;visibility:visible;mso-wrap-style:square;v-text-anchor:top" coordsize="317,1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" path="m313,44v,-3,2,-5,4,-5c317,34,317,34,317,34v-2,,-4,-2,-4,-4c313,27,315,25,317,25v,-6,,-6,,-6c307,19,296,11,296,,22,,22,,22,,22,11,11,19,,19v,6,,6,,6c2,25,4,27,4,30v,2,-2,4,-4,4c,39,,39,,39v2,,4,2,4,5c4,46,2,48,,48v,6,,6,,6c2,54,4,56,4,58v,2,-2,4,-4,4c,68,,68,,68v2,,4,2,4,4c4,75,2,77,,77v,5,,5,,5c2,82,4,84,4,87v,2,-2,4,-4,4c,96,,96,,96v2,,4,2,4,5c4,103,2,105,,105v,6,,6,,6c2,111,4,113,4,115v,2,-2,4,-4,4c,125,,125,,125v2,,4,2,4,4c4,132,2,134,,134v,5,,5,,5c2,139,4,141,4,144v,2,-2,4,-4,4c,154,,154,,154v11,,22,8,22,19c296,173,296,173,296,173v,-11,11,-19,21,-19c317,148,317,148,317,148v-2,,-4,-2,-4,-4c313,141,315,139,317,139v,-5,,-5,,-5c315,134,313,132,313,129v,-2,2,-4,4,-4c317,119,317,119,317,119v-2,,-4,-2,-4,-4c313,113,315,111,317,111v,-6,,-6,,-6c315,105,313,103,313,101v,-3,2,-5,4,-5c317,91,317,91,317,91v-2,,-4,-2,-4,-4c313,84,315,82,317,82v,-5,,-5,,-5c315,77,313,75,313,72v,-2,2,-4,4,-4c317,62,317,62,317,62v-2,,-4,-2,-4,-4c313,56,315,54,317,54v,-6,,-6,,-6c315,48,313,46,313,44xe" fillcolor="#563c56 [3204]" stroked="f">
                  <v:path arrowok="t" o:connecttype="custom" o:connectlocs="2976295,418615;3014331,371046;3014331,323476;2976295,285420;3014331,237850;3014331,180766;2814643,0;209196,0;0,180766;0,237850;38036,285420;0,323476;0,371046;38036,418615;0,456671;0,513755;38036,551811;0,589867;0,646951;38036,685007;0,732577;0,780147;38036,827717;0,865773;0,913343;38036,960913;0,998969;0,1056053;38036,1094109;0,1132165;0,1189249;38036,1227305;0,1274874;0,1322444;38036,1370014;0,1408070;0,1465154;209196,1645920;2814643,1645920;3014331,1465154;3014331,1408070;2976295,1370014;3014331,1322444;3014331,1274874;2976295,1227305;3014331,1189249;3014331,1132165;2976295,1094109;3014331,1056053;3014331,998969;2976295,960913;3014331,913343;3014331,865773;2976295,827717;3014331,780147;3014331,732577;2976295,685007;3014331,646951;3014331,589867;2976295,551811;3014331,513755;3014331,456671;2976295,418615" o:connectangles="0,0,0,0,0,0,0,0,0,0,0,0,0,0,0,0,0,0,0,0,0,0,0,0,0,0,0,0,0,0,0,0,0,0,0,0,0,0,0,0,0,0,0,0,0,0,0,0,0,0,0,0,0,0,0,0,0,0,0,0,0,0,0"/>
                  <o:lock v:ext="edit" aspectratio="t"/>
                </v:shape>
                <v:shape id="Freeform 3" o:spid="_x0000_s1028" style="position:absolute;left:42;top:18298;width:30144;height:16459;visibility:visible;mso-wrap-style:square;v-text-anchor:top" coordsize="317,1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" path="m313,44v,-3,2,-5,4,-5c317,34,317,34,317,34v-2,,-4,-2,-4,-4c313,27,315,25,317,25v,-6,,-6,,-6c307,19,296,11,296,,22,,22,,22,,22,11,11,19,,19v,6,,6,,6c2,25,4,27,4,30v,2,-2,4,-4,4c,39,,39,,39v2,,4,2,4,5c4,46,2,48,,48v,6,,6,,6c2,54,4,56,4,58v,2,-2,4,-4,4c,68,,68,,68v2,,4,2,4,4c4,75,2,77,,77v,5,,5,,5c2,82,4,84,4,87v,2,-2,4,-4,4c,96,,96,,96v2,,4,2,4,5c4,103,2,105,,105v,6,,6,,6c2,111,4,113,4,115v,2,-2,4,-4,4c,125,,125,,125v2,,4,2,4,4c4,132,2,134,,134v,5,,5,,5c2,139,4,141,4,144v,2,-2,4,-4,4c,154,,154,,154v11,,22,8,22,19c296,173,296,173,296,173v,-11,11,-19,21,-19c317,148,317,148,317,148v-2,,-4,-2,-4,-4c313,141,315,139,317,139v,-5,,-5,,-5c315,134,313,132,313,129v,-2,2,-4,4,-4c317,119,317,119,317,119v-2,,-4,-2,-4,-4c313,113,315,111,317,111v,-6,,-6,,-6c315,105,313,103,313,101v,-3,2,-5,4,-5c317,91,317,91,317,91v-2,,-4,-2,-4,-4c313,84,315,82,317,82v,-5,,-5,,-5c315,77,313,75,313,72v,-2,2,-4,4,-4c317,62,317,62,317,62v-2,,-4,-2,-4,-4c313,56,315,54,317,54v,-6,,-6,,-6c315,48,313,46,313,44xe" fillcolor="#563c56 [3204]" stroked="f">
                  <v:path arrowok="t" o:connecttype="custom" o:connectlocs="2976295,418615;3014331,371046;3014331,323476;2976295,285420;3014331,237850;3014331,180766;2814643,0;209196,0;0,180766;0,237850;38036,285420;0,323476;0,371046;38036,418615;0,456671;0,513755;38036,551811;0,589867;0,646951;38036,685007;0,732577;0,780147;38036,827717;0,865773;0,913343;38036,960913;0,998969;0,1056053;38036,1094109;0,1132165;0,1189249;38036,1227305;0,1274874;0,1322444;38036,1370014;0,1408070;0,1465154;209196,1645920;2814643,1645920;3014331,1465154;3014331,1408070;2976295,1370014;3014331,1322444;3014331,1274874;2976295,1227305;3014331,1189249;3014331,1132165;2976295,1094109;3014331,1056053;3014331,998969;2976295,960913;3014331,913343;3014331,865773;2976295,827717;3014331,780147;3014331,732577;2976295,685007;3014331,646951;3014331,589867;2976295,551811;3014331,513755;3014331,456671;2976295,418615" o:connectangles="0,0,0,0,0,0,0,0,0,0,0,0,0,0,0,0,0,0,0,0,0,0,0,0,0,0,0,0,0,0,0,0,0,0,0,0,0,0,0,0,0,0,0,0,0,0,0,0,0,0,0,0,0,0,0,0,0,0,0,0,0,0,0"/>
                  <o:lock v:ext="edit" aspectratio="t"/>
                </v:shape>
                <v:shape id="Freeform 4" o:spid="_x0000_s1029" style="position:absolute;left:42;top:36596;width:30144;height:16459;visibility:visible;mso-wrap-style:square;v-text-anchor:top" coordsize="317,1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" path="m313,44v,-3,2,-5,4,-5c317,34,317,34,317,34v-2,,-4,-2,-4,-4c313,27,315,25,317,25v,-6,,-6,,-6c307,19,296,11,296,,22,,22,,22,,22,11,11,19,,19v,6,,6,,6c2,25,4,27,4,30v,2,-2,4,-4,4c,39,,39,,39v2,,4,2,4,5c4,46,2,48,,48v,6,,6,,6c2,54,4,56,4,58v,2,-2,4,-4,4c,68,,68,,68v2,,4,2,4,4c4,75,2,77,,77v,5,,5,,5c2,82,4,84,4,87v,2,-2,4,-4,4c,96,,96,,96v2,,4,2,4,5c4,103,2,105,,105v,6,,6,,6c2,111,4,113,4,115v,2,-2,4,-4,4c,125,,125,,125v2,,4,2,4,4c4,132,2,134,,134v,5,,5,,5c2,139,4,141,4,144v,2,-2,4,-4,4c,154,,154,,154v11,,22,8,22,19c296,173,296,173,296,173v,-11,11,-19,21,-19c317,148,317,148,317,148v-2,,-4,-2,-4,-4c313,141,315,139,317,139v,-5,,-5,,-5c315,134,313,132,313,129v,-2,2,-4,4,-4c317,119,317,119,317,119v-2,,-4,-2,-4,-4c313,113,315,111,317,111v,-6,,-6,,-6c315,105,313,103,313,101v,-3,2,-5,4,-5c317,91,317,91,317,91v-2,,-4,-2,-4,-4c313,84,315,82,317,82v,-5,,-5,,-5c315,77,313,75,313,72v,-2,2,-4,4,-4c317,62,317,62,317,62v-2,,-4,-2,-4,-4c313,56,315,54,317,54v,-6,,-6,,-6c315,48,313,46,313,44xe" fillcolor="#563c56 [3204]" stroked="f">
                  <v:path arrowok="t" o:connecttype="custom" o:connectlocs="2976295,418615;3014331,371046;3014331,323476;2976295,285420;3014331,237850;3014331,180766;2814643,0;209196,0;0,180766;0,237850;38036,285420;0,323476;0,371046;38036,418615;0,456671;0,513755;38036,551811;0,589867;0,646951;38036,685007;0,732577;0,780147;38036,827717;0,865773;0,913343;38036,960913;0,998969;0,1056053;38036,1094109;0,1132165;0,1189249;38036,1227305;0,1274874;0,1322444;38036,1370014;0,1408070;0,1465154;209196,1645920;2814643,1645920;3014331,1465154;3014331,1408070;2976295,1370014;3014331,1322444;3014331,1274874;2976295,1227305;3014331,1189249;3014331,1132165;2976295,1094109;3014331,1056053;3014331,998969;2976295,960913;3014331,913343;3014331,865773;2976295,827717;3014331,780147;3014331,732577;2976295,685007;3014331,646951;3014331,589867;2976295,551811;3014331,513755;3014331,456671;2976295,418615" o:connectangles="0,0,0,0,0,0,0,0,0,0,0,0,0,0,0,0,0,0,0,0,0,0,0,0,0,0,0,0,0,0,0,0,0,0,0,0,0,0,0,0,0,0,0,0,0,0,0,0,0,0,0,0,0,0,0,0,0,0,0,0,0,0,0"/>
                  <o:lock v:ext="edit" aspectratio="t"/>
                </v:shape>
                <v:shape id="Freeform 5" o:spid="_x0000_s1030" style="position:absolute;left:42;top:54894;width:30144;height:16460;visibility:visible;mso-wrap-style:square;v-text-anchor:top" coordsize="317,1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" path="m313,44v,-3,2,-5,4,-5c317,34,317,34,317,34v-2,,-4,-2,-4,-4c313,27,315,25,317,25v,-6,,-6,,-6c307,19,296,11,296,,22,,22,,22,,22,11,11,19,,19v,6,,6,,6c2,25,4,27,4,30v,2,-2,4,-4,4c,39,,39,,39v2,,4,2,4,5c4,46,2,48,,48v,6,,6,,6c2,54,4,56,4,58v,2,-2,4,-4,4c,68,,68,,68v2,,4,2,4,4c4,75,2,77,,77v,5,,5,,5c2,82,4,84,4,87v,2,-2,4,-4,4c,96,,96,,96v2,,4,2,4,5c4,103,2,105,,105v,6,,6,,6c2,111,4,113,4,115v,2,-2,4,-4,4c,125,,125,,125v2,,4,2,4,4c4,132,2,134,,134v,5,,5,,5c2,139,4,141,4,144v,2,-2,4,-4,4c,154,,154,,154v11,,22,8,22,19c296,173,296,173,296,173v,-11,11,-19,21,-19c317,148,317,148,317,148v-2,,-4,-2,-4,-4c313,141,315,139,317,139v,-5,,-5,,-5c315,134,313,132,313,129v,-2,2,-4,4,-4c317,119,317,119,317,119v-2,,-4,-2,-4,-4c313,113,315,111,317,111v,-6,,-6,,-6c315,105,313,103,313,101v,-3,2,-5,4,-5c317,91,317,91,317,91v-2,,-4,-2,-4,-4c313,84,315,82,317,82v,-5,,-5,,-5c315,77,313,75,313,72v,-2,2,-4,4,-4c317,62,317,62,317,62v-2,,-4,-2,-4,-4c313,56,315,54,317,54v,-6,,-6,,-6c315,48,313,46,313,44xe" fillcolor="#563c56 [3204]" stroked="f">
                  <v:path arrowok="t" o:connecttype="custom" o:connectlocs="2976295,418615;3014331,371046;3014331,323476;2976295,285420;3014331,237850;3014331,180766;2814643,0;209196,0;0,180766;0,237850;38036,285420;0,323476;0,371046;38036,418615;0,456671;0,513755;38036,551811;0,589867;0,646951;38036,685007;0,732577;0,780147;38036,827717;0,865773;0,913343;38036,960913;0,998969;0,1056053;38036,1094109;0,1132165;0,1189249;38036,1227305;0,1274874;0,1322444;38036,1370014;0,1408070;0,1465154;209196,1645920;2814643,1645920;3014331,1465154;3014331,1408070;2976295,1370014;3014331,1322444;3014331,1274874;2976295,1227305;3014331,1189249;3014331,1132165;2976295,1094109;3014331,1056053;3014331,998969;2976295,960913;3014331,913343;3014331,865773;2976295,827717;3014331,780147;3014331,732577;2976295,685007;3014331,646951;3014331,589867;2976295,551811;3014331,513755;3014331,456671;2976295,418615" o:connectangles="0,0,0,0,0,0,0,0,0,0,0,0,0,0,0,0,0,0,0,0,0,0,0,0,0,0,0,0,0,0,0,0,0,0,0,0,0,0,0,0,0,0,0,0,0,0,0,0,0,0,0,0,0,0,0,0,0,0,0,0,0,0,0"/>
                  <o:lock v:ext="edit" aspectratio="t"/>
                </v:shape>
                <v:shape id="Freeform 6" o:spid="_x0000_s1031" style="position:absolute;left:42;top:73193;width:30144;height:16459;visibility:visible;mso-wrap-style:square;v-text-anchor:top" coordsize="317,1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" path="m313,44v,-3,2,-5,4,-5c317,34,317,34,317,34v-2,,-4,-2,-4,-4c313,27,315,25,317,25v,-6,,-6,,-6c307,19,296,11,296,,22,,22,,22,,22,11,11,19,,19v,6,,6,,6c2,25,4,27,4,30v,2,-2,4,-4,4c,39,,39,,39v2,,4,2,4,5c4,46,2,48,,48v,6,,6,,6c2,54,4,56,4,58v,2,-2,4,-4,4c,68,,68,,68v2,,4,2,4,4c4,75,2,77,,77v,5,,5,,5c2,82,4,84,4,87v,2,-2,4,-4,4c,96,,96,,96v2,,4,2,4,5c4,103,2,105,,105v,6,,6,,6c2,111,4,113,4,115v,2,-2,4,-4,4c,125,,125,,125v2,,4,2,4,4c4,132,2,134,,134v,5,,5,,5c2,139,4,141,4,144v,2,-2,4,-4,4c,154,,154,,154v11,,22,8,22,19c296,173,296,173,296,173v,-11,11,-19,21,-19c317,148,317,148,317,148v-2,,-4,-2,-4,-4c313,141,315,139,317,139v,-5,,-5,,-5c315,134,313,132,313,129v,-2,2,-4,4,-4c317,119,317,119,317,119v-2,,-4,-2,-4,-4c313,113,315,111,317,111v,-6,,-6,,-6c315,105,313,103,313,101v,-3,2,-5,4,-5c317,91,317,91,317,91v-2,,-4,-2,-4,-4c313,84,315,82,317,82v,-5,,-5,,-5c315,77,313,75,313,72v,-2,2,-4,4,-4c317,62,317,62,317,62v-2,,-4,-2,-4,-4c313,56,315,54,317,54v,-6,,-6,,-6c315,48,313,46,313,44xe" fillcolor="#563c56 [3204]" stroked="f">
                  <v:path arrowok="t" o:connecttype="custom" o:connectlocs="2976295,418615;3014331,371046;3014331,323476;2976295,285420;3014331,237850;3014331,180766;2814643,0;209196,0;0,180766;0,237850;38036,285420;0,323476;0,371046;38036,418615;0,456671;0,513755;38036,551811;0,589867;0,646951;38036,685007;0,732577;0,780147;38036,827717;0,865773;0,913343;38036,960913;0,998969;0,1056053;38036,1094109;0,1132165;0,1189249;38036,1227305;0,1274874;0,1322444;38036,1370014;0,1408070;0,1465154;209196,1645920;2814643,1645920;3014331,1465154;3014331,1408070;2976295,1370014;3014331,1322444;3014331,1274874;2976295,1227305;3014331,1189249;3014331,1132165;2976295,1094109;3014331,1056053;3014331,998969;2976295,960913;3014331,913343;3014331,865773;2976295,827717;3014331,780147;3014331,732577;2976295,685007;3014331,646951;3014331,589867;2976295,551811;3014331,513755;3014331,456671;2976295,418615" o:connectangles="0,0,0,0,0,0,0,0,0,0,0,0,0,0,0,0,0,0,0,0,0,0,0,0,0,0,0,0,0,0,0,0,0,0,0,0,0,0,0,0,0,0,0,0,0,0,0,0,0,0,0,0,0,0,0,0,0,0,0,0,0,0,0"/>
                  <o:lock v:ext="edit" aspectratio="t"/>
                </v:shape>
                <v:shape id="Freeform 7" o:spid="_x0000_s1032" style="position:absolute;left:32170;width:30143;height:16459;visibility:visible;mso-wrap-style:square;v-text-anchor:top" coordsize="317,1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" path="m313,44v,-3,2,-5,4,-5c317,34,317,34,317,34v-2,,-4,-2,-4,-4c313,27,315,25,317,25v,-6,,-6,,-6c307,19,296,11,296,,22,,22,,22,,22,11,11,19,,19v,6,,6,,6c2,25,4,27,4,30v,2,-2,4,-4,4c,39,,39,,39v2,,4,2,4,5c4,46,2,48,,48v,6,,6,,6c2,54,4,56,4,58v,2,-2,4,-4,4c,68,,68,,68v2,,4,2,4,4c4,75,2,77,,77v,5,,5,,5c2,82,4,84,4,87v,2,-2,4,-4,4c,96,,96,,96v2,,4,2,4,5c4,103,2,105,,105v,6,,6,,6c2,111,4,113,4,115v,2,-2,4,-4,4c,125,,125,,125v2,,4,2,4,4c4,132,2,134,,134v,5,,5,,5c2,139,4,141,4,144v,2,-2,4,-4,4c,154,,154,,154v11,,22,8,22,19c296,173,296,173,296,173v,-11,11,-19,21,-19c317,148,317,148,317,148v-2,,-4,-2,-4,-4c313,141,315,139,317,139v,-5,,-5,,-5c315,134,313,132,313,129v,-2,2,-4,4,-4c317,119,317,119,317,119v-2,,-4,-2,-4,-4c313,113,315,111,317,111v,-6,,-6,,-6c315,105,313,103,313,101v,-3,2,-5,4,-5c317,91,317,91,317,91v-2,,-4,-2,-4,-4c313,84,315,82,317,82v,-5,,-5,,-5c315,77,313,75,313,72v,-2,2,-4,4,-4c317,62,317,62,317,62v-2,,-4,-2,-4,-4c313,56,315,54,317,54v,-6,,-6,,-6c315,48,313,46,313,44xe" fillcolor="#563c56 [3204]" stroked="f">
                  <v:path arrowok="t" o:connecttype="custom" o:connectlocs="2976295,418615;3014331,371046;3014331,323476;2976295,285420;3014331,237850;3014331,180766;2814643,0;209196,0;0,180766;0,237850;38036,285420;0,323476;0,371046;38036,418615;0,456671;0,513755;38036,551811;0,589867;0,646951;38036,685007;0,732577;0,780147;38036,827717;0,865773;0,913343;38036,960913;0,998969;0,1056053;38036,1094109;0,1132165;0,1189249;38036,1227305;0,1274874;0,1322444;38036,1370014;0,1408070;0,1465154;209196,1645920;2814643,1645920;3014331,1465154;3014331,1408070;2976295,1370014;3014331,1322444;3014331,1274874;2976295,1227305;3014331,1189249;3014331,1132165;2976295,1094109;3014331,1056053;3014331,998969;2976295,960913;3014331,913343;3014331,865773;2976295,827717;3014331,780147;3014331,732577;2976295,685007;3014331,646951;3014331,589867;2976295,551811;3014331,513755;3014331,456671;2976295,418615" o:connectangles="0,0,0,0,0,0,0,0,0,0,0,0,0,0,0,0,0,0,0,0,0,0,0,0,0,0,0,0,0,0,0,0,0,0,0,0,0,0,0,0,0,0,0,0,0,0,0,0,0,0,0,0,0,0,0,0,0,0,0,0,0,0,0"/>
                  <o:lock v:ext="edit" aspectratio="t"/>
                </v:shape>
                <v:shape id="Freeform 8" o:spid="_x0000_s1033" style="position:absolute;left:32170;top:18298;width:30143;height:16459;visibility:visible;mso-wrap-style:square;v-text-anchor:top" coordsize="317,1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" path="m313,44v,-3,2,-5,4,-5c317,34,317,34,317,34v-2,,-4,-2,-4,-4c313,27,315,25,317,25v,-6,,-6,,-6c307,19,296,11,296,,22,,22,,22,,22,11,11,19,,19v,6,,6,,6c2,25,4,27,4,30v,2,-2,4,-4,4c,39,,39,,39v2,,4,2,4,5c4,46,2,48,,48v,6,,6,,6c2,54,4,56,4,58v,2,-2,4,-4,4c,68,,68,,68v2,,4,2,4,4c4,75,2,77,,77v,5,,5,,5c2,82,4,84,4,87v,2,-2,4,-4,4c,96,,96,,96v2,,4,2,4,5c4,103,2,105,,105v,6,,6,,6c2,111,4,113,4,115v,2,-2,4,-4,4c,125,,125,,125v2,,4,2,4,4c4,132,2,134,,134v,5,,5,,5c2,139,4,141,4,144v,2,-2,4,-4,4c,154,,154,,154v11,,22,8,22,19c296,173,296,173,296,173v,-11,11,-19,21,-19c317,148,317,148,317,148v-2,,-4,-2,-4,-4c313,141,315,139,317,139v,-5,,-5,,-5c315,134,313,132,313,129v,-2,2,-4,4,-4c317,119,317,119,317,119v-2,,-4,-2,-4,-4c313,113,315,111,317,111v,-6,,-6,,-6c315,105,313,103,313,101v,-3,2,-5,4,-5c317,91,317,91,317,91v-2,,-4,-2,-4,-4c313,84,315,82,317,82v,-5,,-5,,-5c315,77,313,75,313,72v,-2,2,-4,4,-4c317,62,317,62,317,62v-2,,-4,-2,-4,-4c313,56,315,54,317,54v,-6,,-6,,-6c315,48,313,46,313,44xe" fillcolor="#563c56 [3204]" stroked="f">
                  <v:path arrowok="t" o:connecttype="custom" o:connectlocs="2976295,418615;3014331,371046;3014331,323476;2976295,285420;3014331,237850;3014331,180766;2814643,0;209196,0;0,180766;0,237850;38036,285420;0,323476;0,371046;38036,418615;0,456671;0,513755;38036,551811;0,589867;0,646951;38036,685007;0,732577;0,780147;38036,827717;0,865773;0,913343;38036,960913;0,998969;0,1056053;38036,1094109;0,1132165;0,1189249;38036,1227305;0,1274874;0,1322444;38036,1370014;0,1408070;0,1465154;209196,1645920;2814643,1645920;3014331,1465154;3014331,1408070;2976295,1370014;3014331,1322444;3014331,1274874;2976295,1227305;3014331,1189249;3014331,1132165;2976295,1094109;3014331,1056053;3014331,998969;2976295,960913;3014331,913343;3014331,865773;2976295,827717;3014331,780147;3014331,732577;2976295,685007;3014331,646951;3014331,589867;2976295,551811;3014331,513755;3014331,456671;2976295,418615" o:connectangles="0,0,0,0,0,0,0,0,0,0,0,0,0,0,0,0,0,0,0,0,0,0,0,0,0,0,0,0,0,0,0,0,0,0,0,0,0,0,0,0,0,0,0,0,0,0,0,0,0,0,0,0,0,0,0,0,0,0,0,0,0,0,0"/>
                  <o:lock v:ext="edit" aspectratio="t"/>
                </v:shape>
                <v:shape id="Freeform 9" o:spid="_x0000_s1034" style="position:absolute;left:32170;top:36596;width:30143;height:16459;visibility:visible;mso-wrap-style:square;v-text-anchor:top" coordsize="317,1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" path="m313,44v,-3,2,-5,4,-5c317,34,317,34,317,34v-2,,-4,-2,-4,-4c313,27,315,25,317,25v,-6,,-6,,-6c307,19,296,11,296,,22,,22,,22,,22,11,11,19,,19v,6,,6,,6c2,25,4,27,4,30v,2,-2,4,-4,4c,39,,39,,39v2,,4,2,4,5c4,46,2,48,,48v,6,,6,,6c2,54,4,56,4,58v,2,-2,4,-4,4c,68,,68,,68v2,,4,2,4,4c4,75,2,77,,77v,5,,5,,5c2,82,4,84,4,87v,2,-2,4,-4,4c,96,,96,,96v2,,4,2,4,5c4,103,2,105,,105v,6,,6,,6c2,111,4,113,4,115v,2,-2,4,-4,4c,125,,125,,125v2,,4,2,4,4c4,132,2,134,,134v,5,,5,,5c2,139,4,141,4,144v,2,-2,4,-4,4c,154,,154,,154v11,,22,8,22,19c296,173,296,173,296,173v,-11,11,-19,21,-19c317,148,317,148,317,148v-2,,-4,-2,-4,-4c313,141,315,139,317,139v,-5,,-5,,-5c315,134,313,132,313,129v,-2,2,-4,4,-4c317,119,317,119,317,119v-2,,-4,-2,-4,-4c313,113,315,111,317,111v,-6,,-6,,-6c315,105,313,103,313,101v,-3,2,-5,4,-5c317,91,317,91,317,91v-2,,-4,-2,-4,-4c313,84,315,82,317,82v,-5,,-5,,-5c315,77,313,75,313,72v,-2,2,-4,4,-4c317,62,317,62,317,62v-2,,-4,-2,-4,-4c313,56,315,54,317,54v,-6,,-6,,-6c315,48,313,46,313,44xe" fillcolor="#563c56 [3204]" stroked="f">
                  <v:path arrowok="t" o:connecttype="custom" o:connectlocs="2976295,418615;3014331,371046;3014331,323476;2976295,285420;3014331,237850;3014331,180766;2814643,0;209196,0;0,180766;0,237850;38036,285420;0,323476;0,371046;38036,418615;0,456671;0,513755;38036,551811;0,589867;0,646951;38036,685007;0,732577;0,780147;38036,827717;0,865773;0,913343;38036,960913;0,998969;0,1056053;38036,1094109;0,1132165;0,1189249;38036,1227305;0,1274874;0,1322444;38036,1370014;0,1408070;0,1465154;209196,1645920;2814643,1645920;3014331,1465154;3014331,1408070;2976295,1370014;3014331,1322444;3014331,1274874;2976295,1227305;3014331,1189249;3014331,1132165;2976295,1094109;3014331,1056053;3014331,998969;2976295,960913;3014331,913343;3014331,865773;2976295,827717;3014331,780147;3014331,732577;2976295,685007;3014331,646951;3014331,589867;2976295,551811;3014331,513755;3014331,456671;2976295,418615" o:connectangles="0,0,0,0,0,0,0,0,0,0,0,0,0,0,0,0,0,0,0,0,0,0,0,0,0,0,0,0,0,0,0,0,0,0,0,0,0,0,0,0,0,0,0,0,0,0,0,0,0,0,0,0,0,0,0,0,0,0,0,0,0,0,0"/>
                  <o:lock v:ext="edit" aspectratio="t"/>
                </v:shape>
                <v:shape id="Freeform 10" o:spid="_x0000_s1035" style="position:absolute;left:32170;top:54894;width:30143;height:16460;visibility:visible;mso-wrap-style:square;v-text-anchor:top" coordsize="317,1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" path="m313,44v,-3,2,-5,4,-5c317,34,317,34,317,34v-2,,-4,-2,-4,-4c313,27,315,25,317,25v,-6,,-6,,-6c307,19,296,11,296,,22,,22,,22,,22,11,11,19,,19v,6,,6,,6c2,25,4,27,4,30v,2,-2,4,-4,4c,39,,39,,39v2,,4,2,4,5c4,46,2,48,,48v,6,,6,,6c2,54,4,56,4,58v,2,-2,4,-4,4c,68,,68,,68v2,,4,2,4,4c4,75,2,77,,77v,5,,5,,5c2,82,4,84,4,87v,2,-2,4,-4,4c,96,,96,,96v2,,4,2,4,5c4,103,2,105,,105v,6,,6,,6c2,111,4,113,4,115v,2,-2,4,-4,4c,125,,125,,125v2,,4,2,4,4c4,132,2,134,,134v,5,,5,,5c2,139,4,141,4,144v,2,-2,4,-4,4c,154,,154,,154v11,,22,8,22,19c296,173,296,173,296,173v,-11,11,-19,21,-19c317,148,317,148,317,148v-2,,-4,-2,-4,-4c313,141,315,139,317,139v,-5,,-5,,-5c315,134,313,132,313,129v,-2,2,-4,4,-4c317,119,317,119,317,119v-2,,-4,-2,-4,-4c313,113,315,111,317,111v,-6,,-6,,-6c315,105,313,103,313,101v,-3,2,-5,4,-5c317,91,317,91,317,91v-2,,-4,-2,-4,-4c313,84,315,82,317,82v,-5,,-5,,-5c315,77,313,75,313,72v,-2,2,-4,4,-4c317,62,317,62,317,62v-2,,-4,-2,-4,-4c313,56,315,54,317,54v,-6,,-6,,-6c315,48,313,46,313,44xe" fillcolor="#563c56 [3204]" stroked="f">
                  <v:path arrowok="t" o:connecttype="custom" o:connectlocs="2976295,418615;3014331,371046;3014331,323476;2976295,285420;3014331,237850;3014331,180766;2814643,0;209196,0;0,180766;0,237850;38036,285420;0,323476;0,371046;38036,418615;0,456671;0,513755;38036,551811;0,589867;0,646951;38036,685007;0,732577;0,780147;38036,827717;0,865773;0,913343;38036,960913;0,998969;0,1056053;38036,1094109;0,1132165;0,1189249;38036,1227305;0,1274874;0,1322444;38036,1370014;0,1408070;0,1465154;209196,1645920;2814643,1645920;3014331,1465154;3014331,1408070;2976295,1370014;3014331,1322444;3014331,1274874;2976295,1227305;3014331,1189249;3014331,1132165;2976295,1094109;3014331,1056053;3014331,998969;2976295,960913;3014331,913343;3014331,865773;2976295,827717;3014331,780147;3014331,732577;2976295,685007;3014331,646951;3014331,589867;2976295,551811;3014331,513755;3014331,456671;2976295,418615" o:connectangles="0,0,0,0,0,0,0,0,0,0,0,0,0,0,0,0,0,0,0,0,0,0,0,0,0,0,0,0,0,0,0,0,0,0,0,0,0,0,0,0,0,0,0,0,0,0,0,0,0,0,0,0,0,0,0,0,0,0,0,0,0,0,0"/>
                  <o:lock v:ext="edit" aspectratio="t"/>
                </v:shape>
                <v:shape id="Freeform 11" o:spid="_x0000_s1036" style="position:absolute;left:32170;top:73193;width:30143;height:16459;visibility:visible;mso-wrap-style:square;v-text-anchor:top" coordsize="317,1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" path="m313,44v,-3,2,-5,4,-5c317,34,317,34,317,34v-2,,-4,-2,-4,-4c313,27,315,25,317,25v,-6,,-6,,-6c307,19,296,11,296,,22,,22,,22,,22,11,11,19,,19v,6,,6,,6c2,25,4,27,4,30v,2,-2,4,-4,4c,39,,39,,39v2,,4,2,4,5c4,46,2,48,,48v,6,,6,,6c2,54,4,56,4,58v,2,-2,4,-4,4c,68,,68,,68v2,,4,2,4,4c4,75,2,77,,77v,5,,5,,5c2,82,4,84,4,87v,2,-2,4,-4,4c,96,,96,,96v2,,4,2,4,5c4,103,2,105,,105v,6,,6,,6c2,111,4,113,4,115v,2,-2,4,-4,4c,125,,125,,125v2,,4,2,4,4c4,132,2,134,,134v,5,,5,,5c2,139,4,141,4,144v,2,-2,4,-4,4c,154,,154,,154v11,,22,8,22,19c296,173,296,173,296,173v,-11,11,-19,21,-19c317,148,317,148,317,148v-2,,-4,-2,-4,-4c313,141,315,139,317,139v,-5,,-5,,-5c315,134,313,132,313,129v,-2,2,-4,4,-4c317,119,317,119,317,119v-2,,-4,-2,-4,-4c313,113,315,111,317,111v,-6,,-6,,-6c315,105,313,103,313,101v,-3,2,-5,4,-5c317,91,317,91,317,91v-2,,-4,-2,-4,-4c313,84,315,82,317,82v,-5,,-5,,-5c315,77,313,75,313,72v,-2,2,-4,4,-4c317,62,317,62,317,62v-2,,-4,-2,-4,-4c313,56,315,54,317,54v,-6,,-6,,-6c315,48,313,46,313,44xe" fillcolor="#563c56 [3204]" stroked="f">
                  <v:path arrowok="t" o:connecttype="custom" o:connectlocs="2976295,418615;3014331,371046;3014331,323476;2976295,285420;3014331,237850;3014331,180766;2814643,0;209196,0;0,180766;0,237850;38036,285420;0,323476;0,371046;38036,418615;0,456671;0,513755;38036,551811;0,589867;0,646951;38036,685007;0,732577;0,780147;38036,827717;0,865773;0,913343;38036,960913;0,998969;0,1056053;38036,1094109;0,1132165;0,1189249;38036,1227305;0,1274874;0,1322444;38036,1370014;0,1408070;0,1465154;209196,1645920;2814643,1645920;3014331,1465154;3014331,1408070;2976295,1370014;3014331,1322444;3014331,1274874;2976295,1227305;3014331,1189249;3014331,1132165;2976295,1094109;3014331,1056053;3014331,998969;2976295,960913;3014331,913343;3014331,865773;2976295,827717;3014331,780147;3014331,732577;2976295,685007;3014331,646951;3014331,589867;2976295,551811;3014331,513755;3014331,456671;2976295,418615" o:connectangles="0,0,0,0,0,0,0,0,0,0,0,0,0,0,0,0,0,0,0,0,0,0,0,0,0,0,0,0,0,0,0,0,0,0,0,0,0,0,0,0,0,0,0,0,0,0,0,0,0,0,0,0,0,0,0,0,0,0,0,0,0,0,0"/>
                  <o:lock v:ext="edit" aspectratio="t"/>
                </v:shape>
                <v:group id="Group 12" o:spid="_x0000_s1037" style="position:absolute;width:30186;height:89699" coordsize="30186,896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Picture 19" o:spid="_x0000_s1038" type="#_x0000_t75" style="position:absolute;width:30186;height:1652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">
                    <v:imagedata r:id="rId8" o:title=""/>
                  </v:shape>
                  <v:shape id="Picture 20" o:spid="_x0000_s1039" type="#_x0000_t75" style="position:absolute;top:18294;width:30186;height:1652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">
                    <v:imagedata r:id="rId8" o:title=""/>
                  </v:shape>
                  <v:shape id="Picture 21" o:spid="_x0000_s1040" type="#_x0000_t75" style="position:absolute;top:36589;width:30186;height:1652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">
                    <v:imagedata r:id="rId8" o:title=""/>
                  </v:shape>
                  <v:shape id="Picture 22" o:spid="_x0000_s1041" type="#_x0000_t75" style="position:absolute;top:54883;width:30186;height:1652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">
                    <v:imagedata r:id="rId8" o:title=""/>
                  </v:shape>
                  <v:shape id="Picture 23" o:spid="_x0000_s1042" type="#_x0000_t75" style="position:absolute;top:73178;width:30186;height:1652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">
                    <v:imagedata r:id="rId8" o:title=""/>
                  </v:shape>
                </v:group>
                <v:group id="Group 13" o:spid="_x0000_s1043" style="position:absolute;left:32127;width:30186;height:89699" coordorigin="32127" coordsize="30186,896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">
                  <v:shape id="Picture 14" o:spid="_x0000_s1044" type="#_x0000_t75" style="position:absolute;left:32127;width:30186;height:1652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">
                    <v:imagedata r:id="rId8" o:title=""/>
                  </v:shape>
                  <v:shape id="Picture 15" o:spid="_x0000_s1045" type="#_x0000_t75" style="position:absolute;left:32127;top:18294;width:30186;height:1652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">
                    <v:imagedata r:id="rId8" o:title=""/>
                  </v:shape>
                  <v:shape id="Picture 16" o:spid="_x0000_s1046" type="#_x0000_t75" style="position:absolute;left:32127;top:36589;width:30186;height:1652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">
                    <v:imagedata r:id="rId8" o:title=""/>
                  </v:shape>
                  <v:shape id="Picture 17" o:spid="_x0000_s1047" type="#_x0000_t75" style="position:absolute;left:32127;top:54883;width:30186;height:1652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">
                    <v:imagedata r:id="rId8" o:title=""/>
                  </v:shape>
                  <v:shape id="Picture 18" o:spid="_x0000_s1048" type="#_x0000_t75" style="position:absolute;left:32127;top:73178;width:30186;height:1652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">
                    <v:imagedata r:id="rId8" o:title=""/>
                  </v:shape>
                </v:group>
                <w10:wrap anchorx="page" anchory="page"/>
              </v:group>
            </w:pict>
          </mc:Fallback>
        </mc:AlternateContent>
      </w:r>
    </w:p>
    <w:sectPr w:rsidR="00C554A0">
      <w:pgSz w:w="12240" w:h="15840"/>
      <w:pgMar w:top="720" w:right="1080" w:bottom="36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lantagenet Cherokee">
    <w:charset w:val="00"/>
    <w:family w:val="roman"/>
    <w:pitch w:val="variable"/>
    <w:sig w:usb0="00000003" w:usb1="00000000" w:usb2="00001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ttachedTemplate r:id="rId1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3002"/>
    <w:rsid w:val="00113002"/>
    <w:rsid w:val="00C554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DC6BAD0-BED8-4DD9-AF47-2E52E25D12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styleId="Title">
    <w:name w:val="Title"/>
    <w:basedOn w:val="Normal"/>
    <w:next w:val="Normal"/>
    <w:link w:val="TitleChar"/>
    <w:uiPriority w:val="1"/>
    <w:qFormat/>
    <w:pPr>
      <w:spacing w:line="204" w:lineRule="auto"/>
      <w:jc w:val="center"/>
    </w:pPr>
    <w:rPr>
      <w:rFonts w:asciiTheme="majorHAnsi" w:eastAsiaTheme="majorEastAsia" w:hAnsiTheme="majorHAnsi" w:cstheme="majorBidi"/>
      <w:caps/>
      <w:color w:val="EEEADC" w:themeColor="background2"/>
      <w:spacing w:val="-10"/>
      <w:kern w:val="28"/>
      <w:sz w:val="96"/>
      <w:szCs w:val="96"/>
    </w:rPr>
  </w:style>
  <w:style w:type="character" w:customStyle="1" w:styleId="TitleChar">
    <w:name w:val="Title Char"/>
    <w:basedOn w:val="DefaultParagraphFont"/>
    <w:link w:val="Title"/>
    <w:uiPriority w:val="1"/>
    <w:rPr>
      <w:rFonts w:asciiTheme="majorHAnsi" w:eastAsiaTheme="majorEastAsia" w:hAnsiTheme="majorHAnsi" w:cstheme="majorBidi"/>
      <w:caps/>
      <w:color w:val="EEEADC" w:themeColor="background2"/>
      <w:spacing w:val="-10"/>
      <w:kern w:val="28"/>
      <w:sz w:val="96"/>
      <w:szCs w:val="96"/>
    </w:rPr>
  </w:style>
  <w:style w:type="paragraph" w:styleId="Subtitle">
    <w:name w:val="Subtitle"/>
    <w:basedOn w:val="Normal"/>
    <w:next w:val="Normal"/>
    <w:link w:val="SubtitleChar"/>
    <w:uiPriority w:val="2"/>
    <w:qFormat/>
    <w:pPr>
      <w:numPr>
        <w:ilvl w:val="1"/>
      </w:numPr>
      <w:spacing w:before="200" w:line="204" w:lineRule="auto"/>
      <w:jc w:val="center"/>
    </w:pPr>
    <w:rPr>
      <w:b/>
      <w:bCs/>
      <w:caps/>
      <w:color w:val="FAC23B" w:themeColor="accent3"/>
      <w:spacing w:val="20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2"/>
    <w:rPr>
      <w:b/>
      <w:bCs/>
      <w:caps/>
      <w:color w:val="FAC23B" w:themeColor="accent3"/>
      <w:spacing w:val="20"/>
      <w:sz w:val="28"/>
      <w:szCs w:val="28"/>
    </w:rPr>
  </w:style>
  <w:style w:type="character" w:styleId="Strong">
    <w:name w:val="Strong"/>
    <w:basedOn w:val="DefaultParagraphFont"/>
    <w:uiPriority w:val="3"/>
    <w:qFormat/>
    <w:rPr>
      <w:color w:val="98C5CB" w:themeColor="accent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glossaryDocument" Target="glossary/document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aveed%20Ahmed\AppData\Roaming\Microsoft\Templates\Tickets%20(10%20per%20page,%20works%20with%20Avery%205371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B1DB784FBFAD46E2B2C89CB0AF9FC8E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DCA35F7-0B1D-4154-8A55-38D5B96F8799}"/>
      </w:docPartPr>
      <w:docPartBody>
        <w:p w:rsidR="00000000" w:rsidRDefault="00416E88">
          <w:pPr>
            <w:pStyle w:val="B1DB784FBFAD46E2B2C89CB0AF9FC8EF"/>
          </w:pPr>
          <w:r>
            <w:t>[Your Event Name]</w:t>
          </w:r>
        </w:p>
      </w:docPartBody>
    </w:docPart>
    <w:docPart>
      <w:docPartPr>
        <w:name w:val="FB798A020BB54C49B7F055C20D8A9E6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70382C9-CDE4-4E1D-94A8-DF8234780356}"/>
      </w:docPartPr>
      <w:docPartBody>
        <w:p w:rsidR="00000000" w:rsidRDefault="00416E88">
          <w:pPr>
            <w:pStyle w:val="FB798A020BB54C49B7F055C20D8A9E68"/>
          </w:pPr>
          <w:r>
            <w:t>Ticket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lantagenet Cherokee">
    <w:charset w:val="00"/>
    <w:family w:val="roman"/>
    <w:pitch w:val="variable"/>
    <w:sig w:usb0="00000003" w:usb1="00000000" w:usb2="00001000" w:usb3="00000000" w:csb0="00000001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6E88"/>
    <w:rsid w:val="00416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1DB784FBFAD46E2B2C89CB0AF9FC8EF">
    <w:name w:val="B1DB784FBFAD46E2B2C89CB0AF9FC8EF"/>
  </w:style>
  <w:style w:type="paragraph" w:customStyle="1" w:styleId="FB798A020BB54C49B7F055C20D8A9E68">
    <w:name w:val="FB798A020BB54C49B7F055C20D8A9E6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Tickets">
      <a:dk1>
        <a:sysClr val="windowText" lastClr="000000"/>
      </a:dk1>
      <a:lt1>
        <a:sysClr val="window" lastClr="FFFFFF"/>
      </a:lt1>
      <a:dk2>
        <a:srgbClr val="1C2A28"/>
      </a:dk2>
      <a:lt2>
        <a:srgbClr val="EEEADC"/>
      </a:lt2>
      <a:accent1>
        <a:srgbClr val="563C56"/>
      </a:accent1>
      <a:accent2>
        <a:srgbClr val="98C5CB"/>
      </a:accent2>
      <a:accent3>
        <a:srgbClr val="FAC23B"/>
      </a:accent3>
      <a:accent4>
        <a:srgbClr val="D1524A"/>
      </a:accent4>
      <a:accent5>
        <a:srgbClr val="54A169"/>
      </a:accent5>
      <a:accent6>
        <a:srgbClr val="E97237"/>
      </a:accent6>
      <a:hlink>
        <a:srgbClr val="98C5CB"/>
      </a:hlink>
      <a:folHlink>
        <a:srgbClr val="563C56"/>
      </a:folHlink>
    </a:clrScheme>
    <a:fontScheme name="Tickets">
      <a:majorFont>
        <a:latin typeface="Plantagenet Cherokee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PDescription xmlns="4873beb7-5857-4685-be1f-d57550cc96cc" xsi:nil="true"/>
    <AssetExpire xmlns="4873beb7-5857-4685-be1f-d57550cc96cc">2029-01-01T08:00:00+00:00</AssetExpire>
    <CampaignTagsTaxHTField0 xmlns="4873beb7-5857-4685-be1f-d57550cc96cc">
      <Terms xmlns="http://schemas.microsoft.com/office/infopath/2007/PartnerControls"/>
    </CampaignTagsTaxHTField0>
    <IntlLangReviewDate xmlns="4873beb7-5857-4685-be1f-d57550cc96cc" xsi:nil="true"/>
    <TPFriendlyName xmlns="4873beb7-5857-4685-be1f-d57550cc96cc" xsi:nil="true"/>
    <IntlLangReview xmlns="4873beb7-5857-4685-be1f-d57550cc96cc">false</IntlLangReview>
    <LocLastLocAttemptVersionLookup xmlns="4873beb7-5857-4685-be1f-d57550cc96cc">863962</LocLastLocAttemptVersionLookup>
    <PolicheckWords xmlns="4873beb7-5857-4685-be1f-d57550cc96cc" xsi:nil="true"/>
    <SubmitterId xmlns="4873beb7-5857-4685-be1f-d57550cc96cc" xsi:nil="true"/>
    <AcquiredFrom xmlns="4873beb7-5857-4685-be1f-d57550cc96cc">Internal MS</AcquiredFrom>
    <EditorialStatus xmlns="4873beb7-5857-4685-be1f-d57550cc96cc">Complete</EditorialStatus>
    <Markets xmlns="4873beb7-5857-4685-be1f-d57550cc96cc"/>
    <OriginAsset xmlns="4873beb7-5857-4685-be1f-d57550cc96cc" xsi:nil="true"/>
    <AssetStart xmlns="4873beb7-5857-4685-be1f-d57550cc96cc">2012-10-26T08:04:00+00:00</AssetStart>
    <FriendlyTitle xmlns="4873beb7-5857-4685-be1f-d57550cc96cc" xsi:nil="true"/>
    <MarketSpecific xmlns="4873beb7-5857-4685-be1f-d57550cc96cc">false</MarketSpecific>
    <TPNamespace xmlns="4873beb7-5857-4685-be1f-d57550cc96cc" xsi:nil="true"/>
    <PublishStatusLookup xmlns="4873beb7-5857-4685-be1f-d57550cc96cc">
      <Value>1654312</Value>
    </PublishStatusLookup>
    <APAuthor xmlns="4873beb7-5857-4685-be1f-d57550cc96cc">
      <UserInfo>
        <DisplayName>MIDDLEEAST\v-keerth</DisplayName>
        <AccountId>2799</AccountId>
        <AccountType/>
      </UserInfo>
    </APAuthor>
    <TPCommandLine xmlns="4873beb7-5857-4685-be1f-d57550cc96cc" xsi:nil="true"/>
    <IntlLangReviewer xmlns="4873beb7-5857-4685-be1f-d57550cc96cc" xsi:nil="true"/>
    <OpenTemplate xmlns="4873beb7-5857-4685-be1f-d57550cc96cc">true</OpenTemplate>
    <CSXSubmissionDate xmlns="4873beb7-5857-4685-be1f-d57550cc96cc" xsi:nil="true"/>
    <TaxCatchAll xmlns="4873beb7-5857-4685-be1f-d57550cc96cc"/>
    <Manager xmlns="4873beb7-5857-4685-be1f-d57550cc96cc" xsi:nil="true"/>
    <NumericId xmlns="4873beb7-5857-4685-be1f-d57550cc96cc" xsi:nil="true"/>
    <ParentAssetId xmlns="4873beb7-5857-4685-be1f-d57550cc96cc" xsi:nil="true"/>
    <OriginalSourceMarket xmlns="4873beb7-5857-4685-be1f-d57550cc96cc" xsi:nil="true"/>
    <ApprovalStatus xmlns="4873beb7-5857-4685-be1f-d57550cc96cc">InProgress</ApprovalStatus>
    <TPComponent xmlns="4873beb7-5857-4685-be1f-d57550cc96cc" xsi:nil="true"/>
    <EditorialTags xmlns="4873beb7-5857-4685-be1f-d57550cc96cc" xsi:nil="true"/>
    <TPExecutable xmlns="4873beb7-5857-4685-be1f-d57550cc96cc" xsi:nil="true"/>
    <TPLaunchHelpLink xmlns="4873beb7-5857-4685-be1f-d57550cc96cc" xsi:nil="true"/>
    <LocComments xmlns="4873beb7-5857-4685-be1f-d57550cc96cc" xsi:nil="true"/>
    <LocRecommendedHandoff xmlns="4873beb7-5857-4685-be1f-d57550cc96cc" xsi:nil="true"/>
    <SourceTitle xmlns="4873beb7-5857-4685-be1f-d57550cc96cc" xsi:nil="true"/>
    <CSXUpdate xmlns="4873beb7-5857-4685-be1f-d57550cc96cc">false</CSXUpdate>
    <IntlLocPriority xmlns="4873beb7-5857-4685-be1f-d57550cc96cc" xsi:nil="true"/>
    <UAProjectedTotalWords xmlns="4873beb7-5857-4685-be1f-d57550cc96cc" xsi:nil="true"/>
    <AssetType xmlns="4873beb7-5857-4685-be1f-d57550cc96cc">TP</AssetType>
    <MachineTranslated xmlns="4873beb7-5857-4685-be1f-d57550cc96cc">false</MachineTranslated>
    <OutputCachingOn xmlns="4873beb7-5857-4685-be1f-d57550cc96cc">false</OutputCachingOn>
    <TemplateStatus xmlns="4873beb7-5857-4685-be1f-d57550cc96cc">Complete</TemplateStatus>
    <IsSearchable xmlns="4873beb7-5857-4685-be1f-d57550cc96cc">true</IsSearchable>
    <ContentItem xmlns="4873beb7-5857-4685-be1f-d57550cc96cc" xsi:nil="true"/>
    <HandoffToMSDN xmlns="4873beb7-5857-4685-be1f-d57550cc96cc" xsi:nil="true"/>
    <ShowIn xmlns="4873beb7-5857-4685-be1f-d57550cc96cc">Show everywhere</ShowIn>
    <ThumbnailAssetId xmlns="4873beb7-5857-4685-be1f-d57550cc96cc" xsi:nil="true"/>
    <UALocComments xmlns="4873beb7-5857-4685-be1f-d57550cc96cc" xsi:nil="true"/>
    <UALocRecommendation xmlns="4873beb7-5857-4685-be1f-d57550cc96cc">Localize</UALocRecommendation>
    <LastModifiedDateTime xmlns="4873beb7-5857-4685-be1f-d57550cc96cc" xsi:nil="true"/>
    <LegacyData xmlns="4873beb7-5857-4685-be1f-d57550cc96cc" xsi:nil="true"/>
    <LocManualTestRequired xmlns="4873beb7-5857-4685-be1f-d57550cc96cc">false</LocManualTestRequired>
    <LocMarketGroupTiers2 xmlns="4873beb7-5857-4685-be1f-d57550cc96cc" xsi:nil="true"/>
    <ClipArtFilename xmlns="4873beb7-5857-4685-be1f-d57550cc96cc" xsi:nil="true"/>
    <TPApplication xmlns="4873beb7-5857-4685-be1f-d57550cc96cc" xsi:nil="true"/>
    <CSXHash xmlns="4873beb7-5857-4685-be1f-d57550cc96cc" xsi:nil="true"/>
    <DirectSourceMarket xmlns="4873beb7-5857-4685-be1f-d57550cc96cc" xsi:nil="true"/>
    <PrimaryImageGen xmlns="4873beb7-5857-4685-be1f-d57550cc96cc">true</PrimaryImageGen>
    <PlannedPubDate xmlns="4873beb7-5857-4685-be1f-d57550cc96cc" xsi:nil="true"/>
    <CSXSubmissionMarket xmlns="4873beb7-5857-4685-be1f-d57550cc96cc" xsi:nil="true"/>
    <Downloads xmlns="4873beb7-5857-4685-be1f-d57550cc96cc">0</Downloads>
    <ArtSampleDocs xmlns="4873beb7-5857-4685-be1f-d57550cc96cc" xsi:nil="true"/>
    <TrustLevel xmlns="4873beb7-5857-4685-be1f-d57550cc96cc">1 Microsoft Managed Content</TrustLevel>
    <BlockPublish xmlns="4873beb7-5857-4685-be1f-d57550cc96cc">false</BlockPublish>
    <TPLaunchHelpLinkType xmlns="4873beb7-5857-4685-be1f-d57550cc96cc">Template</TPLaunchHelpLinkType>
    <LocalizationTagsTaxHTField0 xmlns="4873beb7-5857-4685-be1f-d57550cc96cc">
      <Terms xmlns="http://schemas.microsoft.com/office/infopath/2007/PartnerControls"/>
    </LocalizationTagsTaxHTField0>
    <BusinessGroup xmlns="4873beb7-5857-4685-be1f-d57550cc96cc" xsi:nil="true"/>
    <Providers xmlns="4873beb7-5857-4685-be1f-d57550cc96cc" xsi:nil="true"/>
    <TemplateTemplateType xmlns="4873beb7-5857-4685-be1f-d57550cc96cc">Word Document Template</TemplateTemplateType>
    <TimesCloned xmlns="4873beb7-5857-4685-be1f-d57550cc96cc" xsi:nil="true"/>
    <TPAppVersion xmlns="4873beb7-5857-4685-be1f-d57550cc96cc" xsi:nil="true"/>
    <VoteCount xmlns="4873beb7-5857-4685-be1f-d57550cc96cc" xsi:nil="true"/>
    <AverageRating xmlns="4873beb7-5857-4685-be1f-d57550cc96cc" xsi:nil="true"/>
    <FeatureTagsTaxHTField0 xmlns="4873beb7-5857-4685-be1f-d57550cc96cc">
      <Terms xmlns="http://schemas.microsoft.com/office/infopath/2007/PartnerControls"/>
    </FeatureTagsTaxHTField0>
    <Provider xmlns="4873beb7-5857-4685-be1f-d57550cc96cc" xsi:nil="true"/>
    <UACurrentWords xmlns="4873beb7-5857-4685-be1f-d57550cc96cc" xsi:nil="true"/>
    <AssetId xmlns="4873beb7-5857-4685-be1f-d57550cc96cc">TP103703864</AssetId>
    <TPClientViewer xmlns="4873beb7-5857-4685-be1f-d57550cc96cc" xsi:nil="true"/>
    <DSATActionTaken xmlns="4873beb7-5857-4685-be1f-d57550cc96cc" xsi:nil="true"/>
    <APEditor xmlns="4873beb7-5857-4685-be1f-d57550cc96cc">
      <UserInfo>
        <DisplayName/>
        <AccountId xsi:nil="true"/>
        <AccountType/>
      </UserInfo>
    </APEditor>
    <TPInstallLocation xmlns="4873beb7-5857-4685-be1f-d57550cc96cc" xsi:nil="true"/>
    <OOCacheId xmlns="4873beb7-5857-4685-be1f-d57550cc96cc" xsi:nil="true"/>
    <IsDeleted xmlns="4873beb7-5857-4685-be1f-d57550cc96cc">false</IsDeleted>
    <PublishTargets xmlns="4873beb7-5857-4685-be1f-d57550cc96cc">OfficeOnlineVNext</PublishTargets>
    <ApprovalLog xmlns="4873beb7-5857-4685-be1f-d57550cc96cc" xsi:nil="true"/>
    <BugNumber xmlns="4873beb7-5857-4685-be1f-d57550cc96cc" xsi:nil="true"/>
    <CrawlForDependencies xmlns="4873beb7-5857-4685-be1f-d57550cc96cc">false</CrawlForDependencies>
    <InternalTagsTaxHTField0 xmlns="4873beb7-5857-4685-be1f-d57550cc96cc">
      <Terms xmlns="http://schemas.microsoft.com/office/infopath/2007/PartnerControls"/>
    </InternalTagsTaxHTField0>
    <LastHandOff xmlns="4873beb7-5857-4685-be1f-d57550cc96cc" xsi:nil="true"/>
    <Milestone xmlns="4873beb7-5857-4685-be1f-d57550cc96cc" xsi:nil="true"/>
    <OriginalRelease xmlns="4873beb7-5857-4685-be1f-d57550cc96cc">15</OriginalRelease>
    <RecommendationsModifier xmlns="4873beb7-5857-4685-be1f-d57550cc96cc" xsi:nil="true"/>
    <ScenarioTagsTaxHTField0 xmlns="4873beb7-5857-4685-be1f-d57550cc96cc">
      <Terms xmlns="http://schemas.microsoft.com/office/infopath/2007/PartnerControls"/>
    </ScenarioTagsTaxHTField0>
    <UANotes xmlns="4873beb7-5857-4685-be1f-d57550cc96cc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TemplateFile" ma:contentTypeID="0x0101006EDDDB5EE6D98C44930B742096920B300400F5B6D36B3EF94B4E9A635CDF2A18F5B8" ma:contentTypeVersion="72" ma:contentTypeDescription="Create a new document." ma:contentTypeScope="" ma:versionID="a23e56308344d904b51738559c3d67c9">
  <xsd:schema xmlns:xsd="http://www.w3.org/2001/XMLSchema" xmlns:xs="http://www.w3.org/2001/XMLSchema" xmlns:p="http://schemas.microsoft.com/office/2006/metadata/properties" xmlns:ns2="4873beb7-5857-4685-be1f-d57550cc96cc" targetNamespace="http://schemas.microsoft.com/office/2006/metadata/properties" ma:root="true" ma:fieldsID="cd0908cc4600e77bf5da051303e00c8d" ns2:_="">
    <xsd:import namespace="4873beb7-5857-4685-be1f-d57550cc96cc"/>
    <xsd:element name="properties">
      <xsd:complexType>
        <xsd:sequence>
          <xsd:element name="documentManagement">
            <xsd:complexType>
              <xsd:all>
                <xsd:element ref="ns2:AcquiredFrom" minOccurs="0"/>
                <xsd:element ref="ns2:UACurrentWords" minOccurs="0"/>
                <xsd:element ref="ns2:TPApplication" minOccurs="0"/>
                <xsd:element ref="ns2:ApprovalLog" minOccurs="0"/>
                <xsd:element ref="ns2:ApprovalStatus" minOccurs="0"/>
                <xsd:element ref="ns2:AssetStart" minOccurs="0"/>
                <xsd:element ref="ns2:AssetExpire" minOccurs="0"/>
                <xsd:element ref="ns2:AssetId" minOccurs="0"/>
                <xsd:element ref="ns2:IsSearchable" minOccurs="0"/>
                <xsd:element ref="ns2:AssetType" minOccurs="0"/>
                <xsd:element ref="ns2:APAuthor" minOccurs="0"/>
                <xsd:element ref="ns2:AverageRating" minOccurs="0"/>
                <xsd:element ref="ns2:BlockPublish" minOccurs="0"/>
                <xsd:element ref="ns2:BugNumber" minOccurs="0"/>
                <xsd:element ref="ns2:CampaignTagsTaxHTField0" minOccurs="0"/>
                <xsd:element ref="ns2:TPClientViewer" minOccurs="0"/>
                <xsd:element ref="ns2:ClipArtFilename" minOccurs="0"/>
                <xsd:element ref="ns2:TPCommandLine" minOccurs="0"/>
                <xsd:element ref="ns2:TPComponent" minOccurs="0"/>
                <xsd:element ref="ns2:ContentItem" minOccurs="0"/>
                <xsd:element ref="ns2:CrawlForDependencies" minOccurs="0"/>
                <xsd:element ref="ns2:CSXHash" minOccurs="0"/>
                <xsd:element ref="ns2:CSXSubmissionMarket" minOccurs="0"/>
                <xsd:element ref="ns2:CSXUpdate" minOccurs="0"/>
                <xsd:element ref="ns2:IntlLangReviewDate" minOccurs="0"/>
                <xsd:element ref="ns2:IsDeleted" minOccurs="0"/>
                <xsd:element ref="ns2:APDescription" minOccurs="0"/>
                <xsd:element ref="ns2:DirectSourceMarket" minOccurs="0"/>
                <xsd:element ref="ns2:Downloads" minOccurs="0"/>
                <xsd:element ref="ns2:DSATActionTaken" minOccurs="0"/>
                <xsd:element ref="ns2:APEditor" minOccurs="0"/>
                <xsd:element ref="ns2:EditorialStatus" minOccurs="0"/>
                <xsd:element ref="ns2:EditorialTags" minOccurs="0"/>
                <xsd:element ref="ns2:TPExecutable" minOccurs="0"/>
                <xsd:element ref="ns2:FeatureTagsTaxHTField0" minOccurs="0"/>
                <xsd:element ref="ns2:TPFriendlyName" minOccurs="0"/>
                <xsd:element ref="ns2:FriendlyTitle" minOccurs="0"/>
                <xsd:element ref="ns2:PrimaryImageGen" minOccurs="0"/>
                <xsd:element ref="ns2:HandoffToMSDN" minOccurs="0"/>
                <xsd:element ref="ns2:InProjectListLookup" minOccurs="0"/>
                <xsd:element ref="ns2:TPInstallLocation" minOccurs="0"/>
                <xsd:element ref="ns2:InternalTagsTaxHTField0" minOccurs="0"/>
                <xsd:element ref="ns2:IntlLangReview" minOccurs="0"/>
                <xsd:element ref="ns2:IntlLangReviewer" minOccurs="0"/>
                <xsd:element ref="ns2:MarketSpecific" minOccurs="0"/>
                <xsd:element ref="ns2:LastCompleteVersionLookup" minOccurs="0"/>
                <xsd:element ref="ns2:LastHandOff" minOccurs="0"/>
                <xsd:element ref="ns2:LastModifiedDateTime" minOccurs="0"/>
                <xsd:element ref="ns2:LastPreviewErrorLookup" minOccurs="0"/>
                <xsd:element ref="ns2:LastPreviewResultLookup" minOccurs="0"/>
                <xsd:element ref="ns2:LastPreviewAttemptDateLookup" minOccurs="0"/>
                <xsd:element ref="ns2:LastPreviewedByLookup" minOccurs="0"/>
                <xsd:element ref="ns2:LastPreviewTimeLookup" minOccurs="0"/>
                <xsd:element ref="ns2:LastPreviewVersionLookup" minOccurs="0"/>
                <xsd:element ref="ns2:LastPublishErrorLookup" minOccurs="0"/>
                <xsd:element ref="ns2:LastPublishResultLookup" minOccurs="0"/>
                <xsd:element ref="ns2:LastPublishAttemptDateLookup" minOccurs="0"/>
                <xsd:element ref="ns2:LastPublishedByLookup" minOccurs="0"/>
                <xsd:element ref="ns2:LastPublishTimeLookup" minOccurs="0"/>
                <xsd:element ref="ns2:LastPublishVersionLookup" minOccurs="0"/>
                <xsd:element ref="ns2:TPLaunchHelpLinkType" minOccurs="0"/>
                <xsd:element ref="ns2:LegacyData" minOccurs="0"/>
                <xsd:element ref="ns2:TPLaunchHelpLink" minOccurs="0"/>
                <xsd:element ref="ns2:LocComments" minOccurs="0"/>
                <xsd:element ref="ns2:LocLastLocAttemptVersionLookup" minOccurs="0"/>
                <xsd:element ref="ns2:LocLastLocAttemptVersionTypeLookup" minOccurs="0"/>
                <xsd:element ref="ns2:LocManualTestRequired" minOccurs="0"/>
                <xsd:element ref="ns2:LocMarketGroupTiers2" minOccurs="0"/>
                <xsd:element ref="ns2:LocNewPublishedVersionLookup" minOccurs="0"/>
                <xsd:element ref="ns2:LocOverallHandbackStatusLookup" minOccurs="0"/>
                <xsd:element ref="ns2:LocOverallLocStatusLookup" minOccurs="0"/>
                <xsd:element ref="ns2:LocOverallPreviewStatusLookup" minOccurs="0"/>
                <xsd:element ref="ns2:LocOverallPublishStatusLookup" minOccurs="0"/>
                <xsd:element ref="ns2:IntlLocPriority" minOccurs="0"/>
                <xsd:element ref="ns2:LocProcessedForHandoffsLookup" minOccurs="0"/>
                <xsd:element ref="ns2:LocProcessedForMarketsLookup" minOccurs="0"/>
                <xsd:element ref="ns2:LocPublishedDependentAssetsLookup" minOccurs="0"/>
                <xsd:element ref="ns2:LocPublishedLinkedAssetsLookup" minOccurs="0"/>
                <xsd:element ref="ns2:LocRecommendedHandoff" minOccurs="0"/>
                <xsd:element ref="ns2:LocalizationTagsTaxHTField0" minOccurs="0"/>
                <xsd:element ref="ns2:MachineTranslated" minOccurs="0"/>
                <xsd:element ref="ns2:Manager" minOccurs="0"/>
                <xsd:element ref="ns2:Markets" minOccurs="0"/>
                <xsd:element ref="ns2:Milestone" minOccurs="0"/>
                <xsd:element ref="ns2:TPNamespace" minOccurs="0"/>
                <xsd:element ref="ns2:NumericId" minOccurs="0"/>
                <xsd:element ref="ns2:NumOfRatingsLookup" minOccurs="0"/>
                <xsd:element ref="ns2:OOCacheId" minOccurs="0"/>
                <xsd:element ref="ns2:OpenTemplate" minOccurs="0"/>
                <xsd:element ref="ns2:OriginAsset" minOccurs="0"/>
                <xsd:element ref="ns2:OriginalRelease" minOccurs="0"/>
                <xsd:element ref="ns2:OriginalSourceMarket" minOccurs="0"/>
                <xsd:element ref="ns2:OutputCachingOn" minOccurs="0"/>
                <xsd:element ref="ns2:ParentAssetId" minOccurs="0"/>
                <xsd:element ref="ns2:PlannedPubDate" minOccurs="0"/>
                <xsd:element ref="ns2:PolicheckWords" minOccurs="0"/>
                <xsd:element ref="ns2:BusinessGroup" minOccurs="0"/>
                <xsd:element ref="ns2:UAProjectedTotalWords" minOccurs="0"/>
                <xsd:element ref="ns2:Provider" minOccurs="0"/>
                <xsd:element ref="ns2:Providers" minOccurs="0"/>
                <xsd:element ref="ns2:PublishStatusLookup" minOccurs="0"/>
                <xsd:element ref="ns2:PublishTargets" minOccurs="0"/>
                <xsd:element ref="ns2:RecommendationsModifier" minOccurs="0"/>
                <xsd:element ref="ns2:ArtSampleDocs" minOccurs="0"/>
                <xsd:element ref="ns2:ScenarioTagsTaxHTField0" minOccurs="0"/>
                <xsd:element ref="ns2:ShowIn" minOccurs="0"/>
                <xsd:element ref="ns2:SourceTitle" minOccurs="0"/>
                <xsd:element ref="ns2:CSXSubmissionDate" minOccurs="0"/>
                <xsd:element ref="ns2:SubmitterId" minOccurs="0"/>
                <xsd:element ref="ns2:TaxCatchAll" minOccurs="0"/>
                <xsd:element ref="ns2:TaxCatchAllLabel" minOccurs="0"/>
                <xsd:element ref="ns2:TemplateStatus" minOccurs="0"/>
                <xsd:element ref="ns2:TemplateTemplateType" minOccurs="0"/>
                <xsd:element ref="ns2:ThumbnailAssetId" minOccurs="0"/>
                <xsd:element ref="ns2:TimesCloned" minOccurs="0"/>
                <xsd:element ref="ns2:TrustLevel" minOccurs="0"/>
                <xsd:element ref="ns2:UALocComments" minOccurs="0"/>
                <xsd:element ref="ns2:UALocRecommendation" minOccurs="0"/>
                <xsd:element ref="ns2:UANotes" minOccurs="0"/>
                <xsd:element ref="ns2:TPAppVersion" minOccurs="0"/>
                <xsd:element ref="ns2:VoteCoun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73beb7-5857-4685-be1f-d57550cc96cc" elementFormDefault="qualified">
    <xsd:import namespace="http://schemas.microsoft.com/office/2006/documentManagement/types"/>
    <xsd:import namespace="http://schemas.microsoft.com/office/infopath/2007/PartnerControls"/>
    <xsd:element name="AcquiredFrom" ma:index="1" nillable="true" ma:displayName="Acquired From" ma:default="Internal MS" ma:internalName="AcquiredFrom" ma:readOnly="false">
      <xsd:simpleType>
        <xsd:restriction base="dms:Choice">
          <xsd:enumeration value="Internal MS"/>
          <xsd:enumeration value="Community"/>
          <xsd:enumeration value="MVP"/>
          <xsd:enumeration value="Publisher"/>
          <xsd:enumeration value="Partner"/>
          <xsd:enumeration value="None"/>
        </xsd:restriction>
      </xsd:simpleType>
    </xsd:element>
    <xsd:element name="UACurrentWords" ma:index="2" nillable="true" ma:displayName="Actual Word Count" ma:default="" ma:internalName="UACurrentWords" ma:readOnly="false">
      <xsd:simpleType>
        <xsd:restriction base="dms:Unknown"/>
      </xsd:simpleType>
    </xsd:element>
    <xsd:element name="TPApplication" ma:index="3" nillable="true" ma:displayName="Application to Open Template With" ma:default="" ma:internalName="TPApplication">
      <xsd:simpleType>
        <xsd:restriction base="dms:Text"/>
      </xsd:simpleType>
    </xsd:element>
    <xsd:element name="ApprovalLog" ma:index="4" nillable="true" ma:displayName="Approval Log" ma:default="" ma:hidden="true" ma:internalName="ApprovalLog" ma:readOnly="false">
      <xsd:simpleType>
        <xsd:restriction base="dms:Note"/>
      </xsd:simpleType>
    </xsd:element>
    <xsd:element name="ApprovalStatus" ma:index="5" nillable="true" ma:displayName="Approval Status" ma:default="InProgress" ma:internalName="ApprovalStatus" ma:readOnly="false">
      <xsd:simpleType>
        <xsd:restriction base="dms:Choice">
          <xsd:enumeration value="InProgress"/>
          <xsd:enumeration value="Rejected"/>
          <xsd:enumeration value="Questionable"/>
          <xsd:enumeration value="ApprovedAutomatic"/>
          <xsd:enumeration value="ApprovedManual"/>
          <xsd:enumeration value="On Hold"/>
          <xsd:enumeration value="Needs Review"/>
          <xsd:enumeration value="A Violation"/>
          <xsd:enumeration value="Unpublished Violation"/>
        </xsd:restriction>
      </xsd:simpleType>
    </xsd:element>
    <xsd:element name="AssetStart" ma:index="6" nillable="true" ma:displayName="Asset Begin Date" ma:default="[Today]" ma:internalName="AssetStart" ma:readOnly="false">
      <xsd:simpleType>
        <xsd:restriction base="dms:DateTime"/>
      </xsd:simpleType>
    </xsd:element>
    <xsd:element name="AssetExpire" ma:index="7" nillable="true" ma:displayName="Asset End Date" ma:default="2029-01-01T08:00:00Z" ma:format="DateTime" ma:internalName="AssetExpire" ma:readOnly="false">
      <xsd:simpleType>
        <xsd:restriction base="dms:DateTime"/>
      </xsd:simpleType>
    </xsd:element>
    <xsd:element name="AssetId" ma:index="8" nillable="true" ma:displayName="Asset ID" ma:default="" ma:indexed="true" ma:internalName="AssetId" ma:readOnly="false">
      <xsd:simpleType>
        <xsd:restriction base="dms:Text">
          <xsd:maxLength value="255"/>
        </xsd:restriction>
      </xsd:simpleType>
    </xsd:element>
    <xsd:element name="IsSearchable" ma:index="9" nillable="true" ma:displayName="Asset Searchable?" ma:default="true" ma:internalName="IsSearchable" ma:readOnly="false">
      <xsd:simpleType>
        <xsd:restriction base="dms:Boolean"/>
      </xsd:simpleType>
    </xsd:element>
    <xsd:element name="AssetType" ma:index="10" nillable="true" ma:displayName="Asset Type" ma:default="" ma:internalName="AssetType" ma:readOnly="false">
      <xsd:simpleType>
        <xsd:restriction base="dms:Unknown"/>
      </xsd:simpleType>
    </xsd:element>
    <xsd:element name="APAuthor" ma:index="11" nillable="true" ma:displayName="Author" ma:default="" ma:list="UserInfo" ma:internalName="APAuthor" ma:readOnly="fals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AverageRating" ma:index="12" nillable="true" ma:displayName="Average Rating" ma:internalName="AverageRating" ma:readOnly="false">
      <xsd:simpleType>
        <xsd:restriction base="dms:Text"/>
      </xsd:simpleType>
    </xsd:element>
    <xsd:element name="BlockPublish" ma:index="13" nillable="true" ma:displayName="Block from Publishing?" ma:default="" ma:internalName="BlockPublish" ma:readOnly="false">
      <xsd:simpleType>
        <xsd:restriction base="dms:Boolean"/>
      </xsd:simpleType>
    </xsd:element>
    <xsd:element name="BugNumber" ma:index="14" nillable="true" ma:displayName="Bug Number" ma:default="" ma:internalName="BugNumber" ma:readOnly="false">
      <xsd:simpleType>
        <xsd:restriction base="dms:Text"/>
      </xsd:simpleType>
    </xsd:element>
    <xsd:element name="CampaignTagsTaxHTField0" ma:index="16" nillable="true" ma:taxonomy="true" ma:internalName="CampaignTagsTaxHTField0" ma:taxonomyFieldName="CampaignTags" ma:displayName="Campaigns" ma:readOnly="false" ma:default="" ma:fieldId="{1df42cc3-2301-4f11-a52a-6ead923c29ed}" ma:taxonomyMulti="true" ma:sspId="8f79753a-75d3-41f5-8ca3-40b843941b4f" ma:termSetId="ca0e50d4-faa1-44ce-961e-bb1441c60e6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PClientViewer" ma:index="17" nillable="true" ma:displayName="Client Viewer" ma:default="" ma:internalName="TPClientViewer">
      <xsd:simpleType>
        <xsd:restriction base="dms:Text"/>
      </xsd:simpleType>
    </xsd:element>
    <xsd:element name="ClipArtFilename" ma:index="18" nillable="true" ma:displayName="Clip Art Name" ma:default="" ma:internalName="ClipArtFilename" ma:readOnly="false">
      <xsd:simpleType>
        <xsd:restriction base="dms:Text"/>
      </xsd:simpleType>
    </xsd:element>
    <xsd:element name="TPCommandLine" ma:index="19" nillable="true" ma:displayName="Command Line" ma:default="" ma:internalName="TPCommandLine">
      <xsd:simpleType>
        <xsd:restriction base="dms:Text"/>
      </xsd:simpleType>
    </xsd:element>
    <xsd:element name="TPComponent" ma:index="20" nillable="true" ma:displayName="Component" ma:default="" ma:internalName="TPComponent">
      <xsd:simpleType>
        <xsd:restriction base="dms:Text"/>
      </xsd:simpleType>
    </xsd:element>
    <xsd:element name="ContentItem" ma:index="21" nillable="true" ma:displayName="Content Item" ma:default="" ma:hidden="true" ma:internalName="ContentItem" ma:readOnly="false">
      <xsd:simpleType>
        <xsd:restriction base="dms:Unknown"/>
      </xsd:simpleType>
    </xsd:element>
    <xsd:element name="CrawlForDependencies" ma:index="23" nillable="true" ma:displayName="Crawl for Dependencies?" ma:default="true" ma:internalName="CrawlForDependencies" ma:readOnly="false">
      <xsd:simpleType>
        <xsd:restriction base="dms:Boolean"/>
      </xsd:simpleType>
    </xsd:element>
    <xsd:element name="CSXHash" ma:index="26" nillable="true" ma:displayName="CSX Hash" ma:default="" ma:indexed="true" ma:internalName="CSXHash" ma:readOnly="false">
      <xsd:simpleType>
        <xsd:restriction base="dms:Text"/>
      </xsd:simpleType>
    </xsd:element>
    <xsd:element name="CSXSubmissionMarket" ma:index="27" nillable="true" ma:displayName="CSX Submission Market" ma:default="" ma:list="{2FBD1B11-2ACE-4FDC-B5A3-635D4ADF6F1B}" ma:internalName="CSXSubmissionMarket" ma:readOnly="false" ma:showField="MarketName" ma:web="4873beb7-5857-4685-be1f-d57550cc96cc">
      <xsd:simpleType>
        <xsd:restriction base="dms:Lookup"/>
      </xsd:simpleType>
    </xsd:element>
    <xsd:element name="CSXUpdate" ma:index="28" nillable="true" ma:displayName="CSX Updated?" ma:default="false" ma:internalName="CSXUpdate" ma:readOnly="false">
      <xsd:simpleType>
        <xsd:restriction base="dms:Boolean"/>
      </xsd:simpleType>
    </xsd:element>
    <xsd:element name="IntlLangReviewDate" ma:index="29" nillable="true" ma:displayName="Date to Complete Intl QA" ma:default="" ma:internalName="IntlLangReviewDate" ma:readOnly="false">
      <xsd:simpleType>
        <xsd:restriction base="dms:DateTime"/>
      </xsd:simpleType>
    </xsd:element>
    <xsd:element name="IsDeleted" ma:index="30" nillable="true" ma:displayName="Deleted?" ma:default="" ma:internalName="IsDeleted" ma:readOnly="false">
      <xsd:simpleType>
        <xsd:restriction base="dms:Boolean"/>
      </xsd:simpleType>
    </xsd:element>
    <xsd:element name="APDescription" ma:index="31" nillable="true" ma:displayName="Description" ma:default="" ma:internalName="APDescription" ma:readOnly="false">
      <xsd:simpleType>
        <xsd:restriction base="dms:Note"/>
      </xsd:simpleType>
    </xsd:element>
    <xsd:element name="DirectSourceMarket" ma:index="32" nillable="true" ma:displayName="Direct Source Market Group" ma:default="" ma:internalName="DirectSourceMarket" ma:readOnly="false">
      <xsd:simpleType>
        <xsd:restriction base="dms:Text"/>
      </xsd:simpleType>
    </xsd:element>
    <xsd:element name="Downloads" ma:index="33" nillable="true" ma:displayName="Downloads" ma:default="0" ma:hidden="true" ma:internalName="Downloads" ma:readOnly="false">
      <xsd:simpleType>
        <xsd:restriction base="dms:Unknown"/>
      </xsd:simpleType>
    </xsd:element>
    <xsd:element name="DSATActionTaken" ma:index="34" nillable="true" ma:displayName="DSAT Action Taken" ma:default="" ma:internalName="DSATActionTaken" ma:readOnly="false">
      <xsd:simpleType>
        <xsd:restriction base="dms:Choice">
          <xsd:enumeration value="Best Bets"/>
          <xsd:enumeration value="Expire"/>
          <xsd:enumeration value="Hide"/>
          <xsd:enumeration value="None"/>
        </xsd:restriction>
      </xsd:simpleType>
    </xsd:element>
    <xsd:element name="APEditor" ma:index="35" nillable="true" ma:displayName="Editor" ma:default="" ma:list="UserInfo" ma:internalName="APEditor" ma:readOnly="fals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ialStatus" ma:index="36" nillable="true" ma:displayName="Editorial Status" ma:default="" ma:internalName="EditorialStatus" ma:readOnly="false">
      <xsd:simpleType>
        <xsd:restriction base="dms:Unknown"/>
      </xsd:simpleType>
    </xsd:element>
    <xsd:element name="EditorialTags" ma:index="37" nillable="true" ma:displayName="Editorial Tags" ma:default="" ma:internalName="EditorialTags">
      <xsd:simpleType>
        <xsd:restriction base="dms:Unknown"/>
      </xsd:simpleType>
    </xsd:element>
    <xsd:element name="TPExecutable" ma:index="38" nillable="true" ma:displayName="Executable" ma:default="" ma:internalName="TPExecutable">
      <xsd:simpleType>
        <xsd:restriction base="dms:Text"/>
      </xsd:simpleType>
    </xsd:element>
    <xsd:element name="FeatureTagsTaxHTField0" ma:index="40" nillable="true" ma:taxonomy="true" ma:internalName="FeatureTagsTaxHTField0" ma:taxonomyFieldName="FeatureTags" ma:displayName="Features" ma:readOnly="false" ma:default="" ma:fieldId="{7fc0d542-15c6-4882-a8e3-13bca44403fb}" ma:taxonomyMulti="true" ma:sspId="8f79753a-75d3-41f5-8ca3-40b843941b4f" ma:termSetId="f1ab6845-967d-4854-a0ba-4ec07f0f811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PFriendlyName" ma:index="41" nillable="true" ma:displayName="Friendly Name" ma:default="" ma:internalName="TPFriendlyName">
      <xsd:simpleType>
        <xsd:restriction base="dms:Text"/>
      </xsd:simpleType>
    </xsd:element>
    <xsd:element name="FriendlyTitle" ma:index="42" nillable="true" ma:displayName="Friendly Title" ma:default="" ma:description="Shorter title to be used when displaying search results" ma:internalName="FriendlyTitle" ma:readOnly="false">
      <xsd:simpleType>
        <xsd:restriction base="dms:Text"/>
      </xsd:simpleType>
    </xsd:element>
    <xsd:element name="PrimaryImageGen" ma:index="43" nillable="true" ma:displayName="Generate Images?" ma:default="true" ma:internalName="PrimaryImageGen">
      <xsd:simpleType>
        <xsd:restriction base="dms:Boolean"/>
      </xsd:simpleType>
    </xsd:element>
    <xsd:element name="HandoffToMSDN" ma:index="44" nillable="true" ma:displayName="Handoff To MSDN Date" ma:default="" ma:internalName="HandoffToMSDN" ma:readOnly="false">
      <xsd:simpleType>
        <xsd:restriction base="dms:DateTime"/>
      </xsd:simpleType>
    </xsd:element>
    <xsd:element name="InProjectListLookup" ma:index="45" nillable="true" ma:displayName="InProjectListLookup" ma:list="{9E343742-310B-4684-A24C-1D137CB4B230}" ma:internalName="InProjectListLookup" ma:readOnly="true" ma:showField="InProjectList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PInstallLocation" ma:index="46" nillable="true" ma:displayName="Install Location" ma:default="" ma:internalName="TPInstallLocation">
      <xsd:simpleType>
        <xsd:restriction base="dms:Text"/>
      </xsd:simpleType>
    </xsd:element>
    <xsd:element name="InternalTagsTaxHTField0" ma:index="48" nillable="true" ma:taxonomy="true" ma:internalName="InternalTagsTaxHTField0" ma:taxonomyFieldName="InternalTags" ma:displayName="Internal Tags" ma:readOnly="false" ma:default="" ma:fieldId="{1490b8a4-2706-41ec-b5e3-73176dccf34e}" ma:taxonomyMulti="true" ma:sspId="8f79753a-75d3-41f5-8ca3-40b843941b4f" ma:termSetId="82b6639e-f7fc-4c18-ad2d-003a6e70776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IntlLangReview" ma:index="49" nillable="true" ma:displayName="Intl Lang QA Review Required?" ma:default="" ma:internalName="IntlLangReview" ma:readOnly="false">
      <xsd:simpleType>
        <xsd:restriction base="dms:Boolean"/>
      </xsd:simpleType>
    </xsd:element>
    <xsd:element name="IntlLangReviewer" ma:index="50" nillable="true" ma:displayName="Intl Lang QA Reviewer" ma:default="" ma:internalName="IntlLangReviewer" ma:readOnly="false">
      <xsd:simpleType>
        <xsd:restriction base="dms:Text"/>
      </xsd:simpleType>
    </xsd:element>
    <xsd:element name="MarketSpecific" ma:index="51" nillable="true" ma:displayName="Is Market Specific?" ma:default="" ma:internalName="MarketSpecific" ma:readOnly="false">
      <xsd:simpleType>
        <xsd:restriction base="dms:Boolean"/>
      </xsd:simpleType>
    </xsd:element>
    <xsd:element name="LastCompleteVersionLookup" ma:index="52" nillable="true" ma:displayName="Last Complete Version Lookup" ma:default="" ma:list="{9E343742-310B-4684-A24C-1D137CB4B230}" ma:internalName="LastCompleteVersionLookup" ma:readOnly="true" ma:showField="LastCompleteVersion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HandOff" ma:index="53" nillable="true" ma:displayName="Last Hand-off" ma:default="" ma:internalName="LastHandOff" ma:readOnly="false">
      <xsd:simpleType>
        <xsd:restriction base="dms:DateTime"/>
      </xsd:simpleType>
    </xsd:element>
    <xsd:element name="LastModifiedDateTime" ma:index="54" nillable="true" ma:displayName="Last Modified Date" ma:default="" ma:internalName="LastModifiedDateTime" ma:readOnly="false">
      <xsd:simpleType>
        <xsd:restriction base="dms:DateTime"/>
      </xsd:simpleType>
    </xsd:element>
    <xsd:element name="LastPreviewErrorLookup" ma:index="55" nillable="true" ma:displayName="Last Preview Attempt Error" ma:default="" ma:list="{9E343742-310B-4684-A24C-1D137CB4B230}" ma:internalName="LastPreviewErrorLookup" ma:readOnly="true" ma:showField="LastPreviewError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ResultLookup" ma:index="56" nillable="true" ma:displayName="Last Preview Attempt Result" ma:default="" ma:list="{9E343742-310B-4684-A24C-1D137CB4B230}" ma:internalName="LastPreviewResultLookup" ma:readOnly="true" ma:showField="LastPreviewResult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AttemptDateLookup" ma:index="57" nillable="true" ma:displayName="Last Preview Attempted On" ma:default="" ma:list="{9E343742-310B-4684-A24C-1D137CB4B230}" ma:internalName="LastPreviewAttemptDateLookup" ma:readOnly="true" ma:showField="LastPreviewAttemptDat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edByLookup" ma:index="58" nillable="true" ma:displayName="Last Previewed By" ma:default="" ma:list="{9E343742-310B-4684-A24C-1D137CB4B230}" ma:internalName="LastPreviewedByLookup" ma:readOnly="true" ma:showField="LastPreviewedBy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TimeLookup" ma:index="59" nillable="true" ma:displayName="Last Previewed Date" ma:default="" ma:list="{9E343742-310B-4684-A24C-1D137CB4B230}" ma:internalName="LastPreviewTimeLookup" ma:readOnly="true" ma:showField="LastPreviewTim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reviewVersionLookup" ma:index="60" nillable="true" ma:displayName="Last Previewed Version" ma:default="" ma:list="{9E343742-310B-4684-A24C-1D137CB4B230}" ma:internalName="LastPreviewVersionLookup" ma:readOnly="true" ma:showField="LastPreviewVersion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ErrorLookup" ma:index="61" nillable="true" ma:displayName="Last Publish Attempt Error" ma:default="" ma:list="{9E343742-310B-4684-A24C-1D137CB4B230}" ma:internalName="LastPublishErrorLookup" ma:readOnly="true" ma:showField="LastPublishError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ResultLookup" ma:index="62" nillable="true" ma:displayName="Last Publish Attempt Result" ma:default="" ma:list="{9E343742-310B-4684-A24C-1D137CB4B230}" ma:internalName="LastPublishResultLookup" ma:readOnly="true" ma:showField="LastPublishResult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AttemptDateLookup" ma:index="63" nillable="true" ma:displayName="Last Publish Attempted On" ma:default="" ma:list="{9E343742-310B-4684-A24C-1D137CB4B230}" ma:internalName="LastPublishAttemptDateLookup" ma:readOnly="true" ma:showField="LastPublishAttemptDat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edByLookup" ma:index="64" nillable="true" ma:displayName="Last Published By" ma:default="" ma:list="{9E343742-310B-4684-A24C-1D137CB4B230}" ma:internalName="LastPublishedByLookup" ma:readOnly="true" ma:showField="LastPublishedBy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TimeLookup" ma:index="65" nillable="true" ma:displayName="Last Published Date" ma:default="" ma:list="{9E343742-310B-4684-A24C-1D137CB4B230}" ma:internalName="LastPublishTimeLookup" ma:readOnly="true" ma:showField="LastPublishTim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LastPublishVersionLookup" ma:index="66" nillable="true" ma:displayName="Last Published Version" ma:default="" ma:list="{9E343742-310B-4684-A24C-1D137CB4B230}" ma:internalName="LastPublishVersionLookup" ma:readOnly="true" ma:showField="LastPublishVersion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PLaunchHelpLinkType" ma:index="67" nillable="true" ma:displayName="Launch Help Link Type" ma:default="Template" ma:internalName="TPLaunchHelpLinkType">
      <xsd:simpleType>
        <xsd:restriction base="dms:Choice">
          <xsd:enumeration value="Template"/>
          <xsd:enumeration value="Training"/>
          <xsd:enumeration value="URL"/>
          <xsd:enumeration value="None"/>
        </xsd:restriction>
      </xsd:simpleType>
    </xsd:element>
    <xsd:element name="LegacyData" ma:index="68" nillable="true" ma:displayName="Legacy Data" ma:default="" ma:internalName="LegacyData" ma:readOnly="false">
      <xsd:simpleType>
        <xsd:restriction base="dms:Note"/>
      </xsd:simpleType>
    </xsd:element>
    <xsd:element name="TPLaunchHelpLink" ma:index="69" nillable="true" ma:displayName="Link to Launch Help Topic" ma:default="" ma:internalName="TPLaunchHelpLink">
      <xsd:simpleType>
        <xsd:restriction base="dms:Text"/>
      </xsd:simpleType>
    </xsd:element>
    <xsd:element name="LocComments" ma:index="70" nillable="true" ma:displayName="Loc Approval Comments" ma:default="" ma:internalName="LocComments" ma:readOnly="false">
      <xsd:simpleType>
        <xsd:restriction base="dms:Note"/>
      </xsd:simpleType>
    </xsd:element>
    <xsd:element name="LocLastLocAttemptVersionLookup" ma:index="71" nillable="true" ma:displayName="Loc Last Loc Attempt Version" ma:default="" ma:list="{7DD1DCEC-E449-43D3-891F-7DC62F62AD21}" ma:internalName="LocLastLocAttemptVersionLookup" ma:readOnly="false" ma:showField="LastLocAttemptVersion" ma:web="4873beb7-5857-4685-be1f-d57550cc96cc">
      <xsd:simpleType>
        <xsd:restriction base="dms:Lookup"/>
      </xsd:simpleType>
    </xsd:element>
    <xsd:element name="LocLastLocAttemptVersionTypeLookup" ma:index="72" nillable="true" ma:displayName="Loc Last Loc Attempt Version Type" ma:default="" ma:list="{7DD1DCEC-E449-43D3-891F-7DC62F62AD21}" ma:internalName="LocLastLocAttemptVersionTypeLookup" ma:readOnly="true" ma:showField="LastLocAttemptVersionType" ma:web="4873beb7-5857-4685-be1f-d57550cc96cc">
      <xsd:simpleType>
        <xsd:restriction base="dms:Lookup"/>
      </xsd:simpleType>
    </xsd:element>
    <xsd:element name="LocManualTestRequired" ma:index="73" nillable="true" ma:displayName="Loc Manual Test Required" ma:default="" ma:internalName="LocManualTestRequired" ma:readOnly="false">
      <xsd:simpleType>
        <xsd:restriction base="dms:Boolean"/>
      </xsd:simpleType>
    </xsd:element>
    <xsd:element name="LocMarketGroupTiers2" ma:index="74" nillable="true" ma:displayName="Loc Market Group Tiers" ma:internalName="LocMarketGroupTiers2" ma:readOnly="false">
      <xsd:simpleType>
        <xsd:restriction base="dms:Unknown"/>
      </xsd:simpleType>
    </xsd:element>
    <xsd:element name="LocNewPublishedVersionLookup" ma:index="75" nillable="true" ma:displayName="Loc New Published Version Lookup" ma:default="" ma:list="{7DD1DCEC-E449-43D3-891F-7DC62F62AD21}" ma:internalName="LocNewPublishedVersionLookup" ma:readOnly="true" ma:showField="NewPublishedVersion" ma:web="4873beb7-5857-4685-be1f-d57550cc96cc">
      <xsd:simpleType>
        <xsd:restriction base="dms:Lookup"/>
      </xsd:simpleType>
    </xsd:element>
    <xsd:element name="LocOverallHandbackStatusLookup" ma:index="76" nillable="true" ma:displayName="Loc Overall Handback Status" ma:default="" ma:list="{7DD1DCEC-E449-43D3-891F-7DC62F62AD21}" ma:internalName="LocOverallHandbackStatusLookup" ma:readOnly="true" ma:showField="OverallHandbackStatus" ma:web="4873beb7-5857-4685-be1f-d57550cc96cc">
      <xsd:simpleType>
        <xsd:restriction base="dms:Lookup"/>
      </xsd:simpleType>
    </xsd:element>
    <xsd:element name="LocOverallLocStatusLookup" ma:index="77" nillable="true" ma:displayName="Loc Overall Localize Status" ma:default="" ma:list="{7DD1DCEC-E449-43D3-891F-7DC62F62AD21}" ma:internalName="LocOverallLocStatusLookup" ma:readOnly="true" ma:showField="OverallLocStatus" ma:web="4873beb7-5857-4685-be1f-d57550cc96cc">
      <xsd:simpleType>
        <xsd:restriction base="dms:Lookup"/>
      </xsd:simpleType>
    </xsd:element>
    <xsd:element name="LocOverallPreviewStatusLookup" ma:index="78" nillable="true" ma:displayName="Loc Overall Preview Status" ma:default="" ma:list="{7DD1DCEC-E449-43D3-891F-7DC62F62AD21}" ma:internalName="LocOverallPreviewStatusLookup" ma:readOnly="true" ma:showField="OverallPreviewStatus" ma:web="4873beb7-5857-4685-be1f-d57550cc96cc">
      <xsd:simpleType>
        <xsd:restriction base="dms:Lookup"/>
      </xsd:simpleType>
    </xsd:element>
    <xsd:element name="LocOverallPublishStatusLookup" ma:index="79" nillable="true" ma:displayName="Loc Overall Publish Status" ma:default="" ma:list="{7DD1DCEC-E449-43D3-891F-7DC62F62AD21}" ma:internalName="LocOverallPublishStatusLookup" ma:readOnly="true" ma:showField="OverallPublishStatus" ma:web="4873beb7-5857-4685-be1f-d57550cc96cc">
      <xsd:simpleType>
        <xsd:restriction base="dms:Lookup"/>
      </xsd:simpleType>
    </xsd:element>
    <xsd:element name="IntlLocPriority" ma:index="80" nillable="true" ma:displayName="Loc Priority" ma:default="" ma:internalName="IntlLocPriority" ma:readOnly="false">
      <xsd:simpleType>
        <xsd:restriction base="dms:Unknown"/>
      </xsd:simpleType>
    </xsd:element>
    <xsd:element name="LocProcessedForHandoffsLookup" ma:index="81" nillable="true" ma:displayName="Loc Processed For Handoffs" ma:default="" ma:list="{7DD1DCEC-E449-43D3-891F-7DC62F62AD21}" ma:internalName="LocProcessedForHandoffsLookup" ma:readOnly="true" ma:showField="ProcessedForHandoffs" ma:web="4873beb7-5857-4685-be1f-d57550cc96cc">
      <xsd:simpleType>
        <xsd:restriction base="dms:Lookup"/>
      </xsd:simpleType>
    </xsd:element>
    <xsd:element name="LocProcessedForMarketsLookup" ma:index="82" nillable="true" ma:displayName="Loc Processed For Markets" ma:default="" ma:list="{7DD1DCEC-E449-43D3-891F-7DC62F62AD21}" ma:internalName="LocProcessedForMarketsLookup" ma:readOnly="true" ma:showField="ProcessedForMarkets" ma:web="4873beb7-5857-4685-be1f-d57550cc96cc">
      <xsd:simpleType>
        <xsd:restriction base="dms:Lookup"/>
      </xsd:simpleType>
    </xsd:element>
    <xsd:element name="LocPublishedDependentAssetsLookup" ma:index="83" nillable="true" ma:displayName="Loc Published Dependent Assets" ma:default="" ma:list="{7DD1DCEC-E449-43D3-891F-7DC62F62AD21}" ma:internalName="LocPublishedDependentAssetsLookup" ma:readOnly="true" ma:showField="PublishedDependentAssets" ma:web="4873beb7-5857-4685-be1f-d57550cc96cc">
      <xsd:simpleType>
        <xsd:restriction base="dms:Lookup"/>
      </xsd:simpleType>
    </xsd:element>
    <xsd:element name="LocPublishedLinkedAssetsLookup" ma:index="84" nillable="true" ma:displayName="Loc Published Linked Assets" ma:default="" ma:list="{7DD1DCEC-E449-43D3-891F-7DC62F62AD21}" ma:internalName="LocPublishedLinkedAssetsLookup" ma:readOnly="true" ma:showField="PublishedLinkedAssets" ma:web="4873beb7-5857-4685-be1f-d57550cc96cc">
      <xsd:simpleType>
        <xsd:restriction base="dms:Lookup"/>
      </xsd:simpleType>
    </xsd:element>
    <xsd:element name="LocRecommendedHandoff" ma:index="85" nillable="true" ma:displayName="Loc Recommended Handoff" ma:default="" ma:indexed="true" ma:internalName="LocRecommendedHandoff" ma:readOnly="false">
      <xsd:simpleType>
        <xsd:restriction base="dms:Text"/>
      </xsd:simpleType>
    </xsd:element>
    <xsd:element name="LocalizationTagsTaxHTField0" ma:index="87" nillable="true" ma:taxonomy="true" ma:internalName="LocalizationTagsTaxHTField0" ma:taxonomyFieldName="LocalizationTags" ma:displayName="Localization Tags" ma:readOnly="false" ma:default="" ma:fieldId="{00f02cb3-2c7c-424a-9c61-10e9b6878429}" ma:taxonomyMulti="true" ma:sspId="8f79753a-75d3-41f5-8ca3-40b843941b4f" ma:termSetId="5b7703a5-8e8b-4b58-8b31-1cea35331da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achineTranslated" ma:index="88" nillable="true" ma:displayName="Machine Translated" ma:default="" ma:internalName="MachineTranslated" ma:readOnly="false">
      <xsd:simpleType>
        <xsd:restriction base="dms:Boolean"/>
      </xsd:simpleType>
    </xsd:element>
    <xsd:element name="Manager" ma:index="89" nillable="true" ma:displayName="Manager" ma:hidden="true" ma:internalName="Manager" ma:readOnly="false">
      <xsd:simpleType>
        <xsd:restriction base="dms:Text"/>
      </xsd:simpleType>
    </xsd:element>
    <xsd:element name="Markets" ma:index="90" nillable="true" ma:displayName="Markets" ma:default="" ma:description="Leave blank to show in all markets" ma:list="{2FBD1B11-2ACE-4FDC-B5A3-635D4ADF6F1B}" ma:internalName="Markets" ma:readOnly="false" ma:showField="MarketName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ilestone" ma:index="91" nillable="true" ma:displayName="Milestone" ma:default="" ma:internalName="Milestone" ma:readOnly="false">
      <xsd:simpleType>
        <xsd:restriction base="dms:Unknown"/>
      </xsd:simpleType>
    </xsd:element>
    <xsd:element name="TPNamespace" ma:index="94" nillable="true" ma:displayName="Namespace" ma:default="" ma:internalName="TPNamespace">
      <xsd:simpleType>
        <xsd:restriction base="dms:Text"/>
      </xsd:simpleType>
    </xsd:element>
    <xsd:element name="NumericId" ma:index="95" nillable="true" ma:displayName="Numeric ID" ma:default="" ma:indexed="true" ma:internalName="NumericId" ma:readOnly="false">
      <xsd:simpleType>
        <xsd:restriction base="dms:Number"/>
      </xsd:simpleType>
    </xsd:element>
    <xsd:element name="NumOfRatingsLookup" ma:index="96" nillable="true" ma:displayName="NumOfRatings" ma:default="" ma:list="{9E343742-310B-4684-A24C-1D137CB4B230}" ma:internalName="NumOfRatingsLookup" ma:readOnly="true" ma:showField="NumOfRatings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OOCacheId" ma:index="97" nillable="true" ma:displayName="OOCacheId" ma:internalName="OOCacheId" ma:readOnly="false">
      <xsd:simpleType>
        <xsd:restriction base="dms:Text"/>
      </xsd:simpleType>
    </xsd:element>
    <xsd:element name="OpenTemplate" ma:index="98" nillable="true" ma:displayName="Open Template" ma:default="true" ma:internalName="OpenTemplate">
      <xsd:simpleType>
        <xsd:restriction base="dms:Boolean"/>
      </xsd:simpleType>
    </xsd:element>
    <xsd:element name="OriginAsset" ma:index="99" nillable="true" ma:displayName="Origin Asset" ma:default="" ma:internalName="OriginAsset" ma:readOnly="false">
      <xsd:simpleType>
        <xsd:restriction base="dms:Text"/>
      </xsd:simpleType>
    </xsd:element>
    <xsd:element name="OriginalRelease" ma:index="100" nillable="true" ma:displayName="Original Release" ma:default="15" ma:internalName="OriginalRelease" ma:readOnly="false">
      <xsd:simpleType>
        <xsd:restriction base="dms:Choice">
          <xsd:enumeration value="14"/>
          <xsd:enumeration value="15"/>
          <xsd:enumeration value="16"/>
        </xsd:restriction>
      </xsd:simpleType>
    </xsd:element>
    <xsd:element name="OriginalSourceMarket" ma:index="101" nillable="true" ma:displayName="Original Source Market Group" ma:default="" ma:internalName="OriginalSourceMarket" ma:readOnly="false">
      <xsd:simpleType>
        <xsd:restriction base="dms:Text"/>
      </xsd:simpleType>
    </xsd:element>
    <xsd:element name="OutputCachingOn" ma:index="102" nillable="true" ma:displayName="Output Caching" ma:default="true" ma:hidden="true" ma:internalName="OutputCachingOn" ma:readOnly="false">
      <xsd:simpleType>
        <xsd:restriction base="dms:Boolean"/>
      </xsd:simpleType>
    </xsd:element>
    <xsd:element name="ParentAssetId" ma:index="103" nillable="true" ma:displayName="Parent Asset Id" ma:default="" ma:internalName="ParentAssetId" ma:readOnly="false">
      <xsd:simpleType>
        <xsd:restriction base="dms:Text"/>
      </xsd:simpleType>
    </xsd:element>
    <xsd:element name="PlannedPubDate" ma:index="104" nillable="true" ma:displayName="Planned Publish Date" ma:default="" ma:indexed="true" ma:internalName="PlannedPubDate" ma:readOnly="false">
      <xsd:simpleType>
        <xsd:restriction base="dms:DateTime"/>
      </xsd:simpleType>
    </xsd:element>
    <xsd:element name="PolicheckWords" ma:index="105" nillable="true" ma:displayName="Policheck Words" ma:default="" ma:internalName="PolicheckWords" ma:readOnly="false">
      <xsd:simpleType>
        <xsd:restriction base="dms:Text"/>
      </xsd:simpleType>
    </xsd:element>
    <xsd:element name="BusinessGroup" ma:index="106" nillable="true" ma:displayName="Product Division Owner" ma:default="" ma:internalName="BusinessGroup" ma:readOnly="false">
      <xsd:simpleType>
        <xsd:restriction base="dms:Unknown"/>
      </xsd:simpleType>
    </xsd:element>
    <xsd:element name="UAProjectedTotalWords" ma:index="107" nillable="true" ma:displayName="Projected Word Count" ma:default="" ma:internalName="UAProjectedTotalWords" ma:readOnly="false">
      <xsd:simpleType>
        <xsd:restriction base="dms:Unknown"/>
      </xsd:simpleType>
    </xsd:element>
    <xsd:element name="Provider" ma:index="108" nillable="true" ma:displayName="Provider" ma:default="" ma:internalName="Provider" ma:readOnly="false">
      <xsd:simpleType>
        <xsd:restriction base="dms:Unknown"/>
      </xsd:simpleType>
    </xsd:element>
    <xsd:element name="Providers" ma:index="109" nillable="true" ma:displayName="Providers" ma:default="" ma:internalName="Providers">
      <xsd:simpleType>
        <xsd:restriction base="dms:Unknown"/>
      </xsd:simpleType>
    </xsd:element>
    <xsd:element name="PublishStatusLookup" ma:index="110" nillable="true" ma:displayName="Publish Status" ma:default="" ma:list="{9E343742-310B-4684-A24C-1D137CB4B230}" ma:internalName="PublishStatusLookup" ma:readOnly="false" ma:showField="PublishStatus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ublishTargets" ma:index="111" nillable="true" ma:displayName="Publish Target" ma:default="OfficeOnlineVNext" ma:internalName="PublishTargets" ma:readOnly="false">
      <xsd:simpleType>
        <xsd:restriction base="dms:Unknown"/>
      </xsd:simpleType>
    </xsd:element>
    <xsd:element name="RecommendationsModifier" ma:index="112" nillable="true" ma:displayName="Recommendations Modifier" ma:default="" ma:internalName="RecommendationsModifier" ma:readOnly="false">
      <xsd:simpleType>
        <xsd:restriction base="dms:Number"/>
      </xsd:simpleType>
    </xsd:element>
    <xsd:element name="ArtSampleDocs" ma:index="113" nillable="true" ma:displayName="Sample Docs" ma:default="" ma:hidden="true" ma:internalName="ArtSampleDocs" ma:readOnly="false">
      <xsd:simpleType>
        <xsd:restriction base="dms:Text"/>
      </xsd:simpleType>
    </xsd:element>
    <xsd:element name="ScenarioTagsTaxHTField0" ma:index="115" nillable="true" ma:taxonomy="true" ma:internalName="ScenarioTagsTaxHTField0" ma:taxonomyFieldName="ScenarioTags" ma:displayName="Scenarios" ma:readOnly="false" ma:default="" ma:fieldId="{93aef74d-6c78-4815-8310-51477dceeccc}" ma:taxonomyMulti="true" ma:sspId="8f79753a-75d3-41f5-8ca3-40b843941b4f" ma:termSetId="4b7d5f16-e2f2-4fc0-bab3-6e8b931e57d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howIn" ma:index="117" nillable="true" ma:displayName="Show In" ma:default="Show everywhere" ma:internalName="ShowIn" ma:readOnly="false">
      <xsd:simpleType>
        <xsd:restriction base="dms:Choice">
          <xsd:enumeration value="Hide on web"/>
          <xsd:enumeration value="On Web no search"/>
          <xsd:enumeration value="Show everywhere"/>
          <xsd:enumeration value="Special use only"/>
        </xsd:restriction>
      </xsd:simpleType>
    </xsd:element>
    <xsd:element name="SourceTitle" ma:index="118" nillable="true" ma:displayName="Source Title" ma:default="" ma:indexed="true" ma:internalName="SourceTitle" ma:readOnly="false">
      <xsd:simpleType>
        <xsd:restriction base="dms:Text"/>
      </xsd:simpleType>
    </xsd:element>
    <xsd:element name="CSXSubmissionDate" ma:index="119" nillable="true" ma:displayName="Submission Date" ma:default="" ma:internalName="CSXSubmissionDate" ma:readOnly="false">
      <xsd:simpleType>
        <xsd:restriction base="dms:DateTime"/>
      </xsd:simpleType>
    </xsd:element>
    <xsd:element name="SubmitterId" ma:index="120" nillable="true" ma:displayName="Submitter ID" ma:default="" ma:internalName="SubmitterId" ma:readOnly="false">
      <xsd:simpleType>
        <xsd:restriction base="dms:Text"/>
      </xsd:simpleType>
    </xsd:element>
    <xsd:element name="TaxCatchAll" ma:index="121" nillable="true" ma:displayName="Taxonomy Catch All Column" ma:hidden="true" ma:list="{530f955b-6704-4601-bd83-f81d87f1e440}" ma:internalName="TaxCatchAll" ma:showField="CatchAllData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22" nillable="true" ma:displayName="Taxonomy Catch All Column1" ma:hidden="true" ma:list="{530f955b-6704-4601-bd83-f81d87f1e440}" ma:internalName="TaxCatchAllLabel" ma:readOnly="true" ma:showField="CatchAllDataLabel" ma:web="4873beb7-5857-4685-be1f-d57550cc96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emplateStatus" ma:index="123" nillable="true" ma:displayName="Template Status" ma:default="" ma:internalName="TemplateStatus">
      <xsd:simpleType>
        <xsd:restriction base="dms:Unknown"/>
      </xsd:simpleType>
    </xsd:element>
    <xsd:element name="TemplateTemplateType" ma:index="124" nillable="true" ma:displayName="Template Type" ma:default="" ma:internalName="TemplateTemplateType">
      <xsd:simpleType>
        <xsd:restriction base="dms:Unknown"/>
      </xsd:simpleType>
    </xsd:element>
    <xsd:element name="ThumbnailAssetId" ma:index="125" nillable="true" ma:displayName="Thumbnail Image Asset" ma:default="" ma:internalName="ThumbnailAssetId" ma:readOnly="false">
      <xsd:simpleType>
        <xsd:restriction base="dms:Text"/>
      </xsd:simpleType>
    </xsd:element>
    <xsd:element name="TimesCloned" ma:index="126" nillable="true" ma:displayName="Times Cloned" ma:default="" ma:internalName="TimesCloned" ma:readOnly="false">
      <xsd:simpleType>
        <xsd:restriction base="dms:Number"/>
      </xsd:simpleType>
    </xsd:element>
    <xsd:element name="TrustLevel" ma:index="128" nillable="true" ma:displayName="Trust Level" ma:default="1 Microsoft Managed Content" ma:internalName="TrustLevel" ma:readOnly="false">
      <xsd:simpleType>
        <xsd:restriction base="dms:Unknown"/>
      </xsd:simpleType>
    </xsd:element>
    <xsd:element name="UALocComments" ma:index="129" nillable="true" ma:displayName="UA Loc Comments" ma:default="" ma:internalName="UALocComments" ma:readOnly="false">
      <xsd:simpleType>
        <xsd:restriction base="dms:Note"/>
      </xsd:simpleType>
    </xsd:element>
    <xsd:element name="UALocRecommendation" ma:index="130" nillable="true" ma:displayName="UA Loc Recommendation" ma:default="Localize" ma:internalName="UALocRecommendation" ma:readOnly="false">
      <xsd:simpleType>
        <xsd:restriction base="dms:Choice">
          <xsd:enumeration value="Localize"/>
          <xsd:enumeration value="Never Localize"/>
          <xsd:enumeration value="Priority Localize"/>
        </xsd:restriction>
      </xsd:simpleType>
    </xsd:element>
    <xsd:element name="UANotes" ma:index="131" nillable="true" ma:displayName="UA Notes" ma:default="" ma:internalName="UANotes" ma:readOnly="false">
      <xsd:simpleType>
        <xsd:restriction base="dms:Note"/>
      </xsd:simpleType>
    </xsd:element>
    <xsd:element name="TPAppVersion" ma:index="132" nillable="true" ma:displayName="Version" ma:default="" ma:internalName="TPAppVersion">
      <xsd:simpleType>
        <xsd:restriction base="dms:Text"/>
      </xsd:simpleType>
    </xsd:element>
    <xsd:element name="VoteCount" ma:index="133" nillable="true" ma:displayName="Vote Count" ma:default="" ma:internalName="VoteCount" ma:readOnly="fals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2" ma:displayName="Content Type"/>
        <xsd:element ref="dc:title" minOccurs="0" maxOccurs="1" ma:index="127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1B361F6-7C3C-46AB-9DE9-7F987B780A74}">
  <ds:schemaRefs>
    <ds:schemaRef ds:uri="http://schemas.microsoft.com/office/2006/metadata/properties"/>
    <ds:schemaRef ds:uri="http://schemas.microsoft.com/office/infopath/2007/PartnerControls"/>
    <ds:schemaRef ds:uri="4873beb7-5857-4685-be1f-d57550cc96cc"/>
  </ds:schemaRefs>
</ds:datastoreItem>
</file>

<file path=customXml/itemProps2.xml><?xml version="1.0" encoding="utf-8"?>
<ds:datastoreItem xmlns:ds="http://schemas.openxmlformats.org/officeDocument/2006/customXml" ds:itemID="{4A81858E-0D0A-4665-AE63-E20E24D519B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1A9CA45-D73D-45B2-9BBC-6525EAD6C5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73beb7-5857-4685-be1f-d57550cc96c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Tickets (10 per page, works with Avery 5371).dotx</Template>
  <TotalTime>0</TotalTime>
  <Pages>1</Pages>
  <Words>53</Words>
  <Characters>304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/>
  <dc:description/>
  <cp:lastModifiedBy>Muhammad Naveed Ahmed</cp:lastModifiedBy>
  <cp:revision>1</cp:revision>
  <dcterms:created xsi:type="dcterms:W3CDTF">2019-05-02T08:14:00Z</dcterms:created>
  <dcterms:modified xsi:type="dcterms:W3CDTF">2019-05-02T08:24:00Z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0x0101006EDDDB5EE6D98C44930B742096920B300400F5B6D36B3EF94B4E9A635CDF2A18F5B8</vt:lpwstr>
  </property>
  <property fmtid="{D5CDD505-2E9C-101B-9397-08002B2CF9AE}" pid="3" name="InternalTags">
    <vt:lpwstr/>
  </property>
  <property fmtid="{D5CDD505-2E9C-101B-9397-08002B2CF9AE}" pid="4" name="FeatureTags">
    <vt:lpwstr/>
  </property>
  <property fmtid="{D5CDD505-2E9C-101B-9397-08002B2CF9AE}" pid="5" name="LocalizationTags">
    <vt:lpwstr/>
  </property>
  <property fmtid="{D5CDD505-2E9C-101B-9397-08002B2CF9AE}" pid="6" name="ScenarioTags">
    <vt:lpwstr/>
  </property>
  <property fmtid="{D5CDD505-2E9C-101B-9397-08002B2CF9AE}" pid="7" name="CampaignTags">
    <vt:lpwstr/>
  </property>
</Properties>
</file>