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4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4050"/>
      </w:tblGrid>
      <w:tr w:rsidR="001A383B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10440" w:type="dxa"/>
            <w:gridSpan w:val="2"/>
            <w:tcBorders>
              <w:bottom w:val="single" w:sz="4" w:space="0" w:color="008080"/>
            </w:tcBorders>
            <w:shd w:val="clear" w:color="auto" w:fill="auto"/>
          </w:tcPr>
          <w:p w:rsidR="001A383B" w:rsidRPr="00223560" w:rsidRDefault="004F7152" w:rsidP="001A383B">
            <w:pPr>
              <w:pStyle w:val="Heading1"/>
            </w:pPr>
            <w:r>
              <w:rPr>
                <w:noProof/>
              </w:rPr>
              <w:pict>
                <v:group id="_x0000_s1210" style="position:absolute;left:0;text-align:left;margin-left:459.15pt;margin-top:2.65pt;width:16.55pt;height:65.9pt;rotation:-90;flip:x;z-index:1;mso-position-horizontal-relative:page;mso-position-vertical-relative:page" coordorigin="1499,1727" coordsize="420,1670">
                  <v:oval id="_x0000_s1211" style="position:absolute;left:1499;top:2977;width:420;height:420" fillcolor="teal" stroked="f"/>
                  <v:oval id="_x0000_s1212" style="position:absolute;left:1499;top:2352;width:420;height:420" fillcolor="teal" stroked="f">
                    <v:fill opacity=".5"/>
                  </v:oval>
                  <v:oval id="_x0000_s1213" style="position:absolute;left:1499;top:1727;width:420;height:420" fillcolor="teal" stroked="f">
                    <v:fill opacity=".25"/>
                  </v:oval>
                  <w10:wrap anchorx="page" anchory="page"/>
                </v:group>
              </w:pict>
            </w:r>
            <w:r w:rsidR="00B81788">
              <w:t>Certificate of Completion</w:t>
            </w:r>
          </w:p>
        </w:tc>
      </w:tr>
      <w:tr w:rsidR="001A383B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6390" w:type="dxa"/>
            <w:tcBorders>
              <w:top w:val="single" w:sz="4" w:space="0" w:color="008080"/>
            </w:tcBorders>
            <w:shd w:val="clear" w:color="auto" w:fill="auto"/>
            <w:tcMar>
              <w:left w:w="288" w:type="dxa"/>
            </w:tcMar>
            <w:vAlign w:val="center"/>
          </w:tcPr>
          <w:p w:rsidR="001A383B" w:rsidRDefault="001A383B" w:rsidP="004F7152">
            <w:pPr>
              <w:pStyle w:val="CompanyPhoneNumber"/>
            </w:pPr>
            <w:r w:rsidRPr="004F7152">
              <w:rPr>
                <w:rStyle w:val="CompanyNameCharChar"/>
              </w:rPr>
              <w:t>Company Name</w:t>
            </w:r>
            <w:r>
              <w:t xml:space="preserve"> (</w:t>
            </w:r>
            <w:r w:rsidR="00746763">
              <w:t>503</w:t>
            </w:r>
            <w:r>
              <w:t>) 555-01</w:t>
            </w:r>
            <w:r w:rsidR="00746763">
              <w:t>67</w:t>
            </w:r>
          </w:p>
        </w:tc>
        <w:tc>
          <w:tcPr>
            <w:tcW w:w="4050" w:type="dxa"/>
            <w:tcBorders>
              <w:top w:val="single" w:sz="4" w:space="0" w:color="008080"/>
            </w:tcBorders>
            <w:shd w:val="clear" w:color="auto" w:fill="auto"/>
            <w:tcMar>
              <w:right w:w="288" w:type="dxa"/>
            </w:tcMar>
            <w:vAlign w:val="center"/>
          </w:tcPr>
          <w:p w:rsidR="001A383B" w:rsidRDefault="001A383B" w:rsidP="00B81788">
            <w:pPr>
              <w:pStyle w:val="VolumeDate"/>
              <w:jc w:val="center"/>
            </w:pPr>
            <w:r w:rsidRPr="004F7152">
              <w:rPr>
                <w:rStyle w:val="VolumeDateBoldChar"/>
              </w:rPr>
              <w:t>Date</w:t>
            </w:r>
            <w:r w:rsidR="00B81788">
              <w:rPr>
                <w:rStyle w:val="VolumeDateBoldChar"/>
              </w:rPr>
              <w:t xml:space="preserve">:                   </w:t>
            </w:r>
          </w:p>
        </w:tc>
      </w:tr>
    </w:tbl>
    <w:p w:rsidR="00DB5E11" w:rsidRDefault="00DB5E11" w:rsidP="00B81788"/>
    <w:p w:rsidR="00B81788" w:rsidRDefault="00B81788" w:rsidP="00B81788"/>
    <w:p w:rsidR="00B81788" w:rsidRDefault="00B81788" w:rsidP="00B81788">
      <w:pPr>
        <w:jc w:val="center"/>
      </w:pPr>
    </w:p>
    <w:p w:rsidR="00B81788" w:rsidRDefault="00B81788" w:rsidP="00B81788">
      <w:pPr>
        <w:jc w:val="center"/>
        <w:rPr>
          <w:b/>
          <w:sz w:val="52"/>
        </w:rPr>
      </w:pPr>
      <w:r w:rsidRPr="00B81788">
        <w:rPr>
          <w:b/>
          <w:sz w:val="52"/>
        </w:rPr>
        <w:t>To Whom It May Concern</w:t>
      </w:r>
    </w:p>
    <w:p w:rsidR="00B81788" w:rsidRDefault="00B81788" w:rsidP="00B81788">
      <w:pPr>
        <w:jc w:val="center"/>
        <w:rPr>
          <w:b/>
          <w:sz w:val="52"/>
        </w:rPr>
      </w:pPr>
      <w:r w:rsidRPr="00B81788">
        <w:rPr>
          <w:b/>
          <w:noProof/>
          <w:sz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2" o:spid="_x0000_s1221" type="#_x0000_t202" style="position:absolute;left:0;text-align:left;margin-left:25.1pt;margin-top:10.15pt;width:504.75pt;height:481.45pt;z-index: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" filled="f" fillcolor="#923743" stroked="f">
            <v:textbox inset="0,0,0,0">
              <w:txbxContent>
                <w:p w:rsidR="00B81788" w:rsidRPr="00B81788" w:rsidRDefault="00B81788" w:rsidP="00B81788">
                  <w:pPr>
                    <w:jc w:val="center"/>
                    <w:rPr>
                      <w:rFonts w:cs="Calibri"/>
                      <w:b/>
                      <w:color w:val="595959"/>
                      <w:sz w:val="18"/>
                      <w:szCs w:val="18"/>
                    </w:rPr>
                  </w:pPr>
                </w:p>
                <w:p w:rsidR="00B81788" w:rsidRPr="00B81788" w:rsidRDefault="00B81788" w:rsidP="00B81788">
                  <w:pPr>
                    <w:jc w:val="center"/>
                    <w:rPr>
                      <w:rFonts w:cs="Calibri"/>
                      <w:color w:val="595959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color w:val="595959"/>
                      <w:sz w:val="28"/>
                      <w:szCs w:val="28"/>
                    </w:rPr>
                    <w:t>I hereby affirm, to the best of my knowledge and belief, based on inspections, observations, testing of the project and upon reports submitted by others, that this [Project Name] is substantially complete and operable. The [project] was completed in accordance with the department’s issued guidelines.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sz w:val="28"/>
                    </w:rPr>
                  </w:pP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B81788">
                    <w:rPr>
                      <w:rFonts w:ascii="Calibri" w:hAnsi="Calibri" w:cs="Calibri"/>
                      <w:sz w:val="28"/>
                    </w:rPr>
                    <w:t>PROJECT MANAGER INFORMATION</w:t>
                  </w:r>
                </w:p>
                <w:p w:rsidR="00B81788" w:rsidRPr="00B81788" w:rsidRDefault="00B81788" w:rsidP="00B81788">
                  <w:pPr>
                    <w:contextualSpacing/>
                    <w:jc w:val="center"/>
                    <w:rPr>
                      <w:rFonts w:cs="Calibri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sz w:val="28"/>
                      <w:szCs w:val="28"/>
                    </w:rPr>
                    <w:t>[Name]</w:t>
                  </w:r>
                </w:p>
                <w:p w:rsidR="00B81788" w:rsidRPr="00B81788" w:rsidRDefault="00B81788" w:rsidP="00B81788">
                  <w:pPr>
                    <w:contextualSpacing/>
                    <w:jc w:val="center"/>
                    <w:rPr>
                      <w:rFonts w:cs="Calibri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sz w:val="28"/>
                      <w:szCs w:val="28"/>
                    </w:rPr>
                    <w:t>[Company Name]</w:t>
                  </w:r>
                </w:p>
                <w:p w:rsidR="00B81788" w:rsidRPr="00B81788" w:rsidRDefault="00B81788" w:rsidP="00B81788">
                  <w:pPr>
                    <w:contextualSpacing/>
                    <w:jc w:val="center"/>
                    <w:rPr>
                      <w:rFonts w:cs="Calibri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sz w:val="28"/>
                      <w:szCs w:val="28"/>
                    </w:rPr>
                    <w:t xml:space="preserve">[Street Address] [City, </w:t>
                  </w:r>
                  <w:r w:rsidRPr="00B81788">
                    <w:rPr>
                      <w:rFonts w:cs="Calibri"/>
                      <w:sz w:val="28"/>
                      <w:szCs w:val="28"/>
                    </w:rPr>
                    <w:t>ST ZIP</w:t>
                  </w:r>
                  <w:r w:rsidRPr="00B81788">
                    <w:rPr>
                      <w:rFonts w:cs="Calibri"/>
                      <w:sz w:val="28"/>
                      <w:szCs w:val="28"/>
                    </w:rPr>
                    <w:t xml:space="preserve"> Code] Phone [phone] [email]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sz w:val="28"/>
                    </w:rPr>
                  </w:pP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caps/>
                      <w:sz w:val="28"/>
                    </w:rPr>
                  </w:pPr>
                  <w:r w:rsidRPr="00B81788">
                    <w:rPr>
                      <w:rFonts w:ascii="Calibri" w:hAnsi="Calibri" w:cs="Calibri"/>
                      <w:sz w:val="28"/>
                    </w:rPr>
                    <w:t>PROJECT NAME</w:t>
                  </w:r>
                </w:p>
                <w:p w:rsidR="00B81788" w:rsidRPr="00B81788" w:rsidRDefault="00B81788" w:rsidP="00B81788">
                  <w:pPr>
                    <w:contextualSpacing/>
                    <w:jc w:val="center"/>
                    <w:rPr>
                      <w:rFonts w:cs="Calibri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sz w:val="28"/>
                      <w:szCs w:val="28"/>
                    </w:rPr>
                    <w:t>Write project name here. Add further details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sz w:val="28"/>
                    </w:rPr>
                  </w:pPr>
                  <w:r w:rsidRPr="00B81788">
                    <w:rPr>
                      <w:rFonts w:ascii="Calibri" w:hAnsi="Calibri" w:cs="Calibri"/>
                      <w:sz w:val="28"/>
                    </w:rPr>
                    <w:t>PROJECT DESCRIPTION</w:t>
                  </w:r>
                </w:p>
                <w:p w:rsidR="00B81788" w:rsidRPr="00B81788" w:rsidRDefault="00B81788" w:rsidP="00B81788">
                  <w:pPr>
                    <w:contextualSpacing/>
                    <w:jc w:val="center"/>
                    <w:rPr>
                      <w:rFonts w:cs="Calibri"/>
                      <w:sz w:val="28"/>
                      <w:szCs w:val="28"/>
                    </w:rPr>
                  </w:pPr>
                  <w:r w:rsidRPr="00B81788">
                    <w:rPr>
                      <w:rFonts w:cs="Calibri"/>
                      <w:sz w:val="28"/>
                      <w:szCs w:val="28"/>
                    </w:rPr>
                    <w:t>This space is provided to write project description.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color w:val="auto"/>
                      <w:sz w:val="30"/>
                    </w:rPr>
                  </w:pPr>
                  <w:r w:rsidRPr="00B81788">
                    <w:rPr>
                      <w:rFonts w:ascii="Calibri" w:hAnsi="Calibri" w:cs="Calibri"/>
                      <w:color w:val="auto"/>
                      <w:sz w:val="30"/>
                    </w:rPr>
                    <w:t>Construction begin date: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color w:val="auto"/>
                      <w:sz w:val="30"/>
                    </w:rPr>
                  </w:pPr>
                  <w:r w:rsidRPr="00B81788">
                    <w:rPr>
                      <w:rFonts w:ascii="Calibri" w:hAnsi="Calibri" w:cs="Calibri"/>
                      <w:color w:val="auto"/>
                      <w:sz w:val="30"/>
                    </w:rPr>
                    <w:t>Substantial completion date: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rFonts w:ascii="Calibri" w:hAnsi="Calibri" w:cs="Calibri"/>
                      <w:color w:val="auto"/>
                      <w:sz w:val="30"/>
                    </w:rPr>
                  </w:pPr>
                  <w:r w:rsidRPr="00B81788">
                    <w:rPr>
                      <w:rFonts w:ascii="Calibri" w:hAnsi="Calibri" w:cs="Calibri"/>
                      <w:color w:val="auto"/>
                      <w:sz w:val="30"/>
                    </w:rPr>
                    <w:t>Physical completion date:</w:t>
                  </w:r>
                </w:p>
                <w:p w:rsidR="00B81788" w:rsidRPr="00B81788" w:rsidRDefault="00B81788" w:rsidP="00B81788">
                  <w:pPr>
                    <w:pStyle w:val="Heading3"/>
                    <w:jc w:val="center"/>
                    <w:rPr>
                      <w:sz w:val="42"/>
                    </w:rPr>
                  </w:pPr>
                  <w:r w:rsidRPr="00B81788">
                    <w:rPr>
                      <w:rFonts w:ascii="Calibri" w:hAnsi="Calibri" w:cs="Calibri"/>
                      <w:color w:val="auto"/>
                      <w:sz w:val="30"/>
                    </w:rPr>
                    <w:t>Completion date:</w:t>
                  </w:r>
                </w:p>
                <w:p w:rsidR="00B81788" w:rsidRPr="00017A54" w:rsidRDefault="00B81788" w:rsidP="00B81788">
                  <w:pPr>
                    <w:rPr>
                      <w:lang w:eastAsia="ja-JP"/>
                    </w:rPr>
                  </w:pPr>
                </w:p>
                <w:p w:rsidR="00B81788" w:rsidRPr="00B81788" w:rsidRDefault="00B81788" w:rsidP="00B81788">
                  <w:pPr>
                    <w:contextualSpacing/>
                    <w:rPr>
                      <w:rFonts w:cs="Calibri"/>
                      <w:sz w:val="20"/>
                    </w:rPr>
                  </w:pPr>
                </w:p>
                <w:p w:rsidR="00B81788" w:rsidRPr="00121A70" w:rsidRDefault="00B81788" w:rsidP="00B81788">
                  <w:pPr>
                    <w:jc w:val="center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Pr="00B81788" w:rsidRDefault="00B81788" w:rsidP="00B81788">
      <w:pPr>
        <w:rPr>
          <w:sz w:val="52"/>
        </w:rPr>
      </w:pPr>
    </w:p>
    <w:p w:rsidR="00B81788" w:rsidRDefault="00B81788" w:rsidP="00B81788">
      <w:pPr>
        <w:ind w:left="1440" w:firstLine="720"/>
        <w:rPr>
          <w:rFonts w:ascii="AirfoilScriptSSK" w:hAnsi="AirfoilScriptSSK"/>
          <w:sz w:val="40"/>
        </w:rPr>
      </w:pPr>
    </w:p>
    <w:p w:rsidR="00B81788" w:rsidRPr="00B81788" w:rsidRDefault="00B81788" w:rsidP="00B81788">
      <w:pPr>
        <w:ind w:left="1440" w:firstLine="720"/>
        <w:rPr>
          <w:sz w:val="52"/>
        </w:rPr>
      </w:pPr>
      <w:r w:rsidRPr="00B81788">
        <w:rPr>
          <w:rFonts w:ascii="AirfoilScriptSSK" w:hAnsi="AirfoilScriptSSK"/>
          <w:sz w:val="40"/>
        </w:rPr>
        <w:t>Signature</w:t>
      </w:r>
    </w:p>
    <w:p w:rsidR="00B81788" w:rsidRPr="00B81788" w:rsidRDefault="00B81788" w:rsidP="00B81788">
      <w:pPr>
        <w:tabs>
          <w:tab w:val="left" w:pos="7736"/>
        </w:tabs>
        <w:rPr>
          <w:sz w:val="52"/>
        </w:rPr>
      </w:pPr>
      <w:r>
        <w:rPr>
          <w:sz w:val="52"/>
        </w:rPr>
        <w:tab/>
      </w:r>
    </w:p>
    <w:sectPr w:rsidR="00B81788" w:rsidRPr="00B81788" w:rsidSect="00B81788">
      <w:headerReference w:type="even" r:id="rId6"/>
      <w:headerReference w:type="default" r:id="rId7"/>
      <w:headerReference w:type="first" r:id="rId8"/>
      <w:footerReference w:type="first" r:id="rId9"/>
      <w:pgSz w:w="12240" w:h="15840" w:code="1"/>
      <w:pgMar w:top="720" w:right="720" w:bottom="734" w:left="720" w:header="0" w:footer="61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E8E" w:rsidRDefault="00B96E8E">
      <w:r>
        <w:separator/>
      </w:r>
    </w:p>
  </w:endnote>
  <w:endnote w:type="continuationSeparator" w:id="0">
    <w:p w:rsidR="00B96E8E" w:rsidRDefault="00B9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irfoilScript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788" w:rsidRPr="00B81788" w:rsidRDefault="00B81788" w:rsidP="00B81788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sz w:val="6"/>
      </w:rPr>
    </w:pPr>
    <w:r w:rsidRPr="00B81788">
      <w:rPr>
        <w:sz w:val="26"/>
      </w:rPr>
      <w:tab/>
      <w:t xml:space="preserve">Company </w:t>
    </w:r>
    <w:r>
      <w:rPr>
        <w:sz w:val="26"/>
      </w:rPr>
      <w:t>N</w:t>
    </w:r>
    <w:r w:rsidRPr="00B81788">
      <w:rPr>
        <w:sz w:val="26"/>
      </w:rPr>
      <w:t>am</w:t>
    </w:r>
    <w:r>
      <w:rPr>
        <w:sz w:val="26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E8E" w:rsidRDefault="00B96E8E">
      <w:r>
        <w:separator/>
      </w:r>
    </w:p>
  </w:footnote>
  <w:footnote w:type="continuationSeparator" w:id="0">
    <w:p w:rsidR="00B96E8E" w:rsidRDefault="00B96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308" w:rsidRDefault="007A7214" w:rsidP="00C876E7">
    <w:pPr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48.95pt;margin-top:51.55pt;width:516.6pt;height:24.3pt;z-index:2;mso-position-horizontal-relative:page;mso-position-vertical-relative:page" filled="f" stroked="f">
          <v:textbox style="mso-next-textbox:#_x0000_s2057">
            <w:txbxContent>
              <w:p w:rsidR="00C876E7" w:rsidRDefault="00C876E7" w:rsidP="008D4886">
                <w:pPr>
                  <w:tabs>
                    <w:tab w:val="left" w:pos="360"/>
                  </w:tabs>
                </w:pPr>
                <w:r w:rsidRPr="00C876E7">
                  <w:rPr>
                    <w:rStyle w:val="AllCapsChar"/>
                  </w:rPr>
                  <w:fldChar w:fldCharType="begin"/>
                </w:r>
                <w:r w:rsidRPr="00C876E7">
                  <w:rPr>
                    <w:rStyle w:val="AllCapsChar"/>
                  </w:rPr>
                  <w:instrText xml:space="preserve">PAGE  </w:instrText>
                </w:r>
                <w:r w:rsidRPr="00C876E7">
                  <w:rPr>
                    <w:rStyle w:val="AllCapsChar"/>
                  </w:rPr>
                  <w:fldChar w:fldCharType="separate"/>
                </w:r>
                <w:r w:rsidR="00AF7875">
                  <w:rPr>
                    <w:rStyle w:val="AllCapsChar"/>
                    <w:noProof/>
                  </w:rPr>
                  <w:t>2</w:t>
                </w:r>
                <w:r w:rsidRPr="00C876E7">
                  <w:rPr>
                    <w:rStyle w:val="AllCapsChar"/>
                  </w:rPr>
                  <w:fldChar w:fldCharType="end"/>
                </w:r>
                <w:r w:rsidR="008D4886">
                  <w:rPr>
                    <w:rStyle w:val="AllCapsChar"/>
                  </w:rPr>
                  <w:tab/>
                </w:r>
                <w:r w:rsidRPr="00C876E7">
                  <w:rPr>
                    <w:rStyle w:val="AllCapsChar"/>
                  </w:rPr>
                  <w:t>Type Title Here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0FE" w:rsidRDefault="00C876E7" w:rsidP="002509B2">
    <w:pPr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540pt;margin-top:51.85pt;width:27.65pt;height:24.3pt;z-index:1;mso-position-horizontal-relative:page;mso-position-vertical-relative:page" filled="f" stroked="f">
          <v:textbox style="mso-next-textbox:#_x0000_s2056">
            <w:txbxContent>
              <w:p w:rsidR="00C876E7" w:rsidRDefault="00C876E7" w:rsidP="00C876E7">
                <w:pPr>
                  <w:pStyle w:val="AllCaps"/>
                </w:pPr>
                <w:r>
                  <w:fldChar w:fldCharType="begin"/>
                </w:r>
                <w:r>
                  <w:instrText xml:space="preserve">PAGE  </w:instrText>
                </w:r>
                <w:r>
                  <w:fldChar w:fldCharType="separate"/>
                </w:r>
                <w:r w:rsidR="00AF787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A64" w:rsidRDefault="00462A64" w:rsidP="00462A64">
    <w:pPr>
      <w:tabs>
        <w:tab w:val="left" w:pos="873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noPunctuationKerning/>
  <w:characterSpacingControl w:val="doNotCompress"/>
  <w:savePreviewPicture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1788"/>
    <w:rsid w:val="000548A0"/>
    <w:rsid w:val="000961EB"/>
    <w:rsid w:val="000B2761"/>
    <w:rsid w:val="000B7F1A"/>
    <w:rsid w:val="00120308"/>
    <w:rsid w:val="00120653"/>
    <w:rsid w:val="0015532A"/>
    <w:rsid w:val="001650FE"/>
    <w:rsid w:val="001A383B"/>
    <w:rsid w:val="001E7A17"/>
    <w:rsid w:val="002509B2"/>
    <w:rsid w:val="002A05B8"/>
    <w:rsid w:val="003122C5"/>
    <w:rsid w:val="003671CA"/>
    <w:rsid w:val="003A51CC"/>
    <w:rsid w:val="003E2F4F"/>
    <w:rsid w:val="00462A64"/>
    <w:rsid w:val="004F7152"/>
    <w:rsid w:val="00516A06"/>
    <w:rsid w:val="005F0B56"/>
    <w:rsid w:val="00600FED"/>
    <w:rsid w:val="00667B70"/>
    <w:rsid w:val="00683ECE"/>
    <w:rsid w:val="006E07E9"/>
    <w:rsid w:val="0072530C"/>
    <w:rsid w:val="00746763"/>
    <w:rsid w:val="00791007"/>
    <w:rsid w:val="007A7214"/>
    <w:rsid w:val="007B3B99"/>
    <w:rsid w:val="00806FA5"/>
    <w:rsid w:val="00845A3E"/>
    <w:rsid w:val="008602EC"/>
    <w:rsid w:val="008D4886"/>
    <w:rsid w:val="008E0FD5"/>
    <w:rsid w:val="008E2093"/>
    <w:rsid w:val="00970852"/>
    <w:rsid w:val="009A037D"/>
    <w:rsid w:val="009D636C"/>
    <w:rsid w:val="009F3C9E"/>
    <w:rsid w:val="00A742B0"/>
    <w:rsid w:val="00A86950"/>
    <w:rsid w:val="00AA2B66"/>
    <w:rsid w:val="00AC4CC5"/>
    <w:rsid w:val="00AF7875"/>
    <w:rsid w:val="00B071DE"/>
    <w:rsid w:val="00B309D7"/>
    <w:rsid w:val="00B61D6C"/>
    <w:rsid w:val="00B62368"/>
    <w:rsid w:val="00B81788"/>
    <w:rsid w:val="00B96E8E"/>
    <w:rsid w:val="00BC49B6"/>
    <w:rsid w:val="00BD2AFF"/>
    <w:rsid w:val="00C35F5D"/>
    <w:rsid w:val="00C3737C"/>
    <w:rsid w:val="00C876E7"/>
    <w:rsid w:val="00D06B8C"/>
    <w:rsid w:val="00D07ABC"/>
    <w:rsid w:val="00D8695C"/>
    <w:rsid w:val="00DB5E11"/>
    <w:rsid w:val="00DD4EEF"/>
    <w:rsid w:val="00E22204"/>
    <w:rsid w:val="00E32D23"/>
    <w:rsid w:val="00E37291"/>
    <w:rsid w:val="00EF1A1A"/>
    <w:rsid w:val="00F5701C"/>
    <w:rsid w:val="00FB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."/>
  <w:listSeparator w:val=","/>
  <w14:docId w14:val="6B370780"/>
  <w15:chartTrackingRefBased/>
  <w15:docId w15:val="{37D67CE1-5715-4FD6-A91F-AE3AA08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A2B66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667B70"/>
    <w:pPr>
      <w:keepNext/>
      <w:spacing w:before="240"/>
      <w:ind w:left="270"/>
      <w:outlineLvl w:val="0"/>
    </w:pPr>
    <w:rPr>
      <w:rFonts w:cs="Arial"/>
      <w:bCs/>
      <w:kern w:val="32"/>
      <w:sz w:val="60"/>
      <w:szCs w:val="32"/>
    </w:rPr>
  </w:style>
  <w:style w:type="paragraph" w:styleId="Heading2">
    <w:name w:val="heading 2"/>
    <w:basedOn w:val="Normal"/>
    <w:next w:val="Normal"/>
    <w:qFormat/>
    <w:rsid w:val="003E2F4F"/>
    <w:pPr>
      <w:keepNext/>
      <w:spacing w:before="240" w:after="60"/>
      <w:ind w:left="180"/>
      <w:outlineLvl w:val="1"/>
    </w:pPr>
    <w:rPr>
      <w:rFonts w:cs="Arial"/>
      <w:bCs/>
      <w:iCs/>
      <w:color w:val="008080"/>
      <w:sz w:val="40"/>
      <w:szCs w:val="28"/>
    </w:rPr>
  </w:style>
  <w:style w:type="paragraph" w:styleId="Heading3">
    <w:name w:val="heading 3"/>
    <w:basedOn w:val="Heading2"/>
    <w:next w:val="Normal"/>
    <w:link w:val="Heading3Char"/>
    <w:qFormat/>
    <w:rsid w:val="00AC4CC5"/>
    <w:pPr>
      <w:ind w:left="450"/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ewsletterBodyText">
    <w:name w:val="Newsletter Body Text"/>
    <w:basedOn w:val="Normal"/>
    <w:rsid w:val="00AA2B66"/>
    <w:pPr>
      <w:spacing w:after="200" w:line="312" w:lineRule="auto"/>
    </w:pPr>
    <w:rPr>
      <w:spacing w:val="4"/>
      <w:szCs w:val="16"/>
    </w:rPr>
  </w:style>
  <w:style w:type="paragraph" w:customStyle="1" w:styleId="LeftColumnText">
    <w:name w:val="Left Column Text"/>
    <w:basedOn w:val="Normal"/>
    <w:rsid w:val="00AA2B66"/>
    <w:pPr>
      <w:framePr w:hSpace="187" w:wrap="around" w:vAnchor="text" w:hAnchor="text" w:xAlign="center" w:y="1"/>
      <w:spacing w:after="160" w:line="312" w:lineRule="auto"/>
    </w:pPr>
    <w:rPr>
      <w:spacing w:val="4"/>
      <w:szCs w:val="16"/>
    </w:rPr>
  </w:style>
  <w:style w:type="paragraph" w:customStyle="1" w:styleId="LCTBold">
    <w:name w:val="LCT Bold"/>
    <w:basedOn w:val="LeftColumnText"/>
    <w:rsid w:val="00667B70"/>
    <w:pPr>
      <w:framePr w:wrap="around"/>
    </w:pPr>
    <w:rPr>
      <w:b/>
    </w:rPr>
  </w:style>
  <w:style w:type="paragraph" w:customStyle="1" w:styleId="BoldText">
    <w:name w:val="Bold Text"/>
    <w:basedOn w:val="Normal"/>
    <w:link w:val="BoldTextChar"/>
    <w:rsid w:val="00667B70"/>
    <w:rPr>
      <w:b/>
      <w:szCs w:val="16"/>
    </w:rPr>
  </w:style>
  <w:style w:type="character" w:customStyle="1" w:styleId="BoldTextChar">
    <w:name w:val="Bold Text Char"/>
    <w:link w:val="BoldText"/>
    <w:rsid w:val="00667B70"/>
    <w:rPr>
      <w:rFonts w:ascii="Century Gothic" w:hAnsi="Century Gothic"/>
      <w:b/>
      <w:sz w:val="16"/>
      <w:szCs w:val="16"/>
      <w:lang w:val="en-US" w:eastAsia="en-US" w:bidi="ar-SA"/>
    </w:rPr>
  </w:style>
  <w:style w:type="paragraph" w:customStyle="1" w:styleId="CompanyName">
    <w:name w:val="Company Name"/>
    <w:basedOn w:val="Normal"/>
    <w:link w:val="CompanyNameCharChar"/>
    <w:rsid w:val="004F7152"/>
    <w:rPr>
      <w:b/>
      <w:spacing w:val="4"/>
      <w:szCs w:val="16"/>
    </w:rPr>
  </w:style>
  <w:style w:type="character" w:customStyle="1" w:styleId="CompanyNameCharChar">
    <w:name w:val="Company Name Char Char"/>
    <w:link w:val="CompanyName"/>
    <w:rsid w:val="004F7152"/>
    <w:rPr>
      <w:rFonts w:ascii="Tahoma" w:hAnsi="Tahoma"/>
      <w:b/>
      <w:spacing w:val="4"/>
      <w:sz w:val="16"/>
      <w:szCs w:val="16"/>
      <w:lang w:val="en-US" w:eastAsia="en-US" w:bidi="ar-SA"/>
    </w:rPr>
  </w:style>
  <w:style w:type="paragraph" w:customStyle="1" w:styleId="ColumnCaption">
    <w:name w:val="Column Caption"/>
    <w:basedOn w:val="LeftColumnText"/>
    <w:rsid w:val="00C3737C"/>
    <w:pPr>
      <w:framePr w:wrap="around"/>
      <w:spacing w:line="552" w:lineRule="auto"/>
    </w:pPr>
    <w:rPr>
      <w:i/>
    </w:rPr>
  </w:style>
  <w:style w:type="paragraph" w:styleId="Footer">
    <w:name w:val="footer"/>
    <w:basedOn w:val="Normal"/>
    <w:rsid w:val="00C35F5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B2761"/>
    <w:rPr>
      <w:rFonts w:cs="Tahoma"/>
      <w:szCs w:val="16"/>
    </w:rPr>
  </w:style>
  <w:style w:type="paragraph" w:customStyle="1" w:styleId="MailingAddress">
    <w:name w:val="Mailing Address"/>
    <w:basedOn w:val="Normal"/>
    <w:rsid w:val="00D06B8C"/>
    <w:rPr>
      <w:caps/>
      <w:sz w:val="20"/>
      <w:szCs w:val="20"/>
    </w:rPr>
  </w:style>
  <w:style w:type="paragraph" w:customStyle="1" w:styleId="Italics">
    <w:name w:val="Italics"/>
    <w:basedOn w:val="Normal"/>
    <w:link w:val="ItalicsChar"/>
    <w:rsid w:val="003E2F4F"/>
    <w:rPr>
      <w:i/>
      <w:spacing w:val="4"/>
      <w:szCs w:val="16"/>
    </w:rPr>
  </w:style>
  <w:style w:type="character" w:customStyle="1" w:styleId="ItalicsChar">
    <w:name w:val="Italics Char"/>
    <w:link w:val="Italics"/>
    <w:rsid w:val="00746763"/>
    <w:rPr>
      <w:rFonts w:ascii="Tahoma" w:hAnsi="Tahoma"/>
      <w:i/>
      <w:spacing w:val="4"/>
      <w:sz w:val="16"/>
      <w:szCs w:val="16"/>
      <w:lang w:val="en-US" w:eastAsia="en-US" w:bidi="ar-SA"/>
    </w:rPr>
  </w:style>
  <w:style w:type="paragraph" w:customStyle="1" w:styleId="ParagraphRuleAbove">
    <w:name w:val="Paragraph Rule Above"/>
    <w:basedOn w:val="Normal"/>
    <w:rsid w:val="00D06B8C"/>
    <w:pPr>
      <w:pBdr>
        <w:bottom w:val="single" w:sz="2" w:space="1" w:color="auto"/>
      </w:pBdr>
      <w:spacing w:after="120"/>
    </w:pPr>
  </w:style>
  <w:style w:type="paragraph" w:customStyle="1" w:styleId="ParagraphRuleBelow">
    <w:name w:val="Paragraph Rule Below"/>
    <w:basedOn w:val="Normal"/>
    <w:rsid w:val="00D06B8C"/>
    <w:pPr>
      <w:pBdr>
        <w:top w:val="single" w:sz="2" w:space="1" w:color="auto"/>
      </w:pBdr>
      <w:spacing w:before="120"/>
    </w:pPr>
  </w:style>
  <w:style w:type="paragraph" w:customStyle="1" w:styleId="MailingAddressBold">
    <w:name w:val="Mailing Address Bold"/>
    <w:basedOn w:val="MailingAddress"/>
    <w:rsid w:val="00D06B8C"/>
    <w:rPr>
      <w:b/>
    </w:rPr>
  </w:style>
  <w:style w:type="paragraph" w:customStyle="1" w:styleId="ReturnMailingAddress">
    <w:name w:val="Return Mailing Address"/>
    <w:basedOn w:val="MailingAddress"/>
    <w:rsid w:val="007B3B99"/>
    <w:rPr>
      <w:sz w:val="16"/>
    </w:rPr>
  </w:style>
  <w:style w:type="paragraph" w:customStyle="1" w:styleId="ReturnMailingAddressBold">
    <w:name w:val="Return Mailing Address Bold"/>
    <w:basedOn w:val="ReturnMailingAddress"/>
    <w:rsid w:val="007B3B99"/>
    <w:rPr>
      <w:b/>
    </w:rPr>
  </w:style>
  <w:style w:type="paragraph" w:customStyle="1" w:styleId="AllCaps">
    <w:name w:val="All Caps"/>
    <w:basedOn w:val="Normal"/>
    <w:link w:val="AllCapsChar"/>
    <w:rsid w:val="008D4886"/>
    <w:pPr>
      <w:tabs>
        <w:tab w:val="left" w:pos="360"/>
      </w:tabs>
    </w:pPr>
    <w:rPr>
      <w:b/>
      <w:caps/>
      <w:color w:val="008080"/>
      <w:szCs w:val="16"/>
    </w:rPr>
  </w:style>
  <w:style w:type="character" w:customStyle="1" w:styleId="AllCapsChar">
    <w:name w:val="All Caps Char"/>
    <w:link w:val="AllCaps"/>
    <w:rsid w:val="008D4886"/>
    <w:rPr>
      <w:rFonts w:ascii="Tahoma" w:hAnsi="Tahoma"/>
      <w:b/>
      <w:caps/>
      <w:color w:val="008080"/>
      <w:sz w:val="16"/>
      <w:szCs w:val="16"/>
      <w:lang w:val="en-US" w:eastAsia="en-US" w:bidi="ar-SA"/>
    </w:rPr>
  </w:style>
  <w:style w:type="paragraph" w:customStyle="1" w:styleId="VolumeDate">
    <w:name w:val="Volume/Date"/>
    <w:basedOn w:val="CompanyName"/>
    <w:link w:val="VolumeDateChar"/>
    <w:rsid w:val="004F7152"/>
    <w:pPr>
      <w:jc w:val="right"/>
    </w:pPr>
    <w:rPr>
      <w:b w:val="0"/>
    </w:rPr>
  </w:style>
  <w:style w:type="character" w:customStyle="1" w:styleId="VolumeDateChar">
    <w:name w:val="Volume/Date Char"/>
    <w:basedOn w:val="CompanyNameCharChar"/>
    <w:link w:val="VolumeDate"/>
    <w:rsid w:val="004F7152"/>
    <w:rPr>
      <w:rFonts w:ascii="Tahoma" w:hAnsi="Tahoma"/>
      <w:b/>
      <w:spacing w:val="4"/>
      <w:sz w:val="16"/>
      <w:szCs w:val="16"/>
      <w:lang w:val="en-US" w:eastAsia="en-US" w:bidi="ar-SA"/>
    </w:rPr>
  </w:style>
  <w:style w:type="paragraph" w:customStyle="1" w:styleId="VolumeDateBold">
    <w:name w:val="Volume/Date Bold"/>
    <w:basedOn w:val="VolumeDate"/>
    <w:link w:val="VolumeDateBoldChar"/>
    <w:rsid w:val="004F7152"/>
    <w:rPr>
      <w:b/>
    </w:rPr>
  </w:style>
  <w:style w:type="character" w:customStyle="1" w:styleId="VolumeDateBoldChar">
    <w:name w:val="Volume/Date Bold Char"/>
    <w:link w:val="VolumeDateBold"/>
    <w:rsid w:val="004F7152"/>
    <w:rPr>
      <w:rFonts w:ascii="Tahoma" w:hAnsi="Tahoma"/>
      <w:b/>
      <w:spacing w:val="4"/>
      <w:sz w:val="16"/>
      <w:szCs w:val="16"/>
      <w:lang w:val="en-US" w:eastAsia="en-US" w:bidi="ar-SA"/>
    </w:rPr>
  </w:style>
  <w:style w:type="paragraph" w:customStyle="1" w:styleId="CompanyPhoneNumber">
    <w:name w:val="Company Phone Number"/>
    <w:basedOn w:val="CompanyName"/>
    <w:rsid w:val="004F7152"/>
    <w:rPr>
      <w:b w:val="0"/>
    </w:rPr>
  </w:style>
  <w:style w:type="paragraph" w:customStyle="1" w:styleId="Tagline">
    <w:name w:val="Tagline"/>
    <w:basedOn w:val="Italics"/>
    <w:link w:val="TaglineChar"/>
    <w:rsid w:val="00746763"/>
    <w:pPr>
      <w:spacing w:before="480"/>
    </w:pPr>
  </w:style>
  <w:style w:type="character" w:customStyle="1" w:styleId="TaglineChar">
    <w:name w:val="Tagline Char"/>
    <w:basedOn w:val="ItalicsChar"/>
    <w:link w:val="Tagline"/>
    <w:rsid w:val="00746763"/>
    <w:rPr>
      <w:rFonts w:ascii="Tahoma" w:hAnsi="Tahoma"/>
      <w:i/>
      <w:spacing w:val="4"/>
      <w:sz w:val="16"/>
      <w:szCs w:val="16"/>
      <w:lang w:val="en-US" w:eastAsia="en-US" w:bidi="ar-SA"/>
    </w:rPr>
  </w:style>
  <w:style w:type="character" w:customStyle="1" w:styleId="Heading3Char">
    <w:name w:val="Heading 3 Char"/>
    <w:link w:val="Heading3"/>
    <w:rsid w:val="00B81788"/>
    <w:rPr>
      <w:rFonts w:ascii="Tahoma" w:hAnsi="Tahoma" w:cs="Arial"/>
      <w:bCs/>
      <w:iCs/>
      <w:color w:val="008080"/>
      <w:sz w:val="4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01017819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TF01017819 (1).dot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cp:lastPrinted>2004-02-23T10:53:00Z</cp:lastPrinted>
  <dcterms:created xsi:type="dcterms:W3CDTF">2019-05-14T11:18:00Z</dcterms:created>
  <dcterms:modified xsi:type="dcterms:W3CDTF">2019-05-14T11:24:00Z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TC010178191033</vt:lpwstr>
  </property>
</Properties>
</file>