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21"/>
        <w:tblW w:w="104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40"/>
      </w:tblGrid>
      <w:tr w:rsidR="00DB7177" w:rsidTr="00DB7177">
        <w:trPr>
          <w:trHeight w:val="543"/>
        </w:trPr>
        <w:tc>
          <w:tcPr>
            <w:tcW w:w="10440" w:type="dxa"/>
          </w:tcPr>
          <w:p w:rsidR="00DB7177" w:rsidRPr="00DB7177" w:rsidRDefault="009B6B58" w:rsidP="00AB18BA">
            <w:pPr>
              <w:pStyle w:val="Title"/>
              <w:framePr w:hSpace="0" w:wrap="auto" w:vAnchor="margin" w:hAnchor="text" w:yAlign="inline"/>
              <w:jc w:val="center"/>
            </w:pPr>
            <w:sdt>
              <w:sdtPr>
                <w:rPr>
                  <w:sz w:val="42"/>
                </w:rPr>
                <w:alias w:val="Recipient Name"/>
                <w:tag w:val=""/>
                <w:id w:val="-807166412"/>
                <w:placeholder>
                  <w:docPart w:val="5F6AC91DBF5B4E4F99A755D968B5B5F9"/>
                </w:placeholder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 w:multiLine="1"/>
              </w:sdtPr>
              <w:sdtEndPr/>
              <w:sdtContent>
                <w:r w:rsidR="00AB18BA" w:rsidRPr="00AB18BA">
                  <w:rPr>
                    <w:sz w:val="42"/>
                  </w:rPr>
                  <w:t>Certificate of Completion</w:t>
                </w:r>
              </w:sdtContent>
            </w:sdt>
          </w:p>
        </w:tc>
      </w:tr>
    </w:tbl>
    <w:p w:rsidR="00DB7177" w:rsidRDefault="00DB7177" w:rsidP="00DB7177"/>
    <w:p w:rsidR="00DB7177" w:rsidRPr="00AB18BA" w:rsidRDefault="00AB18BA" w:rsidP="00AB18BA">
      <w:pPr>
        <w:pStyle w:val="Salutation"/>
        <w:spacing w:before="0"/>
        <w:jc w:val="center"/>
        <w:rPr>
          <w:sz w:val="34"/>
        </w:rPr>
      </w:pPr>
      <w:r w:rsidRPr="00AB18BA">
        <w:rPr>
          <w:noProof/>
          <w:color w:val="C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C2F933" wp14:editId="28DF0055">
                <wp:simplePos x="0" y="0"/>
                <wp:positionH relativeFrom="column">
                  <wp:posOffset>245542</wp:posOffset>
                </wp:positionH>
                <wp:positionV relativeFrom="paragraph">
                  <wp:posOffset>325755</wp:posOffset>
                </wp:positionV>
                <wp:extent cx="6410325" cy="5810250"/>
                <wp:effectExtent l="0" t="0" r="9525" b="0"/>
                <wp:wrapNone/>
                <wp:docPr id="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5810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18BA" w:rsidRPr="00017A54" w:rsidRDefault="00AB18BA" w:rsidP="00AB18BA">
                            <w:pPr>
                              <w:jc w:val="center"/>
                              <w:rPr>
                                <w:rFonts w:cstheme="minorHAnsi"/>
                                <w:b/>
                                <w:color w:val="595959"/>
                                <w:sz w:val="18"/>
                                <w:szCs w:val="18"/>
                              </w:rPr>
                            </w:pPr>
                          </w:p>
                          <w:p w:rsidR="00AB18BA" w:rsidRPr="00017A54" w:rsidRDefault="00AB18BA" w:rsidP="00AB18BA">
                            <w:pPr>
                              <w:jc w:val="center"/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I hereby affirm, to the best of my knowledge and belief, based on inspections, observations, testing of the 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project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 and upon reports submitted by others, that this [Project Name] is substantially complete and operable. The [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project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 xml:space="preserve">] was completed in accordance with the department’s issued </w:t>
                            </w:r>
                            <w:r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guidelines</w:t>
                            </w:r>
                            <w:r w:rsidRPr="00017A54">
                              <w:rPr>
                                <w:rFonts w:cstheme="minorHAnsi"/>
                                <w:color w:val="595959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B18BA" w:rsidRPr="00017A54" w:rsidRDefault="00AB18BA" w:rsidP="00AB18BA">
                            <w:pPr>
                              <w:pStyle w:val="Heading3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AB18BA" w:rsidRPr="00017A54" w:rsidRDefault="00AB18BA" w:rsidP="00AB18BA">
                            <w:pPr>
                              <w:pStyle w:val="Heading3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PROJECT MANAGER</w:t>
                            </w: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INFORMATION</w:t>
                            </w:r>
                          </w:p>
                          <w:sdt>
                            <w:sdt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id w:val="-999190754"/>
                              <w:placeholder>
                                <w:docPart w:val="3AA0A922FAB74705B6A675BEAD6A8A0A"/>
                              </w:placeholder>
                              <w:showingPlcHdr/>
                              <w15:appearance w15:val="hidden"/>
                            </w:sdtPr>
                            <w:sdtContent>
                              <w:p w:rsidR="00AB18BA" w:rsidRPr="00017A54" w:rsidRDefault="00AB18BA" w:rsidP="00AB18BA">
                                <w:pPr>
                                  <w:contextualSpacing/>
                                  <w:jc w:val="center"/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</w:pPr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[Name]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id w:val="-597493808"/>
                              <w:placeholder>
                                <w:docPart w:val="8692276A81A04DA4B6E414BFB4735937"/>
                              </w:placeholder>
                              <w:showingPlcHdr/>
                              <w15:appearance w15:val="hidden"/>
                            </w:sdtPr>
                            <w:sdtContent>
                              <w:p w:rsidR="00AB18BA" w:rsidRPr="00017A54" w:rsidRDefault="00AB18BA" w:rsidP="00AB18BA">
                                <w:pPr>
                                  <w:contextualSpacing/>
                                  <w:jc w:val="center"/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</w:pPr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[Company Name]</w:t>
                                </w:r>
                              </w:p>
                            </w:sdtContent>
                          </w:sdt>
                          <w:p w:rsidR="00AB18BA" w:rsidRPr="00017A54" w:rsidRDefault="00AB18BA" w:rsidP="00AB18BA">
                            <w:pPr>
                              <w:contextualSpacing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sdt>
                              <w:sdt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id w:val="1712542032"/>
                                <w:placeholder>
                                  <w:docPart w:val="03970A0E8FCF44DBA0139A2B6C530A25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[Street Address]</w:t>
                                </w:r>
                              </w:sdtContent>
                            </w:sdt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id w:val="-808014887"/>
                                <w:placeholder>
                                  <w:docPart w:val="9C3C49BF235047CEB290633DB0D509A5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[City, ST  ZIP Code]</w:t>
                                </w:r>
                              </w:sdtContent>
                            </w:sdt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Phone </w:t>
                            </w:r>
                            <w:sdt>
                              <w:sdt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id w:val="149113088"/>
                                <w:placeholder>
                                  <w:docPart w:val="1BB735F9BDC1427883D1AD920BC77F33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[phone]</w:t>
                                </w:r>
                              </w:sdtContent>
                            </w:sdt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cstheme="minorHAnsi"/>
                                  <w:sz w:val="28"/>
                                  <w:szCs w:val="28"/>
                                </w:rPr>
                                <w:id w:val="-652207094"/>
                                <w:placeholder>
                                  <w:docPart w:val="4A2B28AEE16E458D83ED4C44E25A7BE3"/>
                                </w:placeholder>
                                <w:showingPlcHdr/>
                                <w15:appearance w15:val="hidden"/>
                              </w:sdtPr>
                              <w:sdtContent>
                                <w:r w:rsidRPr="00017A54">
                                  <w:rPr>
                                    <w:rFonts w:cstheme="minorHAnsi"/>
                                    <w:sz w:val="28"/>
                                    <w:szCs w:val="28"/>
                                  </w:rPr>
                                  <w:t>[email]</w:t>
                                </w:r>
                              </w:sdtContent>
                            </w:sdt>
                          </w:p>
                          <w:p w:rsidR="00AB18BA" w:rsidRPr="00017A54" w:rsidRDefault="00AB18BA" w:rsidP="00AB18BA">
                            <w:pPr>
                              <w:pStyle w:val="Heading3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</w:p>
                          <w:p w:rsidR="00AB18BA" w:rsidRPr="00017A54" w:rsidRDefault="00AB18BA" w:rsidP="00AB18BA">
                            <w:pPr>
                              <w:pStyle w:val="Heading3"/>
                              <w:jc w:val="center"/>
                              <w:rPr>
                                <w:rFonts w:cstheme="minorHAnsi"/>
                                <w:caps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PROJECT NAME</w:t>
                            </w:r>
                          </w:p>
                          <w:p w:rsidR="00AB18BA" w:rsidRPr="00017A54" w:rsidRDefault="00AB18BA" w:rsidP="00AB18BA">
                            <w:pPr>
                              <w:contextualSpacing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Write project name here. Add further details</w:t>
                            </w:r>
                          </w:p>
                          <w:p w:rsidR="00AB18BA" w:rsidRPr="00017A54" w:rsidRDefault="00AB18BA" w:rsidP="00AB18BA">
                            <w:pPr>
                              <w:pStyle w:val="Heading3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PROJECT DESCRIPTION</w:t>
                            </w:r>
                          </w:p>
                          <w:p w:rsidR="00AB18BA" w:rsidRPr="00017A54" w:rsidRDefault="00AB18BA" w:rsidP="00AB18BA">
                            <w:pPr>
                              <w:contextualSpacing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This space is provided to write project description.</w:t>
                            </w:r>
                          </w:p>
                          <w:p w:rsidR="00AB18BA" w:rsidRPr="00017A54" w:rsidRDefault="00AB18BA" w:rsidP="00AB18BA">
                            <w:pPr>
                              <w:pStyle w:val="Heading3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Construction begin date:</w:t>
                            </w:r>
                          </w:p>
                          <w:p w:rsidR="00AB18BA" w:rsidRPr="00017A54" w:rsidRDefault="00AB18BA" w:rsidP="00AB18BA">
                            <w:pPr>
                              <w:pStyle w:val="Heading3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Substantial completion date:</w:t>
                            </w:r>
                          </w:p>
                          <w:p w:rsidR="00AB18BA" w:rsidRPr="00017A54" w:rsidRDefault="00AB18BA" w:rsidP="00AB18BA">
                            <w:pPr>
                              <w:pStyle w:val="Heading3"/>
                              <w:jc w:val="center"/>
                              <w:rPr>
                                <w:rFonts w:cstheme="minorHAnsi"/>
                                <w:sz w:val="28"/>
                                <w:szCs w:val="28"/>
                              </w:rPr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Physical completion date:</w:t>
                            </w:r>
                          </w:p>
                          <w:p w:rsidR="00AB18BA" w:rsidRDefault="00AB18BA" w:rsidP="00AB18BA">
                            <w:pPr>
                              <w:pStyle w:val="Heading3"/>
                              <w:jc w:val="center"/>
                            </w:pPr>
                            <w:r w:rsidRPr="00017A54">
                              <w:rPr>
                                <w:rFonts w:cstheme="minorHAnsi"/>
                                <w:sz w:val="28"/>
                                <w:szCs w:val="28"/>
                              </w:rPr>
                              <w:t>Completion date:</w:t>
                            </w:r>
                          </w:p>
                          <w:p w:rsidR="00AB18BA" w:rsidRPr="00017A54" w:rsidRDefault="00AB18BA" w:rsidP="00AB18BA">
                            <w:pPr>
                              <w:rPr>
                                <w:lang w:eastAsia="ja-JP"/>
                              </w:rPr>
                            </w:pPr>
                          </w:p>
                          <w:p w:rsidR="00AB18BA" w:rsidRPr="00E95821" w:rsidRDefault="00AB18BA" w:rsidP="00AB18BA">
                            <w:pPr>
                              <w:contextualSpacing/>
                              <w:rPr>
                                <w:rFonts w:cstheme="minorHAnsi"/>
                                <w:sz w:val="20"/>
                              </w:rPr>
                            </w:pPr>
                          </w:p>
                          <w:p w:rsidR="00AB18BA" w:rsidRPr="00121A70" w:rsidRDefault="00AB18BA" w:rsidP="00AB18BA">
                            <w:pPr>
                              <w:jc w:val="center"/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C2F933" id="_x0000_t202" coordsize="21600,21600" o:spt="202" path="m,l,21600r21600,l21600,xe">
                <v:stroke joinstyle="miter"/>
                <v:path gradientshapeok="t" o:connecttype="rect"/>
              </v:shapetype>
              <v:shape id="Text Box 52" o:spid="_x0000_s1026" type="#_x0000_t202" style="position:absolute;left:0;text-align:left;margin-left:19.35pt;margin-top:25.65pt;width:504.75pt;height:45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" filled="f" fillcolor="#923743" stroked="f">
                <v:textbox inset="0,0,0,0">
                  <w:txbxContent>
                    <w:p w:rsidR="00AB18BA" w:rsidRPr="00017A54" w:rsidRDefault="00AB18BA" w:rsidP="00AB18BA">
                      <w:pPr>
                        <w:jc w:val="center"/>
                        <w:rPr>
                          <w:rFonts w:cstheme="minorHAnsi"/>
                          <w:b/>
                          <w:color w:val="595959"/>
                          <w:sz w:val="18"/>
                          <w:szCs w:val="18"/>
                        </w:rPr>
                      </w:pPr>
                    </w:p>
                    <w:p w:rsidR="00AB18BA" w:rsidRPr="00017A54" w:rsidRDefault="00AB18BA" w:rsidP="00AB18BA">
                      <w:pPr>
                        <w:jc w:val="center"/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I hereby affirm, to the best of my knowledge and belief, based on inspections, observations, testing of the 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project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 and upon reports submitted by others, that this [Project Name] is substantially complete and operable. The [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project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 xml:space="preserve">] was completed in accordance with the department’s issued </w:t>
                      </w:r>
                      <w:r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guidelines</w:t>
                      </w:r>
                      <w:r w:rsidRPr="00017A54">
                        <w:rPr>
                          <w:rFonts w:cstheme="minorHAnsi"/>
                          <w:color w:val="595959"/>
                          <w:sz w:val="28"/>
                          <w:szCs w:val="28"/>
                        </w:rPr>
                        <w:t>.</w:t>
                      </w:r>
                    </w:p>
                    <w:p w:rsidR="00AB18BA" w:rsidRPr="00017A54" w:rsidRDefault="00AB18BA" w:rsidP="00AB18BA">
                      <w:pPr>
                        <w:pStyle w:val="Heading3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AB18BA" w:rsidRPr="00017A54" w:rsidRDefault="00AB18BA" w:rsidP="00AB18BA">
                      <w:pPr>
                        <w:pStyle w:val="Heading3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>
                        <w:rPr>
                          <w:rFonts w:cstheme="minorHAnsi"/>
                          <w:sz w:val="28"/>
                          <w:szCs w:val="28"/>
                        </w:rPr>
                        <w:t>PROJECT MANAGER</w:t>
                      </w: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 xml:space="preserve"> INFORMATION</w:t>
                      </w:r>
                    </w:p>
                    <w:sdt>
                      <w:sdtPr>
                        <w:rPr>
                          <w:rFonts w:cstheme="minorHAnsi"/>
                          <w:sz w:val="28"/>
                          <w:szCs w:val="28"/>
                        </w:rPr>
                        <w:id w:val="-999190754"/>
                        <w:placeholder>
                          <w:docPart w:val="3AA0A922FAB74705B6A675BEAD6A8A0A"/>
                        </w:placeholder>
                        <w:showingPlcHdr/>
                        <w15:appearance w15:val="hidden"/>
                      </w:sdtPr>
                      <w:sdtContent>
                        <w:p w:rsidR="00AB18BA" w:rsidRPr="00017A54" w:rsidRDefault="00AB18BA" w:rsidP="00AB18BA">
                          <w:pPr>
                            <w:contextualSpacing/>
                            <w:jc w:val="center"/>
                            <w:rPr>
                              <w:rFonts w:cstheme="minorHAnsi"/>
                              <w:sz w:val="28"/>
                              <w:szCs w:val="28"/>
                            </w:rPr>
                          </w:pPr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[Name]</w:t>
                          </w:r>
                        </w:p>
                      </w:sdtContent>
                    </w:sdt>
                    <w:sdt>
                      <w:sdtPr>
                        <w:rPr>
                          <w:rFonts w:cstheme="minorHAnsi"/>
                          <w:sz w:val="28"/>
                          <w:szCs w:val="28"/>
                        </w:rPr>
                        <w:id w:val="-597493808"/>
                        <w:placeholder>
                          <w:docPart w:val="8692276A81A04DA4B6E414BFB4735937"/>
                        </w:placeholder>
                        <w:showingPlcHdr/>
                        <w15:appearance w15:val="hidden"/>
                      </w:sdtPr>
                      <w:sdtContent>
                        <w:p w:rsidR="00AB18BA" w:rsidRPr="00017A54" w:rsidRDefault="00AB18BA" w:rsidP="00AB18BA">
                          <w:pPr>
                            <w:contextualSpacing/>
                            <w:jc w:val="center"/>
                            <w:rPr>
                              <w:rFonts w:cstheme="minorHAnsi"/>
                              <w:sz w:val="28"/>
                              <w:szCs w:val="28"/>
                            </w:rPr>
                          </w:pPr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[Company Name]</w:t>
                          </w:r>
                        </w:p>
                      </w:sdtContent>
                    </w:sdt>
                    <w:p w:rsidR="00AB18BA" w:rsidRPr="00017A54" w:rsidRDefault="00AB18BA" w:rsidP="00AB18BA">
                      <w:pPr>
                        <w:contextualSpacing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1712542032"/>
                          <w:placeholder>
                            <w:docPart w:val="03970A0E8FCF44DBA0139A2B6C530A25"/>
                          </w:placeholder>
                          <w:showingPlcHdr/>
                          <w15:appearance w15:val="hidden"/>
                        </w:sdtPr>
                        <w:sdtContent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[Street Address]</w:t>
                          </w:r>
                        </w:sdtContent>
                      </w:sdt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-808014887"/>
                          <w:placeholder>
                            <w:docPart w:val="9C3C49BF235047CEB290633DB0D509A5"/>
                          </w:placeholder>
                          <w:showingPlcHdr/>
                          <w15:appearance w15:val="hidden"/>
                        </w:sdtPr>
                        <w:sdtContent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[City, ST  ZIP Code]</w:t>
                          </w:r>
                        </w:sdtContent>
                      </w:sdt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 xml:space="preserve"> Phone </w:t>
                      </w: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149113088"/>
                          <w:placeholder>
                            <w:docPart w:val="1BB735F9BDC1427883D1AD920BC77F33"/>
                          </w:placeholder>
                          <w:showingPlcHdr/>
                          <w15:appearance w15:val="hidden"/>
                        </w:sdtPr>
                        <w:sdtContent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[phone]</w:t>
                          </w:r>
                        </w:sdtContent>
                      </w:sdt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 xml:space="preserve"> </w:t>
                      </w:r>
                      <w:sdt>
                        <w:sdtPr>
                          <w:rPr>
                            <w:rFonts w:cstheme="minorHAnsi"/>
                            <w:sz w:val="28"/>
                            <w:szCs w:val="28"/>
                          </w:rPr>
                          <w:id w:val="-652207094"/>
                          <w:placeholder>
                            <w:docPart w:val="4A2B28AEE16E458D83ED4C44E25A7BE3"/>
                          </w:placeholder>
                          <w:showingPlcHdr/>
                          <w15:appearance w15:val="hidden"/>
                        </w:sdtPr>
                        <w:sdtContent>
                          <w:r w:rsidRPr="00017A54">
                            <w:rPr>
                              <w:rFonts w:cstheme="minorHAnsi"/>
                              <w:sz w:val="28"/>
                              <w:szCs w:val="28"/>
                            </w:rPr>
                            <w:t>[email]</w:t>
                          </w:r>
                        </w:sdtContent>
                      </w:sdt>
                    </w:p>
                    <w:p w:rsidR="00AB18BA" w:rsidRPr="00017A54" w:rsidRDefault="00AB18BA" w:rsidP="00AB18BA">
                      <w:pPr>
                        <w:pStyle w:val="Heading3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</w:p>
                    <w:p w:rsidR="00AB18BA" w:rsidRPr="00017A54" w:rsidRDefault="00AB18BA" w:rsidP="00AB18BA">
                      <w:pPr>
                        <w:pStyle w:val="Heading3"/>
                        <w:jc w:val="center"/>
                        <w:rPr>
                          <w:rFonts w:cstheme="minorHAnsi"/>
                          <w:caps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PROJECT NAME</w:t>
                      </w:r>
                    </w:p>
                    <w:p w:rsidR="00AB18BA" w:rsidRPr="00017A54" w:rsidRDefault="00AB18BA" w:rsidP="00AB18BA">
                      <w:pPr>
                        <w:contextualSpacing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Write project name here. Add further details</w:t>
                      </w:r>
                    </w:p>
                    <w:p w:rsidR="00AB18BA" w:rsidRPr="00017A54" w:rsidRDefault="00AB18BA" w:rsidP="00AB18BA">
                      <w:pPr>
                        <w:pStyle w:val="Heading3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PROJECT DESCRIPTION</w:t>
                      </w:r>
                    </w:p>
                    <w:p w:rsidR="00AB18BA" w:rsidRPr="00017A54" w:rsidRDefault="00AB18BA" w:rsidP="00AB18BA">
                      <w:pPr>
                        <w:contextualSpacing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This space is provided to write project description.</w:t>
                      </w:r>
                    </w:p>
                    <w:p w:rsidR="00AB18BA" w:rsidRPr="00017A54" w:rsidRDefault="00AB18BA" w:rsidP="00AB18BA">
                      <w:pPr>
                        <w:pStyle w:val="Heading3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Construction begin date:</w:t>
                      </w:r>
                    </w:p>
                    <w:p w:rsidR="00AB18BA" w:rsidRPr="00017A54" w:rsidRDefault="00AB18BA" w:rsidP="00AB18BA">
                      <w:pPr>
                        <w:pStyle w:val="Heading3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Substantial completion date:</w:t>
                      </w:r>
                    </w:p>
                    <w:p w:rsidR="00AB18BA" w:rsidRPr="00017A54" w:rsidRDefault="00AB18BA" w:rsidP="00AB18BA">
                      <w:pPr>
                        <w:pStyle w:val="Heading3"/>
                        <w:jc w:val="center"/>
                        <w:rPr>
                          <w:rFonts w:cstheme="minorHAnsi"/>
                          <w:sz w:val="28"/>
                          <w:szCs w:val="28"/>
                        </w:rPr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Physical completion date:</w:t>
                      </w:r>
                    </w:p>
                    <w:p w:rsidR="00AB18BA" w:rsidRDefault="00AB18BA" w:rsidP="00AB18BA">
                      <w:pPr>
                        <w:pStyle w:val="Heading3"/>
                        <w:jc w:val="center"/>
                      </w:pPr>
                      <w:r w:rsidRPr="00017A54">
                        <w:rPr>
                          <w:rFonts w:cstheme="minorHAnsi"/>
                          <w:sz w:val="28"/>
                          <w:szCs w:val="28"/>
                        </w:rPr>
                        <w:t>Completion date:</w:t>
                      </w:r>
                    </w:p>
                    <w:p w:rsidR="00AB18BA" w:rsidRPr="00017A54" w:rsidRDefault="00AB18BA" w:rsidP="00AB18BA">
                      <w:pPr>
                        <w:rPr>
                          <w:lang w:eastAsia="ja-JP"/>
                        </w:rPr>
                      </w:pPr>
                    </w:p>
                    <w:p w:rsidR="00AB18BA" w:rsidRPr="00E95821" w:rsidRDefault="00AB18BA" w:rsidP="00AB18BA">
                      <w:pPr>
                        <w:contextualSpacing/>
                        <w:rPr>
                          <w:rFonts w:cstheme="minorHAnsi"/>
                          <w:sz w:val="20"/>
                        </w:rPr>
                      </w:pPr>
                    </w:p>
                    <w:p w:rsidR="00AB18BA" w:rsidRPr="00121A70" w:rsidRDefault="00AB18BA" w:rsidP="00AB18BA">
                      <w:pPr>
                        <w:jc w:val="center"/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B18BA">
        <w:rPr>
          <w:sz w:val="34"/>
        </w:rPr>
        <w:t>To Whom It May Concern</w:t>
      </w:r>
      <w:bookmarkStart w:id="0" w:name="_GoBack"/>
      <w:bookmarkEnd w:id="0"/>
    </w:p>
    <w:sectPr w:rsidR="00DB7177" w:rsidRPr="00AB18BA" w:rsidSect="00DB7177">
      <w:headerReference w:type="default" r:id="rId6"/>
      <w:footerReference w:type="default" r:id="rId7"/>
      <w:type w:val="nextColumn"/>
      <w:pgSz w:w="12240" w:h="15840" w:code="1"/>
      <w:pgMar w:top="2880" w:right="878" w:bottom="864" w:left="878" w:header="0" w:footer="14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B58" w:rsidRDefault="009B6B58">
      <w:r>
        <w:separator/>
      </w:r>
    </w:p>
  </w:endnote>
  <w:endnote w:type="continuationSeparator" w:id="0">
    <w:p w:rsidR="009B6B58" w:rsidRDefault="009B6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497" w:type="dxa"/>
      <w:tblInd w:w="-2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3036"/>
      <w:gridCol w:w="2461"/>
    </w:tblGrid>
    <w:tr w:rsidR="00DB7177" w:rsidTr="00DB7177">
      <w:trPr>
        <w:trHeight w:val="1260"/>
      </w:trPr>
      <w:tc>
        <w:tcPr>
          <w:tcW w:w="3036" w:type="dxa"/>
          <w:tcBorders>
            <w:top w:val="nil"/>
            <w:left w:val="nil"/>
            <w:bottom w:val="nil"/>
            <w:right w:val="nil"/>
          </w:tcBorders>
        </w:tcPr>
        <w:p w:rsidR="00DB7177" w:rsidRDefault="00DB7177" w:rsidP="00DB7177">
          <w:pPr>
            <w:pStyle w:val="Footer"/>
          </w:pPr>
          <w:r w:rsidRPr="0066627C">
            <w:rPr>
              <w:noProof/>
            </w:rPr>
            <mc:AlternateContent>
              <mc:Choice Requires="wps">
                <w:drawing>
                  <wp:inline distT="0" distB="0" distL="0" distR="0" wp14:anchorId="6B8F5D88" wp14:editId="76042A88">
                    <wp:extent cx="1781175" cy="287020"/>
                    <wp:effectExtent l="0" t="0" r="9525" b="0"/>
                    <wp:docPr id="24" name="Text Box 259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/>
                          </wps:cNvSpPr>
                          <wps:spPr bwMode="auto">
                            <a:xfrm>
                              <a:off x="0" y="0"/>
                              <a:ext cx="1781175" cy="2870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000000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0" algn="in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DB7177" w:rsidRPr="00DB7177" w:rsidRDefault="00DB7177" w:rsidP="00DB7177">
                                <w:pPr>
                                  <w:pStyle w:val="Heading1"/>
                                  <w:spacing w:before="0" w:after="0"/>
                                  <w:rPr>
                                    <w:b/>
                                  </w:rPr>
                                </w:pPr>
                                <w:r w:rsidRPr="00DB7177">
                                  <w:rPr>
                                    <w:b/>
                                  </w:rPr>
                                  <w:t>Company Name</w:t>
                                </w:r>
                              </w:p>
                            </w:txbxContent>
                          </wps:txbx>
                          <wps:bodyPr rot="0" vert="horz" wrap="square" lIns="36195" tIns="182880" rIns="36195" bIns="36195" anchor="t" anchorCtr="0" upright="1">
                            <a:sp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type w14:anchorId="6B8F5D8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9" o:spid="_x0000_s1027" type="#_x0000_t202" style="width:140.25pt;height:22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" filled="f" fillcolor="black" stroked="f" strokeweight="0" insetpen="t">
                    <o:lock v:ext="edit" shapetype="t"/>
                    <v:textbox style="mso-fit-shape-to-text:t" inset="2.85pt,14.4pt,2.85pt,2.85pt">
                      <w:txbxContent>
                        <w:p w:rsidR="00DB7177" w:rsidRPr="00DB7177" w:rsidRDefault="00DB7177" w:rsidP="00DB7177">
                          <w:pPr>
                            <w:pStyle w:val="Heading1"/>
                            <w:spacing w:before="0" w:after="0"/>
                            <w:rPr>
                              <w:b/>
                            </w:rPr>
                          </w:pPr>
                          <w:r w:rsidRPr="00DB7177">
                            <w:rPr>
                              <w:b/>
                            </w:rPr>
                            <w:t>Company Name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  <w:r w:rsidRPr="0066627C">
            <w:rPr>
              <w:noProof/>
            </w:rPr>
            <mc:AlternateContent>
              <mc:Choice Requires="wps">
                <w:drawing>
                  <wp:inline distT="0" distB="0" distL="0" distR="0" wp14:anchorId="18E094A0" wp14:editId="7AB28348">
                    <wp:extent cx="1285875" cy="552450"/>
                    <wp:effectExtent l="0" t="0" r="9525" b="0"/>
                    <wp:docPr id="12" name="Text Box 1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/>
                          </wps:cNvSpPr>
                          <wps:spPr bwMode="auto">
                            <a:xfrm>
                              <a:off x="0" y="0"/>
                              <a:ext cx="1285875" cy="552450"/>
                            </a:xfrm>
                            <a:prstGeom prst="rect">
                              <a:avLst/>
                            </a:prstGeom>
                            <a:noFill/>
                            <a:ln w="0" algn="in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DB7177" w:rsidRPr="001E3E38" w:rsidRDefault="00DB7177" w:rsidP="00DB7177">
                                <w:r>
                                  <w:t>Street Address</w:t>
                                </w:r>
                              </w:p>
                              <w:p w:rsidR="00DB7177" w:rsidRDefault="00DB7177" w:rsidP="00DB7177">
                                <w:r w:rsidRPr="001E3E38">
                                  <w:t>Address 2</w:t>
                                </w:r>
                              </w:p>
                              <w:p w:rsidR="00DB7177" w:rsidRPr="001E3E38" w:rsidRDefault="00DB7177" w:rsidP="00DB7177">
                                <w:r>
                                  <w:t xml:space="preserve">City, </w:t>
                                </w:r>
                                <w:proofErr w:type="gramStart"/>
                                <w:r>
                                  <w:t>ST  ZIP</w:t>
                                </w:r>
                                <w:proofErr w:type="gramEnd"/>
                                <w:r>
                                  <w:t xml:space="preserve"> Code</w:t>
                                </w:r>
                              </w:p>
                            </w:txbxContent>
                          </wps:txbx>
                          <wps:bodyPr rot="0" vert="horz" wrap="square" lIns="36195" tIns="0" rIns="36195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18E094A0" id="Text Box 12" o:spid="_x0000_s1028" type="#_x0000_t202" style="width:101.25pt;height:43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" filled="f" stroked="f" strokeweight="0" insetpen="t">
                    <o:lock v:ext="edit" shapetype="t"/>
                    <v:textbox inset="2.85pt,0,2.85pt,0">
                      <w:txbxContent>
                        <w:p w:rsidR="00DB7177" w:rsidRPr="001E3E38" w:rsidRDefault="00DB7177" w:rsidP="00DB7177">
                          <w:r>
                            <w:t>Street Address</w:t>
                          </w:r>
                        </w:p>
                        <w:p w:rsidR="00DB7177" w:rsidRDefault="00DB7177" w:rsidP="00DB7177">
                          <w:r w:rsidRPr="001E3E38">
                            <w:t>Address 2</w:t>
                          </w:r>
                        </w:p>
                        <w:p w:rsidR="00DB7177" w:rsidRPr="001E3E38" w:rsidRDefault="00DB7177" w:rsidP="00DB7177">
                          <w:r>
                            <w:t xml:space="preserve">City, </w:t>
                          </w:r>
                          <w:proofErr w:type="gramStart"/>
                          <w:r>
                            <w:t>ST  ZIP</w:t>
                          </w:r>
                          <w:proofErr w:type="gramEnd"/>
                          <w:r>
                            <w:t xml:space="preserve"> Code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  <w:tc>
        <w:tcPr>
          <w:tcW w:w="2461" w:type="dxa"/>
          <w:tcBorders>
            <w:top w:val="nil"/>
            <w:left w:val="nil"/>
            <w:bottom w:val="nil"/>
            <w:right w:val="nil"/>
          </w:tcBorders>
        </w:tcPr>
        <w:p w:rsidR="00DB7177" w:rsidRDefault="00DB7177" w:rsidP="00DB7177">
          <w:pPr>
            <w:pStyle w:val="Footer"/>
          </w:pPr>
          <w:r w:rsidRPr="0066627C">
            <w:rPr>
              <w:noProof/>
            </w:rPr>
            <mc:AlternateContent>
              <mc:Choice Requires="wps">
                <w:drawing>
                  <wp:inline distT="0" distB="0" distL="0" distR="0" wp14:anchorId="2D635419" wp14:editId="569E0F22">
                    <wp:extent cx="1352550" cy="1066800"/>
                    <wp:effectExtent l="0" t="0" r="0" b="0"/>
                    <wp:docPr id="11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/>
                          </wps:cNvSpPr>
                          <wps:spPr bwMode="auto">
                            <a:xfrm>
                              <a:off x="0" y="0"/>
                              <a:ext cx="1352550" cy="1066800"/>
                            </a:xfrm>
                            <a:prstGeom prst="rect">
                              <a:avLst/>
                            </a:prstGeom>
                            <a:noFill/>
                            <a:ln w="0" algn="in">
                              <a:noFill/>
                              <a:miter lim="800000"/>
                              <a:headEnd/>
                              <a:tailEnd/>
                            </a:ln>
                            <a:effectLst/>
                          </wps:spPr>
                          <wps:txbx>
                            <w:txbxContent>
                              <w:p w:rsidR="00DB7177" w:rsidRPr="001E3E38" w:rsidRDefault="00DB7177" w:rsidP="00DB7177">
                                <w:r>
                                  <w:t>Phone: 555.555.0125</w:t>
                                </w:r>
                              </w:p>
                              <w:p w:rsidR="00DB7177" w:rsidRPr="001E3E38" w:rsidRDefault="00DB7177" w:rsidP="00DB7177">
                                <w:r>
                                  <w:t>Fax: 555.555.0145</w:t>
                                </w:r>
                              </w:p>
                              <w:p w:rsidR="00DB7177" w:rsidRPr="001E3E38" w:rsidRDefault="00DB7177" w:rsidP="00DB7177">
                                <w:r w:rsidRPr="001E3E38">
                                  <w:t>E-mail address</w:t>
                                </w:r>
                              </w:p>
                            </w:txbxContent>
                          </wps:txbx>
                          <wps:bodyPr rot="0" vert="horz" wrap="square" lIns="36195" tIns="274320" rIns="36195" bIns="0" anchor="t" anchorCtr="0" upright="1">
                            <a:noAutofit/>
                          </wps:bodyPr>
                        </wps:wsp>
                      </a:graphicData>
                    </a:graphic>
                  </wp:inline>
                </w:drawing>
              </mc:Choice>
              <mc:Fallback>
                <w:pict>
                  <v:shape w14:anchorId="2D635419" id="Text Box 11" o:spid="_x0000_s1029" type="#_x0000_t202" style="width:106.5pt;height:8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" filled="f" stroked="f" strokeweight="0" insetpen="t">
                    <o:lock v:ext="edit" shapetype="t"/>
                    <v:textbox inset="2.85pt,21.6pt,2.85pt,0">
                      <w:txbxContent>
                        <w:p w:rsidR="00DB7177" w:rsidRPr="001E3E38" w:rsidRDefault="00DB7177" w:rsidP="00DB7177">
                          <w:r>
                            <w:t>Phone: 555.555.0125</w:t>
                          </w:r>
                        </w:p>
                        <w:p w:rsidR="00DB7177" w:rsidRPr="001E3E38" w:rsidRDefault="00DB7177" w:rsidP="00DB7177">
                          <w:r>
                            <w:t>Fax: 555.555.0145</w:t>
                          </w:r>
                        </w:p>
                        <w:p w:rsidR="00DB7177" w:rsidRPr="001E3E38" w:rsidRDefault="00DB7177" w:rsidP="00DB7177">
                          <w:r w:rsidRPr="001E3E38">
                            <w:t>E-mail address</w:t>
                          </w:r>
                        </w:p>
                      </w:txbxContent>
                    </v:textbox>
                    <w10:anchorlock/>
                  </v:shape>
                </w:pict>
              </mc:Fallback>
            </mc:AlternateContent>
          </w:r>
        </w:p>
      </w:tc>
    </w:tr>
  </w:tbl>
  <w:p w:rsidR="00FF6274" w:rsidRDefault="00DB7177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2A3F347E" wp14:editId="55CD90DA">
              <wp:simplePos x="0" y="0"/>
              <wp:positionH relativeFrom="column">
                <wp:posOffset>4343400</wp:posOffset>
              </wp:positionH>
              <wp:positionV relativeFrom="paragraph">
                <wp:posOffset>-1510665</wp:posOffset>
              </wp:positionV>
              <wp:extent cx="3338048" cy="2712720"/>
              <wp:effectExtent l="0" t="0" r="0" b="0"/>
              <wp:wrapNone/>
              <wp:docPr id="8" name="Group 8" descr="colored graphic bar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338048" cy="2712720"/>
                        <a:chOff x="0" y="0"/>
                        <a:chExt cx="2989375" cy="2303813"/>
                      </a:xfrm>
                    </wpg:grpSpPr>
                    <wps:wsp>
                      <wps:cNvPr id="9" name="Parallelogram 45"/>
                      <wps:cNvSpPr/>
                      <wps:spPr>
                        <a:xfrm>
                          <a:off x="629392" y="0"/>
                          <a:ext cx="1187450" cy="1543684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Parallelogram 45"/>
                      <wps:cNvSpPr/>
                      <wps:spPr>
                        <a:xfrm>
                          <a:off x="0" y="296883"/>
                          <a:ext cx="1187450" cy="1543685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Parallelogram 45"/>
                      <wps:cNvSpPr/>
                      <wps:spPr>
                        <a:xfrm>
                          <a:off x="1021278" y="1092530"/>
                          <a:ext cx="931805" cy="1211283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Parallelogram 45"/>
                      <wps:cNvSpPr/>
                      <wps:spPr>
                        <a:xfrm>
                          <a:off x="2054431" y="391886"/>
                          <a:ext cx="688340" cy="895350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Parallelogram 45"/>
                      <wps:cNvSpPr/>
                      <wps:spPr>
                        <a:xfrm>
                          <a:off x="2244436" y="973777"/>
                          <a:ext cx="439387" cy="571527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alpha val="7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Parallelogram 45"/>
                      <wps:cNvSpPr/>
                      <wps:spPr>
                        <a:xfrm>
                          <a:off x="2743200" y="973777"/>
                          <a:ext cx="246175" cy="320633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7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2B1C13D" id="Group 8" o:spid="_x0000_s1026" alt="colored graphic bars" style="position:absolute;margin-left:342pt;margin-top:-118.95pt;width:262.85pt;height:213.6pt;z-index:-251654144;mso-width-relative:margin;mso-height-relative:margin" coordsize="29893,23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">
              <v:shape id="Parallelogram 45" o:spid="_x0000_s1027" style="position:absolute;left:6293;width:11875;height:15436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" path="m,1958975l525304,r982393,l1017953,1958975,,1958975xe" fillcolor="#44546a [3215]" stroked="f" strokeweight="1pt">
                <v:stroke joinstyle="miter"/>
                <v:path arrowok="t" o:connecttype="custom" o:connectlocs="0,1543684;413725,0;1187450,0;801732,1543684;0,1543684" o:connectangles="0,0,0,0,0"/>
              </v:shape>
              <v:shape id="Parallelogram 45" o:spid="_x0000_s1028" style="position:absolute;top:2968;width:11874;height:15437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" path="m,1958975l525304,r982393,l1017953,1958975,,1958975xe" fillcolor="#4472c4 [3204]" stroked="f" strokeweight="1pt">
                <v:stroke joinstyle="miter"/>
                <v:path arrowok="t" o:connecttype="custom" o:connectlocs="0,1543685;413725,0;1187450,0;801732,1543685;0,1543685" o:connectangles="0,0,0,0,0"/>
              </v:shape>
              <v:shape id="Parallelogram 45" o:spid="_x0000_s1029" style="position:absolute;left:10212;top:10925;width:9318;height:12113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" path="m,1958975l525304,r982393,l1017953,1958975,,1958975xe" fillcolor="#4472c4 [3204]" stroked="f" strokeweight="1pt">
                <v:fill opacity="26214f"/>
                <v:stroke joinstyle="miter"/>
                <v:path arrowok="t" o:connecttype="custom" o:connectlocs="0,1211283;324655,0;931805,0;629128,1211283;0,1211283" o:connectangles="0,0,0,0,0"/>
              </v:shape>
              <v:shape id="Parallelogram 45" o:spid="_x0000_s1030" style="position:absolute;left:20544;top:3918;width:6883;height:8954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" path="m,1958975l525304,r982393,l1017953,1958975,,1958975xe" fillcolor="#ffc000 [3207]" stroked="f" strokeweight="1pt">
                <v:stroke joinstyle="miter"/>
                <v:path arrowok="t" o:connecttype="custom" o:connectlocs="0,895350;239828,0;688340,0;464747,895350;0,895350" o:connectangles="0,0,0,0,0"/>
              </v:shape>
              <v:shape id="Parallelogram 45" o:spid="_x0000_s1031" style="position:absolute;left:22444;top:9737;width:4394;height:5716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" path="m,1958975l525304,r982393,l1017953,1958975,,1958975xe" fillcolor="#a5a5a5 [3206]" stroked="f" strokeweight="1pt">
                <v:fill opacity="46003f"/>
                <v:stroke joinstyle="miter"/>
                <v:path arrowok="t" o:connecttype="custom" o:connectlocs="0,571527;153089,0;439387,0;296661,571527;0,571527" o:connectangles="0,0,0,0,0"/>
              </v:shape>
              <v:shape id="Parallelogram 45" o:spid="_x0000_s1032" style="position:absolute;left:27432;top:9737;width:2461;height:3207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" path="m,1958975l525304,r982393,l1017953,1958975,,1958975xe" fillcolor="#4472c4 [3204]" stroked="f" strokeweight="1pt">
                <v:fill opacity="46003f"/>
                <v:stroke joinstyle="miter"/>
                <v:path arrowok="t" o:connecttype="custom" o:connectlocs="0,320633;85771,0;246175,0;166210,320633;0,320633" o:connectangles="0,0,0,0,0"/>
              </v:shape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B58" w:rsidRDefault="009B6B58">
      <w:r>
        <w:separator/>
      </w:r>
    </w:p>
  </w:footnote>
  <w:footnote w:type="continuationSeparator" w:id="0">
    <w:p w:rsidR="009B6B58" w:rsidRDefault="009B6B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177" w:rsidRDefault="00DB7177" w:rsidP="00DB7177">
    <w:pPr>
      <w:pStyle w:val="Header"/>
      <w:ind w:left="8640"/>
      <w:jc w:val="right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372D2324" wp14:editId="59A9F7DD">
              <wp:simplePos x="0" y="0"/>
              <wp:positionH relativeFrom="column">
                <wp:posOffset>-937895</wp:posOffset>
              </wp:positionH>
              <wp:positionV relativeFrom="paragraph">
                <wp:posOffset>-679450</wp:posOffset>
              </wp:positionV>
              <wp:extent cx="2909154" cy="2364604"/>
              <wp:effectExtent l="0" t="0" r="5715" b="0"/>
              <wp:wrapNone/>
              <wp:docPr id="94" name="Group 94" descr="colored graphic bar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909154" cy="2364604"/>
                        <a:chOff x="0" y="0"/>
                        <a:chExt cx="2989375" cy="2303813"/>
                      </a:xfrm>
                    </wpg:grpSpPr>
                    <wps:wsp>
                      <wps:cNvPr id="95" name="Parallelogram 45"/>
                      <wps:cNvSpPr/>
                      <wps:spPr>
                        <a:xfrm>
                          <a:off x="629392" y="0"/>
                          <a:ext cx="1187450" cy="1543684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6" name="Parallelogram 45"/>
                      <wps:cNvSpPr/>
                      <wps:spPr>
                        <a:xfrm>
                          <a:off x="0" y="296883"/>
                          <a:ext cx="1187450" cy="1543685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7" name="Parallelogram 45"/>
                      <wps:cNvSpPr/>
                      <wps:spPr>
                        <a:xfrm>
                          <a:off x="1021278" y="1092530"/>
                          <a:ext cx="931805" cy="1211283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8" name="Parallelogram 45"/>
                      <wps:cNvSpPr/>
                      <wps:spPr>
                        <a:xfrm>
                          <a:off x="2054431" y="391886"/>
                          <a:ext cx="688340" cy="895350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9" name="Parallelogram 45"/>
                      <wps:cNvSpPr/>
                      <wps:spPr>
                        <a:xfrm>
                          <a:off x="2244436" y="973777"/>
                          <a:ext cx="439387" cy="571527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alpha val="7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0" name="Parallelogram 45"/>
                      <wps:cNvSpPr/>
                      <wps:spPr>
                        <a:xfrm>
                          <a:off x="2743200" y="973777"/>
                          <a:ext cx="246175" cy="320633"/>
                        </a:xfrm>
                        <a:custGeom>
                          <a:avLst/>
                          <a:gdLst>
                            <a:gd name="connsiteX0" fmla="*/ 0 w 2196465"/>
                            <a:gd name="connsiteY0" fmla="*/ 1958975 h 1958975"/>
                            <a:gd name="connsiteX1" fmla="*/ 489744 w 2196465"/>
                            <a:gd name="connsiteY1" fmla="*/ 0 h 1958975"/>
                            <a:gd name="connsiteX2" fmla="*/ 2196465 w 2196465"/>
                            <a:gd name="connsiteY2" fmla="*/ 0 h 1958975"/>
                            <a:gd name="connsiteX3" fmla="*/ 1706721 w 2196465"/>
                            <a:gd name="connsiteY3" fmla="*/ 1958975 h 1958975"/>
                            <a:gd name="connsiteX4" fmla="*/ 0 w 2196465"/>
                            <a:gd name="connsiteY4" fmla="*/ 1958975 h 1958975"/>
                            <a:gd name="connsiteX0" fmla="*/ 199024 w 1706721"/>
                            <a:gd name="connsiteY0" fmla="*/ 1958975 h 1958975"/>
                            <a:gd name="connsiteX1" fmla="*/ 0 w 1706721"/>
                            <a:gd name="connsiteY1" fmla="*/ 0 h 1958975"/>
                            <a:gd name="connsiteX2" fmla="*/ 1706721 w 1706721"/>
                            <a:gd name="connsiteY2" fmla="*/ 0 h 1958975"/>
                            <a:gd name="connsiteX3" fmla="*/ 1216977 w 1706721"/>
                            <a:gd name="connsiteY3" fmla="*/ 1958975 h 1958975"/>
                            <a:gd name="connsiteX4" fmla="*/ 199024 w 1706721"/>
                            <a:gd name="connsiteY4" fmla="*/ 1958975 h 1958975"/>
                            <a:gd name="connsiteX0" fmla="*/ 0 w 1507697"/>
                            <a:gd name="connsiteY0" fmla="*/ 1958975 h 1958975"/>
                            <a:gd name="connsiteX1" fmla="*/ 525304 w 1507697"/>
                            <a:gd name="connsiteY1" fmla="*/ 0 h 1958975"/>
                            <a:gd name="connsiteX2" fmla="*/ 1507697 w 1507697"/>
                            <a:gd name="connsiteY2" fmla="*/ 0 h 1958975"/>
                            <a:gd name="connsiteX3" fmla="*/ 1017953 w 1507697"/>
                            <a:gd name="connsiteY3" fmla="*/ 1958975 h 1958975"/>
                            <a:gd name="connsiteX4" fmla="*/ 0 w 1507697"/>
                            <a:gd name="connsiteY4" fmla="*/ 1958975 h 195897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507697" h="1958975">
                              <a:moveTo>
                                <a:pt x="0" y="1958975"/>
                              </a:moveTo>
                              <a:lnTo>
                                <a:pt x="525304" y="0"/>
                              </a:lnTo>
                              <a:lnTo>
                                <a:pt x="1507697" y="0"/>
                              </a:lnTo>
                              <a:lnTo>
                                <a:pt x="1017953" y="1958975"/>
                              </a:lnTo>
                              <a:lnTo>
                                <a:pt x="0" y="195897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alpha val="7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FC9772" id="Group 94" o:spid="_x0000_s1026" alt="colored graphic bars" style="position:absolute;margin-left:-73.85pt;margin-top:-53.5pt;width:229.05pt;height:186.2pt;z-index:-251656192;mso-width-relative:margin;mso-height-relative:margin" coordsize="29893,23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">
              <v:shape id="Parallelogram 45" o:spid="_x0000_s1027" style="position:absolute;left:6293;width:11875;height:15436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" path="m,1958975l525304,r982393,l1017953,1958975,,1958975xe" fillcolor="#44546a [3215]" stroked="f" strokeweight="1pt">
                <v:stroke joinstyle="miter"/>
                <v:path arrowok="t" o:connecttype="custom" o:connectlocs="0,1543684;413725,0;1187450,0;801732,1543684;0,1543684" o:connectangles="0,0,0,0,0"/>
              </v:shape>
              <v:shape id="Parallelogram 45" o:spid="_x0000_s1028" style="position:absolute;top:2968;width:11874;height:15437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" path="m,1958975l525304,r982393,l1017953,1958975,,1958975xe" fillcolor="#4472c4 [3204]" stroked="f" strokeweight="1pt">
                <v:stroke joinstyle="miter"/>
                <v:path arrowok="t" o:connecttype="custom" o:connectlocs="0,1543685;413725,0;1187450,0;801732,1543685;0,1543685" o:connectangles="0,0,0,0,0"/>
              </v:shape>
              <v:shape id="Parallelogram 45" o:spid="_x0000_s1029" style="position:absolute;left:10212;top:10925;width:9318;height:12113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" path="m,1958975l525304,r982393,l1017953,1958975,,1958975xe" fillcolor="#4472c4 [3204]" stroked="f" strokeweight="1pt">
                <v:fill opacity="26214f"/>
                <v:stroke joinstyle="miter"/>
                <v:path arrowok="t" o:connecttype="custom" o:connectlocs="0,1211283;324655,0;931805,0;629128,1211283;0,1211283" o:connectangles="0,0,0,0,0"/>
              </v:shape>
              <v:shape id="Parallelogram 45" o:spid="_x0000_s1030" style="position:absolute;left:20544;top:3918;width:6883;height:8954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" path="m,1958975l525304,r982393,l1017953,1958975,,1958975xe" fillcolor="#ffc000 [3207]" stroked="f" strokeweight="1pt">
                <v:stroke joinstyle="miter"/>
                <v:path arrowok="t" o:connecttype="custom" o:connectlocs="0,895350;239828,0;688340,0;464747,895350;0,895350" o:connectangles="0,0,0,0,0"/>
              </v:shape>
              <v:shape id="Parallelogram 45" o:spid="_x0000_s1031" style="position:absolute;left:22444;top:9737;width:4394;height:5716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" path="m,1958975l525304,r982393,l1017953,1958975,,1958975xe" fillcolor="#a5a5a5 [3206]" stroked="f" strokeweight="1pt">
                <v:fill opacity="46003f"/>
                <v:stroke joinstyle="miter"/>
                <v:path arrowok="t" o:connecttype="custom" o:connectlocs="0,571527;153089,0;439387,0;296661,571527;0,571527" o:connectangles="0,0,0,0,0"/>
              </v:shape>
              <v:shape id="Parallelogram 45" o:spid="_x0000_s1032" style="position:absolute;left:27432;top:9737;width:2461;height:3207;visibility:visible;mso-wrap-style:square;v-text-anchor:middle" coordsize="1507697,1958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" path="m,1958975l525304,r982393,l1017953,1958975,,1958975xe" fillcolor="#4472c4 [3204]" stroked="f" strokeweight="1pt">
                <v:fill opacity="46003f"/>
                <v:stroke joinstyle="miter"/>
                <v:path arrowok="t" o:connecttype="custom" o:connectlocs="0,320633;85771,0;246175,0;166210,320633;0,320633" o:connectangles="0,0,0,0,0"/>
              </v:shape>
            </v:group>
          </w:pict>
        </mc:Fallback>
      </mc:AlternateContent>
    </w:r>
  </w:p>
  <w:p w:rsidR="00DB7177" w:rsidRDefault="00DB7177" w:rsidP="00DB7177">
    <w:pPr>
      <w:pStyle w:val="Header"/>
      <w:ind w:left="8640"/>
      <w:jc w:val="right"/>
    </w:pPr>
  </w:p>
  <w:p w:rsidR="00DB7177" w:rsidRDefault="00DB7177" w:rsidP="00DB7177">
    <w:pPr>
      <w:pStyle w:val="Header"/>
      <w:ind w:left="8640"/>
      <w:jc w:val="right"/>
    </w:pPr>
    <w:r>
      <w:rPr>
        <w:noProof/>
      </w:rPr>
      <w:drawing>
        <wp:inline distT="0" distB="0" distL="0" distR="0" wp14:anchorId="25A9C142">
          <wp:extent cx="1215418" cy="527669"/>
          <wp:effectExtent l="0" t="0" r="0" b="6350"/>
          <wp:docPr id="19" name="Graphic 19" descr="logo-placehol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phic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15418" cy="5276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savePreviewPicture/>
  <w:hdrShapeDefaults>
    <o:shapedefaults v:ext="edit" spidmax="2049">
      <o:colormru v:ext="edit" colors="#c9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8BA"/>
    <w:rsid w:val="00002AD9"/>
    <w:rsid w:val="00015488"/>
    <w:rsid w:val="000419FB"/>
    <w:rsid w:val="000B2929"/>
    <w:rsid w:val="00157907"/>
    <w:rsid w:val="0019138F"/>
    <w:rsid w:val="001A09AD"/>
    <w:rsid w:val="001A212A"/>
    <w:rsid w:val="001E047A"/>
    <w:rsid w:val="003B151D"/>
    <w:rsid w:val="003E6F76"/>
    <w:rsid w:val="00506068"/>
    <w:rsid w:val="005063B3"/>
    <w:rsid w:val="005F0B05"/>
    <w:rsid w:val="007474C3"/>
    <w:rsid w:val="008F7FF3"/>
    <w:rsid w:val="009747C5"/>
    <w:rsid w:val="00986957"/>
    <w:rsid w:val="009B6B58"/>
    <w:rsid w:val="00A33723"/>
    <w:rsid w:val="00A777A2"/>
    <w:rsid w:val="00AA0BD7"/>
    <w:rsid w:val="00AB18BA"/>
    <w:rsid w:val="00D01455"/>
    <w:rsid w:val="00D31384"/>
    <w:rsid w:val="00DB3D7E"/>
    <w:rsid w:val="00DB7177"/>
    <w:rsid w:val="00E61337"/>
    <w:rsid w:val="00EA6694"/>
    <w:rsid w:val="00FF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90"/>
    </o:shapedefaults>
    <o:shapelayout v:ext="edit">
      <o:idmap v:ext="edit" data="1"/>
    </o:shapelayout>
  </w:shapeDefaults>
  <w:decimalSymbol w:val="."/>
  <w:listSeparator w:val=","/>
  <w14:docId w14:val="3988F6B8"/>
  <w15:chartTrackingRefBased/>
  <w15:docId w15:val="{37D67CE1-5715-4FD6-A91F-AE3AA08FD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4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7177"/>
    <w:pPr>
      <w:jc w:val="both"/>
    </w:pPr>
    <w:rPr>
      <w:rFonts w:asciiTheme="minorHAnsi" w:hAnsiTheme="minorHAnsi"/>
      <w:kern w:val="28"/>
      <w:sz w:val="24"/>
    </w:rPr>
  </w:style>
  <w:style w:type="paragraph" w:styleId="Heading1">
    <w:name w:val="heading 1"/>
    <w:basedOn w:val="Normal"/>
    <w:next w:val="Normal"/>
    <w:qFormat/>
    <w:rsid w:val="00DB7177"/>
    <w:pPr>
      <w:keepNext/>
      <w:spacing w:before="240" w:after="60"/>
      <w:outlineLvl w:val="0"/>
    </w:pPr>
    <w:rPr>
      <w:rFonts w:asciiTheme="majorHAnsi" w:hAnsiTheme="majorHAnsi" w:cs="Arial"/>
      <w:bCs/>
      <w:color w:val="4472C4" w:themeColor="accent1"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DB7177"/>
    <w:pPr>
      <w:keepNext/>
      <w:spacing w:before="240" w:after="6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DB7177"/>
    <w:pPr>
      <w:keepNext/>
      <w:spacing w:before="240" w:after="60"/>
      <w:outlineLvl w:val="2"/>
    </w:pPr>
    <w:rPr>
      <w:rFonts w:cs="Arial"/>
      <w:bCs/>
      <w:i/>
      <w:sz w:val="22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7177"/>
    <w:pPr>
      <w:keepNext/>
      <w:keepLines/>
      <w:spacing w:before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F627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FF6274"/>
    <w:pPr>
      <w:tabs>
        <w:tab w:val="center" w:pos="4320"/>
        <w:tab w:val="right" w:pos="8640"/>
      </w:tabs>
    </w:pPr>
  </w:style>
  <w:style w:type="paragraph" w:customStyle="1" w:styleId="Address1">
    <w:name w:val="Address 1"/>
    <w:next w:val="Normal"/>
    <w:rsid w:val="001A212A"/>
    <w:pPr>
      <w:tabs>
        <w:tab w:val="left" w:pos="2340"/>
      </w:tabs>
      <w:jc w:val="center"/>
    </w:pPr>
    <w:rPr>
      <w:rFonts w:ascii="Arial" w:hAnsi="Arial" w:cs="Arial"/>
      <w:sz w:val="18"/>
      <w:szCs w:val="16"/>
    </w:rPr>
  </w:style>
  <w:style w:type="paragraph" w:customStyle="1" w:styleId="Address2Char">
    <w:name w:val="Address 2 Char"/>
    <w:next w:val="Normal"/>
    <w:link w:val="Address2CharChar"/>
    <w:rsid w:val="003B151D"/>
    <w:pPr>
      <w:spacing w:after="120"/>
      <w:jc w:val="center"/>
    </w:pPr>
    <w:rPr>
      <w:rFonts w:ascii="Arial" w:hAnsi="Arial" w:cs="Arial"/>
      <w:b/>
      <w:color w:val="000000"/>
      <w:kern w:val="28"/>
      <w:sz w:val="22"/>
      <w:szCs w:val="16"/>
    </w:rPr>
  </w:style>
  <w:style w:type="character" w:customStyle="1" w:styleId="Address2CharChar">
    <w:name w:val="Address 2 Char Char"/>
    <w:basedOn w:val="DefaultParagraphFont"/>
    <w:link w:val="Address2Char"/>
    <w:rsid w:val="003B151D"/>
    <w:rPr>
      <w:rFonts w:ascii="Arial" w:hAnsi="Arial" w:cs="Arial"/>
      <w:b/>
      <w:color w:val="000000"/>
      <w:kern w:val="28"/>
      <w:sz w:val="22"/>
      <w:szCs w:val="16"/>
      <w:lang w:val="en-US" w:eastAsia="en-US" w:bidi="ar-SA"/>
    </w:rPr>
  </w:style>
  <w:style w:type="paragraph" w:customStyle="1" w:styleId="Address2">
    <w:name w:val="Address 2"/>
    <w:next w:val="Normal"/>
    <w:rsid w:val="00A33723"/>
    <w:pPr>
      <w:spacing w:after="120"/>
      <w:jc w:val="center"/>
    </w:pPr>
    <w:rPr>
      <w:rFonts w:ascii="Arial" w:hAnsi="Arial" w:cs="Arial"/>
      <w:b/>
      <w:spacing w:val="20"/>
      <w:kern w:val="28"/>
    </w:rPr>
  </w:style>
  <w:style w:type="character" w:customStyle="1" w:styleId="FooterChar">
    <w:name w:val="Footer Char"/>
    <w:basedOn w:val="DefaultParagraphFont"/>
    <w:link w:val="Footer"/>
    <w:rsid w:val="00DB7177"/>
    <w:rPr>
      <w:rFonts w:ascii="Arial" w:hAnsi="Arial"/>
      <w:kern w:val="28"/>
    </w:rPr>
  </w:style>
  <w:style w:type="paragraph" w:styleId="Title">
    <w:name w:val="Title"/>
    <w:basedOn w:val="Normal"/>
    <w:next w:val="Normal"/>
    <w:link w:val="TitleChar"/>
    <w:uiPriority w:val="10"/>
    <w:qFormat/>
    <w:rsid w:val="00DB7177"/>
    <w:pPr>
      <w:framePr w:hSpace="180" w:wrap="around" w:vAnchor="text" w:hAnchor="margin" w:y="1451"/>
      <w:contextualSpacing/>
    </w:pPr>
    <w:rPr>
      <w:rFonts w:asciiTheme="majorHAnsi" w:eastAsiaTheme="majorEastAsia" w:hAnsiTheme="majorHAnsi" w:cstheme="majorBidi"/>
      <w:b/>
      <w:color w:val="4472C4" w:themeColor="accent1"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7177"/>
    <w:rPr>
      <w:rFonts w:asciiTheme="majorHAnsi" w:eastAsiaTheme="majorEastAsia" w:hAnsiTheme="majorHAnsi" w:cstheme="majorBidi"/>
      <w:b/>
      <w:color w:val="4472C4" w:themeColor="accent1"/>
      <w:spacing w:val="-10"/>
      <w:kern w:val="28"/>
      <w:sz w:val="3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7177"/>
    <w:rPr>
      <w:rFonts w:asciiTheme="majorHAnsi" w:eastAsiaTheme="majorEastAsia" w:hAnsiTheme="majorHAnsi" w:cstheme="majorBidi"/>
      <w:i/>
      <w:iCs/>
      <w:color w:val="2F5496" w:themeColor="accent1" w:themeShade="BF"/>
      <w:kern w:val="28"/>
    </w:rPr>
  </w:style>
  <w:style w:type="paragraph" w:customStyle="1" w:styleId="ContactInfo">
    <w:name w:val="Contact Info"/>
    <w:basedOn w:val="Normal"/>
    <w:uiPriority w:val="2"/>
    <w:qFormat/>
    <w:rsid w:val="00DB7177"/>
    <w:pPr>
      <w:spacing w:after="180" w:line="259" w:lineRule="auto"/>
      <w:contextualSpacing/>
    </w:pPr>
    <w:rPr>
      <w:rFonts w:eastAsiaTheme="minorEastAsia" w:cstheme="minorBidi"/>
      <w:color w:val="FFC000" w:themeColor="accent4"/>
      <w:kern w:val="0"/>
    </w:rPr>
  </w:style>
  <w:style w:type="character" w:styleId="PlaceholderText">
    <w:name w:val="Placeholder Text"/>
    <w:basedOn w:val="DefaultParagraphFont"/>
    <w:uiPriority w:val="99"/>
    <w:semiHidden/>
    <w:rsid w:val="00DB7177"/>
    <w:rPr>
      <w:color w:val="808080"/>
    </w:rPr>
  </w:style>
  <w:style w:type="paragraph" w:styleId="Closing">
    <w:name w:val="Closing"/>
    <w:basedOn w:val="Normal"/>
    <w:next w:val="Signature"/>
    <w:link w:val="ClosingChar"/>
    <w:uiPriority w:val="5"/>
    <w:qFormat/>
    <w:rsid w:val="00DB7177"/>
    <w:pPr>
      <w:spacing w:before="720" w:after="160" w:line="259" w:lineRule="auto"/>
    </w:pPr>
    <w:rPr>
      <w:rFonts w:eastAsiaTheme="minorEastAsia" w:cstheme="minorBidi"/>
      <w:bCs/>
      <w:color w:val="000000" w:themeColor="text1"/>
      <w:kern w:val="0"/>
      <w:szCs w:val="18"/>
    </w:rPr>
  </w:style>
  <w:style w:type="character" w:customStyle="1" w:styleId="ClosingChar">
    <w:name w:val="Closing Char"/>
    <w:basedOn w:val="DefaultParagraphFont"/>
    <w:link w:val="Closing"/>
    <w:uiPriority w:val="5"/>
    <w:rsid w:val="00DB7177"/>
    <w:rPr>
      <w:rFonts w:asciiTheme="minorHAnsi" w:eastAsiaTheme="minorEastAsia" w:hAnsiTheme="minorHAnsi" w:cstheme="minorBidi"/>
      <w:bCs/>
      <w:color w:val="000000" w:themeColor="text1"/>
      <w:sz w:val="24"/>
      <w:szCs w:val="18"/>
    </w:rPr>
  </w:style>
  <w:style w:type="paragraph" w:styleId="Signature">
    <w:name w:val="Signature"/>
    <w:basedOn w:val="Normal"/>
    <w:next w:val="Normal"/>
    <w:link w:val="SignatureChar"/>
    <w:uiPriority w:val="6"/>
    <w:qFormat/>
    <w:rsid w:val="00DB7177"/>
    <w:pPr>
      <w:spacing w:before="720" w:after="280" w:line="259" w:lineRule="auto"/>
      <w:contextualSpacing/>
    </w:pPr>
    <w:rPr>
      <w:rFonts w:eastAsiaTheme="minorEastAsia" w:cstheme="minorBidi"/>
      <w:bCs/>
      <w:color w:val="000000" w:themeColor="text1"/>
      <w:kern w:val="0"/>
      <w:szCs w:val="18"/>
    </w:rPr>
  </w:style>
  <w:style w:type="character" w:customStyle="1" w:styleId="SignatureChar">
    <w:name w:val="Signature Char"/>
    <w:basedOn w:val="DefaultParagraphFont"/>
    <w:link w:val="Signature"/>
    <w:uiPriority w:val="6"/>
    <w:rsid w:val="00DB7177"/>
    <w:rPr>
      <w:rFonts w:asciiTheme="minorHAnsi" w:eastAsiaTheme="minorEastAsia" w:hAnsiTheme="minorHAnsi" w:cstheme="minorBidi"/>
      <w:bCs/>
      <w:color w:val="000000" w:themeColor="text1"/>
      <w:sz w:val="24"/>
      <w:szCs w:val="18"/>
    </w:rPr>
  </w:style>
  <w:style w:type="paragraph" w:styleId="Salutation">
    <w:name w:val="Salutation"/>
    <w:basedOn w:val="Normal"/>
    <w:next w:val="Normal"/>
    <w:link w:val="SalutationChar"/>
    <w:uiPriority w:val="4"/>
    <w:qFormat/>
    <w:rsid w:val="00DB7177"/>
    <w:pPr>
      <w:spacing w:before="800" w:after="180" w:line="259" w:lineRule="auto"/>
    </w:pPr>
    <w:rPr>
      <w:rFonts w:eastAsiaTheme="minorEastAsia" w:cstheme="minorBidi"/>
      <w:bCs/>
      <w:color w:val="000000" w:themeColor="text1"/>
      <w:kern w:val="0"/>
      <w:szCs w:val="18"/>
    </w:rPr>
  </w:style>
  <w:style w:type="character" w:customStyle="1" w:styleId="SalutationChar">
    <w:name w:val="Salutation Char"/>
    <w:basedOn w:val="DefaultParagraphFont"/>
    <w:link w:val="Salutation"/>
    <w:uiPriority w:val="4"/>
    <w:rsid w:val="00DB7177"/>
    <w:rPr>
      <w:rFonts w:asciiTheme="minorHAnsi" w:eastAsiaTheme="minorEastAsia" w:hAnsiTheme="minorHAnsi" w:cstheme="minorBidi"/>
      <w:bCs/>
      <w:color w:val="000000" w:themeColor="text1"/>
      <w:sz w:val="2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18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8BA"/>
    <w:rPr>
      <w:rFonts w:ascii="Segoe UI" w:hAnsi="Segoe UI" w:cs="Segoe UI"/>
      <w:kern w:val="28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AB18BA"/>
    <w:rPr>
      <w:rFonts w:asciiTheme="minorHAnsi" w:hAnsiTheme="minorHAnsi" w:cs="Arial"/>
      <w:bCs/>
      <w:i/>
      <w:kern w:val="28"/>
      <w:sz w:val="22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Local\Packages\Microsoft.MicrosoftEdge_8wekyb3d8bbwe\TempState\Downloads\TF06087368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F6AC91DBF5B4E4F99A755D968B5B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5316A5-987B-479B-A81D-9EBFE9D83F5E}"/>
      </w:docPartPr>
      <w:docPartBody>
        <w:p w:rsidR="00000000" w:rsidRDefault="003A214E">
          <w:pPr>
            <w:pStyle w:val="5F6AC91DBF5B4E4F99A755D968B5B5F9"/>
          </w:pPr>
          <w:r w:rsidRPr="00DB7177">
            <w:t>Recipient Name</w:t>
          </w:r>
        </w:p>
      </w:docPartBody>
    </w:docPart>
    <w:docPart>
      <w:docPartPr>
        <w:name w:val="3AA0A922FAB74705B6A675BEAD6A8A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743D9C-D8AB-4A76-866B-F93A72C4AF15}"/>
      </w:docPartPr>
      <w:docPartBody>
        <w:p w:rsidR="00000000" w:rsidRDefault="00A47DED" w:rsidP="00A47DED">
          <w:pPr>
            <w:pStyle w:val="3AA0A922FAB74705B6A675BEAD6A8A0A"/>
          </w:pPr>
          <w:r>
            <w:t>[Name]</w:t>
          </w:r>
        </w:p>
      </w:docPartBody>
    </w:docPart>
    <w:docPart>
      <w:docPartPr>
        <w:name w:val="8692276A81A04DA4B6E414BFB4735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E99204-735B-4595-A14A-1845F7B2854D}"/>
      </w:docPartPr>
      <w:docPartBody>
        <w:p w:rsidR="00000000" w:rsidRDefault="00A47DED" w:rsidP="00A47DED">
          <w:pPr>
            <w:pStyle w:val="8692276A81A04DA4B6E414BFB4735937"/>
          </w:pPr>
          <w:r>
            <w:t>[Company Name]</w:t>
          </w:r>
        </w:p>
      </w:docPartBody>
    </w:docPart>
    <w:docPart>
      <w:docPartPr>
        <w:name w:val="03970A0E8FCF44DBA0139A2B6C530A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1C379-8B5B-44F1-A87C-75264EDAF4DC}"/>
      </w:docPartPr>
      <w:docPartBody>
        <w:p w:rsidR="00000000" w:rsidRDefault="00A47DED" w:rsidP="00A47DED">
          <w:pPr>
            <w:pStyle w:val="03970A0E8FCF44DBA0139A2B6C530A25"/>
          </w:pPr>
          <w:r>
            <w:t>[Street Address]</w:t>
          </w:r>
        </w:p>
      </w:docPartBody>
    </w:docPart>
    <w:docPart>
      <w:docPartPr>
        <w:name w:val="9C3C49BF235047CEB290633DB0D509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E1B547-477A-41A6-AF25-888F44E6BA1C}"/>
      </w:docPartPr>
      <w:docPartBody>
        <w:p w:rsidR="00000000" w:rsidRDefault="00A47DED" w:rsidP="00A47DED">
          <w:pPr>
            <w:pStyle w:val="9C3C49BF235047CEB290633DB0D509A5"/>
          </w:pPr>
          <w:r>
            <w:t>[City, ST  ZIP Code]</w:t>
          </w:r>
        </w:p>
      </w:docPartBody>
    </w:docPart>
    <w:docPart>
      <w:docPartPr>
        <w:name w:val="1BB735F9BDC1427883D1AD920BC77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A0D8B-BC3D-476A-ACED-EEC8BD3FEC85}"/>
      </w:docPartPr>
      <w:docPartBody>
        <w:p w:rsidR="00000000" w:rsidRDefault="00A47DED" w:rsidP="00A47DED">
          <w:pPr>
            <w:pStyle w:val="1BB735F9BDC1427883D1AD920BC77F33"/>
          </w:pPr>
          <w:r>
            <w:t>[phone]</w:t>
          </w:r>
        </w:p>
      </w:docPartBody>
    </w:docPart>
    <w:docPart>
      <w:docPartPr>
        <w:name w:val="4A2B28AEE16E458D83ED4C44E25A7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35C9D6-EA14-4DD2-B7AA-45CEE4EB7DFC}"/>
      </w:docPartPr>
      <w:docPartBody>
        <w:p w:rsidR="00000000" w:rsidRDefault="00A47DED" w:rsidP="00A47DED">
          <w:pPr>
            <w:pStyle w:val="4A2B28AEE16E458D83ED4C44E25A7BE3"/>
          </w:pPr>
          <w:r>
            <w:rPr>
              <w:rStyle w:val="PlaceholderText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DED"/>
    <w:rsid w:val="003A214E"/>
    <w:rsid w:val="00A4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F6AC91DBF5B4E4F99A755D968B5B5F9">
    <w:name w:val="5F6AC91DBF5B4E4F99A755D968B5B5F9"/>
  </w:style>
  <w:style w:type="paragraph" w:customStyle="1" w:styleId="AEBFBE0940D745439B1CDE09DA79C8C9">
    <w:name w:val="AEBFBE0940D745439B1CDE09DA79C8C9"/>
  </w:style>
  <w:style w:type="paragraph" w:customStyle="1" w:styleId="C48C835DFF1D4F67B279C58F85E30B6A">
    <w:name w:val="C48C835DFF1D4F67B279C58F85E30B6A"/>
  </w:style>
  <w:style w:type="paragraph" w:customStyle="1" w:styleId="7716EEE905894A2F9172FCFD741984F6">
    <w:name w:val="7716EEE905894A2F9172FCFD741984F6"/>
  </w:style>
  <w:style w:type="paragraph" w:customStyle="1" w:styleId="3AA0A922FAB74705B6A675BEAD6A8A0A">
    <w:name w:val="3AA0A922FAB74705B6A675BEAD6A8A0A"/>
    <w:rsid w:val="00A47DED"/>
  </w:style>
  <w:style w:type="paragraph" w:customStyle="1" w:styleId="8692276A81A04DA4B6E414BFB4735937">
    <w:name w:val="8692276A81A04DA4B6E414BFB4735937"/>
    <w:rsid w:val="00A47DED"/>
  </w:style>
  <w:style w:type="paragraph" w:customStyle="1" w:styleId="03970A0E8FCF44DBA0139A2B6C530A25">
    <w:name w:val="03970A0E8FCF44DBA0139A2B6C530A25"/>
    <w:rsid w:val="00A47DED"/>
  </w:style>
  <w:style w:type="paragraph" w:customStyle="1" w:styleId="9C3C49BF235047CEB290633DB0D509A5">
    <w:name w:val="9C3C49BF235047CEB290633DB0D509A5"/>
    <w:rsid w:val="00A47DED"/>
  </w:style>
  <w:style w:type="paragraph" w:customStyle="1" w:styleId="1BB735F9BDC1427883D1AD920BC77F33">
    <w:name w:val="1BB735F9BDC1427883D1AD920BC77F33"/>
    <w:rsid w:val="00A47DED"/>
  </w:style>
  <w:style w:type="character" w:styleId="PlaceholderText">
    <w:name w:val="Placeholder Text"/>
    <w:basedOn w:val="DefaultParagraphFont"/>
    <w:uiPriority w:val="99"/>
    <w:semiHidden/>
    <w:rsid w:val="00A47DED"/>
    <w:rPr>
      <w:color w:val="808080"/>
    </w:rPr>
  </w:style>
  <w:style w:type="paragraph" w:customStyle="1" w:styleId="4A2B28AEE16E458D83ED4C44E25A7BE3">
    <w:name w:val="4A2B28AEE16E458D83ED4C44E25A7BE3"/>
    <w:rsid w:val="00A47D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0">
      <a:majorFont>
        <a:latin typeface="Arial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TF06087368 (1).dotx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1</cp:revision>
  <dcterms:created xsi:type="dcterms:W3CDTF">2019-05-14T11:00:00Z</dcterms:created>
  <dcterms:modified xsi:type="dcterms:W3CDTF">2019-05-14T11:03:00Z</dcterms:modified>
  <cp:contentStatus>Certificate of Completion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TC060873681033</vt:lpwstr>
  </property>
</Properties>
</file>