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266" w:rsidRPr="00F62B83" w:rsidRDefault="00473C3A" w:rsidP="002A38D2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363968551"/>
          <w:placeholder>
            <w:docPart w:val="4E523F782EC8499C8541ADD0F8A5823A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 w:rsidR="002A38D2" w:rsidRPr="00F62B83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doctor name:"/>
        <w:tag w:val="Enter doctor name:"/>
        <w:id w:val="-378937380"/>
        <w:placeholder>
          <w:docPart w:val="D43274893DEF4BE786410CBAC0C50B5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EndPr/>
      <w:sdtContent>
        <w:p w:rsidR="00B45266" w:rsidRPr="00F62B83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F62B83">
            <w:rPr>
              <w:rFonts w:cstheme="minorHAnsi"/>
              <w:sz w:val="25"/>
              <w:szCs w:val="25"/>
            </w:rPr>
            <w:t>Doctor Name</w:t>
          </w:r>
        </w:p>
      </w:sdtContent>
    </w:sdt>
    <w:sdt>
      <w:sdtPr>
        <w:rPr>
          <w:rFonts w:cstheme="minorHAnsi"/>
          <w:sz w:val="25"/>
          <w:szCs w:val="25"/>
        </w:rPr>
        <w:alias w:val="Enter medical practice or hospital name:"/>
        <w:tag w:val="Enter medical practice or hospital name:"/>
        <w:id w:val="566236108"/>
        <w:placeholder>
          <w:docPart w:val="4693EE9FD0104104A49DACC6D321E8AC"/>
        </w:placeholder>
        <w:temporary/>
        <w:showingPlcHdr/>
        <w15:appearance w15:val="hidden"/>
      </w:sdtPr>
      <w:sdtEndPr/>
      <w:sdtContent>
        <w:p w:rsidR="00B45266" w:rsidRPr="00F62B83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F62B83">
            <w:rPr>
              <w:rFonts w:cstheme="minorHAnsi"/>
              <w:sz w:val="25"/>
              <w:szCs w:val="25"/>
            </w:rPr>
            <w:t>Medical Practice or Hospital Name</w:t>
          </w:r>
        </w:p>
      </w:sdtContent>
    </w:sdt>
    <w:sdt>
      <w:sdtPr>
        <w:rPr>
          <w:rFonts w:cstheme="minorHAnsi"/>
          <w:sz w:val="25"/>
          <w:szCs w:val="25"/>
        </w:rPr>
        <w:alias w:val="Enter hospital street address:"/>
        <w:tag w:val="Enter hospital street address:"/>
        <w:id w:val="874039300"/>
        <w:placeholder>
          <w:docPart w:val="E31928355CB44D5F9929545495F03CAD"/>
        </w:placeholder>
        <w:temporary/>
        <w:showingPlcHdr/>
        <w15:appearance w15:val="hidden"/>
      </w:sdtPr>
      <w:sdtEndPr/>
      <w:sdtContent>
        <w:p w:rsidR="00B45266" w:rsidRPr="00F62B83" w:rsidRDefault="007411E8">
          <w:pPr>
            <w:pStyle w:val="Address"/>
            <w:rPr>
              <w:rFonts w:cstheme="minorHAnsi"/>
              <w:sz w:val="25"/>
              <w:szCs w:val="25"/>
            </w:rPr>
          </w:pPr>
          <w:r w:rsidRPr="00F62B83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hospital city, st zip code:"/>
        <w:tag w:val="Enter hospital city, st zip code:"/>
        <w:id w:val="-1389496779"/>
        <w:placeholder>
          <w:docPart w:val="1A34927D34F04FADB4CDFA56034A0BC1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B45266" w:rsidRPr="00F62B83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F62B83">
            <w:rPr>
              <w:rFonts w:cstheme="minorHAnsi"/>
              <w:sz w:val="25"/>
              <w:szCs w:val="25"/>
            </w:rPr>
            <w:t>City, ST ZIP Code</w:t>
          </w:r>
        </w:p>
        <w:bookmarkEnd w:id="0" w:displacedByCustomXml="next"/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00" w:type="dxa"/>
          <w:left w:w="0" w:type="dxa"/>
          <w:bottom w:w="200" w:type="dxa"/>
          <w:right w:w="0" w:type="dxa"/>
        </w:tblCellMar>
        <w:tblLook w:val="04A0" w:firstRow="1" w:lastRow="0" w:firstColumn="1" w:lastColumn="0" w:noHBand="0" w:noVBand="1"/>
        <w:tblDescription w:val="Reference information table"/>
      </w:tblPr>
      <w:tblGrid>
        <w:gridCol w:w="716"/>
        <w:gridCol w:w="8644"/>
      </w:tblGrid>
      <w:tr w:rsidR="007322C8" w:rsidRPr="00F62B83" w:rsidTr="001F6C81">
        <w:tc>
          <w:tcPr>
            <w:tcW w:w="716" w:type="dxa"/>
          </w:tcPr>
          <w:p w:rsidR="007322C8" w:rsidRPr="00F62B83" w:rsidRDefault="00473C3A" w:rsidP="00B564BC">
            <w:pPr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alias w:val="RE:"/>
                <w:tag w:val="RE:"/>
                <w:id w:val="-2052532562"/>
                <w:placeholder>
                  <w:docPart w:val="CF5D0AB2426C4A37A2B680A57824D684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F62B83">
                  <w:rPr>
                    <w:rFonts w:cstheme="minorHAnsi"/>
                    <w:sz w:val="25"/>
                    <w:szCs w:val="25"/>
                  </w:rPr>
                  <w:t>RE:</w:t>
                </w:r>
              </w:sdtContent>
            </w:sdt>
          </w:p>
        </w:tc>
        <w:tc>
          <w:tcPr>
            <w:tcW w:w="8644" w:type="dxa"/>
          </w:tcPr>
          <w:p w:rsidR="007322C8" w:rsidRPr="00F62B83" w:rsidRDefault="00F62B83" w:rsidP="005D28E5">
            <w:pPr>
              <w:pStyle w:val="Address"/>
              <w:rPr>
                <w:rFonts w:cstheme="minorHAnsi"/>
                <w:sz w:val="25"/>
                <w:szCs w:val="25"/>
              </w:rPr>
            </w:pPr>
            <w:r w:rsidRPr="00F62B83">
              <w:rPr>
                <w:rFonts w:cstheme="minorHAnsi"/>
                <w:sz w:val="25"/>
                <w:szCs w:val="25"/>
              </w:rPr>
              <w:t>Note to Skip Work</w:t>
            </w:r>
            <w:r w:rsidRPr="00F62B83">
              <w:rPr>
                <w:rFonts w:cstheme="minorHAnsi"/>
                <w:sz w:val="25"/>
                <w:szCs w:val="25"/>
              </w:rPr>
              <w:br/>
            </w:r>
            <w:sdt>
              <w:sdtPr>
                <w:rPr>
                  <w:rFonts w:cstheme="minorHAnsi"/>
                  <w:sz w:val="25"/>
                  <w:szCs w:val="25"/>
                </w:rPr>
                <w:alias w:val="Date of birth:"/>
                <w:tag w:val="Date of birth:"/>
                <w:id w:val="745385260"/>
                <w:placeholder>
                  <w:docPart w:val="F26F503F349E45289D91194682AD3C78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F62B83">
                  <w:rPr>
                    <w:rFonts w:cstheme="minorHAnsi"/>
                    <w:sz w:val="25"/>
                    <w:szCs w:val="25"/>
                  </w:rPr>
                  <w:t>DOB</w:t>
                </w:r>
              </w:sdtContent>
            </w:sdt>
            <w:r w:rsidR="007322C8" w:rsidRPr="00F62B83">
              <w:rPr>
                <w:rFonts w:cstheme="minorHAnsi"/>
                <w:sz w:val="25"/>
                <w:szCs w:val="25"/>
              </w:rPr>
              <w:t>:</w:t>
            </w:r>
            <w:r w:rsidR="005D28E5" w:rsidRPr="00F62B83">
              <w:rPr>
                <w:rFonts w:cstheme="minorHAnsi"/>
                <w:sz w:val="25"/>
                <w:szCs w:val="25"/>
              </w:rPr>
              <w:t xml:space="preserve">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date of birth:"/>
                <w:tag w:val="Enter your date of birth:"/>
                <w:id w:val="-992492221"/>
                <w:placeholder>
                  <w:docPart w:val="FC2572AB82F64A29AF32B09DAF7B2186"/>
                </w:placeholder>
                <w:temporary/>
                <w:showingPlcHdr/>
                <w15:appearance w15:val="hidden"/>
              </w:sdtPr>
              <w:sdtEndPr/>
              <w:sdtContent>
                <w:r w:rsidR="0046425A" w:rsidRPr="00F62B83">
                  <w:rPr>
                    <w:rStyle w:val="Emphasis"/>
                    <w:rFonts w:cstheme="minorHAnsi"/>
                    <w:sz w:val="25"/>
                    <w:szCs w:val="25"/>
                  </w:rPr>
                  <w:t>date</w:t>
                </w:r>
              </w:sdtContent>
            </w:sdt>
            <w:r w:rsidR="007322C8" w:rsidRPr="00F62B83">
              <w:rPr>
                <w:rFonts w:cstheme="minorHAnsi"/>
                <w:sz w:val="25"/>
                <w:szCs w:val="25"/>
              </w:rPr>
              <w:t xml:space="preserve">,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SSN:"/>
                <w:tag w:val="SSN:"/>
                <w:id w:val="179175711"/>
                <w:placeholder>
                  <w:docPart w:val="EC2F1C4F0FB04A9AA8BE88BA50D553FE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F62B83">
                  <w:rPr>
                    <w:rFonts w:cstheme="minorHAnsi"/>
                    <w:sz w:val="25"/>
                    <w:szCs w:val="25"/>
                  </w:rPr>
                  <w:t>SSN</w:t>
                </w:r>
              </w:sdtContent>
            </w:sdt>
            <w:r w:rsidR="007322C8" w:rsidRPr="00F62B83">
              <w:rPr>
                <w:rFonts w:cstheme="minorHAnsi"/>
                <w:sz w:val="25"/>
                <w:szCs w:val="25"/>
              </w:rPr>
              <w:t xml:space="preserve">: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social security number:"/>
                <w:tag w:val="Enter your social security number:"/>
                <w:id w:val="1257865662"/>
                <w:placeholder>
                  <w:docPart w:val="4DFCA164F15544FE9AA9E0110E78E22B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F62B83">
                  <w:rPr>
                    <w:rStyle w:val="Emphasis"/>
                    <w:rFonts w:cstheme="minorHAnsi"/>
                    <w:sz w:val="25"/>
                    <w:szCs w:val="25"/>
                  </w:rPr>
                  <w:t>Social Security Number</w:t>
                </w:r>
              </w:sdtContent>
            </w:sdt>
          </w:p>
        </w:tc>
      </w:tr>
    </w:tbl>
    <w:p w:rsidR="00F759E1" w:rsidRPr="00F62B83" w:rsidRDefault="00F759E1" w:rsidP="009B7C9B">
      <w:pPr>
        <w:spacing w:before="100" w:beforeAutospacing="1" w:after="100" w:afterAutospacing="1"/>
        <w:jc w:val="center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To whom it may concern,</w:t>
      </w:r>
    </w:p>
    <w:p w:rsidR="00F62B83" w:rsidRPr="00F62B83" w:rsidRDefault="00F62B83" w:rsidP="00F62B83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I have examined Mr. Jacob Smith on 12</w:t>
      </w:r>
      <w:r w:rsidRPr="00F62B83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</w:t>
      </w:r>
      <w:r w:rsidRPr="00F62B83">
        <w:rPr>
          <w:rFonts w:eastAsia="Times New Roman" w:cstheme="minorHAnsi"/>
          <w:sz w:val="25"/>
          <w:szCs w:val="25"/>
          <w:lang w:eastAsia="en-US"/>
        </w:rPr>
        <w:t>March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2019. He has been diagnosed with appendicitis which needs to be immediately operated. His operation is scheduled on 14</w:t>
      </w:r>
      <w:r w:rsidRPr="00F62B83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</w:t>
      </w:r>
      <w:r w:rsidRPr="00F62B83">
        <w:rPr>
          <w:rFonts w:eastAsia="Times New Roman" w:cstheme="minorHAnsi"/>
          <w:sz w:val="25"/>
          <w:szCs w:val="25"/>
          <w:lang w:eastAsia="en-US"/>
        </w:rPr>
        <w:t>April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2019 at 11:30 a.m. </w:t>
      </w:r>
    </w:p>
    <w:p w:rsidR="00F62B83" w:rsidRPr="00F62B83" w:rsidRDefault="00F62B83" w:rsidP="00F62B83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I request you to kindly excuse Mr. Smith for four days starting from 14</w:t>
      </w:r>
      <w:r w:rsidRPr="00F62B83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</w:t>
      </w:r>
      <w:r w:rsidRPr="00F62B83">
        <w:rPr>
          <w:rFonts w:eastAsia="Times New Roman" w:cstheme="minorHAnsi"/>
          <w:sz w:val="25"/>
          <w:szCs w:val="25"/>
          <w:lang w:eastAsia="en-US"/>
        </w:rPr>
        <w:t>April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2019 till 17</w:t>
      </w:r>
      <w:r w:rsidRPr="00F62B83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</w:t>
      </w:r>
      <w:r w:rsidRPr="00F62B83">
        <w:rPr>
          <w:rFonts w:eastAsia="Times New Roman" w:cstheme="minorHAnsi"/>
          <w:sz w:val="25"/>
          <w:szCs w:val="25"/>
          <w:lang w:eastAsia="en-US"/>
        </w:rPr>
        <w:t>April</w:t>
      </w:r>
      <w:r w:rsidRPr="00F62B83">
        <w:rPr>
          <w:rFonts w:eastAsia="Times New Roman" w:cstheme="minorHAnsi"/>
          <w:sz w:val="25"/>
          <w:szCs w:val="25"/>
          <w:lang w:eastAsia="en-US"/>
        </w:rPr>
        <w:t xml:space="preserve"> 2019, as he will be needing the recovery period as well.</w:t>
      </w:r>
    </w:p>
    <w:p w:rsidR="00F62B83" w:rsidRPr="00F62B83" w:rsidRDefault="00F62B83" w:rsidP="00F62B83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If you want any further information, you can contact me at [Contact]</w:t>
      </w:r>
    </w:p>
    <w:p w:rsidR="00F62B83" w:rsidRPr="00F62B83" w:rsidRDefault="00F62B83" w:rsidP="00F62B83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Regards,</w:t>
      </w:r>
    </w:p>
    <w:p w:rsidR="00F62B83" w:rsidRPr="00F62B83" w:rsidRDefault="00F62B83" w:rsidP="00F62B83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F62B83">
        <w:rPr>
          <w:rFonts w:eastAsia="Times New Roman" w:cstheme="minorHAnsi"/>
          <w:sz w:val="25"/>
          <w:szCs w:val="25"/>
          <w:lang w:eastAsia="en-US"/>
        </w:rPr>
        <w:t>Jennifer Steven.</w:t>
      </w:r>
    </w:p>
    <w:p w:rsidR="00EF120A" w:rsidRPr="00F62B83" w:rsidRDefault="00EF120A" w:rsidP="00F62B83">
      <w:pPr>
        <w:spacing w:before="100" w:beforeAutospacing="1" w:after="100" w:afterAutospacing="1"/>
        <w:rPr>
          <w:rFonts w:cstheme="minorHAnsi"/>
          <w:sz w:val="25"/>
          <w:szCs w:val="25"/>
        </w:rPr>
      </w:pPr>
    </w:p>
    <w:sectPr w:rsidR="00EF120A" w:rsidRPr="00F62B83" w:rsidSect="00F759E1">
      <w:headerReference w:type="default" r:id="rId8"/>
      <w:footerReference w:type="first" r:id="rId9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C3A" w:rsidRDefault="00473C3A">
      <w:r>
        <w:separator/>
      </w:r>
    </w:p>
  </w:endnote>
  <w:endnote w:type="continuationSeparator" w:id="0">
    <w:p w:rsidR="00473C3A" w:rsidRDefault="0047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9E1" w:rsidRDefault="00F759E1">
    <w:pPr>
      <w:pStyle w:val="Footer"/>
    </w:pPr>
    <w:r>
      <w:t>wordexceltemplates.com</w:t>
    </w:r>
  </w:p>
  <w:p w:rsidR="00F759E1" w:rsidRDefault="00F759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C3A" w:rsidRDefault="00473C3A">
      <w:r>
        <w:separator/>
      </w:r>
    </w:p>
  </w:footnote>
  <w:footnote w:type="continuationSeparator" w:id="0">
    <w:p w:rsidR="00473C3A" w:rsidRDefault="0047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364176500"/>
      <w:placeholder>
        <w:docPart w:val="F6EE7DF6ADA741E1B0A7A18E436726A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B45266" w:rsidRDefault="007411E8">
        <w:pPr>
          <w:pStyle w:val="Header"/>
        </w:pPr>
        <w:r w:rsidRPr="005933C3">
          <w:t>Doctor Name</w:t>
        </w:r>
      </w:p>
    </w:sdtContent>
  </w:sdt>
  <w:p w:rsidR="00650C31" w:rsidRDefault="00473C3A" w:rsidP="00650C31">
    <w:pPr>
      <w:pStyle w:val="Header"/>
    </w:pPr>
    <w:sdt>
      <w:sdtPr>
        <w:alias w:val="Date:"/>
        <w:tag w:val="Date:"/>
        <w:id w:val="1520590438"/>
        <w:placeholder>
          <w:docPart w:val="922EBDB7C19849178F2D4CBA9E451F6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r w:rsidR="002A38D2" w:rsidRPr="002A38D2">
          <w:t>Date</w:t>
        </w:r>
      </w:sdtContent>
    </w:sdt>
  </w:p>
  <w:p w:rsidR="00B45266" w:rsidRDefault="004923C0" w:rsidP="00650C31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411E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C8806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0012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FCE08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120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705C8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9C8A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E09D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616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9EEA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ACD1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E1"/>
    <w:rsid w:val="000074D6"/>
    <w:rsid w:val="00044D03"/>
    <w:rsid w:val="00096F44"/>
    <w:rsid w:val="000B346C"/>
    <w:rsid w:val="000B684E"/>
    <w:rsid w:val="000C2E33"/>
    <w:rsid w:val="001143D1"/>
    <w:rsid w:val="0011604C"/>
    <w:rsid w:val="00170DC9"/>
    <w:rsid w:val="001C2D32"/>
    <w:rsid w:val="001D19D9"/>
    <w:rsid w:val="001F6C81"/>
    <w:rsid w:val="00232C21"/>
    <w:rsid w:val="002409BE"/>
    <w:rsid w:val="00240DBC"/>
    <w:rsid w:val="002A38D2"/>
    <w:rsid w:val="00440DB6"/>
    <w:rsid w:val="0046425A"/>
    <w:rsid w:val="00473C3A"/>
    <w:rsid w:val="004923C0"/>
    <w:rsid w:val="004A01C4"/>
    <w:rsid w:val="004F243C"/>
    <w:rsid w:val="004F6129"/>
    <w:rsid w:val="00564111"/>
    <w:rsid w:val="005933C3"/>
    <w:rsid w:val="005D28E5"/>
    <w:rsid w:val="005F7FB2"/>
    <w:rsid w:val="00600E3B"/>
    <w:rsid w:val="00604FEA"/>
    <w:rsid w:val="006119DF"/>
    <w:rsid w:val="00617983"/>
    <w:rsid w:val="00650C31"/>
    <w:rsid w:val="006619EB"/>
    <w:rsid w:val="006D2DC2"/>
    <w:rsid w:val="006F745D"/>
    <w:rsid w:val="007219F8"/>
    <w:rsid w:val="007322C8"/>
    <w:rsid w:val="007411E8"/>
    <w:rsid w:val="007F3886"/>
    <w:rsid w:val="00807485"/>
    <w:rsid w:val="008901A8"/>
    <w:rsid w:val="008F2A56"/>
    <w:rsid w:val="008F62D9"/>
    <w:rsid w:val="009058CC"/>
    <w:rsid w:val="00913F01"/>
    <w:rsid w:val="009B6F7F"/>
    <w:rsid w:val="009B7C9B"/>
    <w:rsid w:val="009C6565"/>
    <w:rsid w:val="00B1612A"/>
    <w:rsid w:val="00B45266"/>
    <w:rsid w:val="00B564BC"/>
    <w:rsid w:val="00B755F2"/>
    <w:rsid w:val="00B91C7A"/>
    <w:rsid w:val="00BA03E0"/>
    <w:rsid w:val="00C53D03"/>
    <w:rsid w:val="00CE77FA"/>
    <w:rsid w:val="00D0595E"/>
    <w:rsid w:val="00D7700C"/>
    <w:rsid w:val="00D81976"/>
    <w:rsid w:val="00D81BCC"/>
    <w:rsid w:val="00DD3271"/>
    <w:rsid w:val="00DE2D7A"/>
    <w:rsid w:val="00E91591"/>
    <w:rsid w:val="00EA429F"/>
    <w:rsid w:val="00EB4FCF"/>
    <w:rsid w:val="00EF120A"/>
    <w:rsid w:val="00EF5C39"/>
    <w:rsid w:val="00F248F4"/>
    <w:rsid w:val="00F40EB9"/>
    <w:rsid w:val="00F56A13"/>
    <w:rsid w:val="00F62B83"/>
    <w:rsid w:val="00F759E1"/>
    <w:rsid w:val="00F85F34"/>
    <w:rsid w:val="00FD7A7B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78D5C9"/>
  <w15:chartTrackingRefBased/>
  <w15:docId w15:val="{C3F06332-B256-4A88-987E-45DE97A9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2DC2"/>
    <w:rPr>
      <w:szCs w:val="20"/>
    </w:rPr>
  </w:style>
  <w:style w:type="paragraph" w:styleId="Heading1">
    <w:name w:val="heading 1"/>
    <w:basedOn w:val="Normal"/>
    <w:link w:val="Heading1Char"/>
    <w:uiPriority w:val="9"/>
    <w:semiHidden/>
    <w:unhideWhenUsed/>
    <w:qFormat/>
    <w:rsid w:val="008F62D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243C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rsid w:val="004F243C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43C"/>
    <w:rPr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B564BC"/>
    <w:rPr>
      <w:szCs w:val="20"/>
    </w:rPr>
  </w:style>
  <w:style w:type="paragraph" w:styleId="Closing">
    <w:name w:val="Closing"/>
    <w:basedOn w:val="Normal"/>
    <w:next w:val="Normal"/>
    <w:link w:val="ClosingChar"/>
    <w:uiPriority w:val="5"/>
    <w:qFormat/>
    <w:pPr>
      <w:spacing w:after="1000"/>
    </w:pPr>
  </w:style>
  <w:style w:type="character" w:customStyle="1" w:styleId="ClosingChar">
    <w:name w:val="Closing Char"/>
    <w:basedOn w:val="DefaultParagraphFont"/>
    <w:link w:val="Closing"/>
    <w:uiPriority w:val="5"/>
    <w:rsid w:val="000C2E33"/>
    <w:rPr>
      <w:szCs w:val="20"/>
    </w:rPr>
  </w:style>
  <w:style w:type="paragraph" w:styleId="BodyText">
    <w:name w:val="Body Text"/>
    <w:basedOn w:val="Normal"/>
    <w:link w:val="BodyTextChar"/>
    <w:uiPriority w:val="99"/>
    <w:semiHidden/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6"/>
    <w:qFormat/>
  </w:style>
  <w:style w:type="character" w:customStyle="1" w:styleId="SignatureChar">
    <w:name w:val="Signature Char"/>
    <w:basedOn w:val="DefaultParagraphFont"/>
    <w:link w:val="Signature"/>
    <w:uiPriority w:val="6"/>
    <w:rsid w:val="000C2E33"/>
    <w:rPr>
      <w:szCs w:val="20"/>
    </w:rPr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customStyle="1" w:styleId="MailingAddress">
    <w:name w:val="Mailing Address"/>
    <w:basedOn w:val="Address"/>
    <w:next w:val="Normal"/>
    <w:uiPriority w:val="4"/>
    <w:qFormat/>
    <w:pPr>
      <w:spacing w:after="24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F243C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43C"/>
    <w:rPr>
      <w:szCs w:val="20"/>
    </w:rPr>
  </w:style>
  <w:style w:type="table" w:styleId="TableGrid">
    <w:name w:val="Table Grid"/>
    <w:basedOn w:val="TableNormal"/>
    <w:uiPriority w:val="59"/>
    <w:rsid w:val="007322C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25A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25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6425A"/>
  </w:style>
  <w:style w:type="paragraph" w:styleId="BlockText">
    <w:name w:val="Block Text"/>
    <w:basedOn w:val="Normal"/>
    <w:uiPriority w:val="99"/>
    <w:semiHidden/>
    <w:unhideWhenUsed/>
    <w:rsid w:val="004F243C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642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425A"/>
    <w:rPr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642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42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6425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6425A"/>
    <w:rPr>
      <w:spacing w:val="4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42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425A"/>
    <w:rPr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6425A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6425A"/>
    <w:rPr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42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425A"/>
    <w:rPr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425A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42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4F243C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243C"/>
    <w:pPr>
      <w:spacing w:after="200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42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2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2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2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6425A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42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6425A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6425A"/>
    <w:rPr>
      <w:szCs w:val="20"/>
    </w:rPr>
  </w:style>
  <w:style w:type="character" w:styleId="Emphasis">
    <w:name w:val="Emphasis"/>
    <w:basedOn w:val="DefaultParagraphFont"/>
    <w:uiPriority w:val="3"/>
    <w:qFormat/>
    <w:rsid w:val="0046425A"/>
    <w:rPr>
      <w:iCs/>
      <w:color w:val="595959" w:themeColor="text1" w:themeTint="A6"/>
    </w:rPr>
  </w:style>
  <w:style w:type="character" w:styleId="EndnoteReference">
    <w:name w:val="end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425A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42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6425A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6425A"/>
    <w:pPr>
      <w:spacing w:after="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46425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425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5A"/>
    <w:rPr>
      <w:szCs w:val="20"/>
    </w:rPr>
  </w:style>
  <w:style w:type="table" w:styleId="GridTable1Light">
    <w:name w:val="Grid Table 1 Light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2D9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2D9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2D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2D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46425A"/>
  </w:style>
  <w:style w:type="paragraph" w:styleId="HTMLAddress">
    <w:name w:val="HTML Address"/>
    <w:basedOn w:val="Normal"/>
    <w:link w:val="HTMLAddressChar"/>
    <w:uiPriority w:val="99"/>
    <w:semiHidden/>
    <w:unhideWhenUsed/>
    <w:rsid w:val="0046425A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6425A"/>
    <w:rPr>
      <w:i/>
      <w:iCs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4642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642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25A"/>
    <w:pPr>
      <w:spacing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2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642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642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6425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6425A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6425A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6425A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6425A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6425A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6425A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6425A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6425A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6425A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642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62D9"/>
    <w:rPr>
      <w:i/>
      <w:iCs/>
      <w:color w:val="365F91" w:themeColor="accent1" w:themeShade="BF"/>
    </w:rPr>
  </w:style>
  <w:style w:type="paragraph" w:styleId="IntenseQuote">
    <w:name w:val="Intense Quote"/>
    <w:basedOn w:val="Normal"/>
    <w:link w:val="IntenseQuoteChar"/>
    <w:uiPriority w:val="30"/>
    <w:semiHidden/>
    <w:unhideWhenUsed/>
    <w:qFormat/>
    <w:rsid w:val="001F6C81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6C81"/>
    <w:rPr>
      <w:i/>
      <w:iCs/>
      <w:color w:val="365F91" w:themeColor="accent1" w:themeShade="BF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F243C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6425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6425A"/>
  </w:style>
  <w:style w:type="paragraph" w:styleId="List">
    <w:name w:val="List"/>
    <w:basedOn w:val="Normal"/>
    <w:uiPriority w:val="99"/>
    <w:semiHidden/>
    <w:unhideWhenUsed/>
    <w:rsid w:val="0046425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6425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6425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6425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6425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6425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6425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6425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6425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6425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6425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6425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6425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6425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6425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6425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642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642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6425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6425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4642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642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642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642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642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46425A"/>
    <w:pPr>
      <w:spacing w:after="0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4642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642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6425A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6425A"/>
    <w:rPr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6425A"/>
  </w:style>
  <w:style w:type="table" w:styleId="PlainTable1">
    <w:name w:val="Plain Table 1"/>
    <w:basedOn w:val="TableNormal"/>
    <w:uiPriority w:val="41"/>
    <w:rsid w:val="0046425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6425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6425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46425A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6425A"/>
    <w:rPr>
      <w:rFonts w:ascii="Consolas" w:hAnsi="Consolas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8F62D9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F62D9"/>
    <w:rPr>
      <w:i/>
      <w:iCs/>
      <w:color w:val="404040" w:themeColor="text1" w:themeTint="BF"/>
      <w:szCs w:val="20"/>
    </w:rPr>
  </w:style>
  <w:style w:type="character" w:styleId="SmartHyperlink">
    <w:name w:val="Smart Hyperlink"/>
    <w:basedOn w:val="DefaultParagraphFont"/>
    <w:uiPriority w:val="99"/>
    <w:semiHidden/>
    <w:unhideWhenUsed/>
    <w:rsid w:val="0046425A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46425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F62D9"/>
    <w:pPr>
      <w:numPr>
        <w:ilvl w:val="1"/>
      </w:numPr>
      <w:spacing w:after="160"/>
      <w:contextualSpacing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62D9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642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642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4642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642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642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642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642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642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642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642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642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642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642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642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642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642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642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642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6425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642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642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642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642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642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642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642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64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642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642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642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8F62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8F6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642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642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642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642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642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642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642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642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642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6425A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F243C"/>
    <w:pPr>
      <w:framePr w:wrap="around" w:vAnchor="text" w:hAnchor="text" w:y="1"/>
    </w:pPr>
  </w:style>
  <w:style w:type="character" w:styleId="UnresolvedMention">
    <w:name w:val="Unresolved Mention"/>
    <w:basedOn w:val="DefaultParagraphFont"/>
    <w:uiPriority w:val="99"/>
    <w:semiHidden/>
    <w:unhideWhenUsed/>
    <w:rsid w:val="004F243C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cond%20letter%20requesting%20copies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1928355CB44D5F9929545495F03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07F94-A95B-434E-8CAC-06538D3292AD}"/>
      </w:docPartPr>
      <w:docPartBody>
        <w:p w:rsidR="00F4000F" w:rsidRDefault="00B614B7">
          <w:pPr>
            <w:pStyle w:val="E31928355CB44D5F9929545495F03CAD"/>
          </w:pPr>
          <w:r w:rsidRPr="005933C3">
            <w:t>Street Address</w:t>
          </w:r>
        </w:p>
      </w:docPartBody>
    </w:docPart>
    <w:docPart>
      <w:docPartPr>
        <w:name w:val="4E523F782EC8499C8541ADD0F8A58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BCAC0-F6FC-479E-BF01-4BDB36D8A1AA}"/>
      </w:docPartPr>
      <w:docPartBody>
        <w:p w:rsidR="00F4000F" w:rsidRDefault="00B614B7">
          <w:pPr>
            <w:pStyle w:val="4E523F782EC8499C8541ADD0F8A5823A"/>
          </w:pPr>
          <w:r w:rsidRPr="002A38D2">
            <w:t>Date</w:t>
          </w:r>
        </w:p>
      </w:docPartBody>
    </w:docPart>
    <w:docPart>
      <w:docPartPr>
        <w:name w:val="D43274893DEF4BE786410CBAC0C50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50611-85CE-40AA-A4B8-647ED2D4D5FB}"/>
      </w:docPartPr>
      <w:docPartBody>
        <w:p w:rsidR="00F4000F" w:rsidRDefault="00B614B7">
          <w:pPr>
            <w:pStyle w:val="D43274893DEF4BE786410CBAC0C50B5A"/>
          </w:pPr>
          <w:r w:rsidRPr="005933C3">
            <w:t>Doctor Name</w:t>
          </w:r>
        </w:p>
      </w:docPartBody>
    </w:docPart>
    <w:docPart>
      <w:docPartPr>
        <w:name w:val="4693EE9FD0104104A49DACC6D321E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D01FE-A64F-4551-BE94-D2B083BCB830}"/>
      </w:docPartPr>
      <w:docPartBody>
        <w:p w:rsidR="00F4000F" w:rsidRDefault="00B614B7">
          <w:pPr>
            <w:pStyle w:val="4693EE9FD0104104A49DACC6D321E8AC"/>
          </w:pPr>
          <w:r w:rsidRPr="005933C3">
            <w:t>Medical Practice or Hospital Name</w:t>
          </w:r>
        </w:p>
      </w:docPartBody>
    </w:docPart>
    <w:docPart>
      <w:docPartPr>
        <w:name w:val="1A34927D34F04FADB4CDFA56034A0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79CB-1512-4372-9DFE-D39A248B8C58}"/>
      </w:docPartPr>
      <w:docPartBody>
        <w:p w:rsidR="00F4000F" w:rsidRDefault="00B614B7">
          <w:pPr>
            <w:pStyle w:val="1A34927D34F04FADB4CDFA56034A0BC1"/>
          </w:pPr>
          <w:r w:rsidRPr="005933C3">
            <w:t>City, ST ZIP Code</w:t>
          </w:r>
        </w:p>
      </w:docPartBody>
    </w:docPart>
    <w:docPart>
      <w:docPartPr>
        <w:name w:val="CF5D0AB2426C4A37A2B680A57824D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E5148-DD4C-4186-A386-456F9C277505}"/>
      </w:docPartPr>
      <w:docPartBody>
        <w:p w:rsidR="00F4000F" w:rsidRDefault="00B614B7">
          <w:pPr>
            <w:pStyle w:val="CF5D0AB2426C4A37A2B680A57824D684"/>
          </w:pPr>
          <w:r w:rsidRPr="005933C3">
            <w:t>RE:</w:t>
          </w:r>
        </w:p>
      </w:docPartBody>
    </w:docPart>
    <w:docPart>
      <w:docPartPr>
        <w:name w:val="F6EE7DF6ADA741E1B0A7A18E43672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C739C-E78F-43DD-80F0-4DF4000154B2}"/>
      </w:docPartPr>
      <w:docPartBody>
        <w:p w:rsidR="00F4000F" w:rsidRDefault="00B614B7">
          <w:pPr>
            <w:pStyle w:val="F6EE7DF6ADA741E1B0A7A18E436726A9"/>
          </w:pPr>
          <w:r>
            <w:t>Release of medical records for</w:t>
          </w:r>
        </w:p>
      </w:docPartBody>
    </w:docPart>
    <w:docPart>
      <w:docPartPr>
        <w:name w:val="F26F503F349E45289D91194682AD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CEE36-EDCA-4588-99C9-083D20A9B192}"/>
      </w:docPartPr>
      <w:docPartBody>
        <w:p w:rsidR="00F4000F" w:rsidRDefault="00B614B7">
          <w:pPr>
            <w:pStyle w:val="F26F503F349E45289D91194682AD3C78"/>
          </w:pPr>
          <w:r>
            <w:t>DOB</w:t>
          </w:r>
        </w:p>
      </w:docPartBody>
    </w:docPart>
    <w:docPart>
      <w:docPartPr>
        <w:name w:val="FC2572AB82F64A29AF32B09DAF7B2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C9365-2EE8-447D-AD51-888D4D283D6D}"/>
      </w:docPartPr>
      <w:docPartBody>
        <w:p w:rsidR="00F4000F" w:rsidRDefault="00B614B7">
          <w:pPr>
            <w:pStyle w:val="FC2572AB82F64A29AF32B09DAF7B2186"/>
          </w:pPr>
          <w:r w:rsidRPr="0046425A">
            <w:rPr>
              <w:rStyle w:val="Emphasis"/>
            </w:rPr>
            <w:t>date</w:t>
          </w:r>
        </w:p>
      </w:docPartBody>
    </w:docPart>
    <w:docPart>
      <w:docPartPr>
        <w:name w:val="EC2F1C4F0FB04A9AA8BE88BA50D55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8E43C-5EF3-4D5E-A931-41260B9F3AED}"/>
      </w:docPartPr>
      <w:docPartBody>
        <w:p w:rsidR="00F4000F" w:rsidRDefault="00B614B7">
          <w:pPr>
            <w:pStyle w:val="EC2F1C4F0FB04A9AA8BE88BA50D553FE"/>
          </w:pPr>
          <w:r>
            <w:t>SSN</w:t>
          </w:r>
        </w:p>
      </w:docPartBody>
    </w:docPart>
    <w:docPart>
      <w:docPartPr>
        <w:name w:val="4DFCA164F15544FE9AA9E0110E78E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22D96-279E-476A-A817-ACF9A232DDB5}"/>
      </w:docPartPr>
      <w:docPartBody>
        <w:p w:rsidR="00F4000F" w:rsidRDefault="00B614B7">
          <w:pPr>
            <w:pStyle w:val="4DFCA164F15544FE9AA9E0110E78E22B"/>
          </w:pPr>
          <w:r w:rsidRPr="0046425A">
            <w:rPr>
              <w:rStyle w:val="Emphasis"/>
            </w:rPr>
            <w:t>Social Security Number</w:t>
          </w:r>
        </w:p>
      </w:docPartBody>
    </w:docPart>
    <w:docPart>
      <w:docPartPr>
        <w:name w:val="922EBDB7C19849178F2D4CBA9E451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DA2BC-486B-4ADE-A5CE-1B6B7DE7C58D}"/>
      </w:docPartPr>
      <w:docPartBody>
        <w:p w:rsidR="00F4000F" w:rsidRDefault="00A55992" w:rsidP="00A55992">
          <w:pPr>
            <w:pStyle w:val="922EBDB7C19849178F2D4CBA9E451F6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92"/>
    <w:rsid w:val="00772199"/>
    <w:rsid w:val="00A55992"/>
    <w:rsid w:val="00B614B7"/>
    <w:rsid w:val="00F4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B183F3FF8349B58A530D00FAE2D82F">
    <w:name w:val="FBB183F3FF8349B58A530D00FAE2D82F"/>
  </w:style>
  <w:style w:type="paragraph" w:customStyle="1" w:styleId="E31928355CB44D5F9929545495F03CAD">
    <w:name w:val="E31928355CB44D5F9929545495F03CAD"/>
  </w:style>
  <w:style w:type="paragraph" w:customStyle="1" w:styleId="D80586CAF9C3403E8CCBAFF4C721D1E2">
    <w:name w:val="D80586CAF9C3403E8CCBAFF4C721D1E2"/>
  </w:style>
  <w:style w:type="paragraph" w:customStyle="1" w:styleId="4E523F782EC8499C8541ADD0F8A5823A">
    <w:name w:val="4E523F782EC8499C8541ADD0F8A5823A"/>
  </w:style>
  <w:style w:type="paragraph" w:customStyle="1" w:styleId="D43274893DEF4BE786410CBAC0C50B5A">
    <w:name w:val="D43274893DEF4BE786410CBAC0C50B5A"/>
  </w:style>
  <w:style w:type="paragraph" w:customStyle="1" w:styleId="4693EE9FD0104104A49DACC6D321E8AC">
    <w:name w:val="4693EE9FD0104104A49DACC6D321E8AC"/>
  </w:style>
  <w:style w:type="paragraph" w:customStyle="1" w:styleId="1A34927D34F04FADB4CDFA56034A0BC1">
    <w:name w:val="1A34927D34F04FADB4CDFA56034A0BC1"/>
  </w:style>
  <w:style w:type="paragraph" w:customStyle="1" w:styleId="CF5D0AB2426C4A37A2B680A57824D684">
    <w:name w:val="CF5D0AB2426C4A37A2B680A57824D684"/>
  </w:style>
  <w:style w:type="paragraph" w:customStyle="1" w:styleId="F6EE7DF6ADA741E1B0A7A18E436726A9">
    <w:name w:val="F6EE7DF6ADA741E1B0A7A18E436726A9"/>
  </w:style>
  <w:style w:type="paragraph" w:customStyle="1" w:styleId="745E5DFAE8E14281A3528692215300AE">
    <w:name w:val="745E5DFAE8E14281A3528692215300AE"/>
  </w:style>
  <w:style w:type="paragraph" w:customStyle="1" w:styleId="F26F503F349E45289D91194682AD3C78">
    <w:name w:val="F26F503F349E45289D91194682AD3C78"/>
  </w:style>
  <w:style w:type="character" w:styleId="Emphasis">
    <w:name w:val="Emphasis"/>
    <w:basedOn w:val="DefaultParagraphFont"/>
    <w:uiPriority w:val="3"/>
    <w:qFormat/>
    <w:rPr>
      <w:iCs/>
      <w:color w:val="595959" w:themeColor="text1" w:themeTint="A6"/>
    </w:rPr>
  </w:style>
  <w:style w:type="paragraph" w:customStyle="1" w:styleId="FC2572AB82F64A29AF32B09DAF7B2186">
    <w:name w:val="FC2572AB82F64A29AF32B09DAF7B2186"/>
  </w:style>
  <w:style w:type="paragraph" w:customStyle="1" w:styleId="EC2F1C4F0FB04A9AA8BE88BA50D553FE">
    <w:name w:val="EC2F1C4F0FB04A9AA8BE88BA50D553FE"/>
  </w:style>
  <w:style w:type="paragraph" w:customStyle="1" w:styleId="4DFCA164F15544FE9AA9E0110E78E22B">
    <w:name w:val="4DFCA164F15544FE9AA9E0110E78E22B"/>
  </w:style>
  <w:style w:type="paragraph" w:customStyle="1" w:styleId="406BAF2AA5E243B3AFFA8A547639BB73">
    <w:name w:val="406BAF2AA5E243B3AFFA8A547639BB73"/>
  </w:style>
  <w:style w:type="paragraph" w:customStyle="1" w:styleId="1DDD9141C9AC47ED937FBC3C12B62941">
    <w:name w:val="1DDD9141C9AC47ED937FBC3C12B62941"/>
  </w:style>
  <w:style w:type="paragraph" w:customStyle="1" w:styleId="BE23D4E0CA2C4D49AE3144AB941E7E3A">
    <w:name w:val="BE23D4E0CA2C4D49AE3144AB941E7E3A"/>
  </w:style>
  <w:style w:type="paragraph" w:customStyle="1" w:styleId="8A6C4DD353794817A31BEC47C1D3DDB0">
    <w:name w:val="8A6C4DD353794817A31BEC47C1D3DDB0"/>
  </w:style>
  <w:style w:type="paragraph" w:customStyle="1" w:styleId="C35F9CEFEC214B8CAEA3AF17305D0853">
    <w:name w:val="C35F9CEFEC214B8CAEA3AF17305D0853"/>
  </w:style>
  <w:style w:type="paragraph" w:customStyle="1" w:styleId="D97A8013A4DE4056BB2BD9DAF585A9A1">
    <w:name w:val="D97A8013A4DE4056BB2BD9DAF585A9A1"/>
  </w:style>
  <w:style w:type="paragraph" w:customStyle="1" w:styleId="BCEC70F6C5AB4643B1CA00E70207D3D3">
    <w:name w:val="BCEC70F6C5AB4643B1CA00E70207D3D3"/>
  </w:style>
  <w:style w:type="paragraph" w:customStyle="1" w:styleId="7999459E479541648CC064D6A5B2C0A1">
    <w:name w:val="7999459E479541648CC064D6A5B2C0A1"/>
  </w:style>
  <w:style w:type="paragraph" w:customStyle="1" w:styleId="9B45F2BAFBAD4B6B92548A1C9A08A397">
    <w:name w:val="9B45F2BAFBAD4B6B92548A1C9A08A397"/>
  </w:style>
  <w:style w:type="paragraph" w:customStyle="1" w:styleId="DC01F5E8D6944DA0B00F226885B849E0">
    <w:name w:val="DC01F5E8D6944DA0B00F226885B849E0"/>
  </w:style>
  <w:style w:type="paragraph" w:customStyle="1" w:styleId="E0507087095E4A63B65A5791DAF7BBDB">
    <w:name w:val="E0507087095E4A63B65A5791DAF7BBDB"/>
  </w:style>
  <w:style w:type="paragraph" w:customStyle="1" w:styleId="F2CA9E347EC4482EA9101087CF51F5CD">
    <w:name w:val="F2CA9E347EC4482EA9101087CF51F5CD"/>
  </w:style>
  <w:style w:type="paragraph" w:customStyle="1" w:styleId="6BAC005FB66A4B88B6D81D42E282998F">
    <w:name w:val="6BAC005FB66A4B88B6D81D42E282998F"/>
  </w:style>
  <w:style w:type="paragraph" w:customStyle="1" w:styleId="E7A6C79C631C447DA3235758BF54BE20">
    <w:name w:val="E7A6C79C631C447DA3235758BF54BE20"/>
  </w:style>
  <w:style w:type="paragraph" w:customStyle="1" w:styleId="2B7AC1F303B942FA9B98160F1DB641FD">
    <w:name w:val="2B7AC1F303B942FA9B98160F1DB641FD"/>
  </w:style>
  <w:style w:type="paragraph" w:customStyle="1" w:styleId="65137C200CE44443BBD95342B99106F7">
    <w:name w:val="65137C200CE44443BBD95342B99106F7"/>
  </w:style>
  <w:style w:type="paragraph" w:customStyle="1" w:styleId="955E6A0171F2464381E87B0621379B13">
    <w:name w:val="955E6A0171F2464381E87B0621379B13"/>
  </w:style>
  <w:style w:type="paragraph" w:customStyle="1" w:styleId="65CCC4BB611F446EA69098D5B12BF352">
    <w:name w:val="65CCC4BB611F446EA69098D5B12BF352"/>
  </w:style>
  <w:style w:type="paragraph" w:customStyle="1" w:styleId="787C7CCBFB3C425F9443BCB90C52F86B">
    <w:name w:val="787C7CCBFB3C425F9443BCB90C52F86B"/>
  </w:style>
  <w:style w:type="paragraph" w:customStyle="1" w:styleId="7A5AA0C586084AD48DD88E1C29551291">
    <w:name w:val="7A5AA0C586084AD48DD88E1C29551291"/>
  </w:style>
  <w:style w:type="paragraph" w:customStyle="1" w:styleId="166E6D1D6AEB4063B95453219BC09B70">
    <w:name w:val="166E6D1D6AEB4063B95453219BC09B70"/>
  </w:style>
  <w:style w:type="paragraph" w:customStyle="1" w:styleId="75075DE8142149DA86A91AB2390A4A7E">
    <w:name w:val="75075DE8142149DA86A91AB2390A4A7E"/>
  </w:style>
  <w:style w:type="paragraph" w:customStyle="1" w:styleId="922EBDB7C19849178F2D4CBA9E451F66">
    <w:name w:val="922EBDB7C19849178F2D4CBA9E451F66"/>
    <w:rsid w:val="00A559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 letter requesting copies of medical records(2).dotx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2019-04-03T10:01:00Z</dcterms:created>
  <dcterms:modified xsi:type="dcterms:W3CDTF">2019-04-03T10:02:00Z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v-asharm@microsoft.com</vt:lpwstr>
  </property>
  <property fmtid="{D5CDD505-2E9C-101B-9397-08002B2CF9AE}" pid="11" name="MSIP_Label_f42aa342-8706-4288-bd11-ebb85995028c_SetDate">
    <vt:lpwstr>2017-11-22T06:44:56.2244545Z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