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5266" w:rsidRPr="003C2D7F" w:rsidRDefault="000C2E5F" w:rsidP="002A38D2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date:"/>
          <w:tag w:val="Enter date:"/>
          <w:id w:val="-1363968551"/>
          <w:placeholder>
            <w:docPart w:val="4E523F782EC8499C8541ADD0F8A5823A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15:appearance w15:val="hidden"/>
          <w:text w:multiLine="1"/>
        </w:sdtPr>
        <w:sdtEndPr/>
        <w:sdtContent>
          <w:r w:rsidR="002A38D2" w:rsidRPr="003C2D7F">
            <w:rPr>
              <w:rFonts w:cstheme="minorHAnsi"/>
              <w:sz w:val="25"/>
              <w:szCs w:val="25"/>
            </w:rPr>
            <w:t>Date</w:t>
          </w:r>
        </w:sdtContent>
      </w:sdt>
    </w:p>
    <w:sdt>
      <w:sdtPr>
        <w:rPr>
          <w:rFonts w:cstheme="minorHAnsi"/>
          <w:sz w:val="25"/>
          <w:szCs w:val="25"/>
        </w:rPr>
        <w:alias w:val="Enter doctor name:"/>
        <w:tag w:val="Enter doctor name:"/>
        <w:id w:val="-378937380"/>
        <w:placeholder>
          <w:docPart w:val="D43274893DEF4BE786410CBAC0C50B5A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/>
      </w:sdtPr>
      <w:sdtEndPr/>
      <w:sdtContent>
        <w:p w:rsidR="00B45266" w:rsidRPr="003C2D7F" w:rsidRDefault="004923C0">
          <w:pPr>
            <w:pStyle w:val="Address"/>
            <w:rPr>
              <w:rFonts w:cstheme="minorHAnsi"/>
              <w:sz w:val="25"/>
              <w:szCs w:val="25"/>
            </w:rPr>
          </w:pPr>
          <w:r w:rsidRPr="003C2D7F">
            <w:rPr>
              <w:rFonts w:cstheme="minorHAnsi"/>
              <w:sz w:val="25"/>
              <w:szCs w:val="25"/>
            </w:rPr>
            <w:t>Doctor Name</w:t>
          </w:r>
        </w:p>
      </w:sdtContent>
    </w:sdt>
    <w:sdt>
      <w:sdtPr>
        <w:rPr>
          <w:rFonts w:cstheme="minorHAnsi"/>
          <w:sz w:val="25"/>
          <w:szCs w:val="25"/>
        </w:rPr>
        <w:alias w:val="Enter medical practice or hospital name:"/>
        <w:tag w:val="Enter medical practice or hospital name:"/>
        <w:id w:val="566236108"/>
        <w:placeholder>
          <w:docPart w:val="4693EE9FD0104104A49DACC6D321E8AC"/>
        </w:placeholder>
        <w:temporary/>
        <w:showingPlcHdr/>
        <w15:appearance w15:val="hidden"/>
      </w:sdtPr>
      <w:sdtEndPr/>
      <w:sdtContent>
        <w:bookmarkStart w:id="0" w:name="_GoBack" w:displacedByCustomXml="prev"/>
        <w:p w:rsidR="00B45266" w:rsidRPr="003C2D7F" w:rsidRDefault="004923C0">
          <w:pPr>
            <w:pStyle w:val="Address"/>
            <w:rPr>
              <w:rFonts w:cstheme="minorHAnsi"/>
              <w:sz w:val="25"/>
              <w:szCs w:val="25"/>
            </w:rPr>
          </w:pPr>
          <w:r w:rsidRPr="003C2D7F">
            <w:rPr>
              <w:rFonts w:cstheme="minorHAnsi"/>
              <w:sz w:val="25"/>
              <w:szCs w:val="25"/>
            </w:rPr>
            <w:t>Medical Practice or Hospital Name</w:t>
          </w:r>
        </w:p>
        <w:bookmarkEnd w:id="0" w:displacedByCustomXml="next"/>
      </w:sdtContent>
    </w:sdt>
    <w:sdt>
      <w:sdtPr>
        <w:rPr>
          <w:rFonts w:cstheme="minorHAnsi"/>
          <w:sz w:val="25"/>
          <w:szCs w:val="25"/>
        </w:rPr>
        <w:alias w:val="Enter hospital street address:"/>
        <w:tag w:val="Enter hospital street address:"/>
        <w:id w:val="874039300"/>
        <w:placeholder>
          <w:docPart w:val="E31928355CB44D5F9929545495F03CAD"/>
        </w:placeholder>
        <w:temporary/>
        <w:showingPlcHdr/>
        <w15:appearance w15:val="hidden"/>
      </w:sdtPr>
      <w:sdtEndPr/>
      <w:sdtContent>
        <w:p w:rsidR="00B45266" w:rsidRPr="003C2D7F" w:rsidRDefault="007411E8">
          <w:pPr>
            <w:pStyle w:val="Address"/>
            <w:rPr>
              <w:rFonts w:cstheme="minorHAnsi"/>
              <w:sz w:val="25"/>
              <w:szCs w:val="25"/>
            </w:rPr>
          </w:pPr>
          <w:r w:rsidRPr="003C2D7F">
            <w:rPr>
              <w:rFonts w:cstheme="minorHAnsi"/>
              <w:sz w:val="25"/>
              <w:szCs w:val="25"/>
            </w:rPr>
            <w:t>Street Address</w:t>
          </w:r>
        </w:p>
      </w:sdtContent>
    </w:sdt>
    <w:sdt>
      <w:sdtPr>
        <w:rPr>
          <w:rFonts w:cstheme="minorHAnsi"/>
          <w:sz w:val="25"/>
          <w:szCs w:val="25"/>
        </w:rPr>
        <w:alias w:val="Enter hospital city, st zip code:"/>
        <w:tag w:val="Enter hospital city, st zip code:"/>
        <w:id w:val="-1389496779"/>
        <w:placeholder>
          <w:docPart w:val="1A34927D34F04FADB4CDFA56034A0BC1"/>
        </w:placeholder>
        <w:temporary/>
        <w:showingPlcHdr/>
        <w15:appearance w15:val="hidden"/>
      </w:sdtPr>
      <w:sdtEndPr/>
      <w:sdtContent>
        <w:p w:rsidR="00B45266" w:rsidRPr="003C2D7F" w:rsidRDefault="004923C0">
          <w:pPr>
            <w:pStyle w:val="Address"/>
            <w:rPr>
              <w:rFonts w:cstheme="minorHAnsi"/>
              <w:sz w:val="25"/>
              <w:szCs w:val="25"/>
            </w:rPr>
          </w:pPr>
          <w:r w:rsidRPr="003C2D7F">
            <w:rPr>
              <w:rFonts w:cstheme="minorHAnsi"/>
              <w:sz w:val="25"/>
              <w:szCs w:val="25"/>
            </w:rPr>
            <w:t>City, ST ZIP Code</w:t>
          </w:r>
        </w:p>
      </w:sdtContent>
    </w:sdt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400" w:type="dxa"/>
          <w:left w:w="0" w:type="dxa"/>
          <w:bottom w:w="200" w:type="dxa"/>
          <w:right w:w="0" w:type="dxa"/>
        </w:tblCellMar>
        <w:tblLook w:val="04A0" w:firstRow="1" w:lastRow="0" w:firstColumn="1" w:lastColumn="0" w:noHBand="0" w:noVBand="1"/>
        <w:tblDescription w:val="Reference information table"/>
      </w:tblPr>
      <w:tblGrid>
        <w:gridCol w:w="716"/>
        <w:gridCol w:w="8644"/>
      </w:tblGrid>
      <w:tr w:rsidR="007322C8" w:rsidRPr="003C2D7F" w:rsidTr="001F6C81">
        <w:tc>
          <w:tcPr>
            <w:tcW w:w="716" w:type="dxa"/>
          </w:tcPr>
          <w:p w:rsidR="007322C8" w:rsidRPr="003C2D7F" w:rsidRDefault="000C2E5F" w:rsidP="00B564BC">
            <w:pPr>
              <w:rPr>
                <w:rFonts w:cstheme="minorHAnsi"/>
                <w:sz w:val="25"/>
                <w:szCs w:val="25"/>
              </w:rPr>
            </w:pPr>
            <w:sdt>
              <w:sdtPr>
                <w:rPr>
                  <w:rFonts w:cstheme="minorHAnsi"/>
                  <w:sz w:val="25"/>
                  <w:szCs w:val="25"/>
                </w:rPr>
                <w:alias w:val="RE:"/>
                <w:tag w:val="RE:"/>
                <w:id w:val="-2052532562"/>
                <w:placeholder>
                  <w:docPart w:val="CF5D0AB2426C4A37A2B680A57824D684"/>
                </w:placeholder>
                <w:temporary/>
                <w:showingPlcHdr/>
                <w15:appearance w15:val="hidden"/>
              </w:sdtPr>
              <w:sdtEndPr/>
              <w:sdtContent>
                <w:r w:rsidR="007322C8" w:rsidRPr="003C2D7F">
                  <w:rPr>
                    <w:rFonts w:cstheme="minorHAnsi"/>
                    <w:sz w:val="25"/>
                    <w:szCs w:val="25"/>
                  </w:rPr>
                  <w:t>RE:</w:t>
                </w:r>
              </w:sdtContent>
            </w:sdt>
          </w:p>
        </w:tc>
        <w:tc>
          <w:tcPr>
            <w:tcW w:w="8644" w:type="dxa"/>
          </w:tcPr>
          <w:p w:rsidR="007322C8" w:rsidRPr="003C2D7F" w:rsidRDefault="00F62B83" w:rsidP="005D28E5">
            <w:pPr>
              <w:pStyle w:val="Address"/>
              <w:rPr>
                <w:rFonts w:cstheme="minorHAnsi"/>
                <w:sz w:val="25"/>
                <w:szCs w:val="25"/>
              </w:rPr>
            </w:pPr>
            <w:r w:rsidRPr="003C2D7F">
              <w:rPr>
                <w:rFonts w:cstheme="minorHAnsi"/>
                <w:sz w:val="25"/>
                <w:szCs w:val="25"/>
              </w:rPr>
              <w:t>Note to Skip Work</w:t>
            </w:r>
            <w:r w:rsidRPr="003C2D7F">
              <w:rPr>
                <w:rFonts w:cstheme="minorHAnsi"/>
                <w:sz w:val="25"/>
                <w:szCs w:val="25"/>
              </w:rPr>
              <w:br/>
            </w:r>
            <w:sdt>
              <w:sdtPr>
                <w:rPr>
                  <w:rFonts w:cstheme="minorHAnsi"/>
                  <w:sz w:val="25"/>
                  <w:szCs w:val="25"/>
                </w:rPr>
                <w:alias w:val="Date of birth:"/>
                <w:tag w:val="Date of birth:"/>
                <w:id w:val="745385260"/>
                <w:placeholder>
                  <w:docPart w:val="F26F503F349E45289D91194682AD3C78"/>
                </w:placeholder>
                <w:temporary/>
                <w:showingPlcHdr/>
                <w15:appearance w15:val="hidden"/>
              </w:sdtPr>
              <w:sdtEndPr/>
              <w:sdtContent>
                <w:r w:rsidR="007322C8" w:rsidRPr="003C2D7F">
                  <w:rPr>
                    <w:rFonts w:cstheme="minorHAnsi"/>
                    <w:sz w:val="25"/>
                    <w:szCs w:val="25"/>
                  </w:rPr>
                  <w:t>DOB</w:t>
                </w:r>
              </w:sdtContent>
            </w:sdt>
            <w:r w:rsidR="007322C8" w:rsidRPr="003C2D7F">
              <w:rPr>
                <w:rFonts w:cstheme="minorHAnsi"/>
                <w:sz w:val="25"/>
                <w:szCs w:val="25"/>
              </w:rPr>
              <w:t>:</w:t>
            </w:r>
            <w:r w:rsidR="005D28E5" w:rsidRPr="003C2D7F">
              <w:rPr>
                <w:rFonts w:cstheme="minorHAnsi"/>
                <w:sz w:val="25"/>
                <w:szCs w:val="25"/>
              </w:rPr>
              <w:t xml:space="preserve"> </w:t>
            </w:r>
            <w:sdt>
              <w:sdtPr>
                <w:rPr>
                  <w:rFonts w:cstheme="minorHAnsi"/>
                  <w:sz w:val="25"/>
                  <w:szCs w:val="25"/>
                </w:rPr>
                <w:alias w:val="Enter your date of birth:"/>
                <w:tag w:val="Enter your date of birth:"/>
                <w:id w:val="-992492221"/>
                <w:placeholder>
                  <w:docPart w:val="FC2572AB82F64A29AF32B09DAF7B2186"/>
                </w:placeholder>
                <w:temporary/>
                <w:showingPlcHdr/>
                <w15:appearance w15:val="hidden"/>
              </w:sdtPr>
              <w:sdtEndPr/>
              <w:sdtContent>
                <w:r w:rsidR="0046425A" w:rsidRPr="003C2D7F">
                  <w:rPr>
                    <w:rStyle w:val="Emphasis"/>
                    <w:rFonts w:cstheme="minorHAnsi"/>
                    <w:sz w:val="25"/>
                    <w:szCs w:val="25"/>
                  </w:rPr>
                  <w:t>date</w:t>
                </w:r>
              </w:sdtContent>
            </w:sdt>
            <w:r w:rsidR="007322C8" w:rsidRPr="003C2D7F">
              <w:rPr>
                <w:rFonts w:cstheme="minorHAnsi"/>
                <w:sz w:val="25"/>
                <w:szCs w:val="25"/>
              </w:rPr>
              <w:t xml:space="preserve">, </w:t>
            </w:r>
            <w:sdt>
              <w:sdtPr>
                <w:rPr>
                  <w:rFonts w:cstheme="minorHAnsi"/>
                  <w:sz w:val="25"/>
                  <w:szCs w:val="25"/>
                </w:rPr>
                <w:alias w:val="SSN:"/>
                <w:tag w:val="SSN:"/>
                <w:id w:val="179175711"/>
                <w:placeholder>
                  <w:docPart w:val="EC2F1C4F0FB04A9AA8BE88BA50D553FE"/>
                </w:placeholder>
                <w:temporary/>
                <w:showingPlcHdr/>
                <w15:appearance w15:val="hidden"/>
              </w:sdtPr>
              <w:sdtEndPr/>
              <w:sdtContent>
                <w:r w:rsidR="007322C8" w:rsidRPr="003C2D7F">
                  <w:rPr>
                    <w:rFonts w:cstheme="minorHAnsi"/>
                    <w:sz w:val="25"/>
                    <w:szCs w:val="25"/>
                  </w:rPr>
                  <w:t>SSN</w:t>
                </w:r>
              </w:sdtContent>
            </w:sdt>
            <w:r w:rsidR="007322C8" w:rsidRPr="003C2D7F">
              <w:rPr>
                <w:rFonts w:cstheme="minorHAnsi"/>
                <w:sz w:val="25"/>
                <w:szCs w:val="25"/>
              </w:rPr>
              <w:t xml:space="preserve">: </w:t>
            </w:r>
            <w:sdt>
              <w:sdtPr>
                <w:rPr>
                  <w:rFonts w:cstheme="minorHAnsi"/>
                  <w:sz w:val="25"/>
                  <w:szCs w:val="25"/>
                </w:rPr>
                <w:alias w:val="Enter your social security number:"/>
                <w:tag w:val="Enter your social security number:"/>
                <w:id w:val="1257865662"/>
                <w:placeholder>
                  <w:docPart w:val="4DFCA164F15544FE9AA9E0110E78E22B"/>
                </w:placeholder>
                <w:temporary/>
                <w:showingPlcHdr/>
                <w15:appearance w15:val="hidden"/>
              </w:sdtPr>
              <w:sdtEndPr/>
              <w:sdtContent>
                <w:r w:rsidR="007322C8" w:rsidRPr="003C2D7F">
                  <w:rPr>
                    <w:rStyle w:val="Emphasis"/>
                    <w:rFonts w:cstheme="minorHAnsi"/>
                    <w:sz w:val="25"/>
                    <w:szCs w:val="25"/>
                  </w:rPr>
                  <w:t>Social Security Number</w:t>
                </w:r>
              </w:sdtContent>
            </w:sdt>
          </w:p>
        </w:tc>
      </w:tr>
    </w:tbl>
    <w:p w:rsidR="00F759E1" w:rsidRPr="003C2D7F" w:rsidRDefault="00F759E1" w:rsidP="009B7C9B">
      <w:pPr>
        <w:spacing w:before="100" w:beforeAutospacing="1" w:after="100" w:afterAutospacing="1"/>
        <w:jc w:val="center"/>
        <w:rPr>
          <w:rFonts w:eastAsia="Times New Roman" w:cstheme="minorHAnsi"/>
          <w:sz w:val="25"/>
          <w:szCs w:val="25"/>
          <w:lang w:eastAsia="en-US"/>
        </w:rPr>
      </w:pPr>
      <w:r w:rsidRPr="003C2D7F">
        <w:rPr>
          <w:rFonts w:eastAsia="Times New Roman" w:cstheme="minorHAnsi"/>
          <w:sz w:val="25"/>
          <w:szCs w:val="25"/>
          <w:lang w:eastAsia="en-US"/>
        </w:rPr>
        <w:t>To whom it may concern,</w:t>
      </w:r>
    </w:p>
    <w:p w:rsidR="003C2D7F" w:rsidRPr="003C2D7F" w:rsidRDefault="003C2D7F" w:rsidP="003C2D7F">
      <w:pPr>
        <w:spacing w:before="100" w:beforeAutospacing="1" w:after="100" w:afterAutospacing="1"/>
        <w:rPr>
          <w:rFonts w:eastAsia="Times New Roman" w:cstheme="minorHAnsi"/>
          <w:sz w:val="25"/>
          <w:szCs w:val="25"/>
          <w:lang w:eastAsia="en-US"/>
        </w:rPr>
      </w:pPr>
      <w:r w:rsidRPr="003C2D7F">
        <w:rPr>
          <w:rFonts w:eastAsia="Times New Roman" w:cstheme="minorHAnsi"/>
          <w:sz w:val="25"/>
          <w:szCs w:val="25"/>
          <w:lang w:eastAsia="en-US"/>
        </w:rPr>
        <w:t>It is to inform that John Will, student of 5</w:t>
      </w:r>
      <w:r w:rsidRPr="003C2D7F">
        <w:rPr>
          <w:rFonts w:eastAsia="Times New Roman" w:cstheme="minorHAnsi"/>
          <w:sz w:val="25"/>
          <w:szCs w:val="25"/>
          <w:vertAlign w:val="superscript"/>
          <w:lang w:eastAsia="en-US"/>
        </w:rPr>
        <w:t>th</w:t>
      </w:r>
      <w:r w:rsidRPr="003C2D7F">
        <w:rPr>
          <w:rFonts w:eastAsia="Times New Roman" w:cstheme="minorHAnsi"/>
          <w:sz w:val="25"/>
          <w:szCs w:val="25"/>
          <w:lang w:eastAsia="en-US"/>
        </w:rPr>
        <w:t xml:space="preserve"> grade, section blue, cannot attend school on 14</w:t>
      </w:r>
      <w:r w:rsidRPr="003C2D7F">
        <w:rPr>
          <w:rFonts w:eastAsia="Times New Roman" w:cstheme="minorHAnsi"/>
          <w:sz w:val="25"/>
          <w:szCs w:val="25"/>
          <w:vertAlign w:val="superscript"/>
          <w:lang w:eastAsia="en-US"/>
        </w:rPr>
        <w:t>th</w:t>
      </w:r>
      <w:r w:rsidRPr="003C2D7F">
        <w:rPr>
          <w:rFonts w:eastAsia="Times New Roman" w:cstheme="minorHAnsi"/>
          <w:sz w:val="25"/>
          <w:szCs w:val="25"/>
          <w:lang w:eastAsia="en-US"/>
        </w:rPr>
        <w:t xml:space="preserve"> </w:t>
      </w:r>
      <w:proofErr w:type="gramStart"/>
      <w:r w:rsidRPr="003C2D7F">
        <w:rPr>
          <w:rFonts w:eastAsia="Times New Roman" w:cstheme="minorHAnsi"/>
          <w:sz w:val="25"/>
          <w:szCs w:val="25"/>
          <w:lang w:eastAsia="en-US"/>
        </w:rPr>
        <w:t>April,</w:t>
      </w:r>
      <w:proofErr w:type="gramEnd"/>
      <w:r w:rsidRPr="003C2D7F">
        <w:rPr>
          <w:rFonts w:eastAsia="Times New Roman" w:cstheme="minorHAnsi"/>
          <w:sz w:val="25"/>
          <w:szCs w:val="25"/>
          <w:lang w:eastAsia="en-US"/>
        </w:rPr>
        <w:t xml:space="preserve"> 2019. He has a XYZ vaccination due on 13</w:t>
      </w:r>
      <w:r w:rsidRPr="003C2D7F">
        <w:rPr>
          <w:rFonts w:eastAsia="Times New Roman" w:cstheme="minorHAnsi"/>
          <w:sz w:val="25"/>
          <w:szCs w:val="25"/>
          <w:vertAlign w:val="superscript"/>
          <w:lang w:eastAsia="en-US"/>
        </w:rPr>
        <w:t>th</w:t>
      </w:r>
      <w:r w:rsidRPr="003C2D7F">
        <w:rPr>
          <w:rFonts w:eastAsia="Times New Roman" w:cstheme="minorHAnsi"/>
          <w:sz w:val="25"/>
          <w:szCs w:val="25"/>
          <w:lang w:eastAsia="en-US"/>
        </w:rPr>
        <w:t xml:space="preserve"> </w:t>
      </w:r>
      <w:proofErr w:type="gramStart"/>
      <w:r w:rsidRPr="003C2D7F">
        <w:rPr>
          <w:rFonts w:eastAsia="Times New Roman" w:cstheme="minorHAnsi"/>
          <w:sz w:val="25"/>
          <w:szCs w:val="25"/>
          <w:lang w:eastAsia="en-US"/>
        </w:rPr>
        <w:t>April,</w:t>
      </w:r>
      <w:proofErr w:type="gramEnd"/>
      <w:r w:rsidRPr="003C2D7F">
        <w:rPr>
          <w:rFonts w:eastAsia="Times New Roman" w:cstheme="minorHAnsi"/>
          <w:sz w:val="25"/>
          <w:szCs w:val="25"/>
          <w:lang w:eastAsia="en-US"/>
        </w:rPr>
        <w:t xml:space="preserve"> 2019 at 8:00 p.m. and its side effects include weakness, fever and dizziness. He needs a recovery period of at least one day. </w:t>
      </w:r>
    </w:p>
    <w:p w:rsidR="003C2D7F" w:rsidRPr="003C2D7F" w:rsidRDefault="003C2D7F" w:rsidP="003C2D7F">
      <w:pPr>
        <w:spacing w:before="100" w:beforeAutospacing="1" w:after="100" w:afterAutospacing="1"/>
        <w:rPr>
          <w:rFonts w:eastAsia="Times New Roman" w:cstheme="minorHAnsi"/>
          <w:sz w:val="25"/>
          <w:szCs w:val="25"/>
          <w:lang w:eastAsia="en-US"/>
        </w:rPr>
      </w:pPr>
      <w:r w:rsidRPr="003C2D7F">
        <w:rPr>
          <w:rFonts w:eastAsia="Times New Roman" w:cstheme="minorHAnsi"/>
          <w:sz w:val="25"/>
          <w:szCs w:val="25"/>
          <w:lang w:eastAsia="en-US"/>
        </w:rPr>
        <w:t>Kindly, excuse him for 14</w:t>
      </w:r>
      <w:r w:rsidRPr="003C2D7F">
        <w:rPr>
          <w:rFonts w:eastAsia="Times New Roman" w:cstheme="minorHAnsi"/>
          <w:sz w:val="25"/>
          <w:szCs w:val="25"/>
          <w:vertAlign w:val="superscript"/>
          <w:lang w:eastAsia="en-US"/>
        </w:rPr>
        <w:t>th</w:t>
      </w:r>
      <w:r w:rsidRPr="003C2D7F">
        <w:rPr>
          <w:rFonts w:eastAsia="Times New Roman" w:cstheme="minorHAnsi"/>
          <w:sz w:val="25"/>
          <w:szCs w:val="25"/>
          <w:lang w:eastAsia="en-US"/>
        </w:rPr>
        <w:t xml:space="preserve"> </w:t>
      </w:r>
      <w:proofErr w:type="gramStart"/>
      <w:r w:rsidRPr="003C2D7F">
        <w:rPr>
          <w:rFonts w:eastAsia="Times New Roman" w:cstheme="minorHAnsi"/>
          <w:sz w:val="25"/>
          <w:szCs w:val="25"/>
          <w:lang w:eastAsia="en-US"/>
        </w:rPr>
        <w:t>April,</w:t>
      </w:r>
      <w:proofErr w:type="gramEnd"/>
      <w:r w:rsidRPr="003C2D7F">
        <w:rPr>
          <w:rFonts w:eastAsia="Times New Roman" w:cstheme="minorHAnsi"/>
          <w:sz w:val="25"/>
          <w:szCs w:val="25"/>
          <w:lang w:eastAsia="en-US"/>
        </w:rPr>
        <w:t xml:space="preserve"> 2019.</w:t>
      </w:r>
    </w:p>
    <w:p w:rsidR="003C2D7F" w:rsidRPr="003C2D7F" w:rsidRDefault="003C2D7F" w:rsidP="003C2D7F">
      <w:pPr>
        <w:spacing w:before="100" w:beforeAutospacing="1" w:after="100" w:afterAutospacing="1"/>
        <w:rPr>
          <w:rFonts w:eastAsia="Times New Roman" w:cstheme="minorHAnsi"/>
          <w:sz w:val="25"/>
          <w:szCs w:val="25"/>
          <w:lang w:eastAsia="en-US"/>
        </w:rPr>
      </w:pPr>
      <w:r w:rsidRPr="003C2D7F">
        <w:rPr>
          <w:rFonts w:eastAsia="Times New Roman" w:cstheme="minorHAnsi"/>
          <w:sz w:val="25"/>
          <w:szCs w:val="25"/>
          <w:lang w:eastAsia="en-US"/>
        </w:rPr>
        <w:t>Regards,</w:t>
      </w:r>
    </w:p>
    <w:p w:rsidR="003C2D7F" w:rsidRPr="003C2D7F" w:rsidRDefault="003C2D7F" w:rsidP="003C2D7F">
      <w:pPr>
        <w:spacing w:before="100" w:beforeAutospacing="1" w:after="100" w:afterAutospacing="1"/>
        <w:rPr>
          <w:rFonts w:eastAsia="Times New Roman" w:cstheme="minorHAnsi"/>
          <w:sz w:val="25"/>
          <w:szCs w:val="25"/>
          <w:lang w:eastAsia="en-US"/>
        </w:rPr>
      </w:pPr>
      <w:r w:rsidRPr="003C2D7F">
        <w:rPr>
          <w:rFonts w:eastAsia="Times New Roman" w:cstheme="minorHAnsi"/>
          <w:sz w:val="25"/>
          <w:szCs w:val="25"/>
          <w:lang w:eastAsia="en-US"/>
        </w:rPr>
        <w:t>Sarah Smith.</w:t>
      </w:r>
    </w:p>
    <w:p w:rsidR="00EF120A" w:rsidRPr="003C2D7F" w:rsidRDefault="00EF120A" w:rsidP="00F62B83">
      <w:pPr>
        <w:spacing w:before="100" w:beforeAutospacing="1" w:after="100" w:afterAutospacing="1"/>
        <w:rPr>
          <w:rFonts w:cstheme="minorHAnsi"/>
          <w:sz w:val="25"/>
          <w:szCs w:val="25"/>
        </w:rPr>
      </w:pPr>
    </w:p>
    <w:sectPr w:rsidR="00EF120A" w:rsidRPr="003C2D7F" w:rsidSect="00F759E1">
      <w:headerReference w:type="default" r:id="rId8"/>
      <w:footerReference w:type="first" r:id="rId9"/>
      <w:pgSz w:w="12240" w:h="15840"/>
      <w:pgMar w:top="171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2E5F" w:rsidRDefault="000C2E5F">
      <w:r>
        <w:separator/>
      </w:r>
    </w:p>
  </w:endnote>
  <w:endnote w:type="continuationSeparator" w:id="0">
    <w:p w:rsidR="000C2E5F" w:rsidRDefault="000C2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9E1" w:rsidRDefault="00F759E1">
    <w:pPr>
      <w:pStyle w:val="Footer"/>
    </w:pPr>
    <w:r>
      <w:t>wordexceltemplates.com</w:t>
    </w:r>
  </w:p>
  <w:p w:rsidR="00F759E1" w:rsidRDefault="00F759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2E5F" w:rsidRDefault="000C2E5F">
      <w:r>
        <w:separator/>
      </w:r>
    </w:p>
  </w:footnote>
  <w:footnote w:type="continuationSeparator" w:id="0">
    <w:p w:rsidR="000C2E5F" w:rsidRDefault="000C2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Doctor name:"/>
      <w:tag w:val="Doctor name:"/>
      <w:id w:val="364176500"/>
      <w:placeholder>
        <w:docPart w:val="F6EE7DF6ADA741E1B0A7A18E436726A9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B45266" w:rsidRDefault="007411E8">
        <w:pPr>
          <w:pStyle w:val="Header"/>
        </w:pPr>
        <w:r w:rsidRPr="005933C3">
          <w:t>Doctor Name</w:t>
        </w:r>
      </w:p>
    </w:sdtContent>
  </w:sdt>
  <w:p w:rsidR="00650C31" w:rsidRDefault="000C2E5F" w:rsidP="00650C31">
    <w:pPr>
      <w:pStyle w:val="Header"/>
    </w:pPr>
    <w:sdt>
      <w:sdtPr>
        <w:alias w:val="Date:"/>
        <w:tag w:val="Date:"/>
        <w:id w:val="1520590438"/>
        <w:placeholder>
          <w:docPart w:val="922EBDB7C19849178F2D4CBA9E451F66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/>
      </w:sdtPr>
      <w:sdtEndPr/>
      <w:sdtContent>
        <w:r w:rsidR="002A38D2" w:rsidRPr="002A38D2">
          <w:t>Date</w:t>
        </w:r>
      </w:sdtContent>
    </w:sdt>
  </w:p>
  <w:p w:rsidR="00B45266" w:rsidRDefault="004923C0" w:rsidP="00650C31"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7411E8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C88068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F00125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FCE08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6120EA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A705C8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29C8A0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0E09D0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BC6167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39EEA8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2ACD1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9E1"/>
    <w:rsid w:val="000074D6"/>
    <w:rsid w:val="00044D03"/>
    <w:rsid w:val="00096F44"/>
    <w:rsid w:val="000B346C"/>
    <w:rsid w:val="000B684E"/>
    <w:rsid w:val="000C2E33"/>
    <w:rsid w:val="000C2E5F"/>
    <w:rsid w:val="001143D1"/>
    <w:rsid w:val="0011604C"/>
    <w:rsid w:val="00170DC9"/>
    <w:rsid w:val="001C2D32"/>
    <w:rsid w:val="001D19D9"/>
    <w:rsid w:val="001F6C81"/>
    <w:rsid w:val="00232C21"/>
    <w:rsid w:val="002409BE"/>
    <w:rsid w:val="00240DBC"/>
    <w:rsid w:val="002A38D2"/>
    <w:rsid w:val="003C2D7F"/>
    <w:rsid w:val="00440DB6"/>
    <w:rsid w:val="0046425A"/>
    <w:rsid w:val="004923C0"/>
    <w:rsid w:val="004A01C4"/>
    <w:rsid w:val="004F243C"/>
    <w:rsid w:val="004F6129"/>
    <w:rsid w:val="00564111"/>
    <w:rsid w:val="005933C3"/>
    <w:rsid w:val="005D28E5"/>
    <w:rsid w:val="005F7FB2"/>
    <w:rsid w:val="00600E3B"/>
    <w:rsid w:val="00604FEA"/>
    <w:rsid w:val="006119DF"/>
    <w:rsid w:val="00617983"/>
    <w:rsid w:val="00650C31"/>
    <w:rsid w:val="006619EB"/>
    <w:rsid w:val="006D2DC2"/>
    <w:rsid w:val="006F745D"/>
    <w:rsid w:val="007219F8"/>
    <w:rsid w:val="007322C8"/>
    <w:rsid w:val="007411E8"/>
    <w:rsid w:val="007A3E4E"/>
    <w:rsid w:val="007F3886"/>
    <w:rsid w:val="00807485"/>
    <w:rsid w:val="008901A8"/>
    <w:rsid w:val="008F2A56"/>
    <w:rsid w:val="008F62D9"/>
    <w:rsid w:val="009058CC"/>
    <w:rsid w:val="00913F01"/>
    <w:rsid w:val="009B6F7F"/>
    <w:rsid w:val="009B7C9B"/>
    <w:rsid w:val="009C6565"/>
    <w:rsid w:val="00B1612A"/>
    <w:rsid w:val="00B45266"/>
    <w:rsid w:val="00B564BC"/>
    <w:rsid w:val="00B755F2"/>
    <w:rsid w:val="00B91C7A"/>
    <w:rsid w:val="00BA03E0"/>
    <w:rsid w:val="00C53D03"/>
    <w:rsid w:val="00CE77FA"/>
    <w:rsid w:val="00D0595E"/>
    <w:rsid w:val="00D7700C"/>
    <w:rsid w:val="00D81976"/>
    <w:rsid w:val="00D81BCC"/>
    <w:rsid w:val="00DD3271"/>
    <w:rsid w:val="00DE2D7A"/>
    <w:rsid w:val="00E91591"/>
    <w:rsid w:val="00EA429F"/>
    <w:rsid w:val="00EB4FCF"/>
    <w:rsid w:val="00EF120A"/>
    <w:rsid w:val="00EF5C39"/>
    <w:rsid w:val="00F248F4"/>
    <w:rsid w:val="00F40EB9"/>
    <w:rsid w:val="00F56A13"/>
    <w:rsid w:val="00F62B83"/>
    <w:rsid w:val="00F759E1"/>
    <w:rsid w:val="00F85F34"/>
    <w:rsid w:val="00FD7A7B"/>
    <w:rsid w:val="00FE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278D5C9"/>
  <w15:chartTrackingRefBased/>
  <w15:docId w15:val="{C3F06332-B256-4A88-987E-45DE97A93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qFormat="1"/>
    <w:lsdException w:name="Signature" w:qFormat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qFormat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3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2DC2"/>
    <w:rPr>
      <w:szCs w:val="20"/>
    </w:rPr>
  </w:style>
  <w:style w:type="paragraph" w:styleId="Heading1">
    <w:name w:val="heading 1"/>
    <w:basedOn w:val="Normal"/>
    <w:link w:val="Heading1Char"/>
    <w:uiPriority w:val="9"/>
    <w:semiHidden/>
    <w:unhideWhenUsed/>
    <w:qFormat/>
    <w:rsid w:val="008F62D9"/>
    <w:pPr>
      <w:keepNext/>
      <w:keepLines/>
      <w:spacing w:before="240" w:after="0"/>
      <w:contextualSpacing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8F62D9"/>
    <w:pPr>
      <w:keepNext/>
      <w:keepLines/>
      <w:spacing w:before="40" w:after="0"/>
      <w:contextualSpacing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8F62D9"/>
    <w:pPr>
      <w:keepNext/>
      <w:keepLines/>
      <w:spacing w:before="40" w:after="0"/>
      <w:contextualSpacing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8F62D9"/>
    <w:pPr>
      <w:keepNext/>
      <w:keepLines/>
      <w:spacing w:before="40" w:after="0"/>
      <w:contextualSpacing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8F62D9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link w:val="Heading6Char"/>
    <w:uiPriority w:val="9"/>
    <w:semiHidden/>
    <w:unhideWhenUsed/>
    <w:qFormat/>
    <w:rsid w:val="008F62D9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link w:val="Heading7Char"/>
    <w:uiPriority w:val="9"/>
    <w:semiHidden/>
    <w:unhideWhenUsed/>
    <w:qFormat/>
    <w:rsid w:val="008F62D9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link w:val="Heading8Char"/>
    <w:uiPriority w:val="9"/>
    <w:semiHidden/>
    <w:unhideWhenUsed/>
    <w:qFormat/>
    <w:rsid w:val="008F62D9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qFormat/>
    <w:rsid w:val="008F62D9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243C"/>
    <w:rPr>
      <w:color w:val="595959" w:themeColor="text1" w:themeTint="A6"/>
    </w:rPr>
  </w:style>
  <w:style w:type="paragraph" w:styleId="Header">
    <w:name w:val="header"/>
    <w:basedOn w:val="Normal"/>
    <w:link w:val="HeaderChar"/>
    <w:uiPriority w:val="99"/>
    <w:rsid w:val="004F243C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F243C"/>
    <w:rPr>
      <w:szCs w:val="20"/>
    </w:rPr>
  </w:style>
  <w:style w:type="paragraph" w:styleId="Date">
    <w:name w:val="Date"/>
    <w:basedOn w:val="Normal"/>
    <w:next w:val="Normal"/>
    <w:link w:val="DateChar"/>
    <w:uiPriority w:val="1"/>
    <w:qFormat/>
    <w:pPr>
      <w:spacing w:after="480"/>
    </w:pPr>
  </w:style>
  <w:style w:type="character" w:customStyle="1" w:styleId="DateChar">
    <w:name w:val="Date Char"/>
    <w:basedOn w:val="DefaultParagraphFont"/>
    <w:link w:val="Date"/>
    <w:uiPriority w:val="1"/>
    <w:rPr>
      <w:spacing w:val="4"/>
      <w:sz w:val="20"/>
      <w:szCs w:val="20"/>
    </w:rPr>
  </w:style>
  <w:style w:type="paragraph" w:styleId="Salutation">
    <w:name w:val="Salutation"/>
    <w:basedOn w:val="Normal"/>
    <w:next w:val="Normal"/>
    <w:link w:val="SalutationChar"/>
    <w:uiPriority w:val="3"/>
    <w:qFormat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3"/>
    <w:rsid w:val="00B564BC"/>
    <w:rPr>
      <w:szCs w:val="20"/>
    </w:rPr>
  </w:style>
  <w:style w:type="paragraph" w:styleId="Closing">
    <w:name w:val="Closing"/>
    <w:basedOn w:val="Normal"/>
    <w:next w:val="Normal"/>
    <w:link w:val="ClosingChar"/>
    <w:uiPriority w:val="5"/>
    <w:qFormat/>
    <w:pPr>
      <w:spacing w:after="1000"/>
    </w:pPr>
  </w:style>
  <w:style w:type="character" w:customStyle="1" w:styleId="ClosingChar">
    <w:name w:val="Closing Char"/>
    <w:basedOn w:val="DefaultParagraphFont"/>
    <w:link w:val="Closing"/>
    <w:uiPriority w:val="5"/>
    <w:rsid w:val="000C2E33"/>
    <w:rPr>
      <w:szCs w:val="20"/>
    </w:rPr>
  </w:style>
  <w:style w:type="paragraph" w:styleId="BodyText">
    <w:name w:val="Body Text"/>
    <w:basedOn w:val="Normal"/>
    <w:link w:val="BodyTextChar"/>
    <w:uiPriority w:val="99"/>
    <w:semiHidden/>
  </w:style>
  <w:style w:type="character" w:customStyle="1" w:styleId="BodyTextChar">
    <w:name w:val="Body Text Char"/>
    <w:basedOn w:val="DefaultParagraphFont"/>
    <w:link w:val="BodyText"/>
    <w:uiPriority w:val="99"/>
    <w:semiHidden/>
    <w:rPr>
      <w:spacing w:val="4"/>
      <w:sz w:val="20"/>
      <w:szCs w:val="20"/>
    </w:rPr>
  </w:style>
  <w:style w:type="paragraph" w:styleId="Signature">
    <w:name w:val="Signature"/>
    <w:basedOn w:val="Normal"/>
    <w:link w:val="SignatureChar"/>
    <w:uiPriority w:val="6"/>
    <w:qFormat/>
  </w:style>
  <w:style w:type="character" w:customStyle="1" w:styleId="SignatureChar">
    <w:name w:val="Signature Char"/>
    <w:basedOn w:val="DefaultParagraphFont"/>
    <w:link w:val="Signature"/>
    <w:uiPriority w:val="6"/>
    <w:rsid w:val="000C2E33"/>
    <w:rPr>
      <w:szCs w:val="20"/>
    </w:rPr>
  </w:style>
  <w:style w:type="paragraph" w:customStyle="1" w:styleId="Address">
    <w:name w:val="Address"/>
    <w:basedOn w:val="Normal"/>
    <w:uiPriority w:val="1"/>
    <w:qFormat/>
    <w:pPr>
      <w:spacing w:after="0"/>
    </w:pPr>
  </w:style>
  <w:style w:type="paragraph" w:customStyle="1" w:styleId="MailingAddress">
    <w:name w:val="Mailing Address"/>
    <w:basedOn w:val="Address"/>
    <w:next w:val="Normal"/>
    <w:uiPriority w:val="4"/>
    <w:qFormat/>
    <w:pPr>
      <w:spacing w:after="24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F243C"/>
    <w:pPr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F243C"/>
    <w:rPr>
      <w:szCs w:val="20"/>
    </w:rPr>
  </w:style>
  <w:style w:type="table" w:styleId="TableGrid">
    <w:name w:val="Table Grid"/>
    <w:basedOn w:val="TableNormal"/>
    <w:uiPriority w:val="59"/>
    <w:rsid w:val="007322C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425A"/>
    <w:pPr>
      <w:spacing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25A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46425A"/>
  </w:style>
  <w:style w:type="paragraph" w:styleId="BlockText">
    <w:name w:val="Block Text"/>
    <w:basedOn w:val="Normal"/>
    <w:uiPriority w:val="99"/>
    <w:semiHidden/>
    <w:unhideWhenUsed/>
    <w:rsid w:val="004F243C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6425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6425A"/>
    <w:rPr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6425A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6425A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6425A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46425A"/>
    <w:rPr>
      <w:spacing w:val="4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425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425A"/>
    <w:rPr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6425A"/>
    <w:pPr>
      <w:spacing w:after="2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46425A"/>
    <w:rPr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6425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425A"/>
    <w:rPr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6425A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6425A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4F243C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F243C"/>
    <w:pPr>
      <w:spacing w:after="200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6425A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425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425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42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425A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46425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6425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6425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6425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6425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6425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6425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46425A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6425A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6425A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6425A"/>
    <w:rPr>
      <w:szCs w:val="20"/>
    </w:rPr>
  </w:style>
  <w:style w:type="character" w:styleId="Emphasis">
    <w:name w:val="Emphasis"/>
    <w:basedOn w:val="DefaultParagraphFont"/>
    <w:uiPriority w:val="3"/>
    <w:qFormat/>
    <w:rsid w:val="0046425A"/>
    <w:rPr>
      <w:iCs/>
      <w:color w:val="595959" w:themeColor="text1" w:themeTint="A6"/>
    </w:rPr>
  </w:style>
  <w:style w:type="character" w:styleId="EndnoteReference">
    <w:name w:val="endnote reference"/>
    <w:basedOn w:val="DefaultParagraphFont"/>
    <w:uiPriority w:val="99"/>
    <w:semiHidden/>
    <w:unhideWhenUsed/>
    <w:rsid w:val="0046425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6425A"/>
    <w:pPr>
      <w:spacing w:after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6425A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46425A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46425A"/>
    <w:pPr>
      <w:spacing w:after="0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46425A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46425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6425A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425A"/>
    <w:rPr>
      <w:szCs w:val="20"/>
    </w:rPr>
  </w:style>
  <w:style w:type="table" w:styleId="GridTable1Light">
    <w:name w:val="Grid Table 1 Light"/>
    <w:basedOn w:val="TableNormal"/>
    <w:uiPriority w:val="46"/>
    <w:rsid w:val="0046425A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6425A"/>
    <w:pPr>
      <w:spacing w:after="0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6425A"/>
    <w:pPr>
      <w:spacing w:after="0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6425A"/>
    <w:pPr>
      <w:spacing w:after="0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6425A"/>
    <w:pPr>
      <w:spacing w:after="0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6425A"/>
    <w:pPr>
      <w:spacing w:after="0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6425A"/>
    <w:pPr>
      <w:spacing w:after="0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6425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6425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6425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6425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6425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6425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6425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6425A"/>
    <w:pPr>
      <w:spacing w:after="0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6425A"/>
    <w:pPr>
      <w:spacing w:after="0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6425A"/>
    <w:pPr>
      <w:spacing w:after="0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6425A"/>
    <w:pPr>
      <w:spacing w:after="0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6425A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6425A"/>
    <w:pPr>
      <w:spacing w:after="0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6425A"/>
    <w:pPr>
      <w:spacing w:after="0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6425A"/>
    <w:pPr>
      <w:spacing w:after="0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6425A"/>
    <w:pPr>
      <w:spacing w:after="0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6425A"/>
    <w:pPr>
      <w:spacing w:after="0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6425A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6425A"/>
    <w:pPr>
      <w:spacing w:after="0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46425A"/>
    <w:rPr>
      <w:color w:val="2B579A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8F62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62D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62D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62D9"/>
    <w:rPr>
      <w:rFonts w:asciiTheme="majorHAnsi" w:eastAsiaTheme="majorEastAsia" w:hAnsiTheme="majorHAnsi" w:cstheme="majorBidi"/>
      <w:i/>
      <w:iCs/>
      <w:color w:val="365F91" w:themeColor="accent1" w:themeShade="BF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62D9"/>
    <w:rPr>
      <w:rFonts w:asciiTheme="majorHAnsi" w:eastAsiaTheme="majorEastAsia" w:hAnsiTheme="majorHAnsi" w:cstheme="majorBidi"/>
      <w:color w:val="365F91" w:themeColor="accent1" w:themeShade="BF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62D9"/>
    <w:rPr>
      <w:rFonts w:asciiTheme="majorHAnsi" w:eastAsiaTheme="majorEastAsia" w:hAnsiTheme="majorHAnsi" w:cstheme="majorBidi"/>
      <w:color w:val="243F60" w:themeColor="accent1" w:themeShade="7F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62D9"/>
    <w:rPr>
      <w:rFonts w:asciiTheme="majorHAnsi" w:eastAsiaTheme="majorEastAsia" w:hAnsiTheme="majorHAnsi" w:cstheme="majorBidi"/>
      <w:i/>
      <w:iCs/>
      <w:color w:val="243F60" w:themeColor="accent1" w:themeShade="7F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62D9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62D9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46425A"/>
  </w:style>
  <w:style w:type="paragraph" w:styleId="HTMLAddress">
    <w:name w:val="HTML Address"/>
    <w:basedOn w:val="Normal"/>
    <w:link w:val="HTMLAddressChar"/>
    <w:uiPriority w:val="99"/>
    <w:semiHidden/>
    <w:unhideWhenUsed/>
    <w:rsid w:val="0046425A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46425A"/>
    <w:rPr>
      <w:i/>
      <w:iCs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46425A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46425A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46425A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46425A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6425A"/>
    <w:pPr>
      <w:spacing w:after="0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6425A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46425A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46425A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46425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46425A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6425A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46425A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46425A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46425A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46425A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46425A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46425A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46425A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46425A"/>
    <w:pPr>
      <w:spacing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6425A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8F62D9"/>
    <w:rPr>
      <w:i/>
      <w:iCs/>
      <w:color w:val="365F91" w:themeColor="accent1" w:themeShade="BF"/>
    </w:rPr>
  </w:style>
  <w:style w:type="paragraph" w:styleId="IntenseQuote">
    <w:name w:val="Intense Quote"/>
    <w:basedOn w:val="Normal"/>
    <w:link w:val="IntenseQuoteChar"/>
    <w:uiPriority w:val="30"/>
    <w:semiHidden/>
    <w:unhideWhenUsed/>
    <w:qFormat/>
    <w:rsid w:val="001F6C81"/>
    <w:pP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1F6C81"/>
    <w:rPr>
      <w:i/>
      <w:iCs/>
      <w:color w:val="365F91" w:themeColor="accent1" w:themeShade="BF"/>
      <w:szCs w:val="2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4F243C"/>
    <w:rPr>
      <w:b/>
      <w:bCs/>
      <w:caps w:val="0"/>
      <w:smallCaps/>
      <w:color w:val="365F91" w:themeColor="accent1" w:themeShade="BF"/>
      <w:spacing w:val="0"/>
    </w:rPr>
  </w:style>
  <w:style w:type="table" w:styleId="LightGrid">
    <w:name w:val="Light Grid"/>
    <w:basedOn w:val="TableNormal"/>
    <w:uiPriority w:val="62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6425A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6425A"/>
    <w:pPr>
      <w:spacing w:after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6425A"/>
    <w:pPr>
      <w:spacing w:after="0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6425A"/>
    <w:pPr>
      <w:spacing w:after="0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6425A"/>
    <w:pPr>
      <w:spacing w:after="0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6425A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6425A"/>
    <w:pPr>
      <w:spacing w:after="0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46425A"/>
  </w:style>
  <w:style w:type="paragraph" w:styleId="List">
    <w:name w:val="List"/>
    <w:basedOn w:val="Normal"/>
    <w:uiPriority w:val="99"/>
    <w:semiHidden/>
    <w:unhideWhenUsed/>
    <w:rsid w:val="0046425A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46425A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46425A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46425A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46425A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46425A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46425A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46425A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46425A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46425A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46425A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6425A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6425A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6425A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46425A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46425A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46425A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46425A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46425A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46425A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46425A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6425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6425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6425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6425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6425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6425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6425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6425A"/>
    <w:pPr>
      <w:spacing w:after="0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6425A"/>
    <w:pPr>
      <w:spacing w:after="0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6425A"/>
    <w:pPr>
      <w:spacing w:after="0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6425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6425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6425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6425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6425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6425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6425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6425A"/>
    <w:pPr>
      <w:spacing w:after="0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6425A"/>
    <w:pPr>
      <w:spacing w:after="0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6425A"/>
    <w:pPr>
      <w:spacing w:after="0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6425A"/>
    <w:pPr>
      <w:spacing w:after="0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6425A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6425A"/>
    <w:pPr>
      <w:spacing w:after="0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6425A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6425A"/>
    <w:pPr>
      <w:spacing w:after="0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6425A"/>
    <w:pPr>
      <w:spacing w:after="0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6425A"/>
    <w:pPr>
      <w:spacing w:after="0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6425A"/>
    <w:pPr>
      <w:spacing w:after="0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6425A"/>
    <w:pPr>
      <w:spacing w:after="0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6425A"/>
    <w:pPr>
      <w:spacing w:after="0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46425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6425A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6425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6425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6425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46425A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6425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6425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rsid w:val="0046425A"/>
    <w:pPr>
      <w:spacing w:after="0"/>
    </w:pPr>
    <w:rPr>
      <w:szCs w:val="20"/>
    </w:rPr>
  </w:style>
  <w:style w:type="paragraph" w:styleId="NormalWeb">
    <w:name w:val="Normal (Web)"/>
    <w:basedOn w:val="Normal"/>
    <w:uiPriority w:val="99"/>
    <w:semiHidden/>
    <w:unhideWhenUsed/>
    <w:rsid w:val="0046425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46425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6425A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46425A"/>
    <w:rPr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46425A"/>
  </w:style>
  <w:style w:type="table" w:styleId="PlainTable1">
    <w:name w:val="Plain Table 1"/>
    <w:basedOn w:val="TableNormal"/>
    <w:uiPriority w:val="41"/>
    <w:rsid w:val="0046425A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6425A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6425A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6425A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6425A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46425A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6425A"/>
    <w:rPr>
      <w:rFonts w:ascii="Consolas" w:hAnsi="Consolas"/>
      <w:szCs w:val="21"/>
    </w:rPr>
  </w:style>
  <w:style w:type="paragraph" w:styleId="Quote">
    <w:name w:val="Quote"/>
    <w:basedOn w:val="Normal"/>
    <w:link w:val="QuoteChar"/>
    <w:uiPriority w:val="29"/>
    <w:semiHidden/>
    <w:unhideWhenUsed/>
    <w:qFormat/>
    <w:rsid w:val="008F62D9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8F62D9"/>
    <w:rPr>
      <w:i/>
      <w:iCs/>
      <w:color w:val="404040" w:themeColor="text1" w:themeTint="BF"/>
      <w:szCs w:val="20"/>
    </w:rPr>
  </w:style>
  <w:style w:type="character" w:styleId="SmartHyperlink">
    <w:name w:val="Smart Hyperlink"/>
    <w:basedOn w:val="DefaultParagraphFont"/>
    <w:uiPriority w:val="99"/>
    <w:semiHidden/>
    <w:unhideWhenUsed/>
    <w:rsid w:val="0046425A"/>
    <w:rPr>
      <w:u w:val="dotted"/>
    </w:rPr>
  </w:style>
  <w:style w:type="character" w:styleId="Strong">
    <w:name w:val="Strong"/>
    <w:basedOn w:val="DefaultParagraphFont"/>
    <w:uiPriority w:val="22"/>
    <w:semiHidden/>
    <w:unhideWhenUsed/>
    <w:qFormat/>
    <w:rsid w:val="0046425A"/>
    <w:rPr>
      <w:b/>
      <w:bCs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8F62D9"/>
    <w:pPr>
      <w:numPr>
        <w:ilvl w:val="1"/>
      </w:numPr>
      <w:spacing w:after="160"/>
      <w:contextualSpacing/>
    </w:pPr>
    <w:rPr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8F62D9"/>
    <w:rPr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46425A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46425A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46425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6425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642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46425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6425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6425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6425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6425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6425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6425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46425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6425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6425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6425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6425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46425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46425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46425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6425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6425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6425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6425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6425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6425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6425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6425A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46425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6425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6425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6425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6425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6425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6425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6425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46425A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46425A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46425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46425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6425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6425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6425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6425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4642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46425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6425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6425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10"/>
    <w:semiHidden/>
    <w:unhideWhenUsed/>
    <w:qFormat/>
    <w:rsid w:val="008F62D9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8F62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46425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46425A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46425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46425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46425A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46425A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46425A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46425A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46425A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46425A"/>
    <w:pPr>
      <w:spacing w:after="100"/>
      <w:ind w:left="1760"/>
    </w:pPr>
  </w:style>
  <w:style w:type="paragraph" w:styleId="TOCHeading">
    <w:name w:val="TOC Heading"/>
    <w:basedOn w:val="Heading1"/>
    <w:next w:val="Heading1"/>
    <w:uiPriority w:val="39"/>
    <w:semiHidden/>
    <w:unhideWhenUsed/>
    <w:qFormat/>
    <w:rsid w:val="004F243C"/>
    <w:pPr>
      <w:framePr w:wrap="around" w:vAnchor="text" w:hAnchor="text" w:y="1"/>
    </w:pPr>
  </w:style>
  <w:style w:type="character" w:styleId="UnresolvedMention">
    <w:name w:val="Unresolved Mention"/>
    <w:basedOn w:val="DefaultParagraphFont"/>
    <w:uiPriority w:val="99"/>
    <w:semiHidden/>
    <w:unhideWhenUsed/>
    <w:rsid w:val="004F243C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1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econd%20letter%20requesting%20copies%20of%20medical%20records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31928355CB44D5F9929545495F03C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E07F94-A95B-434E-8CAC-06538D3292AD}"/>
      </w:docPartPr>
      <w:docPartBody>
        <w:p w:rsidR="00F4000F" w:rsidRDefault="00B614B7">
          <w:pPr>
            <w:pStyle w:val="E31928355CB44D5F9929545495F03CAD"/>
          </w:pPr>
          <w:r w:rsidRPr="005933C3">
            <w:t>Street Address</w:t>
          </w:r>
        </w:p>
      </w:docPartBody>
    </w:docPart>
    <w:docPart>
      <w:docPartPr>
        <w:name w:val="4E523F782EC8499C8541ADD0F8A58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BBCAC0-F6FC-479E-BF01-4BDB36D8A1AA}"/>
      </w:docPartPr>
      <w:docPartBody>
        <w:p w:rsidR="00F4000F" w:rsidRDefault="00B614B7">
          <w:pPr>
            <w:pStyle w:val="4E523F782EC8499C8541ADD0F8A5823A"/>
          </w:pPr>
          <w:r w:rsidRPr="002A38D2">
            <w:t>Date</w:t>
          </w:r>
        </w:p>
      </w:docPartBody>
    </w:docPart>
    <w:docPart>
      <w:docPartPr>
        <w:name w:val="D43274893DEF4BE786410CBAC0C50B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A50611-85CE-40AA-A4B8-647ED2D4D5FB}"/>
      </w:docPartPr>
      <w:docPartBody>
        <w:p w:rsidR="00F4000F" w:rsidRDefault="00B614B7">
          <w:pPr>
            <w:pStyle w:val="D43274893DEF4BE786410CBAC0C50B5A"/>
          </w:pPr>
          <w:r w:rsidRPr="005933C3">
            <w:t>Doctor Name</w:t>
          </w:r>
        </w:p>
      </w:docPartBody>
    </w:docPart>
    <w:docPart>
      <w:docPartPr>
        <w:name w:val="4693EE9FD0104104A49DACC6D321E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ED01FE-A64F-4551-BE94-D2B083BCB830}"/>
      </w:docPartPr>
      <w:docPartBody>
        <w:p w:rsidR="00F4000F" w:rsidRDefault="00B614B7">
          <w:pPr>
            <w:pStyle w:val="4693EE9FD0104104A49DACC6D321E8AC"/>
          </w:pPr>
          <w:r w:rsidRPr="005933C3">
            <w:t>Medical Practice or Hospital Name</w:t>
          </w:r>
        </w:p>
      </w:docPartBody>
    </w:docPart>
    <w:docPart>
      <w:docPartPr>
        <w:name w:val="1A34927D34F04FADB4CDFA56034A0B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8979CB-1512-4372-9DFE-D39A248B8C58}"/>
      </w:docPartPr>
      <w:docPartBody>
        <w:p w:rsidR="00F4000F" w:rsidRDefault="00B614B7">
          <w:pPr>
            <w:pStyle w:val="1A34927D34F04FADB4CDFA56034A0BC1"/>
          </w:pPr>
          <w:r w:rsidRPr="005933C3">
            <w:t>City, ST ZIP Code</w:t>
          </w:r>
        </w:p>
      </w:docPartBody>
    </w:docPart>
    <w:docPart>
      <w:docPartPr>
        <w:name w:val="CF5D0AB2426C4A37A2B680A57824D6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CE5148-DD4C-4186-A386-456F9C277505}"/>
      </w:docPartPr>
      <w:docPartBody>
        <w:p w:rsidR="00F4000F" w:rsidRDefault="00B614B7">
          <w:pPr>
            <w:pStyle w:val="CF5D0AB2426C4A37A2B680A57824D684"/>
          </w:pPr>
          <w:r w:rsidRPr="005933C3">
            <w:t>RE:</w:t>
          </w:r>
        </w:p>
      </w:docPartBody>
    </w:docPart>
    <w:docPart>
      <w:docPartPr>
        <w:name w:val="F6EE7DF6ADA741E1B0A7A18E436726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CC739C-E78F-43DD-80F0-4DF4000154B2}"/>
      </w:docPartPr>
      <w:docPartBody>
        <w:p w:rsidR="00F4000F" w:rsidRDefault="00B614B7">
          <w:pPr>
            <w:pStyle w:val="F6EE7DF6ADA741E1B0A7A18E436726A9"/>
          </w:pPr>
          <w:r>
            <w:t>Release of medical records for</w:t>
          </w:r>
        </w:p>
      </w:docPartBody>
    </w:docPart>
    <w:docPart>
      <w:docPartPr>
        <w:name w:val="F26F503F349E45289D91194682AD3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DCEE36-EDCA-4588-99C9-083D20A9B192}"/>
      </w:docPartPr>
      <w:docPartBody>
        <w:p w:rsidR="00F4000F" w:rsidRDefault="00B614B7">
          <w:pPr>
            <w:pStyle w:val="F26F503F349E45289D91194682AD3C78"/>
          </w:pPr>
          <w:r>
            <w:t>DOB</w:t>
          </w:r>
        </w:p>
      </w:docPartBody>
    </w:docPart>
    <w:docPart>
      <w:docPartPr>
        <w:name w:val="FC2572AB82F64A29AF32B09DAF7B21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2C9365-2EE8-447D-AD51-888D4D283D6D}"/>
      </w:docPartPr>
      <w:docPartBody>
        <w:p w:rsidR="00F4000F" w:rsidRDefault="00B614B7">
          <w:pPr>
            <w:pStyle w:val="FC2572AB82F64A29AF32B09DAF7B2186"/>
          </w:pPr>
          <w:r w:rsidRPr="0046425A">
            <w:rPr>
              <w:rStyle w:val="Emphasis"/>
            </w:rPr>
            <w:t>date</w:t>
          </w:r>
        </w:p>
      </w:docPartBody>
    </w:docPart>
    <w:docPart>
      <w:docPartPr>
        <w:name w:val="EC2F1C4F0FB04A9AA8BE88BA50D553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A8E43C-5EF3-4D5E-A931-41260B9F3AED}"/>
      </w:docPartPr>
      <w:docPartBody>
        <w:p w:rsidR="00F4000F" w:rsidRDefault="00B614B7">
          <w:pPr>
            <w:pStyle w:val="EC2F1C4F0FB04A9AA8BE88BA50D553FE"/>
          </w:pPr>
          <w:r>
            <w:t>SSN</w:t>
          </w:r>
        </w:p>
      </w:docPartBody>
    </w:docPart>
    <w:docPart>
      <w:docPartPr>
        <w:name w:val="4DFCA164F15544FE9AA9E0110E78E2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222D96-279E-476A-A817-ACF9A232DDB5}"/>
      </w:docPartPr>
      <w:docPartBody>
        <w:p w:rsidR="00F4000F" w:rsidRDefault="00B614B7">
          <w:pPr>
            <w:pStyle w:val="4DFCA164F15544FE9AA9E0110E78E22B"/>
          </w:pPr>
          <w:r w:rsidRPr="0046425A">
            <w:rPr>
              <w:rStyle w:val="Emphasis"/>
            </w:rPr>
            <w:t>Social Security Number</w:t>
          </w:r>
        </w:p>
      </w:docPartBody>
    </w:docPart>
    <w:docPart>
      <w:docPartPr>
        <w:name w:val="922EBDB7C19849178F2D4CBA9E451F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CDA2BC-486B-4ADE-A5CE-1B6B7DE7C58D}"/>
      </w:docPartPr>
      <w:docPartBody>
        <w:p w:rsidR="00F4000F" w:rsidRDefault="00A55992" w:rsidP="00A55992">
          <w:pPr>
            <w:pStyle w:val="922EBDB7C19849178F2D4CBA9E451F66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992"/>
    <w:rsid w:val="000C6FD6"/>
    <w:rsid w:val="00A55992"/>
    <w:rsid w:val="00B614B7"/>
    <w:rsid w:val="00F40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B183F3FF8349B58A530D00FAE2D82F">
    <w:name w:val="FBB183F3FF8349B58A530D00FAE2D82F"/>
  </w:style>
  <w:style w:type="paragraph" w:customStyle="1" w:styleId="E31928355CB44D5F9929545495F03CAD">
    <w:name w:val="E31928355CB44D5F9929545495F03CAD"/>
  </w:style>
  <w:style w:type="paragraph" w:customStyle="1" w:styleId="D80586CAF9C3403E8CCBAFF4C721D1E2">
    <w:name w:val="D80586CAF9C3403E8CCBAFF4C721D1E2"/>
  </w:style>
  <w:style w:type="paragraph" w:customStyle="1" w:styleId="4E523F782EC8499C8541ADD0F8A5823A">
    <w:name w:val="4E523F782EC8499C8541ADD0F8A5823A"/>
  </w:style>
  <w:style w:type="paragraph" w:customStyle="1" w:styleId="D43274893DEF4BE786410CBAC0C50B5A">
    <w:name w:val="D43274893DEF4BE786410CBAC0C50B5A"/>
  </w:style>
  <w:style w:type="paragraph" w:customStyle="1" w:styleId="4693EE9FD0104104A49DACC6D321E8AC">
    <w:name w:val="4693EE9FD0104104A49DACC6D321E8AC"/>
  </w:style>
  <w:style w:type="paragraph" w:customStyle="1" w:styleId="1A34927D34F04FADB4CDFA56034A0BC1">
    <w:name w:val="1A34927D34F04FADB4CDFA56034A0BC1"/>
  </w:style>
  <w:style w:type="paragraph" w:customStyle="1" w:styleId="CF5D0AB2426C4A37A2B680A57824D684">
    <w:name w:val="CF5D0AB2426C4A37A2B680A57824D684"/>
  </w:style>
  <w:style w:type="paragraph" w:customStyle="1" w:styleId="F6EE7DF6ADA741E1B0A7A18E436726A9">
    <w:name w:val="F6EE7DF6ADA741E1B0A7A18E436726A9"/>
  </w:style>
  <w:style w:type="paragraph" w:customStyle="1" w:styleId="745E5DFAE8E14281A3528692215300AE">
    <w:name w:val="745E5DFAE8E14281A3528692215300AE"/>
  </w:style>
  <w:style w:type="paragraph" w:customStyle="1" w:styleId="F26F503F349E45289D91194682AD3C78">
    <w:name w:val="F26F503F349E45289D91194682AD3C78"/>
  </w:style>
  <w:style w:type="character" w:styleId="Emphasis">
    <w:name w:val="Emphasis"/>
    <w:basedOn w:val="DefaultParagraphFont"/>
    <w:uiPriority w:val="3"/>
    <w:qFormat/>
    <w:rPr>
      <w:iCs/>
      <w:color w:val="595959" w:themeColor="text1" w:themeTint="A6"/>
    </w:rPr>
  </w:style>
  <w:style w:type="paragraph" w:customStyle="1" w:styleId="FC2572AB82F64A29AF32B09DAF7B2186">
    <w:name w:val="FC2572AB82F64A29AF32B09DAF7B2186"/>
  </w:style>
  <w:style w:type="paragraph" w:customStyle="1" w:styleId="EC2F1C4F0FB04A9AA8BE88BA50D553FE">
    <w:name w:val="EC2F1C4F0FB04A9AA8BE88BA50D553FE"/>
  </w:style>
  <w:style w:type="paragraph" w:customStyle="1" w:styleId="4DFCA164F15544FE9AA9E0110E78E22B">
    <w:name w:val="4DFCA164F15544FE9AA9E0110E78E22B"/>
  </w:style>
  <w:style w:type="paragraph" w:customStyle="1" w:styleId="406BAF2AA5E243B3AFFA8A547639BB73">
    <w:name w:val="406BAF2AA5E243B3AFFA8A547639BB73"/>
  </w:style>
  <w:style w:type="paragraph" w:customStyle="1" w:styleId="1DDD9141C9AC47ED937FBC3C12B62941">
    <w:name w:val="1DDD9141C9AC47ED937FBC3C12B62941"/>
  </w:style>
  <w:style w:type="paragraph" w:customStyle="1" w:styleId="BE23D4E0CA2C4D49AE3144AB941E7E3A">
    <w:name w:val="BE23D4E0CA2C4D49AE3144AB941E7E3A"/>
  </w:style>
  <w:style w:type="paragraph" w:customStyle="1" w:styleId="8A6C4DD353794817A31BEC47C1D3DDB0">
    <w:name w:val="8A6C4DD353794817A31BEC47C1D3DDB0"/>
  </w:style>
  <w:style w:type="paragraph" w:customStyle="1" w:styleId="C35F9CEFEC214B8CAEA3AF17305D0853">
    <w:name w:val="C35F9CEFEC214B8CAEA3AF17305D0853"/>
  </w:style>
  <w:style w:type="paragraph" w:customStyle="1" w:styleId="D97A8013A4DE4056BB2BD9DAF585A9A1">
    <w:name w:val="D97A8013A4DE4056BB2BD9DAF585A9A1"/>
  </w:style>
  <w:style w:type="paragraph" w:customStyle="1" w:styleId="BCEC70F6C5AB4643B1CA00E70207D3D3">
    <w:name w:val="BCEC70F6C5AB4643B1CA00E70207D3D3"/>
  </w:style>
  <w:style w:type="paragraph" w:customStyle="1" w:styleId="7999459E479541648CC064D6A5B2C0A1">
    <w:name w:val="7999459E479541648CC064D6A5B2C0A1"/>
  </w:style>
  <w:style w:type="paragraph" w:customStyle="1" w:styleId="9B45F2BAFBAD4B6B92548A1C9A08A397">
    <w:name w:val="9B45F2BAFBAD4B6B92548A1C9A08A397"/>
  </w:style>
  <w:style w:type="paragraph" w:customStyle="1" w:styleId="DC01F5E8D6944DA0B00F226885B849E0">
    <w:name w:val="DC01F5E8D6944DA0B00F226885B849E0"/>
  </w:style>
  <w:style w:type="paragraph" w:customStyle="1" w:styleId="E0507087095E4A63B65A5791DAF7BBDB">
    <w:name w:val="E0507087095E4A63B65A5791DAF7BBDB"/>
  </w:style>
  <w:style w:type="paragraph" w:customStyle="1" w:styleId="F2CA9E347EC4482EA9101087CF51F5CD">
    <w:name w:val="F2CA9E347EC4482EA9101087CF51F5CD"/>
  </w:style>
  <w:style w:type="paragraph" w:customStyle="1" w:styleId="6BAC005FB66A4B88B6D81D42E282998F">
    <w:name w:val="6BAC005FB66A4B88B6D81D42E282998F"/>
  </w:style>
  <w:style w:type="paragraph" w:customStyle="1" w:styleId="E7A6C79C631C447DA3235758BF54BE20">
    <w:name w:val="E7A6C79C631C447DA3235758BF54BE20"/>
  </w:style>
  <w:style w:type="paragraph" w:customStyle="1" w:styleId="2B7AC1F303B942FA9B98160F1DB641FD">
    <w:name w:val="2B7AC1F303B942FA9B98160F1DB641FD"/>
  </w:style>
  <w:style w:type="paragraph" w:customStyle="1" w:styleId="65137C200CE44443BBD95342B99106F7">
    <w:name w:val="65137C200CE44443BBD95342B99106F7"/>
  </w:style>
  <w:style w:type="paragraph" w:customStyle="1" w:styleId="955E6A0171F2464381E87B0621379B13">
    <w:name w:val="955E6A0171F2464381E87B0621379B13"/>
  </w:style>
  <w:style w:type="paragraph" w:customStyle="1" w:styleId="65CCC4BB611F446EA69098D5B12BF352">
    <w:name w:val="65CCC4BB611F446EA69098D5B12BF352"/>
  </w:style>
  <w:style w:type="paragraph" w:customStyle="1" w:styleId="787C7CCBFB3C425F9443BCB90C52F86B">
    <w:name w:val="787C7CCBFB3C425F9443BCB90C52F86B"/>
  </w:style>
  <w:style w:type="paragraph" w:customStyle="1" w:styleId="7A5AA0C586084AD48DD88E1C29551291">
    <w:name w:val="7A5AA0C586084AD48DD88E1C29551291"/>
  </w:style>
  <w:style w:type="paragraph" w:customStyle="1" w:styleId="166E6D1D6AEB4063B95453219BC09B70">
    <w:name w:val="166E6D1D6AEB4063B95453219BC09B70"/>
  </w:style>
  <w:style w:type="paragraph" w:customStyle="1" w:styleId="75075DE8142149DA86A91AB2390A4A7E">
    <w:name w:val="75075DE8142149DA86A91AB2390A4A7E"/>
  </w:style>
  <w:style w:type="paragraph" w:customStyle="1" w:styleId="922EBDB7C19849178F2D4CBA9E451F66">
    <w:name w:val="922EBDB7C19849178F2D4CBA9E451F66"/>
    <w:rsid w:val="00A559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Second letter requesting copies of medical records(2).dotx</Template>
  <TotalTime>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Muhammad Naveed Ahmed</cp:lastModifiedBy>
  <cp:revision>3</cp:revision>
  <dcterms:created xsi:type="dcterms:W3CDTF">2019-04-03T10:03:00Z</dcterms:created>
  <dcterms:modified xsi:type="dcterms:W3CDTF">2019-04-03T10:03:00Z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  <property fmtid="{D5CDD505-2E9C-101B-9397-08002B2CF9AE}" pid="8" name="MSIP_Label_f42aa342-8706-4288-bd11-ebb85995028c_Enabled">
    <vt:lpwstr>True</vt:lpwstr>
  </property>
  <property fmtid="{D5CDD505-2E9C-101B-9397-08002B2CF9AE}" pid="9" name="MSIP_Label_f42aa342-8706-4288-bd11-ebb85995028c_SiteId">
    <vt:lpwstr>72f988bf-86f1-41af-91ab-2d7cd011db47</vt:lpwstr>
  </property>
  <property fmtid="{D5CDD505-2E9C-101B-9397-08002B2CF9AE}" pid="10" name="MSIP_Label_f42aa342-8706-4288-bd11-ebb85995028c_Owner">
    <vt:lpwstr>v-asharm@microsoft.com</vt:lpwstr>
  </property>
  <property fmtid="{D5CDD505-2E9C-101B-9397-08002B2CF9AE}" pid="11" name="MSIP_Label_f42aa342-8706-4288-bd11-ebb85995028c_SetDate">
    <vt:lpwstr>2017-11-22T06:44:56.2244545Z</vt:lpwstr>
  </property>
  <property fmtid="{D5CDD505-2E9C-101B-9397-08002B2CF9AE}" pid="12" name="MSIP_Label_f42aa342-8706-4288-bd11-ebb85995028c_Name">
    <vt:lpwstr>General</vt:lpwstr>
  </property>
  <property fmtid="{D5CDD505-2E9C-101B-9397-08002B2CF9AE}" pid="13" name="MSIP_Label_f42aa342-8706-4288-bd11-ebb85995028c_Application">
    <vt:lpwstr>Microsoft Azure Information Protection</vt:lpwstr>
  </property>
  <property fmtid="{D5CDD505-2E9C-101B-9397-08002B2CF9AE}" pid="14" name="MSIP_Label_f42aa342-8706-4288-bd11-ebb85995028c_Extended_MSFT_Method">
    <vt:lpwstr>Automatic</vt:lpwstr>
  </property>
  <property fmtid="{D5CDD505-2E9C-101B-9397-08002B2CF9AE}" pid="15" name="Sensitivity">
    <vt:lpwstr>General</vt:lpwstr>
  </property>
</Properties>
</file>