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266" w:rsidRPr="00412267" w:rsidRDefault="005F7525" w:rsidP="002A38D2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363968551"/>
          <w:placeholder>
            <w:docPart w:val="4E523F782EC8499C8541ADD0F8A5823A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 w:multiLine="1"/>
        </w:sdtPr>
        <w:sdtEndPr/>
        <w:sdtContent>
          <w:r w:rsidR="002A38D2" w:rsidRPr="00412267">
            <w:rPr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alias w:val="Enter doctor name:"/>
        <w:tag w:val="Enter doctor name:"/>
        <w:id w:val="-378937380"/>
        <w:placeholder>
          <w:docPart w:val="D43274893DEF4BE786410CBAC0C50B5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/>
      </w:sdtPr>
      <w:sdtEndPr/>
      <w:sdtContent>
        <w:p w:rsidR="00B45266" w:rsidRPr="00412267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412267">
            <w:rPr>
              <w:rFonts w:cstheme="minorHAnsi"/>
              <w:sz w:val="25"/>
              <w:szCs w:val="25"/>
            </w:rPr>
            <w:t>Doctor Name</w:t>
          </w:r>
        </w:p>
      </w:sdtContent>
    </w:sdt>
    <w:sdt>
      <w:sdtPr>
        <w:rPr>
          <w:rFonts w:cstheme="minorHAnsi"/>
          <w:sz w:val="25"/>
          <w:szCs w:val="25"/>
        </w:rPr>
        <w:alias w:val="Enter medical practice or hospital name:"/>
        <w:tag w:val="Enter medical practice or hospital name:"/>
        <w:id w:val="566236108"/>
        <w:placeholder>
          <w:docPart w:val="4693EE9FD0104104A49DACC6D321E8AC"/>
        </w:placeholder>
        <w:temporary/>
        <w:showingPlcHdr/>
        <w15:appearance w15:val="hidden"/>
      </w:sdtPr>
      <w:sdtEndPr/>
      <w:sdtContent>
        <w:p w:rsidR="00B45266" w:rsidRPr="00412267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412267">
            <w:rPr>
              <w:rFonts w:cstheme="minorHAnsi"/>
              <w:sz w:val="25"/>
              <w:szCs w:val="25"/>
            </w:rPr>
            <w:t>Medical Practice or Hospital Name</w:t>
          </w:r>
        </w:p>
      </w:sdtContent>
    </w:sdt>
    <w:sdt>
      <w:sdtPr>
        <w:rPr>
          <w:rFonts w:cstheme="minorHAnsi"/>
          <w:sz w:val="25"/>
          <w:szCs w:val="25"/>
        </w:rPr>
        <w:alias w:val="Enter hospital street address:"/>
        <w:tag w:val="Enter hospital street address:"/>
        <w:id w:val="874039300"/>
        <w:placeholder>
          <w:docPart w:val="E31928355CB44D5F9929545495F03CAD"/>
        </w:placeholder>
        <w:temporary/>
        <w:showingPlcHdr/>
        <w15:appearance w15:val="hidden"/>
      </w:sdtPr>
      <w:sdtEndPr/>
      <w:sdtContent>
        <w:p w:rsidR="00B45266" w:rsidRPr="00412267" w:rsidRDefault="007411E8">
          <w:pPr>
            <w:pStyle w:val="Address"/>
            <w:rPr>
              <w:rFonts w:cstheme="minorHAnsi"/>
              <w:sz w:val="25"/>
              <w:szCs w:val="25"/>
            </w:rPr>
          </w:pPr>
          <w:r w:rsidRPr="00412267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hospital city, st zip code:"/>
        <w:tag w:val="Enter hospital city, st zip code:"/>
        <w:id w:val="-1389496779"/>
        <w:placeholder>
          <w:docPart w:val="1A34927D34F04FADB4CDFA56034A0BC1"/>
        </w:placeholder>
        <w:temporary/>
        <w:showingPlcHdr/>
        <w15:appearance w15:val="hidden"/>
      </w:sdtPr>
      <w:sdtEndPr/>
      <w:sdtContent>
        <w:p w:rsidR="00B45266" w:rsidRPr="00412267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412267">
            <w:rPr>
              <w:rFonts w:cstheme="minorHAnsi"/>
              <w:sz w:val="25"/>
              <w:szCs w:val="25"/>
            </w:rPr>
            <w:t>City, ST ZIP Code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00" w:type="dxa"/>
          <w:left w:w="0" w:type="dxa"/>
          <w:bottom w:w="200" w:type="dxa"/>
          <w:right w:w="0" w:type="dxa"/>
        </w:tblCellMar>
        <w:tblLook w:val="04A0" w:firstRow="1" w:lastRow="0" w:firstColumn="1" w:lastColumn="0" w:noHBand="0" w:noVBand="1"/>
        <w:tblDescription w:val="Reference information table"/>
      </w:tblPr>
      <w:tblGrid>
        <w:gridCol w:w="716"/>
        <w:gridCol w:w="8644"/>
      </w:tblGrid>
      <w:tr w:rsidR="007322C8" w:rsidRPr="00412267" w:rsidTr="001F6C81">
        <w:tc>
          <w:tcPr>
            <w:tcW w:w="716" w:type="dxa"/>
          </w:tcPr>
          <w:p w:rsidR="007322C8" w:rsidRPr="00412267" w:rsidRDefault="005F7525" w:rsidP="00B564BC">
            <w:pPr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alias w:val="RE:"/>
                <w:tag w:val="RE:"/>
                <w:id w:val="-2052532562"/>
                <w:placeholder>
                  <w:docPart w:val="CF5D0AB2426C4A37A2B680A57824D684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412267">
                  <w:rPr>
                    <w:rFonts w:cstheme="minorHAnsi"/>
                    <w:sz w:val="25"/>
                    <w:szCs w:val="25"/>
                  </w:rPr>
                  <w:t>RE:</w:t>
                </w:r>
              </w:sdtContent>
            </w:sdt>
          </w:p>
        </w:tc>
        <w:tc>
          <w:tcPr>
            <w:tcW w:w="8644" w:type="dxa"/>
          </w:tcPr>
          <w:p w:rsidR="007322C8" w:rsidRPr="00412267" w:rsidRDefault="00412267" w:rsidP="005D28E5">
            <w:pPr>
              <w:pStyle w:val="Address"/>
              <w:rPr>
                <w:rFonts w:cstheme="minorHAnsi"/>
                <w:sz w:val="25"/>
                <w:szCs w:val="25"/>
              </w:rPr>
            </w:pPr>
            <w:r w:rsidRPr="00412267">
              <w:rPr>
                <w:rFonts w:cstheme="minorHAnsi"/>
                <w:sz w:val="25"/>
                <w:szCs w:val="25"/>
              </w:rPr>
              <w:t xml:space="preserve">Excuse </w:t>
            </w:r>
            <w:r w:rsidR="00F62B83" w:rsidRPr="00412267">
              <w:rPr>
                <w:rFonts w:cstheme="minorHAnsi"/>
                <w:sz w:val="25"/>
                <w:szCs w:val="25"/>
              </w:rPr>
              <w:t>Not</w:t>
            </w:r>
            <w:r w:rsidRPr="00412267">
              <w:rPr>
                <w:rFonts w:cstheme="minorHAnsi"/>
                <w:sz w:val="25"/>
                <w:szCs w:val="25"/>
              </w:rPr>
              <w:t xml:space="preserve">e for </w:t>
            </w:r>
            <w:r w:rsidRPr="00412267">
              <w:rPr>
                <w:rFonts w:cstheme="minorHAnsi"/>
                <w:sz w:val="25"/>
                <w:szCs w:val="25"/>
              </w:rPr>
              <w:br/>
            </w:r>
            <w:sdt>
              <w:sdtPr>
                <w:rPr>
                  <w:rFonts w:cstheme="minorHAnsi"/>
                  <w:sz w:val="25"/>
                  <w:szCs w:val="25"/>
                </w:rPr>
                <w:alias w:val="Date of birth:"/>
                <w:tag w:val="Date of birth:"/>
                <w:id w:val="745385260"/>
                <w:placeholder>
                  <w:docPart w:val="F26F503F349E45289D91194682AD3C78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412267">
                  <w:rPr>
                    <w:rFonts w:cstheme="minorHAnsi"/>
                    <w:sz w:val="25"/>
                    <w:szCs w:val="25"/>
                  </w:rPr>
                  <w:t>DOB</w:t>
                </w:r>
              </w:sdtContent>
            </w:sdt>
            <w:r w:rsidR="007322C8" w:rsidRPr="00412267">
              <w:rPr>
                <w:rFonts w:cstheme="minorHAnsi"/>
                <w:sz w:val="25"/>
                <w:szCs w:val="25"/>
              </w:rPr>
              <w:t>:</w:t>
            </w:r>
            <w:r w:rsidR="005D28E5" w:rsidRPr="00412267">
              <w:rPr>
                <w:rFonts w:cstheme="minorHAnsi"/>
                <w:sz w:val="25"/>
                <w:szCs w:val="25"/>
              </w:rPr>
              <w:t xml:space="preserve">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Enter your date of birth:"/>
                <w:tag w:val="Enter your date of birth:"/>
                <w:id w:val="-992492221"/>
                <w:placeholder>
                  <w:docPart w:val="FC2572AB82F64A29AF32B09DAF7B2186"/>
                </w:placeholder>
                <w:temporary/>
                <w:showingPlcHdr/>
                <w15:appearance w15:val="hidden"/>
              </w:sdtPr>
              <w:sdtEndPr/>
              <w:sdtContent>
                <w:r w:rsidR="0046425A" w:rsidRPr="00412267">
                  <w:rPr>
                    <w:rStyle w:val="Emphasis"/>
                    <w:rFonts w:cstheme="minorHAnsi"/>
                    <w:sz w:val="25"/>
                    <w:szCs w:val="25"/>
                  </w:rPr>
                  <w:t>date</w:t>
                </w:r>
              </w:sdtContent>
            </w:sdt>
            <w:r w:rsidR="007322C8" w:rsidRPr="00412267">
              <w:rPr>
                <w:rFonts w:cstheme="minorHAnsi"/>
                <w:sz w:val="25"/>
                <w:szCs w:val="25"/>
              </w:rPr>
              <w:t xml:space="preserve">,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SSN:"/>
                <w:tag w:val="SSN:"/>
                <w:id w:val="179175711"/>
                <w:placeholder>
                  <w:docPart w:val="EC2F1C4F0FB04A9AA8BE88BA50D553FE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412267">
                  <w:rPr>
                    <w:rFonts w:cstheme="minorHAnsi"/>
                    <w:sz w:val="25"/>
                    <w:szCs w:val="25"/>
                  </w:rPr>
                  <w:t>SSN</w:t>
                </w:r>
              </w:sdtContent>
            </w:sdt>
            <w:r w:rsidR="007322C8" w:rsidRPr="00412267">
              <w:rPr>
                <w:rFonts w:cstheme="minorHAnsi"/>
                <w:sz w:val="25"/>
                <w:szCs w:val="25"/>
              </w:rPr>
              <w:t xml:space="preserve">: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Enter your social security number:"/>
                <w:tag w:val="Enter your social security number:"/>
                <w:id w:val="1257865662"/>
                <w:placeholder>
                  <w:docPart w:val="4DFCA164F15544FE9AA9E0110E78E22B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412267">
                  <w:rPr>
                    <w:rStyle w:val="Emphasis"/>
                    <w:rFonts w:cstheme="minorHAnsi"/>
                    <w:sz w:val="25"/>
                    <w:szCs w:val="25"/>
                  </w:rPr>
                  <w:t>Social Security Number</w:t>
                </w:r>
              </w:sdtContent>
            </w:sdt>
          </w:p>
        </w:tc>
      </w:tr>
    </w:tbl>
    <w:p w:rsidR="00F759E1" w:rsidRPr="00412267" w:rsidRDefault="00412267" w:rsidP="00412267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412267">
        <w:rPr>
          <w:rFonts w:eastAsia="Times New Roman" w:cstheme="minorHAnsi"/>
          <w:sz w:val="25"/>
          <w:szCs w:val="25"/>
          <w:lang w:eastAsia="en-US"/>
        </w:rPr>
        <w:t>Dear school principal,</w:t>
      </w:r>
      <w:bookmarkStart w:id="0" w:name="_GoBack"/>
      <w:bookmarkEnd w:id="0"/>
    </w:p>
    <w:p w:rsidR="00412267" w:rsidRPr="00412267" w:rsidRDefault="00412267" w:rsidP="00412267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412267">
        <w:rPr>
          <w:rFonts w:eastAsia="Times New Roman" w:cstheme="minorHAnsi"/>
          <w:sz w:val="25"/>
          <w:szCs w:val="25"/>
          <w:lang w:eastAsia="en-US"/>
        </w:rPr>
        <w:t>One of your students, Monica William of 2</w:t>
      </w:r>
      <w:r w:rsidRPr="00412267">
        <w:rPr>
          <w:rFonts w:eastAsia="Times New Roman" w:cstheme="minorHAnsi"/>
          <w:sz w:val="25"/>
          <w:szCs w:val="25"/>
          <w:vertAlign w:val="superscript"/>
          <w:lang w:eastAsia="en-US"/>
        </w:rPr>
        <w:t>nd</w:t>
      </w:r>
      <w:r w:rsidRPr="00412267">
        <w:rPr>
          <w:rFonts w:eastAsia="Times New Roman" w:cstheme="minorHAnsi"/>
          <w:sz w:val="25"/>
          <w:szCs w:val="25"/>
          <w:lang w:eastAsia="en-US"/>
        </w:rPr>
        <w:t xml:space="preserve"> grade, fell in the school playground while playing football on 11</w:t>
      </w:r>
      <w:r w:rsidRPr="00412267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412267">
        <w:rPr>
          <w:rFonts w:eastAsia="Times New Roman" w:cstheme="minorHAnsi"/>
          <w:sz w:val="25"/>
          <w:szCs w:val="25"/>
          <w:lang w:eastAsia="en-US"/>
        </w:rPr>
        <w:t xml:space="preserve"> </w:t>
      </w:r>
      <w:proofErr w:type="gramStart"/>
      <w:r w:rsidRPr="00412267">
        <w:rPr>
          <w:rFonts w:eastAsia="Times New Roman" w:cstheme="minorHAnsi"/>
          <w:sz w:val="25"/>
          <w:szCs w:val="25"/>
          <w:lang w:eastAsia="en-US"/>
        </w:rPr>
        <w:t>March,</w:t>
      </w:r>
      <w:proofErr w:type="gramEnd"/>
      <w:r w:rsidRPr="00412267">
        <w:rPr>
          <w:rFonts w:eastAsia="Times New Roman" w:cstheme="minorHAnsi"/>
          <w:sz w:val="25"/>
          <w:szCs w:val="25"/>
          <w:lang w:eastAsia="en-US"/>
        </w:rPr>
        <w:t xml:space="preserve"> 2019. Her mother immediately brought her to the hospital. I had to stitch her wound and keep her on sedatives for a day, due to which she could not attend the school on 12</w:t>
      </w:r>
      <w:r w:rsidRPr="00412267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412267">
        <w:rPr>
          <w:rFonts w:eastAsia="Times New Roman" w:cstheme="minorHAnsi"/>
          <w:sz w:val="25"/>
          <w:szCs w:val="25"/>
          <w:lang w:eastAsia="en-US"/>
        </w:rPr>
        <w:t xml:space="preserve"> </w:t>
      </w:r>
      <w:proofErr w:type="gramStart"/>
      <w:r w:rsidRPr="00412267">
        <w:rPr>
          <w:rFonts w:eastAsia="Times New Roman" w:cstheme="minorHAnsi"/>
          <w:sz w:val="25"/>
          <w:szCs w:val="25"/>
          <w:lang w:eastAsia="en-US"/>
        </w:rPr>
        <w:t>March,</w:t>
      </w:r>
      <w:proofErr w:type="gramEnd"/>
      <w:r w:rsidRPr="00412267">
        <w:rPr>
          <w:rFonts w:eastAsia="Times New Roman" w:cstheme="minorHAnsi"/>
          <w:sz w:val="25"/>
          <w:szCs w:val="25"/>
          <w:lang w:eastAsia="en-US"/>
        </w:rPr>
        <w:t xml:space="preserve"> 2019.</w:t>
      </w:r>
    </w:p>
    <w:p w:rsidR="00412267" w:rsidRPr="00412267" w:rsidRDefault="00412267" w:rsidP="00412267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412267">
        <w:rPr>
          <w:rFonts w:eastAsia="Times New Roman" w:cstheme="minorHAnsi"/>
          <w:sz w:val="25"/>
          <w:szCs w:val="25"/>
          <w:lang w:eastAsia="en-US"/>
        </w:rPr>
        <w:t>Kindly, excuse her absence on 12</w:t>
      </w:r>
      <w:r w:rsidRPr="00412267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412267">
        <w:rPr>
          <w:rFonts w:eastAsia="Times New Roman" w:cstheme="minorHAnsi"/>
          <w:sz w:val="25"/>
          <w:szCs w:val="25"/>
          <w:lang w:eastAsia="en-US"/>
        </w:rPr>
        <w:t xml:space="preserve"> </w:t>
      </w:r>
      <w:proofErr w:type="gramStart"/>
      <w:r w:rsidRPr="00412267">
        <w:rPr>
          <w:rFonts w:eastAsia="Times New Roman" w:cstheme="minorHAnsi"/>
          <w:sz w:val="25"/>
          <w:szCs w:val="25"/>
          <w:lang w:eastAsia="en-US"/>
        </w:rPr>
        <w:t>March,</w:t>
      </w:r>
      <w:proofErr w:type="gramEnd"/>
      <w:r w:rsidRPr="00412267">
        <w:rPr>
          <w:rFonts w:eastAsia="Times New Roman" w:cstheme="minorHAnsi"/>
          <w:sz w:val="25"/>
          <w:szCs w:val="25"/>
          <w:lang w:eastAsia="en-US"/>
        </w:rPr>
        <w:t xml:space="preserve"> 2019 as she was under my treatment in the hospital on that day.</w:t>
      </w:r>
    </w:p>
    <w:p w:rsidR="00412267" w:rsidRPr="00412267" w:rsidRDefault="00412267" w:rsidP="00412267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412267">
        <w:rPr>
          <w:rFonts w:eastAsia="Times New Roman" w:cstheme="minorHAnsi"/>
          <w:sz w:val="25"/>
          <w:szCs w:val="25"/>
          <w:lang w:eastAsia="en-US"/>
        </w:rPr>
        <w:t>Regards,</w:t>
      </w:r>
    </w:p>
    <w:p w:rsidR="00412267" w:rsidRPr="00412267" w:rsidRDefault="00412267" w:rsidP="00412267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412267">
        <w:rPr>
          <w:rFonts w:eastAsia="Times New Roman" w:cstheme="minorHAnsi"/>
          <w:sz w:val="25"/>
          <w:szCs w:val="25"/>
          <w:lang w:eastAsia="en-US"/>
        </w:rPr>
        <w:t>Ross Aniston.</w:t>
      </w:r>
    </w:p>
    <w:p w:rsidR="00EF120A" w:rsidRPr="00412267" w:rsidRDefault="00EF120A" w:rsidP="00F62B83">
      <w:pPr>
        <w:spacing w:before="100" w:beforeAutospacing="1" w:after="100" w:afterAutospacing="1"/>
        <w:rPr>
          <w:rFonts w:cstheme="minorHAnsi"/>
          <w:sz w:val="25"/>
          <w:szCs w:val="25"/>
        </w:rPr>
      </w:pPr>
    </w:p>
    <w:sectPr w:rsidR="00EF120A" w:rsidRPr="00412267" w:rsidSect="00F759E1">
      <w:headerReference w:type="default" r:id="rId8"/>
      <w:footerReference w:type="first" r:id="rId9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525" w:rsidRDefault="005F7525">
      <w:r>
        <w:separator/>
      </w:r>
    </w:p>
  </w:endnote>
  <w:endnote w:type="continuationSeparator" w:id="0">
    <w:p w:rsidR="005F7525" w:rsidRDefault="005F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9E1" w:rsidRDefault="00F759E1">
    <w:pPr>
      <w:pStyle w:val="Footer"/>
    </w:pPr>
    <w:r>
      <w:t>wordexceltemplates.com</w:t>
    </w:r>
  </w:p>
  <w:p w:rsidR="00F759E1" w:rsidRDefault="00F759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525" w:rsidRDefault="005F7525">
      <w:r>
        <w:separator/>
      </w:r>
    </w:p>
  </w:footnote>
  <w:footnote w:type="continuationSeparator" w:id="0">
    <w:p w:rsidR="005F7525" w:rsidRDefault="005F7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:"/>
      <w:tag w:val="Doctor name:"/>
      <w:id w:val="364176500"/>
      <w:placeholder>
        <w:docPart w:val="F6EE7DF6ADA741E1B0A7A18E436726A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B45266" w:rsidRDefault="007411E8">
        <w:pPr>
          <w:pStyle w:val="Header"/>
        </w:pPr>
        <w:r w:rsidRPr="005933C3">
          <w:t>Doctor Name</w:t>
        </w:r>
      </w:p>
    </w:sdtContent>
  </w:sdt>
  <w:p w:rsidR="00650C31" w:rsidRDefault="005F7525" w:rsidP="00650C31">
    <w:pPr>
      <w:pStyle w:val="Header"/>
    </w:pPr>
    <w:sdt>
      <w:sdtPr>
        <w:alias w:val="Date:"/>
        <w:tag w:val="Date:"/>
        <w:id w:val="1520590438"/>
        <w:placeholder>
          <w:docPart w:val="922EBDB7C19849178F2D4CBA9E451F6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r w:rsidR="002A38D2" w:rsidRPr="002A38D2">
          <w:t>Date</w:t>
        </w:r>
      </w:sdtContent>
    </w:sdt>
  </w:p>
  <w:p w:rsidR="00B45266" w:rsidRDefault="004923C0" w:rsidP="00650C31"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411E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C8806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0012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FCE08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120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705C8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9C8A0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E09D0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C616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9EEA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ACD1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E1"/>
    <w:rsid w:val="000074D6"/>
    <w:rsid w:val="00044D03"/>
    <w:rsid w:val="00096F44"/>
    <w:rsid w:val="000B346C"/>
    <w:rsid w:val="000B684E"/>
    <w:rsid w:val="000C2E33"/>
    <w:rsid w:val="001143D1"/>
    <w:rsid w:val="0011604C"/>
    <w:rsid w:val="00170DC9"/>
    <w:rsid w:val="001C2D32"/>
    <w:rsid w:val="001D19D9"/>
    <w:rsid w:val="001F6C81"/>
    <w:rsid w:val="00232C21"/>
    <w:rsid w:val="002409BE"/>
    <w:rsid w:val="00240DBC"/>
    <w:rsid w:val="002A38D2"/>
    <w:rsid w:val="003C2D7F"/>
    <w:rsid w:val="00412267"/>
    <w:rsid w:val="00440DB6"/>
    <w:rsid w:val="0046425A"/>
    <w:rsid w:val="004923C0"/>
    <w:rsid w:val="004A01C4"/>
    <w:rsid w:val="004F243C"/>
    <w:rsid w:val="004F6129"/>
    <w:rsid w:val="00564111"/>
    <w:rsid w:val="005933C3"/>
    <w:rsid w:val="005D28E5"/>
    <w:rsid w:val="005F7525"/>
    <w:rsid w:val="005F7FB2"/>
    <w:rsid w:val="00600E3B"/>
    <w:rsid w:val="00604FEA"/>
    <w:rsid w:val="006119DF"/>
    <w:rsid w:val="00617983"/>
    <w:rsid w:val="00650C31"/>
    <w:rsid w:val="006619EB"/>
    <w:rsid w:val="006D2DC2"/>
    <w:rsid w:val="006F745D"/>
    <w:rsid w:val="007219F8"/>
    <w:rsid w:val="007322C8"/>
    <w:rsid w:val="007411E8"/>
    <w:rsid w:val="007A3E4E"/>
    <w:rsid w:val="007F3886"/>
    <w:rsid w:val="00807485"/>
    <w:rsid w:val="008901A8"/>
    <w:rsid w:val="008F2A56"/>
    <w:rsid w:val="008F62D9"/>
    <w:rsid w:val="009058CC"/>
    <w:rsid w:val="00913F01"/>
    <w:rsid w:val="009B6F7F"/>
    <w:rsid w:val="009B7C9B"/>
    <w:rsid w:val="009C6565"/>
    <w:rsid w:val="00B1612A"/>
    <w:rsid w:val="00B45266"/>
    <w:rsid w:val="00B564BC"/>
    <w:rsid w:val="00B755F2"/>
    <w:rsid w:val="00B91C7A"/>
    <w:rsid w:val="00BA03E0"/>
    <w:rsid w:val="00BE7C91"/>
    <w:rsid w:val="00C53D03"/>
    <w:rsid w:val="00CE77FA"/>
    <w:rsid w:val="00D0595E"/>
    <w:rsid w:val="00D7700C"/>
    <w:rsid w:val="00D81976"/>
    <w:rsid w:val="00D81BCC"/>
    <w:rsid w:val="00DD3271"/>
    <w:rsid w:val="00DE2D7A"/>
    <w:rsid w:val="00E91591"/>
    <w:rsid w:val="00EA429F"/>
    <w:rsid w:val="00EB4FCF"/>
    <w:rsid w:val="00EF120A"/>
    <w:rsid w:val="00EF5C39"/>
    <w:rsid w:val="00F248F4"/>
    <w:rsid w:val="00F40EB9"/>
    <w:rsid w:val="00F56A13"/>
    <w:rsid w:val="00F62B83"/>
    <w:rsid w:val="00F759E1"/>
    <w:rsid w:val="00F85F34"/>
    <w:rsid w:val="00FD7A7B"/>
    <w:rsid w:val="00F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78D5C9"/>
  <w15:chartTrackingRefBased/>
  <w15:docId w15:val="{C3F06332-B256-4A88-987E-45DE97A9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qFormat="1"/>
    <w:lsdException w:name="Signature" w:qFormat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3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2DC2"/>
    <w:rPr>
      <w:szCs w:val="20"/>
    </w:rPr>
  </w:style>
  <w:style w:type="paragraph" w:styleId="Heading1">
    <w:name w:val="heading 1"/>
    <w:basedOn w:val="Normal"/>
    <w:link w:val="Heading1Char"/>
    <w:uiPriority w:val="9"/>
    <w:semiHidden/>
    <w:unhideWhenUsed/>
    <w:qFormat/>
    <w:rsid w:val="008F62D9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243C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rsid w:val="004F243C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243C"/>
    <w:rPr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B564BC"/>
    <w:rPr>
      <w:szCs w:val="20"/>
    </w:rPr>
  </w:style>
  <w:style w:type="paragraph" w:styleId="Closing">
    <w:name w:val="Closing"/>
    <w:basedOn w:val="Normal"/>
    <w:next w:val="Normal"/>
    <w:link w:val="ClosingChar"/>
    <w:uiPriority w:val="5"/>
    <w:qFormat/>
    <w:pPr>
      <w:spacing w:after="1000"/>
    </w:pPr>
  </w:style>
  <w:style w:type="character" w:customStyle="1" w:styleId="ClosingChar">
    <w:name w:val="Closing Char"/>
    <w:basedOn w:val="DefaultParagraphFont"/>
    <w:link w:val="Closing"/>
    <w:uiPriority w:val="5"/>
    <w:rsid w:val="000C2E33"/>
    <w:rPr>
      <w:szCs w:val="20"/>
    </w:rPr>
  </w:style>
  <w:style w:type="paragraph" w:styleId="BodyText">
    <w:name w:val="Body Text"/>
    <w:basedOn w:val="Normal"/>
    <w:link w:val="BodyTextChar"/>
    <w:uiPriority w:val="99"/>
    <w:semiHidden/>
  </w:style>
  <w:style w:type="character" w:customStyle="1" w:styleId="BodyTextChar">
    <w:name w:val="Body Text Char"/>
    <w:basedOn w:val="DefaultParagraphFont"/>
    <w:link w:val="BodyText"/>
    <w:uiPriority w:val="99"/>
    <w:semiHidden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uiPriority w:val="6"/>
    <w:qFormat/>
  </w:style>
  <w:style w:type="character" w:customStyle="1" w:styleId="SignatureChar">
    <w:name w:val="Signature Char"/>
    <w:basedOn w:val="DefaultParagraphFont"/>
    <w:link w:val="Signature"/>
    <w:uiPriority w:val="6"/>
    <w:rsid w:val="000C2E33"/>
    <w:rPr>
      <w:szCs w:val="20"/>
    </w:rPr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customStyle="1" w:styleId="MailingAddress">
    <w:name w:val="Mailing Address"/>
    <w:basedOn w:val="Address"/>
    <w:next w:val="Normal"/>
    <w:uiPriority w:val="4"/>
    <w:qFormat/>
    <w:pPr>
      <w:spacing w:after="24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F243C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243C"/>
    <w:rPr>
      <w:szCs w:val="20"/>
    </w:rPr>
  </w:style>
  <w:style w:type="table" w:styleId="TableGrid">
    <w:name w:val="Table Grid"/>
    <w:basedOn w:val="TableNormal"/>
    <w:uiPriority w:val="59"/>
    <w:rsid w:val="007322C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25A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25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46425A"/>
  </w:style>
  <w:style w:type="paragraph" w:styleId="BlockText">
    <w:name w:val="Block Text"/>
    <w:basedOn w:val="Normal"/>
    <w:uiPriority w:val="99"/>
    <w:semiHidden/>
    <w:unhideWhenUsed/>
    <w:rsid w:val="004F243C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642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6425A"/>
    <w:rPr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642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642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6425A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6425A"/>
    <w:rPr>
      <w:spacing w:val="4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425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425A"/>
    <w:rPr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6425A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6425A"/>
    <w:rPr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42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425A"/>
    <w:rPr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425A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42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4F243C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F243C"/>
    <w:pPr>
      <w:spacing w:after="200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42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2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2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2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2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6425A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6425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6425A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6425A"/>
    <w:rPr>
      <w:szCs w:val="20"/>
    </w:rPr>
  </w:style>
  <w:style w:type="character" w:styleId="Emphasis">
    <w:name w:val="Emphasis"/>
    <w:basedOn w:val="DefaultParagraphFont"/>
    <w:uiPriority w:val="3"/>
    <w:qFormat/>
    <w:rsid w:val="0046425A"/>
    <w:rPr>
      <w:iCs/>
      <w:color w:val="595959" w:themeColor="text1" w:themeTint="A6"/>
    </w:rPr>
  </w:style>
  <w:style w:type="character" w:styleId="EndnoteReference">
    <w:name w:val="endnote reference"/>
    <w:basedOn w:val="DefaultParagraphFont"/>
    <w:uiPriority w:val="99"/>
    <w:semiHidden/>
    <w:unhideWhenUsed/>
    <w:rsid w:val="004642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425A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42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6425A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6425A"/>
    <w:pPr>
      <w:spacing w:after="0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46425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642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425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5A"/>
    <w:rPr>
      <w:szCs w:val="20"/>
    </w:rPr>
  </w:style>
  <w:style w:type="table" w:styleId="GridTable1Light">
    <w:name w:val="Grid Table 1 Light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46425A"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2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2D9"/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2D9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2D9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2D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2D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46425A"/>
  </w:style>
  <w:style w:type="paragraph" w:styleId="HTMLAddress">
    <w:name w:val="HTML Address"/>
    <w:basedOn w:val="Normal"/>
    <w:link w:val="HTMLAddressChar"/>
    <w:uiPriority w:val="99"/>
    <w:semiHidden/>
    <w:unhideWhenUsed/>
    <w:rsid w:val="0046425A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6425A"/>
    <w:rPr>
      <w:i/>
      <w:iCs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4642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642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425A"/>
    <w:pPr>
      <w:spacing w:after="0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42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642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6425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6425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6425A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6425A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6425A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6425A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6425A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6425A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6425A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6425A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6425A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642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F62D9"/>
    <w:rPr>
      <w:i/>
      <w:iCs/>
      <w:color w:val="365F91" w:themeColor="accent1" w:themeShade="BF"/>
    </w:rPr>
  </w:style>
  <w:style w:type="paragraph" w:styleId="IntenseQuote">
    <w:name w:val="Intense Quote"/>
    <w:basedOn w:val="Normal"/>
    <w:link w:val="IntenseQuoteChar"/>
    <w:uiPriority w:val="30"/>
    <w:semiHidden/>
    <w:unhideWhenUsed/>
    <w:qFormat/>
    <w:rsid w:val="001F6C81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6C81"/>
    <w:rPr>
      <w:i/>
      <w:iCs/>
      <w:color w:val="365F91" w:themeColor="accent1" w:themeShade="BF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F243C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6425A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46425A"/>
  </w:style>
  <w:style w:type="paragraph" w:styleId="List">
    <w:name w:val="List"/>
    <w:basedOn w:val="Normal"/>
    <w:uiPriority w:val="99"/>
    <w:semiHidden/>
    <w:unhideWhenUsed/>
    <w:rsid w:val="0046425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6425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6425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6425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6425A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46425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6425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6425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6425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6425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6425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6425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6425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6425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6425A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6425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6425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6425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6425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6425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46425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642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642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6425A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642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642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46425A"/>
    <w:pPr>
      <w:spacing w:after="0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4642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642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6425A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6425A"/>
    <w:rPr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6425A"/>
  </w:style>
  <w:style w:type="table" w:styleId="PlainTable1">
    <w:name w:val="Plain Table 1"/>
    <w:basedOn w:val="TableNormal"/>
    <w:uiPriority w:val="41"/>
    <w:rsid w:val="0046425A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6425A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6425A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46425A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6425A"/>
    <w:rPr>
      <w:rFonts w:ascii="Consolas" w:hAnsi="Consolas"/>
      <w:szCs w:val="21"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8F62D9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F62D9"/>
    <w:rPr>
      <w:i/>
      <w:iCs/>
      <w:color w:val="404040" w:themeColor="text1" w:themeTint="BF"/>
      <w:szCs w:val="20"/>
    </w:rPr>
  </w:style>
  <w:style w:type="character" w:styleId="SmartHyperlink">
    <w:name w:val="Smart Hyperlink"/>
    <w:basedOn w:val="DefaultParagraphFont"/>
    <w:uiPriority w:val="99"/>
    <w:semiHidden/>
    <w:unhideWhenUsed/>
    <w:rsid w:val="0046425A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46425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F62D9"/>
    <w:pPr>
      <w:numPr>
        <w:ilvl w:val="1"/>
      </w:numPr>
      <w:spacing w:after="160"/>
      <w:contextualSpacing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F62D9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642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642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46425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6425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642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642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642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6425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6425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6425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6425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6425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6425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6425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642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6425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6425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6425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6425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6425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6425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642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642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642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642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642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6425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6425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6425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642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642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642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64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6425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6425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6425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8F62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8F6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4642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642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642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642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642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642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642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642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642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6425A"/>
    <w:pPr>
      <w:spacing w:after="100"/>
      <w:ind w:left="176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4F243C"/>
    <w:pPr>
      <w:framePr w:wrap="around" w:vAnchor="text" w:hAnchor="text" w:y="1"/>
    </w:pPr>
  </w:style>
  <w:style w:type="character" w:styleId="UnresolvedMention">
    <w:name w:val="Unresolved Mention"/>
    <w:basedOn w:val="DefaultParagraphFont"/>
    <w:uiPriority w:val="99"/>
    <w:semiHidden/>
    <w:unhideWhenUsed/>
    <w:rsid w:val="004F243C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1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econd%20letter%20requesting%20copies%20of%20medical%20records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31928355CB44D5F9929545495F03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07F94-A95B-434E-8CAC-06538D3292AD}"/>
      </w:docPartPr>
      <w:docPartBody>
        <w:p w:rsidR="00F4000F" w:rsidRDefault="00B614B7">
          <w:pPr>
            <w:pStyle w:val="E31928355CB44D5F9929545495F03CAD"/>
          </w:pPr>
          <w:r w:rsidRPr="005933C3">
            <w:t>Street Address</w:t>
          </w:r>
        </w:p>
      </w:docPartBody>
    </w:docPart>
    <w:docPart>
      <w:docPartPr>
        <w:name w:val="4E523F782EC8499C8541ADD0F8A58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BCAC0-F6FC-479E-BF01-4BDB36D8A1AA}"/>
      </w:docPartPr>
      <w:docPartBody>
        <w:p w:rsidR="00F4000F" w:rsidRDefault="00B614B7">
          <w:pPr>
            <w:pStyle w:val="4E523F782EC8499C8541ADD0F8A5823A"/>
          </w:pPr>
          <w:r w:rsidRPr="002A38D2">
            <w:t>Date</w:t>
          </w:r>
        </w:p>
      </w:docPartBody>
    </w:docPart>
    <w:docPart>
      <w:docPartPr>
        <w:name w:val="D43274893DEF4BE786410CBAC0C50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50611-85CE-40AA-A4B8-647ED2D4D5FB}"/>
      </w:docPartPr>
      <w:docPartBody>
        <w:p w:rsidR="00F4000F" w:rsidRDefault="00B614B7">
          <w:pPr>
            <w:pStyle w:val="D43274893DEF4BE786410CBAC0C50B5A"/>
          </w:pPr>
          <w:r w:rsidRPr="005933C3">
            <w:t>Doctor Name</w:t>
          </w:r>
        </w:p>
      </w:docPartBody>
    </w:docPart>
    <w:docPart>
      <w:docPartPr>
        <w:name w:val="4693EE9FD0104104A49DACC6D321E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D01FE-A64F-4551-BE94-D2B083BCB830}"/>
      </w:docPartPr>
      <w:docPartBody>
        <w:p w:rsidR="00F4000F" w:rsidRDefault="00B614B7">
          <w:pPr>
            <w:pStyle w:val="4693EE9FD0104104A49DACC6D321E8AC"/>
          </w:pPr>
          <w:r w:rsidRPr="005933C3">
            <w:t>Medical Practice or Hospital Name</w:t>
          </w:r>
        </w:p>
      </w:docPartBody>
    </w:docPart>
    <w:docPart>
      <w:docPartPr>
        <w:name w:val="1A34927D34F04FADB4CDFA56034A0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79CB-1512-4372-9DFE-D39A248B8C58}"/>
      </w:docPartPr>
      <w:docPartBody>
        <w:p w:rsidR="00F4000F" w:rsidRDefault="00B614B7">
          <w:pPr>
            <w:pStyle w:val="1A34927D34F04FADB4CDFA56034A0BC1"/>
          </w:pPr>
          <w:r w:rsidRPr="005933C3">
            <w:t>City, ST ZIP Code</w:t>
          </w:r>
        </w:p>
      </w:docPartBody>
    </w:docPart>
    <w:docPart>
      <w:docPartPr>
        <w:name w:val="CF5D0AB2426C4A37A2B680A57824D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E5148-DD4C-4186-A386-456F9C277505}"/>
      </w:docPartPr>
      <w:docPartBody>
        <w:p w:rsidR="00F4000F" w:rsidRDefault="00B614B7">
          <w:pPr>
            <w:pStyle w:val="CF5D0AB2426C4A37A2B680A57824D684"/>
          </w:pPr>
          <w:r w:rsidRPr="005933C3">
            <w:t>RE:</w:t>
          </w:r>
        </w:p>
      </w:docPartBody>
    </w:docPart>
    <w:docPart>
      <w:docPartPr>
        <w:name w:val="F6EE7DF6ADA741E1B0A7A18E43672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C739C-E78F-43DD-80F0-4DF4000154B2}"/>
      </w:docPartPr>
      <w:docPartBody>
        <w:p w:rsidR="00F4000F" w:rsidRDefault="00B614B7">
          <w:pPr>
            <w:pStyle w:val="F6EE7DF6ADA741E1B0A7A18E436726A9"/>
          </w:pPr>
          <w:r>
            <w:t>Release of medical records for</w:t>
          </w:r>
        </w:p>
      </w:docPartBody>
    </w:docPart>
    <w:docPart>
      <w:docPartPr>
        <w:name w:val="F26F503F349E45289D91194682AD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CEE36-EDCA-4588-99C9-083D20A9B192}"/>
      </w:docPartPr>
      <w:docPartBody>
        <w:p w:rsidR="00F4000F" w:rsidRDefault="00B614B7">
          <w:pPr>
            <w:pStyle w:val="F26F503F349E45289D91194682AD3C78"/>
          </w:pPr>
          <w:r>
            <w:t>DOB</w:t>
          </w:r>
        </w:p>
      </w:docPartBody>
    </w:docPart>
    <w:docPart>
      <w:docPartPr>
        <w:name w:val="FC2572AB82F64A29AF32B09DAF7B2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C9365-2EE8-447D-AD51-888D4D283D6D}"/>
      </w:docPartPr>
      <w:docPartBody>
        <w:p w:rsidR="00F4000F" w:rsidRDefault="00B614B7">
          <w:pPr>
            <w:pStyle w:val="FC2572AB82F64A29AF32B09DAF7B2186"/>
          </w:pPr>
          <w:r w:rsidRPr="0046425A">
            <w:rPr>
              <w:rStyle w:val="Emphasis"/>
            </w:rPr>
            <w:t>date</w:t>
          </w:r>
        </w:p>
      </w:docPartBody>
    </w:docPart>
    <w:docPart>
      <w:docPartPr>
        <w:name w:val="EC2F1C4F0FB04A9AA8BE88BA50D55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8E43C-5EF3-4D5E-A931-41260B9F3AED}"/>
      </w:docPartPr>
      <w:docPartBody>
        <w:p w:rsidR="00F4000F" w:rsidRDefault="00B614B7">
          <w:pPr>
            <w:pStyle w:val="EC2F1C4F0FB04A9AA8BE88BA50D553FE"/>
          </w:pPr>
          <w:r>
            <w:t>SSN</w:t>
          </w:r>
        </w:p>
      </w:docPartBody>
    </w:docPart>
    <w:docPart>
      <w:docPartPr>
        <w:name w:val="4DFCA164F15544FE9AA9E0110E78E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22D96-279E-476A-A817-ACF9A232DDB5}"/>
      </w:docPartPr>
      <w:docPartBody>
        <w:p w:rsidR="00F4000F" w:rsidRDefault="00B614B7">
          <w:pPr>
            <w:pStyle w:val="4DFCA164F15544FE9AA9E0110E78E22B"/>
          </w:pPr>
          <w:r w:rsidRPr="0046425A">
            <w:rPr>
              <w:rStyle w:val="Emphasis"/>
            </w:rPr>
            <w:t>Social Security Number</w:t>
          </w:r>
        </w:p>
      </w:docPartBody>
    </w:docPart>
    <w:docPart>
      <w:docPartPr>
        <w:name w:val="922EBDB7C19849178F2D4CBA9E451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DA2BC-486B-4ADE-A5CE-1B6B7DE7C58D}"/>
      </w:docPartPr>
      <w:docPartBody>
        <w:p w:rsidR="00F4000F" w:rsidRDefault="00A55992" w:rsidP="00A55992">
          <w:pPr>
            <w:pStyle w:val="922EBDB7C19849178F2D4CBA9E451F6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92"/>
    <w:rsid w:val="007F7F31"/>
    <w:rsid w:val="00A55992"/>
    <w:rsid w:val="00B614B7"/>
    <w:rsid w:val="00F4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B183F3FF8349B58A530D00FAE2D82F">
    <w:name w:val="FBB183F3FF8349B58A530D00FAE2D82F"/>
  </w:style>
  <w:style w:type="paragraph" w:customStyle="1" w:styleId="E31928355CB44D5F9929545495F03CAD">
    <w:name w:val="E31928355CB44D5F9929545495F03CAD"/>
  </w:style>
  <w:style w:type="paragraph" w:customStyle="1" w:styleId="D80586CAF9C3403E8CCBAFF4C721D1E2">
    <w:name w:val="D80586CAF9C3403E8CCBAFF4C721D1E2"/>
  </w:style>
  <w:style w:type="paragraph" w:customStyle="1" w:styleId="4E523F782EC8499C8541ADD0F8A5823A">
    <w:name w:val="4E523F782EC8499C8541ADD0F8A5823A"/>
  </w:style>
  <w:style w:type="paragraph" w:customStyle="1" w:styleId="D43274893DEF4BE786410CBAC0C50B5A">
    <w:name w:val="D43274893DEF4BE786410CBAC0C50B5A"/>
  </w:style>
  <w:style w:type="paragraph" w:customStyle="1" w:styleId="4693EE9FD0104104A49DACC6D321E8AC">
    <w:name w:val="4693EE9FD0104104A49DACC6D321E8AC"/>
  </w:style>
  <w:style w:type="paragraph" w:customStyle="1" w:styleId="1A34927D34F04FADB4CDFA56034A0BC1">
    <w:name w:val="1A34927D34F04FADB4CDFA56034A0BC1"/>
  </w:style>
  <w:style w:type="paragraph" w:customStyle="1" w:styleId="CF5D0AB2426C4A37A2B680A57824D684">
    <w:name w:val="CF5D0AB2426C4A37A2B680A57824D684"/>
  </w:style>
  <w:style w:type="paragraph" w:customStyle="1" w:styleId="F6EE7DF6ADA741E1B0A7A18E436726A9">
    <w:name w:val="F6EE7DF6ADA741E1B0A7A18E436726A9"/>
  </w:style>
  <w:style w:type="paragraph" w:customStyle="1" w:styleId="745E5DFAE8E14281A3528692215300AE">
    <w:name w:val="745E5DFAE8E14281A3528692215300AE"/>
  </w:style>
  <w:style w:type="paragraph" w:customStyle="1" w:styleId="F26F503F349E45289D91194682AD3C78">
    <w:name w:val="F26F503F349E45289D91194682AD3C78"/>
  </w:style>
  <w:style w:type="character" w:styleId="Emphasis">
    <w:name w:val="Emphasis"/>
    <w:basedOn w:val="DefaultParagraphFont"/>
    <w:uiPriority w:val="3"/>
    <w:qFormat/>
    <w:rPr>
      <w:iCs/>
      <w:color w:val="595959" w:themeColor="text1" w:themeTint="A6"/>
    </w:rPr>
  </w:style>
  <w:style w:type="paragraph" w:customStyle="1" w:styleId="FC2572AB82F64A29AF32B09DAF7B2186">
    <w:name w:val="FC2572AB82F64A29AF32B09DAF7B2186"/>
  </w:style>
  <w:style w:type="paragraph" w:customStyle="1" w:styleId="EC2F1C4F0FB04A9AA8BE88BA50D553FE">
    <w:name w:val="EC2F1C4F0FB04A9AA8BE88BA50D553FE"/>
  </w:style>
  <w:style w:type="paragraph" w:customStyle="1" w:styleId="4DFCA164F15544FE9AA9E0110E78E22B">
    <w:name w:val="4DFCA164F15544FE9AA9E0110E78E22B"/>
  </w:style>
  <w:style w:type="paragraph" w:customStyle="1" w:styleId="406BAF2AA5E243B3AFFA8A547639BB73">
    <w:name w:val="406BAF2AA5E243B3AFFA8A547639BB73"/>
  </w:style>
  <w:style w:type="paragraph" w:customStyle="1" w:styleId="1DDD9141C9AC47ED937FBC3C12B62941">
    <w:name w:val="1DDD9141C9AC47ED937FBC3C12B62941"/>
  </w:style>
  <w:style w:type="paragraph" w:customStyle="1" w:styleId="BE23D4E0CA2C4D49AE3144AB941E7E3A">
    <w:name w:val="BE23D4E0CA2C4D49AE3144AB941E7E3A"/>
  </w:style>
  <w:style w:type="paragraph" w:customStyle="1" w:styleId="8A6C4DD353794817A31BEC47C1D3DDB0">
    <w:name w:val="8A6C4DD353794817A31BEC47C1D3DDB0"/>
  </w:style>
  <w:style w:type="paragraph" w:customStyle="1" w:styleId="C35F9CEFEC214B8CAEA3AF17305D0853">
    <w:name w:val="C35F9CEFEC214B8CAEA3AF17305D0853"/>
  </w:style>
  <w:style w:type="paragraph" w:customStyle="1" w:styleId="D97A8013A4DE4056BB2BD9DAF585A9A1">
    <w:name w:val="D97A8013A4DE4056BB2BD9DAF585A9A1"/>
  </w:style>
  <w:style w:type="paragraph" w:customStyle="1" w:styleId="BCEC70F6C5AB4643B1CA00E70207D3D3">
    <w:name w:val="BCEC70F6C5AB4643B1CA00E70207D3D3"/>
  </w:style>
  <w:style w:type="paragraph" w:customStyle="1" w:styleId="7999459E479541648CC064D6A5B2C0A1">
    <w:name w:val="7999459E479541648CC064D6A5B2C0A1"/>
  </w:style>
  <w:style w:type="paragraph" w:customStyle="1" w:styleId="9B45F2BAFBAD4B6B92548A1C9A08A397">
    <w:name w:val="9B45F2BAFBAD4B6B92548A1C9A08A397"/>
  </w:style>
  <w:style w:type="paragraph" w:customStyle="1" w:styleId="DC01F5E8D6944DA0B00F226885B849E0">
    <w:name w:val="DC01F5E8D6944DA0B00F226885B849E0"/>
  </w:style>
  <w:style w:type="paragraph" w:customStyle="1" w:styleId="E0507087095E4A63B65A5791DAF7BBDB">
    <w:name w:val="E0507087095E4A63B65A5791DAF7BBDB"/>
  </w:style>
  <w:style w:type="paragraph" w:customStyle="1" w:styleId="F2CA9E347EC4482EA9101087CF51F5CD">
    <w:name w:val="F2CA9E347EC4482EA9101087CF51F5CD"/>
  </w:style>
  <w:style w:type="paragraph" w:customStyle="1" w:styleId="6BAC005FB66A4B88B6D81D42E282998F">
    <w:name w:val="6BAC005FB66A4B88B6D81D42E282998F"/>
  </w:style>
  <w:style w:type="paragraph" w:customStyle="1" w:styleId="E7A6C79C631C447DA3235758BF54BE20">
    <w:name w:val="E7A6C79C631C447DA3235758BF54BE20"/>
  </w:style>
  <w:style w:type="paragraph" w:customStyle="1" w:styleId="2B7AC1F303B942FA9B98160F1DB641FD">
    <w:name w:val="2B7AC1F303B942FA9B98160F1DB641FD"/>
  </w:style>
  <w:style w:type="paragraph" w:customStyle="1" w:styleId="65137C200CE44443BBD95342B99106F7">
    <w:name w:val="65137C200CE44443BBD95342B99106F7"/>
  </w:style>
  <w:style w:type="paragraph" w:customStyle="1" w:styleId="955E6A0171F2464381E87B0621379B13">
    <w:name w:val="955E6A0171F2464381E87B0621379B13"/>
  </w:style>
  <w:style w:type="paragraph" w:customStyle="1" w:styleId="65CCC4BB611F446EA69098D5B12BF352">
    <w:name w:val="65CCC4BB611F446EA69098D5B12BF352"/>
  </w:style>
  <w:style w:type="paragraph" w:customStyle="1" w:styleId="787C7CCBFB3C425F9443BCB90C52F86B">
    <w:name w:val="787C7CCBFB3C425F9443BCB90C52F86B"/>
  </w:style>
  <w:style w:type="paragraph" w:customStyle="1" w:styleId="7A5AA0C586084AD48DD88E1C29551291">
    <w:name w:val="7A5AA0C586084AD48DD88E1C29551291"/>
  </w:style>
  <w:style w:type="paragraph" w:customStyle="1" w:styleId="166E6D1D6AEB4063B95453219BC09B70">
    <w:name w:val="166E6D1D6AEB4063B95453219BC09B70"/>
  </w:style>
  <w:style w:type="paragraph" w:customStyle="1" w:styleId="75075DE8142149DA86A91AB2390A4A7E">
    <w:name w:val="75075DE8142149DA86A91AB2390A4A7E"/>
  </w:style>
  <w:style w:type="paragraph" w:customStyle="1" w:styleId="922EBDB7C19849178F2D4CBA9E451F66">
    <w:name w:val="922EBDB7C19849178F2D4CBA9E451F66"/>
    <w:rsid w:val="00A559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 letter requesting copies of medical records(2).dotx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2019-04-03T10:04:00Z</dcterms:created>
  <dcterms:modified xsi:type="dcterms:W3CDTF">2019-04-03T10:05:00Z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f42aa342-8706-4288-bd11-ebb85995028c_Enabled">
    <vt:lpwstr>True</vt:lpwstr>
  </property>
  <property fmtid="{D5CDD505-2E9C-101B-9397-08002B2CF9AE}" pid="9" name="MSIP_Label_f42aa342-8706-4288-bd11-ebb85995028c_SiteId">
    <vt:lpwstr>72f988bf-86f1-41af-91ab-2d7cd011db47</vt:lpwstr>
  </property>
  <property fmtid="{D5CDD505-2E9C-101B-9397-08002B2CF9AE}" pid="10" name="MSIP_Label_f42aa342-8706-4288-bd11-ebb85995028c_Owner">
    <vt:lpwstr>v-asharm@microsoft.com</vt:lpwstr>
  </property>
  <property fmtid="{D5CDD505-2E9C-101B-9397-08002B2CF9AE}" pid="11" name="MSIP_Label_f42aa342-8706-4288-bd11-ebb85995028c_SetDate">
    <vt:lpwstr>2017-11-22T06:44:56.2244545Z</vt:lpwstr>
  </property>
  <property fmtid="{D5CDD505-2E9C-101B-9397-08002B2CF9AE}" pid="12" name="MSIP_Label_f42aa342-8706-4288-bd11-ebb85995028c_Name">
    <vt:lpwstr>General</vt:lpwstr>
  </property>
  <property fmtid="{D5CDD505-2E9C-101B-9397-08002B2CF9AE}" pid="13" name="MSIP_Label_f42aa342-8706-4288-bd11-ebb85995028c_Application">
    <vt:lpwstr>Microsoft Azure Information Protection</vt:lpwstr>
  </property>
  <property fmtid="{D5CDD505-2E9C-101B-9397-08002B2CF9AE}" pid="14" name="MSIP_Label_f42aa342-8706-4288-bd11-ebb85995028c_Extended_MSFT_Method">
    <vt:lpwstr>Automatic</vt:lpwstr>
  </property>
  <property fmtid="{D5CDD505-2E9C-101B-9397-08002B2CF9AE}" pid="15" name="Sensitivity">
    <vt:lpwstr>General</vt:lpwstr>
  </property>
</Properties>
</file>