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694" w:type="dxa"/>
        <w:jc w:val="center"/>
        <w:tblCellMar>
          <w:left w:w="0" w:type="dxa"/>
          <w:right w:w="0" w:type="dxa"/>
        </w:tblCellMar>
        <w:tblLook w:val="0620" w:firstRow="1" w:lastRow="0" w:firstColumn="0" w:lastColumn="0" w:noHBand="1" w:noVBand="1"/>
        <w:tblDescription w:val="Layout table to enter Name and Address in 30 gift labels per page - when information is entered in one label, it automatically updates in all the rest"/>
      </w:tblPr>
      <w:tblGrid>
        <w:gridCol w:w="3946"/>
        <w:gridCol w:w="3788"/>
        <w:gridCol w:w="3960"/>
      </w:tblGrid>
      <w:tr w:rsidR="000C4452" w:rsidRPr="00647D6A" w:rsidTr="00FB35FE">
        <w:trPr>
          <w:cantSplit/>
          <w:trHeight w:hRule="exact" w:val="1440"/>
          <w:jc w:val="center"/>
        </w:trPr>
        <w:tc>
          <w:tcPr>
            <w:tcW w:w="3946" w:type="dxa"/>
            <w:tcMar>
              <w:right w:w="173" w:type="dxa"/>
            </w:tcMar>
            <w:vAlign w:val="center"/>
          </w:tcPr>
          <w:sdt>
            <w:sdtPr>
              <w:alias w:val="Enter your name:"/>
              <w:tag w:val="Enter your name:"/>
              <w:id w:val="934025628"/>
              <w:placeholder>
                <w:docPart w:val="63A5435BBC4C473182FADC70F9013A28"/>
              </w:placeholder>
              <w:showingPlcHdr/>
              <w:dataBinding w:prefixMappings="xmlns:ns0='http://schemas.openxmlformats.org/officeDocument/2006/extended-properties' " w:xpath="/ns0:Properties[1]/ns0:Company[1]" w:storeItemID="{6668398D-A668-4E3E-A5EB-62B293D839F1}"/>
              <w15:appearance w15:val="hidden"/>
              <w:text w:multiLine="1"/>
            </w:sdtPr>
            <w:sdtEndPr/>
            <w:sdtContent>
              <w:p w:rsidR="000C4452" w:rsidRPr="00647D6A" w:rsidRDefault="000C4452" w:rsidP="0059209B">
                <w:r w:rsidRPr="00647D6A">
                  <w:t>Name</w:t>
                </w:r>
              </w:p>
            </w:sdtContent>
          </w:sdt>
          <w:sdt>
            <w:sdtPr>
              <w:alias w:val="Enter street address:"/>
              <w:tag w:val="Enter street address:"/>
              <w:id w:val="112027027"/>
              <w:placeholder>
                <w:docPart w:val="B2B08248DE9E403E93F9E99D763D5142"/>
              </w:placeholder>
              <w:showingPlcHdr/>
              <w:dataBinding w:prefixMappings="xmlns:ns0='http://schemas.microsoft.com/office/2006/coverPageProps' " w:xpath="/ns0:CoverPageProperties[1]/ns0:CompanyAddress[1]" w:storeItemID="{55AF091B-3C7A-41E3-B477-F2FDAA23CFDA}"/>
              <w15:appearance w15:val="hidden"/>
              <w:text w:multiLine="1"/>
            </w:sdtPr>
            <w:sdtEndPr/>
            <w:sdtContent>
              <w:p w:rsidR="000C4452" w:rsidRDefault="000C4452" w:rsidP="0059209B">
                <w:r w:rsidRPr="00647D6A">
                  <w:t>Street Address</w:t>
                </w:r>
              </w:p>
            </w:sdtContent>
          </w:sdt>
          <w:sdt>
            <w:sdtPr>
              <w:alias w:val="Enter address 2:"/>
              <w:tag w:val="Enter address 2:"/>
              <w:id w:val="2054498042"/>
              <w:placeholder>
                <w:docPart w:val="3546AFE573CF46038D94C3FC63EE4B21"/>
              </w:placeholder>
              <w:showingPlcHdr/>
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<w15:appearance w15:val="hidden"/>
              <w:text w:multiLine="1"/>
            </w:sdtPr>
            <w:sdtEndPr/>
            <w:sdtContent>
              <w:p w:rsidR="0059209B" w:rsidRDefault="0059209B" w:rsidP="0059209B">
                <w:r w:rsidRPr="00647D6A">
                  <w:t>Address 2</w:t>
                </w:r>
              </w:p>
            </w:sdtContent>
          </w:sdt>
          <w:sdt>
            <w:sdtPr>
              <w:alias w:val="Enter City, ST ZIP Code:"/>
              <w:tag w:val="Enter City, ST ZIP Code:"/>
              <w:id w:val="-1421326197"/>
              <w:placeholder>
                <w:docPart w:val="52C9D9ECFCB34388B9DC614D20358E80"/>
              </w:placeholder>
              <w:showingPlcHdr/>
  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  <w15:appearance w15:val="hidden"/>
              <w:text/>
            </w:sdtPr>
            <w:sdtEndPr/>
            <w:sdtContent>
              <w:p w:rsidR="0059209B" w:rsidRPr="00647D6A" w:rsidRDefault="0059209B" w:rsidP="0059209B">
                <w:r w:rsidRPr="00647D6A">
                  <w:t>City, ST ZIP Code</w:t>
                </w:r>
              </w:p>
            </w:sdtContent>
          </w:sdt>
        </w:tc>
        <w:tc>
          <w:tcPr>
            <w:tcW w:w="3788" w:type="dxa"/>
            <w:vAlign w:val="center"/>
          </w:tcPr>
          <w:sdt>
            <w:sdtPr>
              <w:alias w:val="Your name:"/>
              <w:tag w:val="Your name:"/>
              <w:id w:val="-1765452821"/>
              <w:placeholder>
                <w:docPart w:val="63A5435BBC4C473182FADC70F9013A28"/>
              </w:placeholder>
              <w:showingPlcHdr/>
              <w:dataBinding w:prefixMappings="xmlns:ns0='http://schemas.openxmlformats.org/officeDocument/2006/extended-properties' " w:xpath="/ns0:Properties[1]/ns0:Company[1]" w:storeItemID="{6668398D-A668-4E3E-A5EB-62B293D839F1}"/>
              <w15:appearance w15:val="hidden"/>
              <w:text w:multiLine="1"/>
            </w:sdtPr>
            <w:sdtEndPr/>
            <w:sdtContent>
              <w:p w:rsidR="000C4452" w:rsidRPr="00647D6A" w:rsidRDefault="00A11400" w:rsidP="0059209B">
                <w:r w:rsidRPr="00647D6A">
                  <w:t>Name</w:t>
                </w:r>
              </w:p>
            </w:sdtContent>
          </w:sdt>
          <w:sdt>
            <w:sdtPr>
              <w:alias w:val="Street address:"/>
              <w:tag w:val="Street address:"/>
              <w:id w:val="-1078978209"/>
              <w:placeholder>
                <w:docPart w:val="B2B08248DE9E403E93F9E99D763D5142"/>
              </w:placeholder>
              <w:showingPlcHdr/>
              <w:dataBinding w:prefixMappings="xmlns:ns0='http://schemas.microsoft.com/office/2006/coverPageProps' " w:xpath="/ns0:CoverPageProperties[1]/ns0:CompanyAddress[1]" w:storeItemID="{55AF091B-3C7A-41E3-B477-F2FDAA23CFDA}"/>
              <w15:appearance w15:val="hidden"/>
              <w:text w:multiLine="1"/>
            </w:sdtPr>
            <w:sdtEndPr/>
            <w:sdtContent>
              <w:p w:rsidR="000C4452" w:rsidRDefault="00A11400" w:rsidP="0059209B">
                <w:r w:rsidRPr="00647D6A">
                  <w:t>Street Address</w:t>
                </w:r>
              </w:p>
            </w:sdtContent>
          </w:sdt>
          <w:sdt>
            <w:sdtPr>
              <w:alias w:val="Address 2:"/>
              <w:tag w:val="Address 2:"/>
              <w:id w:val="461540852"/>
              <w:placeholder>
                <w:docPart w:val="BC8594A19D774D40BB8BDB20A90613D8"/>
              </w:placeholder>
              <w:showingPlcHdr/>
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<w15:appearance w15:val="hidden"/>
              <w:text w:multiLine="1"/>
            </w:sdtPr>
            <w:sdtEndPr/>
            <w:sdtContent>
              <w:p w:rsidR="0059209B" w:rsidRDefault="0059209B" w:rsidP="0059209B">
                <w:r w:rsidRPr="00647D6A">
                  <w:t>Address 2</w:t>
                </w:r>
              </w:p>
            </w:sdtContent>
          </w:sdt>
          <w:sdt>
            <w:sdtPr>
              <w:alias w:val="City, ST ZIP Code:"/>
              <w:tag w:val="City, ST ZIP Code:"/>
              <w:id w:val="581030531"/>
              <w:placeholder>
                <w:docPart w:val="B48A01D9E7A34A2DA0035E24856EDCEC"/>
              </w:placeholder>
              <w:showingPlcHdr/>
  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  <w15:appearance w15:val="hidden"/>
              <w:text/>
            </w:sdtPr>
            <w:sdtEndPr/>
            <w:sdtContent>
              <w:p w:rsidR="0059209B" w:rsidRPr="00647D6A" w:rsidRDefault="0059209B" w:rsidP="0059209B">
                <w:r w:rsidRPr="00647D6A">
                  <w:t>City, ST ZIP Code</w:t>
                </w:r>
              </w:p>
            </w:sdtContent>
          </w:sdt>
        </w:tc>
        <w:tc>
          <w:tcPr>
            <w:tcW w:w="3960" w:type="dxa"/>
            <w:tcMar>
              <w:left w:w="173" w:type="dxa"/>
            </w:tcMar>
            <w:vAlign w:val="center"/>
          </w:tcPr>
          <w:sdt>
            <w:sdtPr>
              <w:alias w:val="Your name:"/>
              <w:tag w:val="Your name:"/>
              <w:id w:val="-1903368135"/>
              <w:placeholder>
                <w:docPart w:val="A849A0172C5E498FBC6A4019421DBED7"/>
              </w:placeholder>
              <w:showingPlcHdr/>
              <w:dataBinding w:prefixMappings="xmlns:ns0='http://schemas.openxmlformats.org/officeDocument/2006/extended-properties' " w:xpath="/ns0:Properties[1]/ns0:Company[1]" w:storeItemID="{6668398D-A668-4E3E-A5EB-62B293D839F1}"/>
              <w15:appearance w15:val="hidden"/>
              <w:text w:multiLine="1"/>
            </w:sdtPr>
            <w:sdtEndPr/>
            <w:sdtContent>
              <w:p w:rsidR="0059209B" w:rsidRPr="0059209B" w:rsidRDefault="0059209B" w:rsidP="0059209B">
                <w:r w:rsidRPr="0059209B">
                  <w:t>Name</w:t>
                </w:r>
              </w:p>
            </w:sdtContent>
          </w:sdt>
          <w:sdt>
            <w:sdtPr>
              <w:alias w:val="Street address:"/>
              <w:tag w:val="Street address:"/>
              <w:id w:val="1014577459"/>
              <w:placeholder>
                <w:docPart w:val="298A9B6526574D03A9525F0F26FE2C82"/>
              </w:placeholder>
              <w:showingPlcHdr/>
              <w:dataBinding w:prefixMappings="xmlns:ns0='http://schemas.microsoft.com/office/2006/coverPageProps' " w:xpath="/ns0:CoverPageProperties[1]/ns0:CompanyAddress[1]" w:storeItemID="{55AF091B-3C7A-41E3-B477-F2FDAA23CFDA}"/>
              <w15:appearance w15:val="hidden"/>
              <w:text w:multiLine="1"/>
            </w:sdtPr>
            <w:sdtEndPr/>
            <w:sdtContent>
              <w:p w:rsidR="0059209B" w:rsidRPr="0059209B" w:rsidRDefault="0059209B" w:rsidP="0059209B">
                <w:r w:rsidRPr="0059209B">
                  <w:t>Street Address</w:t>
                </w:r>
              </w:p>
            </w:sdtContent>
          </w:sdt>
          <w:sdt>
            <w:sdtPr>
              <w:alias w:val="Address 2:"/>
              <w:tag w:val="Address 2:"/>
              <w:id w:val="-1235001450"/>
              <w:placeholder>
                <w:docPart w:val="80BAAE8801504DFABAF10EDB8757A163"/>
              </w:placeholder>
              <w:showingPlcHdr/>
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<w15:appearance w15:val="hidden"/>
              <w:text w:multiLine="1"/>
            </w:sdtPr>
            <w:sdtEndPr/>
            <w:sdtContent>
              <w:p w:rsidR="0059209B" w:rsidRPr="0059209B" w:rsidRDefault="0059209B" w:rsidP="0059209B">
                <w:r w:rsidRPr="0059209B">
                  <w:t>Address 2</w:t>
                </w:r>
              </w:p>
            </w:sdtContent>
          </w:sdt>
          <w:sdt>
            <w:sdtPr>
              <w:alias w:val="City, ST ZIP Code:"/>
              <w:tag w:val="City, ST ZIP Code:"/>
              <w:id w:val="1343350946"/>
              <w:placeholder>
                <w:docPart w:val="48BDAD1B030440509223BE661E951D18"/>
              </w:placeholder>
              <w:showingPlcHdr/>
  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  <w15:appearance w15:val="hidden"/>
              <w:text/>
            </w:sdtPr>
            <w:sdtEndPr/>
            <w:sdtContent>
              <w:p w:rsidR="000C4452" w:rsidRPr="00647D6A" w:rsidRDefault="0059209B" w:rsidP="0059209B">
                <w:r w:rsidRPr="0059209B">
                  <w:t>City, ST ZIP Code</w:t>
                </w:r>
              </w:p>
            </w:sdtContent>
          </w:sdt>
        </w:tc>
      </w:tr>
      <w:tr w:rsidR="000C4452" w:rsidRPr="00647D6A" w:rsidTr="00FB35FE">
        <w:trPr>
          <w:cantSplit/>
          <w:trHeight w:hRule="exact" w:val="1440"/>
          <w:jc w:val="center"/>
        </w:trPr>
        <w:tc>
          <w:tcPr>
            <w:tcW w:w="3946" w:type="dxa"/>
            <w:tcMar>
              <w:right w:w="173" w:type="dxa"/>
            </w:tcMar>
            <w:vAlign w:val="center"/>
          </w:tcPr>
          <w:sdt>
            <w:sdtPr>
              <w:alias w:val="Your name:"/>
              <w:tag w:val="Your name:"/>
              <w:id w:val="-239328690"/>
              <w:placeholder>
                <w:docPart w:val="D393BAB47C61470C89E8FE9E5EC248C2"/>
              </w:placeholder>
              <w:showingPlcHdr/>
              <w:dataBinding w:prefixMappings="xmlns:ns0='http://schemas.openxmlformats.org/officeDocument/2006/extended-properties' " w:xpath="/ns0:Properties[1]/ns0:Company[1]" w:storeItemID="{6668398D-A668-4E3E-A5EB-62B293D839F1}"/>
              <w15:appearance w15:val="hidden"/>
              <w:text w:multiLine="1"/>
            </w:sdtPr>
            <w:sdtEndPr/>
            <w:sdtContent>
              <w:p w:rsidR="0059209B" w:rsidRPr="0059209B" w:rsidRDefault="0059209B" w:rsidP="0059209B">
                <w:pPr>
                  <w:pStyle w:val="NormalIndent"/>
                </w:pPr>
                <w:r w:rsidRPr="0059209B">
                  <w:t>Name</w:t>
                </w:r>
              </w:p>
            </w:sdtContent>
          </w:sdt>
          <w:sdt>
            <w:sdtPr>
              <w:alias w:val="Street address:"/>
              <w:tag w:val="Street address:"/>
              <w:id w:val="1413344814"/>
              <w:placeholder>
                <w:docPart w:val="75C56027026C44609E921887DDCBC78D"/>
              </w:placeholder>
              <w:showingPlcHdr/>
              <w:dataBinding w:prefixMappings="xmlns:ns0='http://schemas.microsoft.com/office/2006/coverPageProps' " w:xpath="/ns0:CoverPageProperties[1]/ns0:CompanyAddress[1]" w:storeItemID="{55AF091B-3C7A-41E3-B477-F2FDAA23CFDA}"/>
              <w15:appearance w15:val="hidden"/>
              <w:text w:multiLine="1"/>
            </w:sdtPr>
            <w:sdtEndPr/>
            <w:sdtContent>
              <w:p w:rsidR="0059209B" w:rsidRPr="0059209B" w:rsidRDefault="0059209B" w:rsidP="0059209B">
                <w:pPr>
                  <w:pStyle w:val="NormalIndent"/>
                </w:pPr>
                <w:r w:rsidRPr="0059209B">
                  <w:t>Street Address</w:t>
                </w:r>
              </w:p>
            </w:sdtContent>
          </w:sdt>
          <w:sdt>
            <w:sdtPr>
              <w:alias w:val="Address 2:"/>
              <w:tag w:val="Address 2:"/>
              <w:id w:val="-939216017"/>
              <w:placeholder>
                <w:docPart w:val="D041576F6AA1418DBC7250C878CF01E7"/>
              </w:placeholder>
              <w:showingPlcHdr/>
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<w15:appearance w15:val="hidden"/>
              <w:text w:multiLine="1"/>
            </w:sdtPr>
            <w:sdtEndPr/>
            <w:sdtContent>
              <w:p w:rsidR="0059209B" w:rsidRPr="0059209B" w:rsidRDefault="0059209B" w:rsidP="0059209B">
                <w:pPr>
                  <w:pStyle w:val="NormalIndent"/>
                </w:pPr>
                <w:r w:rsidRPr="0059209B">
                  <w:t>Address 2</w:t>
                </w:r>
              </w:p>
            </w:sdtContent>
          </w:sdt>
          <w:sdt>
            <w:sdtPr>
              <w:alias w:val="City, ST ZIP Code:"/>
              <w:tag w:val="City, ST ZIP Code:"/>
              <w:id w:val="268519817"/>
              <w:placeholder>
                <w:docPart w:val="EB67AB6F819649D692C67284B71831C1"/>
              </w:placeholder>
              <w:showingPlcHdr/>
  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  <w15:appearance w15:val="hidden"/>
              <w:text/>
            </w:sdtPr>
            <w:sdtEndPr/>
            <w:sdtContent>
              <w:p w:rsidR="000C4452" w:rsidRPr="00647D6A" w:rsidRDefault="0059209B" w:rsidP="0059209B">
                <w:pPr>
                  <w:pStyle w:val="NormalIndent"/>
                </w:pPr>
                <w:r w:rsidRPr="0059209B">
                  <w:t>City, ST ZIP Code</w:t>
                </w:r>
              </w:p>
            </w:sdtContent>
          </w:sdt>
        </w:tc>
        <w:tc>
          <w:tcPr>
            <w:tcW w:w="3788" w:type="dxa"/>
            <w:vAlign w:val="center"/>
          </w:tcPr>
          <w:sdt>
            <w:sdtPr>
              <w:alias w:val="Your name:"/>
              <w:tag w:val="Your name:"/>
              <w:id w:val="2131125912"/>
              <w:placeholder>
                <w:docPart w:val="7648E29990DF4192BB1445B47087880F"/>
              </w:placeholder>
              <w:showingPlcHdr/>
              <w:dataBinding w:prefixMappings="xmlns:ns0='http://schemas.openxmlformats.org/officeDocument/2006/extended-properties' " w:xpath="/ns0:Properties[1]/ns0:Company[1]" w:storeItemID="{6668398D-A668-4E3E-A5EB-62B293D839F1}"/>
              <w15:appearance w15:val="hidden"/>
              <w:text w:multiLine="1"/>
            </w:sdtPr>
            <w:sdtEndPr/>
            <w:sdtContent>
              <w:p w:rsidR="0059209B" w:rsidRPr="0059209B" w:rsidRDefault="0059209B" w:rsidP="0059209B">
                <w:pPr>
                  <w:pStyle w:val="NormalIndent"/>
                </w:pPr>
                <w:r w:rsidRPr="0059209B">
                  <w:t>Name</w:t>
                </w:r>
              </w:p>
            </w:sdtContent>
          </w:sdt>
          <w:sdt>
            <w:sdtPr>
              <w:alias w:val="Street address:"/>
              <w:tag w:val="Street address:"/>
              <w:id w:val="1031079530"/>
              <w:placeholder>
                <w:docPart w:val="CD4DFCB0CEE24BB1B440C0237AD8BC32"/>
              </w:placeholder>
              <w:showingPlcHdr/>
              <w:dataBinding w:prefixMappings="xmlns:ns0='http://schemas.microsoft.com/office/2006/coverPageProps' " w:xpath="/ns0:CoverPageProperties[1]/ns0:CompanyAddress[1]" w:storeItemID="{55AF091B-3C7A-41E3-B477-F2FDAA23CFDA}"/>
              <w15:appearance w15:val="hidden"/>
              <w:text w:multiLine="1"/>
            </w:sdtPr>
            <w:sdtEndPr/>
            <w:sdtContent>
              <w:p w:rsidR="0059209B" w:rsidRPr="0059209B" w:rsidRDefault="0059209B" w:rsidP="0059209B">
                <w:pPr>
                  <w:pStyle w:val="NormalIndent"/>
                </w:pPr>
                <w:r w:rsidRPr="0059209B">
                  <w:t>Street Address</w:t>
                </w:r>
              </w:p>
            </w:sdtContent>
          </w:sdt>
          <w:sdt>
            <w:sdtPr>
              <w:alias w:val="Address 2:"/>
              <w:tag w:val="Address 2:"/>
              <w:id w:val="1306742607"/>
              <w:placeholder>
                <w:docPart w:val="1F09A72AF7B744C48438D9A061366CB6"/>
              </w:placeholder>
              <w:showingPlcHdr/>
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<w15:appearance w15:val="hidden"/>
              <w:text w:multiLine="1"/>
            </w:sdtPr>
            <w:sdtEndPr/>
            <w:sdtContent>
              <w:p w:rsidR="0059209B" w:rsidRPr="0059209B" w:rsidRDefault="0059209B" w:rsidP="0059209B">
                <w:pPr>
                  <w:pStyle w:val="NormalIndent"/>
                </w:pPr>
                <w:r w:rsidRPr="0059209B">
                  <w:t>Address 2</w:t>
                </w:r>
              </w:p>
            </w:sdtContent>
          </w:sdt>
          <w:sdt>
            <w:sdtPr>
              <w:alias w:val="City, ST ZIP Code:"/>
              <w:tag w:val="City, ST ZIP Code:"/>
              <w:id w:val="-788587048"/>
              <w:placeholder>
                <w:docPart w:val="399545D39E674D49B6F7DBD77321A4EF"/>
              </w:placeholder>
              <w:showingPlcHdr/>
  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  <w15:appearance w15:val="hidden"/>
              <w:text/>
            </w:sdtPr>
            <w:sdtEndPr/>
            <w:sdtContent>
              <w:p w:rsidR="000C4452" w:rsidRPr="00647D6A" w:rsidRDefault="0059209B" w:rsidP="0059209B">
                <w:pPr>
                  <w:pStyle w:val="NormalIndent"/>
                </w:pPr>
                <w:r w:rsidRPr="0059209B">
                  <w:t>City, ST ZIP Code</w:t>
                </w:r>
              </w:p>
            </w:sdtContent>
          </w:sdt>
        </w:tc>
        <w:tc>
          <w:tcPr>
            <w:tcW w:w="3960" w:type="dxa"/>
            <w:tcMar>
              <w:left w:w="173" w:type="dxa"/>
            </w:tcMar>
            <w:vAlign w:val="center"/>
          </w:tcPr>
          <w:sdt>
            <w:sdtPr>
              <w:alias w:val="Your name:"/>
              <w:tag w:val="Your name:"/>
              <w:id w:val="-1528717331"/>
              <w:placeholder>
                <w:docPart w:val="8F25A35BA41F45CAA471009AFC0799A8"/>
              </w:placeholder>
              <w:showingPlcHdr/>
              <w:dataBinding w:prefixMappings="xmlns:ns0='http://schemas.openxmlformats.org/officeDocument/2006/extended-properties' " w:xpath="/ns0:Properties[1]/ns0:Company[1]" w:storeItemID="{6668398D-A668-4E3E-A5EB-62B293D839F1}"/>
              <w15:appearance w15:val="hidden"/>
              <w:text w:multiLine="1"/>
            </w:sdtPr>
            <w:sdtEndPr/>
            <w:sdtContent>
              <w:p w:rsidR="0059209B" w:rsidRPr="0059209B" w:rsidRDefault="0059209B" w:rsidP="0059209B">
                <w:pPr>
                  <w:pStyle w:val="NormalIndent"/>
                </w:pPr>
                <w:r w:rsidRPr="0059209B">
                  <w:t>Name</w:t>
                </w:r>
              </w:p>
            </w:sdtContent>
          </w:sdt>
          <w:sdt>
            <w:sdtPr>
              <w:alias w:val="Street address:"/>
              <w:tag w:val="Street address:"/>
              <w:id w:val="-1214270441"/>
              <w:placeholder>
                <w:docPart w:val="BE67B4760FC94EE6B9CBA9C220735F00"/>
              </w:placeholder>
              <w:showingPlcHdr/>
              <w:dataBinding w:prefixMappings="xmlns:ns0='http://schemas.microsoft.com/office/2006/coverPageProps' " w:xpath="/ns0:CoverPageProperties[1]/ns0:CompanyAddress[1]" w:storeItemID="{55AF091B-3C7A-41E3-B477-F2FDAA23CFDA}"/>
              <w15:appearance w15:val="hidden"/>
              <w:text w:multiLine="1"/>
            </w:sdtPr>
            <w:sdtEndPr/>
            <w:sdtContent>
              <w:p w:rsidR="0059209B" w:rsidRPr="0059209B" w:rsidRDefault="0059209B" w:rsidP="0059209B">
                <w:pPr>
                  <w:pStyle w:val="NormalIndent"/>
                </w:pPr>
                <w:r w:rsidRPr="0059209B">
                  <w:t>Street Address</w:t>
                </w:r>
              </w:p>
            </w:sdtContent>
          </w:sdt>
          <w:sdt>
            <w:sdtPr>
              <w:alias w:val="Address 2:"/>
              <w:tag w:val="Address 2:"/>
              <w:id w:val="1248307775"/>
              <w:placeholder>
                <w:docPart w:val="3413C7C055A6413BA1B7A180FDDAA7CC"/>
              </w:placeholder>
              <w:showingPlcHdr/>
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<w15:appearance w15:val="hidden"/>
              <w:text w:multiLine="1"/>
            </w:sdtPr>
            <w:sdtEndPr/>
            <w:sdtContent>
              <w:p w:rsidR="0059209B" w:rsidRPr="0059209B" w:rsidRDefault="0059209B" w:rsidP="0059209B">
                <w:pPr>
                  <w:pStyle w:val="NormalIndent"/>
                </w:pPr>
                <w:r w:rsidRPr="0059209B">
                  <w:t>Address 2</w:t>
                </w:r>
              </w:p>
            </w:sdtContent>
          </w:sdt>
          <w:sdt>
            <w:sdtPr>
              <w:alias w:val="City, ST ZIP Code:"/>
              <w:tag w:val="City, ST ZIP Code:"/>
              <w:id w:val="-1999648877"/>
              <w:placeholder>
                <w:docPart w:val="6061E8708AB0446281296BAB7E7129AA"/>
              </w:placeholder>
              <w:showingPlcHdr/>
  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  <w15:appearance w15:val="hidden"/>
              <w:text/>
            </w:sdtPr>
            <w:sdtEndPr/>
            <w:sdtContent>
              <w:p w:rsidR="000C4452" w:rsidRPr="00647D6A" w:rsidRDefault="0059209B" w:rsidP="0059209B">
                <w:pPr>
                  <w:pStyle w:val="NormalIndent"/>
                </w:pPr>
                <w:r w:rsidRPr="0059209B">
                  <w:t>City, ST ZIP Code</w:t>
                </w:r>
              </w:p>
            </w:sdtContent>
          </w:sdt>
        </w:tc>
      </w:tr>
      <w:tr w:rsidR="000C4452" w:rsidRPr="00647D6A" w:rsidTr="00FB35FE">
        <w:trPr>
          <w:cantSplit/>
          <w:trHeight w:hRule="exact" w:val="1440"/>
          <w:jc w:val="center"/>
        </w:trPr>
        <w:tc>
          <w:tcPr>
            <w:tcW w:w="3946" w:type="dxa"/>
            <w:tcMar>
              <w:right w:w="173" w:type="dxa"/>
            </w:tcMar>
            <w:vAlign w:val="center"/>
          </w:tcPr>
          <w:sdt>
            <w:sdtPr>
              <w:alias w:val="Your name:"/>
              <w:tag w:val="Your name:"/>
              <w:id w:val="-1402218845"/>
              <w:placeholder>
                <w:docPart w:val="1BBF9F0446D24CDF8FBAEADB4F23B7EC"/>
              </w:placeholder>
              <w:showingPlcHdr/>
              <w:dataBinding w:prefixMappings="xmlns:ns0='http://schemas.openxmlformats.org/officeDocument/2006/extended-properties' " w:xpath="/ns0:Properties[1]/ns0:Company[1]" w:storeItemID="{6668398D-A668-4E3E-A5EB-62B293D839F1}"/>
              <w15:appearance w15:val="hidden"/>
              <w:text w:multiLine="1"/>
            </w:sdtPr>
            <w:sdtEndPr/>
            <w:sdtContent>
              <w:p w:rsidR="0059209B" w:rsidRPr="0059209B" w:rsidRDefault="0059209B" w:rsidP="0059209B">
                <w:pPr>
                  <w:pStyle w:val="NormalIndent"/>
                </w:pPr>
                <w:r w:rsidRPr="0059209B">
                  <w:t>Name</w:t>
                </w:r>
              </w:p>
            </w:sdtContent>
          </w:sdt>
          <w:sdt>
            <w:sdtPr>
              <w:alias w:val="Street address:"/>
              <w:tag w:val="Street address:"/>
              <w:id w:val="-1486855266"/>
              <w:placeholder>
                <w:docPart w:val="8E6C8EF3F1B14957BBD13C43914D0698"/>
              </w:placeholder>
              <w:showingPlcHdr/>
              <w:dataBinding w:prefixMappings="xmlns:ns0='http://schemas.microsoft.com/office/2006/coverPageProps' " w:xpath="/ns0:CoverPageProperties[1]/ns0:CompanyAddress[1]" w:storeItemID="{55AF091B-3C7A-41E3-B477-F2FDAA23CFDA}"/>
              <w15:appearance w15:val="hidden"/>
              <w:text w:multiLine="1"/>
            </w:sdtPr>
            <w:sdtEndPr/>
            <w:sdtContent>
              <w:p w:rsidR="0059209B" w:rsidRPr="0059209B" w:rsidRDefault="0059209B" w:rsidP="0059209B">
                <w:pPr>
                  <w:pStyle w:val="NormalIndent"/>
                </w:pPr>
                <w:r w:rsidRPr="0059209B">
                  <w:t>Street Address</w:t>
                </w:r>
              </w:p>
            </w:sdtContent>
          </w:sdt>
          <w:sdt>
            <w:sdtPr>
              <w:alias w:val="Address 2:"/>
              <w:tag w:val="Address 2:"/>
              <w:id w:val="-257988946"/>
              <w:placeholder>
                <w:docPart w:val="AA3563EE8197475F819E7AC2BDD4A0FA"/>
              </w:placeholder>
              <w:showingPlcHdr/>
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<w15:appearance w15:val="hidden"/>
              <w:text w:multiLine="1"/>
            </w:sdtPr>
            <w:sdtEndPr/>
            <w:sdtContent>
              <w:p w:rsidR="0059209B" w:rsidRPr="0059209B" w:rsidRDefault="0059209B" w:rsidP="0059209B">
                <w:pPr>
                  <w:pStyle w:val="NormalIndent"/>
                </w:pPr>
                <w:r w:rsidRPr="0059209B">
                  <w:t>Address 2</w:t>
                </w:r>
              </w:p>
            </w:sdtContent>
          </w:sdt>
          <w:sdt>
            <w:sdtPr>
              <w:alias w:val="City, ST ZIP Code:"/>
              <w:tag w:val="City, ST ZIP Code:"/>
              <w:id w:val="1881820841"/>
              <w:placeholder>
                <w:docPart w:val="F599A0F765E94B949F37672C8569D22F"/>
              </w:placeholder>
              <w:showingPlcHdr/>
  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  <w15:appearance w15:val="hidden"/>
              <w:text/>
            </w:sdtPr>
            <w:sdtEndPr/>
            <w:sdtContent>
              <w:p w:rsidR="000C4452" w:rsidRPr="00647D6A" w:rsidRDefault="0059209B" w:rsidP="0059209B">
                <w:pPr>
                  <w:pStyle w:val="NormalIndent"/>
                </w:pPr>
                <w:r w:rsidRPr="0059209B">
                  <w:t>City, ST ZIP Code</w:t>
                </w:r>
              </w:p>
            </w:sdtContent>
          </w:sdt>
        </w:tc>
        <w:tc>
          <w:tcPr>
            <w:tcW w:w="3788" w:type="dxa"/>
            <w:vAlign w:val="center"/>
          </w:tcPr>
          <w:sdt>
            <w:sdtPr>
              <w:alias w:val="Your name:"/>
              <w:tag w:val="Your name:"/>
              <w:id w:val="-875316410"/>
              <w:placeholder>
                <w:docPart w:val="A4ECD244BDA846EDB9C13A366B33415F"/>
              </w:placeholder>
              <w:showingPlcHdr/>
              <w:dataBinding w:prefixMappings="xmlns:ns0='http://schemas.openxmlformats.org/officeDocument/2006/extended-properties' " w:xpath="/ns0:Properties[1]/ns0:Company[1]" w:storeItemID="{6668398D-A668-4E3E-A5EB-62B293D839F1}"/>
              <w15:appearance w15:val="hidden"/>
              <w:text w:multiLine="1"/>
            </w:sdtPr>
            <w:sdtEndPr/>
            <w:sdtContent>
              <w:p w:rsidR="0059209B" w:rsidRPr="0059209B" w:rsidRDefault="0059209B" w:rsidP="0059209B">
                <w:pPr>
                  <w:pStyle w:val="NormalIndent"/>
                </w:pPr>
                <w:r w:rsidRPr="0059209B">
                  <w:t>Name</w:t>
                </w:r>
              </w:p>
            </w:sdtContent>
          </w:sdt>
          <w:sdt>
            <w:sdtPr>
              <w:alias w:val="Street address:"/>
              <w:tag w:val="Street address:"/>
              <w:id w:val="-967350760"/>
              <w:placeholder>
                <w:docPart w:val="E373B6E4F93D4AB3AF13930DFCBE81A1"/>
              </w:placeholder>
              <w:showingPlcHdr/>
              <w:dataBinding w:prefixMappings="xmlns:ns0='http://schemas.microsoft.com/office/2006/coverPageProps' " w:xpath="/ns0:CoverPageProperties[1]/ns0:CompanyAddress[1]" w:storeItemID="{55AF091B-3C7A-41E3-B477-F2FDAA23CFDA}"/>
              <w15:appearance w15:val="hidden"/>
              <w:text w:multiLine="1"/>
            </w:sdtPr>
            <w:sdtEndPr/>
            <w:sdtContent>
              <w:p w:rsidR="0059209B" w:rsidRPr="0059209B" w:rsidRDefault="0059209B" w:rsidP="0059209B">
                <w:pPr>
                  <w:pStyle w:val="NormalIndent"/>
                </w:pPr>
                <w:r w:rsidRPr="0059209B">
                  <w:t>Street Address</w:t>
                </w:r>
              </w:p>
            </w:sdtContent>
          </w:sdt>
          <w:sdt>
            <w:sdtPr>
              <w:alias w:val="Address 2:"/>
              <w:tag w:val="Address 2:"/>
              <w:id w:val="-275094150"/>
              <w:placeholder>
                <w:docPart w:val="20A34C5E3D384F41BBC3F3F1C7616D1E"/>
              </w:placeholder>
              <w:showingPlcHdr/>
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<w15:appearance w15:val="hidden"/>
              <w:text w:multiLine="1"/>
            </w:sdtPr>
            <w:sdtEndPr/>
            <w:sdtContent>
              <w:p w:rsidR="0059209B" w:rsidRPr="0059209B" w:rsidRDefault="0059209B" w:rsidP="0059209B">
                <w:pPr>
                  <w:pStyle w:val="NormalIndent"/>
                </w:pPr>
                <w:r w:rsidRPr="0059209B">
                  <w:t>Address 2</w:t>
                </w:r>
              </w:p>
            </w:sdtContent>
          </w:sdt>
          <w:sdt>
            <w:sdtPr>
              <w:alias w:val="City, ST ZIP Code:"/>
              <w:tag w:val="City, ST ZIP Code:"/>
              <w:id w:val="1362938149"/>
              <w:placeholder>
                <w:docPart w:val="D91C834358704F949EB6CF0B154DA7A8"/>
              </w:placeholder>
              <w:showingPlcHdr/>
  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  <w15:appearance w15:val="hidden"/>
              <w:text/>
            </w:sdtPr>
            <w:sdtEndPr/>
            <w:sdtContent>
              <w:p w:rsidR="000C4452" w:rsidRPr="00647D6A" w:rsidRDefault="0059209B" w:rsidP="0059209B">
                <w:pPr>
                  <w:pStyle w:val="NormalIndent"/>
                </w:pPr>
                <w:r w:rsidRPr="0059209B">
                  <w:t>City, ST ZIP Code</w:t>
                </w:r>
              </w:p>
            </w:sdtContent>
          </w:sdt>
        </w:tc>
        <w:tc>
          <w:tcPr>
            <w:tcW w:w="3960" w:type="dxa"/>
            <w:tcMar>
              <w:left w:w="173" w:type="dxa"/>
            </w:tcMar>
            <w:vAlign w:val="center"/>
          </w:tcPr>
          <w:sdt>
            <w:sdtPr>
              <w:alias w:val="Your name:"/>
              <w:tag w:val="Your name:"/>
              <w:id w:val="2024121264"/>
              <w:placeholder>
                <w:docPart w:val="2BEC42D3B699478DBFCDC774F903FCAD"/>
              </w:placeholder>
              <w:showingPlcHdr/>
              <w:dataBinding w:prefixMappings="xmlns:ns0='http://schemas.openxmlformats.org/officeDocument/2006/extended-properties' " w:xpath="/ns0:Properties[1]/ns0:Company[1]" w:storeItemID="{6668398D-A668-4E3E-A5EB-62B293D839F1}"/>
              <w15:appearance w15:val="hidden"/>
              <w:text w:multiLine="1"/>
            </w:sdtPr>
            <w:sdtEndPr/>
            <w:sdtContent>
              <w:p w:rsidR="0059209B" w:rsidRPr="0059209B" w:rsidRDefault="0059209B" w:rsidP="0059209B">
                <w:pPr>
                  <w:pStyle w:val="NormalIndent"/>
                </w:pPr>
                <w:r w:rsidRPr="0059209B">
                  <w:t>Name</w:t>
                </w:r>
              </w:p>
            </w:sdtContent>
          </w:sdt>
          <w:sdt>
            <w:sdtPr>
              <w:alias w:val="Street address:"/>
              <w:tag w:val="Street address:"/>
              <w:id w:val="-108199867"/>
              <w:placeholder>
                <w:docPart w:val="3A3E6D16AE614F508A7D73DC58B82E15"/>
              </w:placeholder>
              <w:showingPlcHdr/>
              <w:dataBinding w:prefixMappings="xmlns:ns0='http://schemas.microsoft.com/office/2006/coverPageProps' " w:xpath="/ns0:CoverPageProperties[1]/ns0:CompanyAddress[1]" w:storeItemID="{55AF091B-3C7A-41E3-B477-F2FDAA23CFDA}"/>
              <w15:appearance w15:val="hidden"/>
              <w:text w:multiLine="1"/>
            </w:sdtPr>
            <w:sdtEndPr/>
            <w:sdtContent>
              <w:p w:rsidR="0059209B" w:rsidRPr="0059209B" w:rsidRDefault="0059209B" w:rsidP="0059209B">
                <w:pPr>
                  <w:pStyle w:val="NormalIndent"/>
                </w:pPr>
                <w:r w:rsidRPr="0059209B">
                  <w:t>Street Address</w:t>
                </w:r>
              </w:p>
            </w:sdtContent>
          </w:sdt>
          <w:sdt>
            <w:sdtPr>
              <w:alias w:val="Address 2:"/>
              <w:tag w:val="Address 2:"/>
              <w:id w:val="-1654915718"/>
              <w:placeholder>
                <w:docPart w:val="7EABF02B15554F59817752989E2389E8"/>
              </w:placeholder>
              <w:showingPlcHdr/>
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<w15:appearance w15:val="hidden"/>
              <w:text w:multiLine="1"/>
            </w:sdtPr>
            <w:sdtEndPr/>
            <w:sdtContent>
              <w:p w:rsidR="0059209B" w:rsidRPr="0059209B" w:rsidRDefault="0059209B" w:rsidP="0059209B">
                <w:pPr>
                  <w:pStyle w:val="NormalIndent"/>
                </w:pPr>
                <w:r w:rsidRPr="0059209B">
                  <w:t>Address 2</w:t>
                </w:r>
              </w:p>
            </w:sdtContent>
          </w:sdt>
          <w:sdt>
            <w:sdtPr>
              <w:alias w:val="City, ST ZIP Code:"/>
              <w:tag w:val="City, ST ZIP Code:"/>
              <w:id w:val="-1290672142"/>
              <w:placeholder>
                <w:docPart w:val="6D234493CF944E01ADA0C9E3E26C61B3"/>
              </w:placeholder>
              <w:showingPlcHdr/>
  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  <w15:appearance w15:val="hidden"/>
              <w:text/>
            </w:sdtPr>
            <w:sdtEndPr/>
            <w:sdtContent>
              <w:p w:rsidR="000C4452" w:rsidRPr="00647D6A" w:rsidRDefault="0059209B" w:rsidP="0059209B">
                <w:pPr>
                  <w:pStyle w:val="NormalIndent"/>
                </w:pPr>
                <w:r w:rsidRPr="0059209B">
                  <w:t>City, ST ZIP Code</w:t>
                </w:r>
              </w:p>
            </w:sdtContent>
          </w:sdt>
        </w:tc>
      </w:tr>
      <w:tr w:rsidR="000C4452" w:rsidRPr="00647D6A" w:rsidTr="00FB35FE">
        <w:trPr>
          <w:cantSplit/>
          <w:trHeight w:hRule="exact" w:val="1440"/>
          <w:jc w:val="center"/>
        </w:trPr>
        <w:tc>
          <w:tcPr>
            <w:tcW w:w="3946" w:type="dxa"/>
            <w:tcMar>
              <w:right w:w="173" w:type="dxa"/>
            </w:tcMar>
            <w:vAlign w:val="center"/>
          </w:tcPr>
          <w:sdt>
            <w:sdtPr>
              <w:alias w:val="Your name:"/>
              <w:tag w:val="Your name:"/>
              <w:id w:val="-1982526501"/>
              <w:placeholder>
                <w:docPart w:val="F6E60641D5D84142B7F91FF7B89E173A"/>
              </w:placeholder>
              <w:showingPlcHdr/>
              <w:dataBinding w:prefixMappings="xmlns:ns0='http://schemas.openxmlformats.org/officeDocument/2006/extended-properties' " w:xpath="/ns0:Properties[1]/ns0:Company[1]" w:storeItemID="{6668398D-A668-4E3E-A5EB-62B293D839F1}"/>
              <w15:appearance w15:val="hidden"/>
              <w:text w:multiLine="1"/>
            </w:sdtPr>
            <w:sdtEndPr/>
            <w:sdtContent>
              <w:p w:rsidR="0059209B" w:rsidRPr="0059209B" w:rsidRDefault="0059209B" w:rsidP="0059209B">
                <w:pPr>
                  <w:pStyle w:val="NormalIndent"/>
                </w:pPr>
                <w:r w:rsidRPr="0059209B">
                  <w:t>Name</w:t>
                </w:r>
              </w:p>
            </w:sdtContent>
          </w:sdt>
          <w:sdt>
            <w:sdtPr>
              <w:alias w:val="Street address:"/>
              <w:tag w:val="Street address:"/>
              <w:id w:val="517356012"/>
              <w:placeholder>
                <w:docPart w:val="D903D1DE293D4C9F985A55277CF68766"/>
              </w:placeholder>
              <w:showingPlcHdr/>
              <w:dataBinding w:prefixMappings="xmlns:ns0='http://schemas.microsoft.com/office/2006/coverPageProps' " w:xpath="/ns0:CoverPageProperties[1]/ns0:CompanyAddress[1]" w:storeItemID="{55AF091B-3C7A-41E3-B477-F2FDAA23CFDA}"/>
              <w15:appearance w15:val="hidden"/>
              <w:text w:multiLine="1"/>
            </w:sdtPr>
            <w:sdtEndPr/>
            <w:sdtContent>
              <w:p w:rsidR="0059209B" w:rsidRPr="0059209B" w:rsidRDefault="0059209B" w:rsidP="0059209B">
                <w:pPr>
                  <w:pStyle w:val="NormalIndent"/>
                </w:pPr>
                <w:r w:rsidRPr="0059209B">
                  <w:t>Street Address</w:t>
                </w:r>
              </w:p>
            </w:sdtContent>
          </w:sdt>
          <w:sdt>
            <w:sdtPr>
              <w:alias w:val="Address 2:"/>
              <w:tag w:val="Address 2:"/>
              <w:id w:val="1381134610"/>
              <w:placeholder>
                <w:docPart w:val="20E3FE6F282F4045ACD077B8663401AE"/>
              </w:placeholder>
              <w:showingPlcHdr/>
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<w15:appearance w15:val="hidden"/>
              <w:text w:multiLine="1"/>
            </w:sdtPr>
            <w:sdtEndPr/>
            <w:sdtContent>
              <w:p w:rsidR="0059209B" w:rsidRPr="0059209B" w:rsidRDefault="0059209B" w:rsidP="0059209B">
                <w:pPr>
                  <w:pStyle w:val="NormalIndent"/>
                </w:pPr>
                <w:r w:rsidRPr="0059209B">
                  <w:t>Address 2</w:t>
                </w:r>
              </w:p>
            </w:sdtContent>
          </w:sdt>
          <w:sdt>
            <w:sdtPr>
              <w:alias w:val="City, ST ZIP Code:"/>
              <w:tag w:val="City, ST ZIP Code:"/>
              <w:id w:val="467404673"/>
              <w:placeholder>
                <w:docPart w:val="D4A5720AE50C482CB301AE586B305A7B"/>
              </w:placeholder>
              <w:showingPlcHdr/>
  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  <w15:appearance w15:val="hidden"/>
              <w:text/>
            </w:sdtPr>
            <w:sdtEndPr/>
            <w:sdtContent>
              <w:p w:rsidR="000C4452" w:rsidRPr="00647D6A" w:rsidRDefault="0059209B" w:rsidP="0059209B">
                <w:pPr>
                  <w:pStyle w:val="NormalIndent"/>
                </w:pPr>
                <w:r w:rsidRPr="0059209B">
                  <w:t>City, ST ZIP Code</w:t>
                </w:r>
              </w:p>
            </w:sdtContent>
          </w:sdt>
        </w:tc>
        <w:tc>
          <w:tcPr>
            <w:tcW w:w="3788" w:type="dxa"/>
            <w:vAlign w:val="center"/>
          </w:tcPr>
          <w:sdt>
            <w:sdtPr>
              <w:alias w:val="Your name:"/>
              <w:tag w:val="Your name:"/>
              <w:id w:val="-378559012"/>
              <w:placeholder>
                <w:docPart w:val="EB5C06FC772C4FB0B5F7C889C7A60408"/>
              </w:placeholder>
              <w:showingPlcHdr/>
              <w:dataBinding w:prefixMappings="xmlns:ns0='http://schemas.openxmlformats.org/officeDocument/2006/extended-properties' " w:xpath="/ns0:Properties[1]/ns0:Company[1]" w:storeItemID="{6668398D-A668-4E3E-A5EB-62B293D839F1}"/>
              <w15:appearance w15:val="hidden"/>
              <w:text w:multiLine="1"/>
            </w:sdtPr>
            <w:sdtEndPr/>
            <w:sdtContent>
              <w:p w:rsidR="0059209B" w:rsidRPr="0059209B" w:rsidRDefault="0059209B" w:rsidP="0059209B">
                <w:pPr>
                  <w:pStyle w:val="NormalIndent"/>
                </w:pPr>
                <w:r w:rsidRPr="0059209B">
                  <w:t>Name</w:t>
                </w:r>
              </w:p>
            </w:sdtContent>
          </w:sdt>
          <w:sdt>
            <w:sdtPr>
              <w:alias w:val="Street address:"/>
              <w:tag w:val="Street address:"/>
              <w:id w:val="1247075982"/>
              <w:placeholder>
                <w:docPart w:val="347653B4C05847448956DCC314305624"/>
              </w:placeholder>
              <w:showingPlcHdr/>
              <w:dataBinding w:prefixMappings="xmlns:ns0='http://schemas.microsoft.com/office/2006/coverPageProps' " w:xpath="/ns0:CoverPageProperties[1]/ns0:CompanyAddress[1]" w:storeItemID="{55AF091B-3C7A-41E3-B477-F2FDAA23CFDA}"/>
              <w15:appearance w15:val="hidden"/>
              <w:text w:multiLine="1"/>
            </w:sdtPr>
            <w:sdtEndPr/>
            <w:sdtContent>
              <w:p w:rsidR="0059209B" w:rsidRPr="0059209B" w:rsidRDefault="0059209B" w:rsidP="0059209B">
                <w:pPr>
                  <w:pStyle w:val="NormalIndent"/>
                </w:pPr>
                <w:r w:rsidRPr="0059209B">
                  <w:t>Street Address</w:t>
                </w:r>
              </w:p>
            </w:sdtContent>
          </w:sdt>
          <w:sdt>
            <w:sdtPr>
              <w:alias w:val="Address 2:"/>
              <w:tag w:val="Address 2:"/>
              <w:id w:val="1683010410"/>
              <w:placeholder>
                <w:docPart w:val="B5FC383874414A46900FD23530000BBB"/>
              </w:placeholder>
              <w:showingPlcHdr/>
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<w15:appearance w15:val="hidden"/>
              <w:text w:multiLine="1"/>
            </w:sdtPr>
            <w:sdtEndPr/>
            <w:sdtContent>
              <w:p w:rsidR="0059209B" w:rsidRPr="0059209B" w:rsidRDefault="0059209B" w:rsidP="0059209B">
                <w:pPr>
                  <w:pStyle w:val="NormalIndent"/>
                </w:pPr>
                <w:r w:rsidRPr="0059209B">
                  <w:t>Address 2</w:t>
                </w:r>
              </w:p>
            </w:sdtContent>
          </w:sdt>
          <w:sdt>
            <w:sdtPr>
              <w:alias w:val="City, ST ZIP Code:"/>
              <w:tag w:val="City, ST ZIP Code:"/>
              <w:id w:val="1089509747"/>
              <w:placeholder>
                <w:docPart w:val="F18BCF5144ED410E859382CDAB3635C5"/>
              </w:placeholder>
              <w:showingPlcHdr/>
  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  <w15:appearance w15:val="hidden"/>
              <w:text/>
            </w:sdtPr>
            <w:sdtEndPr/>
            <w:sdtContent>
              <w:p w:rsidR="000C4452" w:rsidRPr="00647D6A" w:rsidRDefault="0059209B" w:rsidP="0059209B">
                <w:pPr>
                  <w:pStyle w:val="NormalIndent"/>
                </w:pPr>
                <w:r w:rsidRPr="0059209B">
                  <w:t>City, ST ZIP Code</w:t>
                </w:r>
              </w:p>
            </w:sdtContent>
          </w:sdt>
        </w:tc>
        <w:tc>
          <w:tcPr>
            <w:tcW w:w="3960" w:type="dxa"/>
            <w:tcMar>
              <w:left w:w="173" w:type="dxa"/>
            </w:tcMar>
            <w:vAlign w:val="center"/>
          </w:tcPr>
          <w:sdt>
            <w:sdtPr>
              <w:alias w:val="Your name:"/>
              <w:tag w:val="Your name:"/>
              <w:id w:val="-2063856925"/>
              <w:placeholder>
                <w:docPart w:val="F98ACC3D3F7E4E318255AE7B3F642C49"/>
              </w:placeholder>
              <w:showingPlcHdr/>
              <w:dataBinding w:prefixMappings="xmlns:ns0='http://schemas.openxmlformats.org/officeDocument/2006/extended-properties' " w:xpath="/ns0:Properties[1]/ns0:Company[1]" w:storeItemID="{6668398D-A668-4E3E-A5EB-62B293D839F1}"/>
              <w15:appearance w15:val="hidden"/>
              <w:text w:multiLine="1"/>
            </w:sdtPr>
            <w:sdtEndPr/>
            <w:sdtContent>
              <w:p w:rsidR="0059209B" w:rsidRPr="0059209B" w:rsidRDefault="0059209B" w:rsidP="0059209B">
                <w:pPr>
                  <w:pStyle w:val="NormalIndent"/>
                </w:pPr>
                <w:r w:rsidRPr="0059209B">
                  <w:t>Name</w:t>
                </w:r>
              </w:p>
            </w:sdtContent>
          </w:sdt>
          <w:sdt>
            <w:sdtPr>
              <w:alias w:val="Street address:"/>
              <w:tag w:val="Street address:"/>
              <w:id w:val="-20401519"/>
              <w:placeholder>
                <w:docPart w:val="F1D0046BB80448FC95F2F7F78BD3E4C3"/>
              </w:placeholder>
              <w:showingPlcHdr/>
              <w:dataBinding w:prefixMappings="xmlns:ns0='http://schemas.microsoft.com/office/2006/coverPageProps' " w:xpath="/ns0:CoverPageProperties[1]/ns0:CompanyAddress[1]" w:storeItemID="{55AF091B-3C7A-41E3-B477-F2FDAA23CFDA}"/>
              <w15:appearance w15:val="hidden"/>
              <w:text w:multiLine="1"/>
            </w:sdtPr>
            <w:sdtEndPr/>
            <w:sdtContent>
              <w:p w:rsidR="0059209B" w:rsidRPr="0059209B" w:rsidRDefault="0059209B" w:rsidP="0059209B">
                <w:pPr>
                  <w:pStyle w:val="NormalIndent"/>
                </w:pPr>
                <w:r w:rsidRPr="0059209B">
                  <w:t>Street Address</w:t>
                </w:r>
              </w:p>
            </w:sdtContent>
          </w:sdt>
          <w:sdt>
            <w:sdtPr>
              <w:alias w:val="Address 2:"/>
              <w:tag w:val="Address 2:"/>
              <w:id w:val="-1246497797"/>
              <w:placeholder>
                <w:docPart w:val="BFBFAE88E7954F82AE10224EE17F5F89"/>
              </w:placeholder>
              <w:showingPlcHdr/>
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<w15:appearance w15:val="hidden"/>
              <w:text w:multiLine="1"/>
            </w:sdtPr>
            <w:sdtEndPr/>
            <w:sdtContent>
              <w:p w:rsidR="0059209B" w:rsidRPr="0059209B" w:rsidRDefault="0059209B" w:rsidP="0059209B">
                <w:pPr>
                  <w:pStyle w:val="NormalIndent"/>
                </w:pPr>
                <w:r w:rsidRPr="0059209B">
                  <w:t>Address 2</w:t>
                </w:r>
              </w:p>
            </w:sdtContent>
          </w:sdt>
          <w:sdt>
            <w:sdtPr>
              <w:alias w:val="City, ST ZIP Code:"/>
              <w:tag w:val="City, ST ZIP Code:"/>
              <w:id w:val="1266726085"/>
              <w:placeholder>
                <w:docPart w:val="E8D1898395504FD989A82C01AB2D4391"/>
              </w:placeholder>
              <w:showingPlcHdr/>
  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  <w15:appearance w15:val="hidden"/>
              <w:text/>
            </w:sdtPr>
            <w:sdtEndPr/>
            <w:sdtContent>
              <w:p w:rsidR="000C4452" w:rsidRPr="00647D6A" w:rsidRDefault="0059209B" w:rsidP="0059209B">
                <w:pPr>
                  <w:pStyle w:val="NormalIndent"/>
                </w:pPr>
                <w:r w:rsidRPr="0059209B">
                  <w:t>City, ST ZIP Code</w:t>
                </w:r>
              </w:p>
            </w:sdtContent>
          </w:sdt>
        </w:tc>
        <w:bookmarkStart w:id="0" w:name="_GoBack"/>
        <w:bookmarkEnd w:id="0"/>
      </w:tr>
      <w:tr w:rsidR="000C4452" w:rsidRPr="00647D6A" w:rsidTr="00FB35FE">
        <w:trPr>
          <w:cantSplit/>
          <w:trHeight w:hRule="exact" w:val="1296"/>
          <w:jc w:val="center"/>
        </w:trPr>
        <w:tc>
          <w:tcPr>
            <w:tcW w:w="3946" w:type="dxa"/>
            <w:tcMar>
              <w:bottom w:w="144" w:type="dxa"/>
              <w:right w:w="173" w:type="dxa"/>
            </w:tcMar>
            <w:vAlign w:val="bottom"/>
          </w:tcPr>
          <w:sdt>
            <w:sdtPr>
              <w:alias w:val="Your name:"/>
              <w:tag w:val="Your name:"/>
              <w:id w:val="1927988340"/>
              <w:placeholder>
                <w:docPart w:val="3F90A6B7BF7543FF8C81A8B453452D7C"/>
              </w:placeholder>
              <w:showingPlcHdr/>
              <w:dataBinding w:prefixMappings="xmlns:ns0='http://schemas.openxmlformats.org/officeDocument/2006/extended-properties' " w:xpath="/ns0:Properties[1]/ns0:Company[1]" w:storeItemID="{6668398D-A668-4E3E-A5EB-62B293D839F1}"/>
              <w15:appearance w15:val="hidden"/>
              <w:text w:multiLine="1"/>
            </w:sdtPr>
            <w:sdtEndPr/>
            <w:sdtContent>
              <w:p w:rsidR="0059209B" w:rsidRPr="0059209B" w:rsidRDefault="0059209B" w:rsidP="0059209B">
                <w:pPr>
                  <w:pStyle w:val="NormalIndent"/>
                </w:pPr>
                <w:r w:rsidRPr="0059209B">
                  <w:t>Name</w:t>
                </w:r>
              </w:p>
            </w:sdtContent>
          </w:sdt>
          <w:sdt>
            <w:sdtPr>
              <w:alias w:val="Street address:"/>
              <w:tag w:val="Street address:"/>
              <w:id w:val="-242498452"/>
              <w:placeholder>
                <w:docPart w:val="D3DB30FF2A624BE2879E2515F4F25924"/>
              </w:placeholder>
              <w:showingPlcHdr/>
              <w:dataBinding w:prefixMappings="xmlns:ns0='http://schemas.microsoft.com/office/2006/coverPageProps' " w:xpath="/ns0:CoverPageProperties[1]/ns0:CompanyAddress[1]" w:storeItemID="{55AF091B-3C7A-41E3-B477-F2FDAA23CFDA}"/>
              <w15:appearance w15:val="hidden"/>
              <w:text w:multiLine="1"/>
            </w:sdtPr>
            <w:sdtEndPr/>
            <w:sdtContent>
              <w:p w:rsidR="0059209B" w:rsidRPr="0059209B" w:rsidRDefault="0059209B" w:rsidP="0059209B">
                <w:pPr>
                  <w:pStyle w:val="NormalIndent"/>
                </w:pPr>
                <w:r w:rsidRPr="0059209B">
                  <w:t>Street Address</w:t>
                </w:r>
              </w:p>
            </w:sdtContent>
          </w:sdt>
          <w:sdt>
            <w:sdtPr>
              <w:alias w:val="Address 2:"/>
              <w:tag w:val="Address 2:"/>
              <w:id w:val="-641497013"/>
              <w:placeholder>
                <w:docPart w:val="FFF9602320FB4436920E5871AC410868"/>
              </w:placeholder>
              <w:showingPlcHdr/>
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<w15:appearance w15:val="hidden"/>
              <w:text w:multiLine="1"/>
            </w:sdtPr>
            <w:sdtEndPr/>
            <w:sdtContent>
              <w:p w:rsidR="0059209B" w:rsidRPr="0059209B" w:rsidRDefault="0059209B" w:rsidP="0059209B">
                <w:pPr>
                  <w:pStyle w:val="NormalIndent"/>
                </w:pPr>
                <w:r w:rsidRPr="0059209B">
                  <w:t>Address 2</w:t>
                </w:r>
              </w:p>
            </w:sdtContent>
          </w:sdt>
          <w:sdt>
            <w:sdtPr>
              <w:alias w:val="City, ST ZIP Code:"/>
              <w:tag w:val="City, ST ZIP Code:"/>
              <w:id w:val="227968610"/>
              <w:placeholder>
                <w:docPart w:val="5D17831712AE4CA1954031749C468308"/>
              </w:placeholder>
              <w:showingPlcHdr/>
  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  <w15:appearance w15:val="hidden"/>
              <w:text/>
            </w:sdtPr>
            <w:sdtEndPr/>
            <w:sdtContent>
              <w:p w:rsidR="000C4452" w:rsidRPr="00647D6A" w:rsidRDefault="0059209B" w:rsidP="0059209B">
                <w:pPr>
                  <w:pStyle w:val="NormalIndent"/>
                </w:pPr>
                <w:r w:rsidRPr="0059209B">
                  <w:t>City, ST ZIP Code</w:t>
                </w:r>
              </w:p>
            </w:sdtContent>
          </w:sdt>
        </w:tc>
        <w:tc>
          <w:tcPr>
            <w:tcW w:w="3788" w:type="dxa"/>
            <w:tcMar>
              <w:bottom w:w="144" w:type="dxa"/>
            </w:tcMar>
            <w:vAlign w:val="bottom"/>
          </w:tcPr>
          <w:sdt>
            <w:sdtPr>
              <w:alias w:val="Your name:"/>
              <w:tag w:val="Your name:"/>
              <w:id w:val="1187186489"/>
              <w:placeholder>
                <w:docPart w:val="45D8CE910AB74A07B21714CA11488792"/>
              </w:placeholder>
              <w:showingPlcHdr/>
              <w:dataBinding w:prefixMappings="xmlns:ns0='http://schemas.openxmlformats.org/officeDocument/2006/extended-properties' " w:xpath="/ns0:Properties[1]/ns0:Company[1]" w:storeItemID="{6668398D-A668-4E3E-A5EB-62B293D839F1}"/>
              <w15:appearance w15:val="hidden"/>
              <w:text w:multiLine="1"/>
            </w:sdtPr>
            <w:sdtEndPr/>
            <w:sdtContent>
              <w:p w:rsidR="0059209B" w:rsidRPr="0059209B" w:rsidRDefault="0059209B" w:rsidP="0059209B">
                <w:pPr>
                  <w:pStyle w:val="NormalIndent"/>
                </w:pPr>
                <w:r w:rsidRPr="0059209B">
                  <w:t>Name</w:t>
                </w:r>
              </w:p>
            </w:sdtContent>
          </w:sdt>
          <w:sdt>
            <w:sdtPr>
              <w:alias w:val="Street address:"/>
              <w:tag w:val="Street address:"/>
              <w:id w:val="1547869093"/>
              <w:placeholder>
                <w:docPart w:val="397C7E9820674587B17DF10517EC7DDB"/>
              </w:placeholder>
              <w:showingPlcHdr/>
              <w:dataBinding w:prefixMappings="xmlns:ns0='http://schemas.microsoft.com/office/2006/coverPageProps' " w:xpath="/ns0:CoverPageProperties[1]/ns0:CompanyAddress[1]" w:storeItemID="{55AF091B-3C7A-41E3-B477-F2FDAA23CFDA}"/>
              <w15:appearance w15:val="hidden"/>
              <w:text w:multiLine="1"/>
            </w:sdtPr>
            <w:sdtEndPr/>
            <w:sdtContent>
              <w:p w:rsidR="0059209B" w:rsidRPr="0059209B" w:rsidRDefault="0059209B" w:rsidP="0059209B">
                <w:pPr>
                  <w:pStyle w:val="NormalIndent"/>
                </w:pPr>
                <w:r w:rsidRPr="0059209B">
                  <w:t>Street Address</w:t>
                </w:r>
              </w:p>
            </w:sdtContent>
          </w:sdt>
          <w:sdt>
            <w:sdtPr>
              <w:alias w:val="Address 2:"/>
              <w:tag w:val="Address 2:"/>
              <w:id w:val="2080326298"/>
              <w:placeholder>
                <w:docPart w:val="DF8FAD3DD3384F13B51F6249F643A303"/>
              </w:placeholder>
              <w:showingPlcHdr/>
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<w15:appearance w15:val="hidden"/>
              <w:text w:multiLine="1"/>
            </w:sdtPr>
            <w:sdtEndPr/>
            <w:sdtContent>
              <w:p w:rsidR="0059209B" w:rsidRPr="0059209B" w:rsidRDefault="0059209B" w:rsidP="0059209B">
                <w:pPr>
                  <w:pStyle w:val="NormalIndent"/>
                </w:pPr>
                <w:r w:rsidRPr="0059209B">
                  <w:t>Address 2</w:t>
                </w:r>
              </w:p>
            </w:sdtContent>
          </w:sdt>
          <w:sdt>
            <w:sdtPr>
              <w:alias w:val="City, ST ZIP Code:"/>
              <w:tag w:val="City, ST ZIP Code:"/>
              <w:id w:val="1814983501"/>
              <w:placeholder>
                <w:docPart w:val="9852927CD2EF44EBA868E92470AFCEC1"/>
              </w:placeholder>
              <w:showingPlcHdr/>
  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  <w15:appearance w15:val="hidden"/>
              <w:text/>
            </w:sdtPr>
            <w:sdtEndPr/>
            <w:sdtContent>
              <w:p w:rsidR="000C4452" w:rsidRPr="00647D6A" w:rsidRDefault="0059209B" w:rsidP="0059209B">
                <w:pPr>
                  <w:pStyle w:val="NormalIndent"/>
                </w:pPr>
                <w:r w:rsidRPr="0059209B">
                  <w:t>City, ST ZIP Code</w:t>
                </w:r>
              </w:p>
            </w:sdtContent>
          </w:sdt>
        </w:tc>
        <w:tc>
          <w:tcPr>
            <w:tcW w:w="3960" w:type="dxa"/>
            <w:tcMar>
              <w:left w:w="173" w:type="dxa"/>
              <w:bottom w:w="144" w:type="dxa"/>
            </w:tcMar>
            <w:vAlign w:val="bottom"/>
          </w:tcPr>
          <w:sdt>
            <w:sdtPr>
              <w:alias w:val="Your name:"/>
              <w:tag w:val="Your name:"/>
              <w:id w:val="-536355566"/>
              <w:placeholder>
                <w:docPart w:val="37EC059545CC4B029E87B7360401FD7C"/>
              </w:placeholder>
              <w:showingPlcHdr/>
              <w:dataBinding w:prefixMappings="xmlns:ns0='http://schemas.openxmlformats.org/officeDocument/2006/extended-properties' " w:xpath="/ns0:Properties[1]/ns0:Company[1]" w:storeItemID="{6668398D-A668-4E3E-A5EB-62B293D839F1}"/>
              <w15:appearance w15:val="hidden"/>
              <w:text w:multiLine="1"/>
            </w:sdtPr>
            <w:sdtEndPr/>
            <w:sdtContent>
              <w:p w:rsidR="0059209B" w:rsidRPr="0059209B" w:rsidRDefault="0059209B" w:rsidP="0059209B">
                <w:pPr>
                  <w:pStyle w:val="NormalIndent"/>
                </w:pPr>
                <w:r w:rsidRPr="0059209B">
                  <w:t>Name</w:t>
                </w:r>
              </w:p>
            </w:sdtContent>
          </w:sdt>
          <w:sdt>
            <w:sdtPr>
              <w:alias w:val="Street address:"/>
              <w:tag w:val="Street address:"/>
              <w:id w:val="1900167192"/>
              <w:placeholder>
                <w:docPart w:val="76DA16D70D2E4E8FB0A3CF23C8A59EC3"/>
              </w:placeholder>
              <w:showingPlcHdr/>
              <w:dataBinding w:prefixMappings="xmlns:ns0='http://schemas.microsoft.com/office/2006/coverPageProps' " w:xpath="/ns0:CoverPageProperties[1]/ns0:CompanyAddress[1]" w:storeItemID="{55AF091B-3C7A-41E3-B477-F2FDAA23CFDA}"/>
              <w15:appearance w15:val="hidden"/>
              <w:text w:multiLine="1"/>
            </w:sdtPr>
            <w:sdtEndPr/>
            <w:sdtContent>
              <w:p w:rsidR="0059209B" w:rsidRPr="0059209B" w:rsidRDefault="0059209B" w:rsidP="0059209B">
                <w:pPr>
                  <w:pStyle w:val="NormalIndent"/>
                </w:pPr>
                <w:r w:rsidRPr="0059209B">
                  <w:t>Street Address</w:t>
                </w:r>
              </w:p>
            </w:sdtContent>
          </w:sdt>
          <w:sdt>
            <w:sdtPr>
              <w:alias w:val="Address 2:"/>
              <w:tag w:val="Address 2:"/>
              <w:id w:val="596843405"/>
              <w:placeholder>
                <w:docPart w:val="5D75A21296E74E329D21C1A126FE2743"/>
              </w:placeholder>
              <w:showingPlcHdr/>
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<w15:appearance w15:val="hidden"/>
              <w:text w:multiLine="1"/>
            </w:sdtPr>
            <w:sdtEndPr/>
            <w:sdtContent>
              <w:p w:rsidR="0059209B" w:rsidRPr="0059209B" w:rsidRDefault="0059209B" w:rsidP="0059209B">
                <w:pPr>
                  <w:pStyle w:val="NormalIndent"/>
                </w:pPr>
                <w:r w:rsidRPr="0059209B">
                  <w:t>Address 2</w:t>
                </w:r>
              </w:p>
            </w:sdtContent>
          </w:sdt>
          <w:sdt>
            <w:sdtPr>
              <w:alias w:val="City, ST ZIP Code:"/>
              <w:tag w:val="City, ST ZIP Code:"/>
              <w:id w:val="968550782"/>
              <w:placeholder>
                <w:docPart w:val="82CC1B9C7DBF40238D1A607269BD5530"/>
              </w:placeholder>
              <w:showingPlcHdr/>
  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  <w15:appearance w15:val="hidden"/>
              <w:text/>
            </w:sdtPr>
            <w:sdtEndPr/>
            <w:sdtContent>
              <w:p w:rsidR="000C4452" w:rsidRPr="00647D6A" w:rsidRDefault="0059209B" w:rsidP="0059209B">
                <w:pPr>
                  <w:pStyle w:val="NormalIndent"/>
                </w:pPr>
                <w:r w:rsidRPr="0059209B">
                  <w:t>City, ST ZIP Code</w:t>
                </w:r>
              </w:p>
            </w:sdtContent>
          </w:sdt>
        </w:tc>
      </w:tr>
      <w:tr w:rsidR="000C4452" w:rsidRPr="00647D6A" w:rsidTr="00FB35FE">
        <w:trPr>
          <w:cantSplit/>
          <w:trHeight w:hRule="exact" w:val="1440"/>
          <w:jc w:val="center"/>
        </w:trPr>
        <w:tc>
          <w:tcPr>
            <w:tcW w:w="3946" w:type="dxa"/>
            <w:tcMar>
              <w:left w:w="1066" w:type="dxa"/>
              <w:right w:w="173" w:type="dxa"/>
            </w:tcMar>
            <w:vAlign w:val="center"/>
          </w:tcPr>
          <w:sdt>
            <w:sdtPr>
              <w:alias w:val="Your name:"/>
              <w:tag w:val="Your name:"/>
              <w:id w:val="1888228333"/>
              <w:placeholder>
                <w:docPart w:val="5CBC0E22701F41F2A53039A2B1E2D54D"/>
              </w:placeholder>
              <w:showingPlcHdr/>
              <w:dataBinding w:prefixMappings="xmlns:ns0='http://schemas.openxmlformats.org/officeDocument/2006/extended-properties' " w:xpath="/ns0:Properties[1]/ns0:Company[1]" w:storeItemID="{6668398D-A668-4E3E-A5EB-62B293D839F1}"/>
              <w15:appearance w15:val="hidden"/>
              <w:text w:multiLine="1"/>
            </w:sdtPr>
            <w:sdtEndPr/>
            <w:sdtContent>
              <w:p w:rsidR="0059209B" w:rsidRPr="0059209B" w:rsidRDefault="0059209B" w:rsidP="00A11400">
                <w:pPr>
                  <w:pStyle w:val="NormalCenter"/>
                </w:pPr>
                <w:r w:rsidRPr="0059209B">
                  <w:t>Name</w:t>
                </w:r>
              </w:p>
            </w:sdtContent>
          </w:sdt>
          <w:sdt>
            <w:sdtPr>
              <w:alias w:val="Street address:"/>
              <w:tag w:val="Street address:"/>
              <w:id w:val="-1213719144"/>
              <w:placeholder>
                <w:docPart w:val="D9BE54E229694566B9EDABED6BC61F9B"/>
              </w:placeholder>
              <w:showingPlcHdr/>
              <w:dataBinding w:prefixMappings="xmlns:ns0='http://schemas.microsoft.com/office/2006/coverPageProps' " w:xpath="/ns0:CoverPageProperties[1]/ns0:CompanyAddress[1]" w:storeItemID="{55AF091B-3C7A-41E3-B477-F2FDAA23CFDA}"/>
              <w15:appearance w15:val="hidden"/>
              <w:text w:multiLine="1"/>
            </w:sdtPr>
            <w:sdtEndPr/>
            <w:sdtContent>
              <w:p w:rsidR="0059209B" w:rsidRPr="0059209B" w:rsidRDefault="0059209B" w:rsidP="00A11400">
                <w:pPr>
                  <w:pStyle w:val="NormalCenter"/>
                </w:pPr>
                <w:r w:rsidRPr="0059209B">
                  <w:t>Street Address</w:t>
                </w:r>
              </w:p>
            </w:sdtContent>
          </w:sdt>
          <w:sdt>
            <w:sdtPr>
              <w:alias w:val="Address 2:"/>
              <w:tag w:val="Address 2:"/>
              <w:id w:val="-1801069376"/>
              <w:placeholder>
                <w:docPart w:val="FC34C0B38CC24EDCABAD5F7E1F703711"/>
              </w:placeholder>
              <w:showingPlcHdr/>
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<w15:appearance w15:val="hidden"/>
              <w:text w:multiLine="1"/>
            </w:sdtPr>
            <w:sdtEndPr/>
            <w:sdtContent>
              <w:p w:rsidR="0059209B" w:rsidRPr="0059209B" w:rsidRDefault="0059209B" w:rsidP="00A11400">
                <w:pPr>
                  <w:pStyle w:val="NormalCenter"/>
                </w:pPr>
                <w:r w:rsidRPr="0059209B">
                  <w:t>Address 2</w:t>
                </w:r>
              </w:p>
            </w:sdtContent>
          </w:sdt>
          <w:sdt>
            <w:sdtPr>
              <w:alias w:val="City, ST ZIP Code:"/>
              <w:tag w:val="City, ST ZIP Code:"/>
              <w:id w:val="508336577"/>
              <w:placeholder>
                <w:docPart w:val="00BCDEC52D1E4FA48ED3F2FD3B019D9C"/>
              </w:placeholder>
              <w:showingPlcHdr/>
  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  <w15:appearance w15:val="hidden"/>
              <w:text/>
            </w:sdtPr>
            <w:sdtEndPr/>
            <w:sdtContent>
              <w:p w:rsidR="000C4452" w:rsidRPr="00647D6A" w:rsidRDefault="0059209B" w:rsidP="00A11400">
                <w:pPr>
                  <w:pStyle w:val="NormalCenter"/>
                </w:pPr>
                <w:r w:rsidRPr="0059209B">
                  <w:t>City, ST ZIP Code</w:t>
                </w:r>
              </w:p>
            </w:sdtContent>
          </w:sdt>
        </w:tc>
        <w:tc>
          <w:tcPr>
            <w:tcW w:w="3788" w:type="dxa"/>
            <w:tcMar>
              <w:left w:w="1066" w:type="dxa"/>
            </w:tcMar>
            <w:vAlign w:val="center"/>
          </w:tcPr>
          <w:sdt>
            <w:sdtPr>
              <w:alias w:val="Your name:"/>
              <w:tag w:val="Your name:"/>
              <w:id w:val="1126272975"/>
              <w:placeholder>
                <w:docPart w:val="2624986592E34468AA539F574F83DC08"/>
              </w:placeholder>
              <w:showingPlcHdr/>
              <w:dataBinding w:prefixMappings="xmlns:ns0='http://schemas.openxmlformats.org/officeDocument/2006/extended-properties' " w:xpath="/ns0:Properties[1]/ns0:Company[1]" w:storeItemID="{6668398D-A668-4E3E-A5EB-62B293D839F1}"/>
              <w15:appearance w15:val="hidden"/>
              <w:text w:multiLine="1"/>
            </w:sdtPr>
            <w:sdtEndPr/>
            <w:sdtContent>
              <w:p w:rsidR="0059209B" w:rsidRPr="007312C0" w:rsidRDefault="0059209B" w:rsidP="007312C0">
                <w:pPr>
                  <w:pStyle w:val="NormalCenter"/>
                </w:pPr>
                <w:r w:rsidRPr="007312C0">
                  <w:t>Name</w:t>
                </w:r>
              </w:p>
            </w:sdtContent>
          </w:sdt>
          <w:sdt>
            <w:sdtPr>
              <w:alias w:val="Street address:"/>
              <w:tag w:val="Street address:"/>
              <w:id w:val="1635437382"/>
              <w:placeholder>
                <w:docPart w:val="9BDE1D5AD3264FADAACD56D1781086EA"/>
              </w:placeholder>
              <w:showingPlcHdr/>
              <w:dataBinding w:prefixMappings="xmlns:ns0='http://schemas.microsoft.com/office/2006/coverPageProps' " w:xpath="/ns0:CoverPageProperties[1]/ns0:CompanyAddress[1]" w:storeItemID="{55AF091B-3C7A-41E3-B477-F2FDAA23CFDA}"/>
              <w15:appearance w15:val="hidden"/>
              <w:text w:multiLine="1"/>
            </w:sdtPr>
            <w:sdtEndPr/>
            <w:sdtContent>
              <w:p w:rsidR="0059209B" w:rsidRPr="007312C0" w:rsidRDefault="0059209B" w:rsidP="007312C0">
                <w:pPr>
                  <w:pStyle w:val="NormalCenter"/>
                </w:pPr>
                <w:r w:rsidRPr="007312C0">
                  <w:t>Street Address</w:t>
                </w:r>
              </w:p>
            </w:sdtContent>
          </w:sdt>
          <w:sdt>
            <w:sdtPr>
              <w:alias w:val="Address 2:"/>
              <w:tag w:val="Address 2:"/>
              <w:id w:val="-1570414055"/>
              <w:placeholder>
                <w:docPart w:val="1CA804C5BB5D4D0E84F5019AFB4F10A2"/>
              </w:placeholder>
              <w:showingPlcHdr/>
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<w15:appearance w15:val="hidden"/>
              <w:text w:multiLine="1"/>
            </w:sdtPr>
            <w:sdtEndPr/>
            <w:sdtContent>
              <w:p w:rsidR="0059209B" w:rsidRPr="007312C0" w:rsidRDefault="0059209B" w:rsidP="007312C0">
                <w:pPr>
                  <w:pStyle w:val="NormalCenter"/>
                </w:pPr>
                <w:r w:rsidRPr="007312C0">
                  <w:t>Address 2</w:t>
                </w:r>
              </w:p>
            </w:sdtContent>
          </w:sdt>
          <w:sdt>
            <w:sdtPr>
              <w:alias w:val="City, ST ZIP Code:"/>
              <w:tag w:val="City, ST ZIP Code:"/>
              <w:id w:val="-1264143505"/>
              <w:placeholder>
                <w:docPart w:val="DCB2361E0A584EC8B97175D8E2FFC366"/>
              </w:placeholder>
              <w:showingPlcHdr/>
  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  <w15:appearance w15:val="hidden"/>
              <w:text/>
            </w:sdtPr>
            <w:sdtEndPr/>
            <w:sdtContent>
              <w:p w:rsidR="000C4452" w:rsidRPr="007312C0" w:rsidRDefault="0059209B" w:rsidP="007312C0">
                <w:pPr>
                  <w:pStyle w:val="NormalCenter"/>
                </w:pPr>
                <w:r w:rsidRPr="007312C0">
                  <w:t>City, ST ZIP Code</w:t>
                </w:r>
              </w:p>
            </w:sdtContent>
          </w:sdt>
        </w:tc>
        <w:tc>
          <w:tcPr>
            <w:tcW w:w="3960" w:type="dxa"/>
            <w:tcMar>
              <w:left w:w="1066" w:type="dxa"/>
            </w:tcMar>
            <w:vAlign w:val="center"/>
          </w:tcPr>
          <w:sdt>
            <w:sdtPr>
              <w:alias w:val="Your name:"/>
              <w:tag w:val="Your name:"/>
              <w:id w:val="-1037034788"/>
              <w:placeholder>
                <w:docPart w:val="FFD75CC9E2A3435BBD695D15C344CC2C"/>
              </w:placeholder>
              <w:showingPlcHdr/>
              <w:dataBinding w:prefixMappings="xmlns:ns0='http://schemas.openxmlformats.org/officeDocument/2006/extended-properties' " w:xpath="/ns0:Properties[1]/ns0:Company[1]" w:storeItemID="{6668398D-A668-4E3E-A5EB-62B293D839F1}"/>
              <w15:appearance w15:val="hidden"/>
              <w:text w:multiLine="1"/>
            </w:sdtPr>
            <w:sdtEndPr/>
            <w:sdtContent>
              <w:p w:rsidR="0059209B" w:rsidRPr="00647D6A" w:rsidRDefault="0059209B" w:rsidP="00A11400">
                <w:pPr>
                  <w:pStyle w:val="NormalCenter"/>
                </w:pPr>
                <w:r w:rsidRPr="00647D6A">
                  <w:t>Name</w:t>
                </w:r>
              </w:p>
            </w:sdtContent>
          </w:sdt>
          <w:sdt>
            <w:sdtPr>
              <w:alias w:val="Street address:"/>
              <w:tag w:val="Street address:"/>
              <w:id w:val="-1109197924"/>
              <w:placeholder>
                <w:docPart w:val="8B5E8335584148CDA272265B7F9F5789"/>
              </w:placeholder>
              <w:showingPlcHdr/>
              <w:dataBinding w:prefixMappings="xmlns:ns0='http://schemas.microsoft.com/office/2006/coverPageProps' " w:xpath="/ns0:CoverPageProperties[1]/ns0:CompanyAddress[1]" w:storeItemID="{55AF091B-3C7A-41E3-B477-F2FDAA23CFDA}"/>
              <w15:appearance w15:val="hidden"/>
              <w:text w:multiLine="1"/>
            </w:sdtPr>
            <w:sdtEndPr/>
            <w:sdtContent>
              <w:p w:rsidR="0059209B" w:rsidRDefault="0059209B" w:rsidP="00A11400">
                <w:pPr>
                  <w:pStyle w:val="NormalCenter"/>
                </w:pPr>
                <w:r w:rsidRPr="00647D6A">
                  <w:t>Street Address</w:t>
                </w:r>
              </w:p>
            </w:sdtContent>
          </w:sdt>
          <w:sdt>
            <w:sdtPr>
              <w:alias w:val="Address 2:"/>
              <w:tag w:val="Address 2:"/>
              <w:id w:val="-230542593"/>
              <w:placeholder>
                <w:docPart w:val="BEFC04C78B124333B79B85048B8218BB"/>
              </w:placeholder>
              <w:showingPlcHdr/>
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<w15:appearance w15:val="hidden"/>
              <w:text w:multiLine="1"/>
            </w:sdtPr>
            <w:sdtEndPr/>
            <w:sdtContent>
              <w:p w:rsidR="0059209B" w:rsidRDefault="0059209B" w:rsidP="00A11400">
                <w:pPr>
                  <w:pStyle w:val="NormalCenter"/>
                </w:pPr>
                <w:r w:rsidRPr="00647D6A">
                  <w:t>Address 2</w:t>
                </w:r>
              </w:p>
            </w:sdtContent>
          </w:sdt>
          <w:sdt>
            <w:sdtPr>
              <w:alias w:val="City, ST ZIP Code:"/>
              <w:tag w:val="City, ST ZIP Code:"/>
              <w:id w:val="-1617832378"/>
              <w:placeholder>
                <w:docPart w:val="DE5AADBEA96D4C969953AA48EF73192B"/>
              </w:placeholder>
              <w:showingPlcHdr/>
  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  <w15:appearance w15:val="hidden"/>
              <w:text/>
            </w:sdtPr>
            <w:sdtEndPr/>
            <w:sdtContent>
              <w:p w:rsidR="000C4452" w:rsidRPr="00647D6A" w:rsidRDefault="0059209B" w:rsidP="00A11400">
                <w:pPr>
                  <w:pStyle w:val="NormalCenter"/>
                </w:pPr>
                <w:r w:rsidRPr="00647D6A">
                  <w:t>City, ST ZIP Code</w:t>
                </w:r>
              </w:p>
            </w:sdtContent>
          </w:sdt>
        </w:tc>
      </w:tr>
      <w:tr w:rsidR="000C4452" w:rsidRPr="00647D6A" w:rsidTr="00FB35FE">
        <w:trPr>
          <w:cantSplit/>
          <w:trHeight w:hRule="exact" w:val="1368"/>
          <w:jc w:val="center"/>
        </w:trPr>
        <w:tc>
          <w:tcPr>
            <w:tcW w:w="3946" w:type="dxa"/>
            <w:tcMar>
              <w:bottom w:w="72" w:type="dxa"/>
              <w:right w:w="173" w:type="dxa"/>
            </w:tcMar>
            <w:vAlign w:val="bottom"/>
          </w:tcPr>
          <w:sdt>
            <w:sdtPr>
              <w:alias w:val="Your name:"/>
              <w:tag w:val="Your name:"/>
              <w:id w:val="164673510"/>
              <w:placeholder>
                <w:docPart w:val="84CC1309D7154841B3BA1584ED32F1B5"/>
              </w:placeholder>
              <w:showingPlcHdr/>
              <w:dataBinding w:prefixMappings="xmlns:ns0='http://schemas.openxmlformats.org/officeDocument/2006/extended-properties' " w:xpath="/ns0:Properties[1]/ns0:Company[1]" w:storeItemID="{6668398D-A668-4E3E-A5EB-62B293D839F1}"/>
              <w15:appearance w15:val="hidden"/>
              <w:text w:multiLine="1"/>
            </w:sdtPr>
            <w:sdtEndPr/>
            <w:sdtContent>
              <w:p w:rsidR="0059209B" w:rsidRPr="00647D6A" w:rsidRDefault="0059209B" w:rsidP="00A11400">
                <w:pPr>
                  <w:pStyle w:val="NormalCenter"/>
                </w:pPr>
                <w:r w:rsidRPr="00647D6A">
                  <w:t>Name</w:t>
                </w:r>
              </w:p>
            </w:sdtContent>
          </w:sdt>
          <w:sdt>
            <w:sdtPr>
              <w:alias w:val="Street address:"/>
              <w:tag w:val="Street address:"/>
              <w:id w:val="1448509629"/>
              <w:placeholder>
                <w:docPart w:val="09936F92E1A441119B39D8975E8E837C"/>
              </w:placeholder>
              <w:showingPlcHdr/>
              <w:dataBinding w:prefixMappings="xmlns:ns0='http://schemas.microsoft.com/office/2006/coverPageProps' " w:xpath="/ns0:CoverPageProperties[1]/ns0:CompanyAddress[1]" w:storeItemID="{55AF091B-3C7A-41E3-B477-F2FDAA23CFDA}"/>
              <w15:appearance w15:val="hidden"/>
              <w:text w:multiLine="1"/>
            </w:sdtPr>
            <w:sdtEndPr/>
            <w:sdtContent>
              <w:p w:rsidR="0059209B" w:rsidRDefault="0059209B" w:rsidP="00A11400">
                <w:pPr>
                  <w:pStyle w:val="NormalCenter"/>
                </w:pPr>
                <w:r w:rsidRPr="00647D6A">
                  <w:t>Street Address</w:t>
                </w:r>
              </w:p>
            </w:sdtContent>
          </w:sdt>
          <w:sdt>
            <w:sdtPr>
              <w:alias w:val="Address 2:"/>
              <w:tag w:val="Address 2:"/>
              <w:id w:val="677322325"/>
              <w:placeholder>
                <w:docPart w:val="EBFDEA6431DE4B309A432A419E27C2A8"/>
              </w:placeholder>
              <w:showingPlcHdr/>
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<w15:appearance w15:val="hidden"/>
              <w:text w:multiLine="1"/>
            </w:sdtPr>
            <w:sdtEndPr/>
            <w:sdtContent>
              <w:p w:rsidR="0059209B" w:rsidRDefault="0059209B" w:rsidP="00A11400">
                <w:pPr>
                  <w:pStyle w:val="NormalCenter"/>
                </w:pPr>
                <w:r w:rsidRPr="00647D6A">
                  <w:t>Address 2</w:t>
                </w:r>
              </w:p>
            </w:sdtContent>
          </w:sdt>
          <w:sdt>
            <w:sdtPr>
              <w:alias w:val="City, ST ZIP Code:"/>
              <w:tag w:val="City, ST ZIP Code:"/>
              <w:id w:val="-259143897"/>
              <w:placeholder>
                <w:docPart w:val="C4579C53AAD34C73BECACF87297EFCE0"/>
              </w:placeholder>
              <w:showingPlcHdr/>
  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  <w15:appearance w15:val="hidden"/>
              <w:text/>
            </w:sdtPr>
            <w:sdtEndPr/>
            <w:sdtContent>
              <w:p w:rsidR="000C4452" w:rsidRPr="00647D6A" w:rsidRDefault="0059209B" w:rsidP="00A11400">
                <w:pPr>
                  <w:pStyle w:val="NormalCenter"/>
                </w:pPr>
                <w:r w:rsidRPr="00647D6A">
                  <w:t>City, ST ZIP Code</w:t>
                </w:r>
              </w:p>
            </w:sdtContent>
          </w:sdt>
        </w:tc>
        <w:tc>
          <w:tcPr>
            <w:tcW w:w="3788" w:type="dxa"/>
            <w:tcMar>
              <w:bottom w:w="72" w:type="dxa"/>
            </w:tcMar>
            <w:vAlign w:val="bottom"/>
          </w:tcPr>
          <w:sdt>
            <w:sdtPr>
              <w:alias w:val="Your name:"/>
              <w:tag w:val="Your name:"/>
              <w:id w:val="358169795"/>
              <w:placeholder>
                <w:docPart w:val="7CC5BDEF7738441BA6D0E579A2CEEC88"/>
              </w:placeholder>
              <w:showingPlcHdr/>
              <w:dataBinding w:prefixMappings="xmlns:ns0='http://schemas.openxmlformats.org/officeDocument/2006/extended-properties' " w:xpath="/ns0:Properties[1]/ns0:Company[1]" w:storeItemID="{6668398D-A668-4E3E-A5EB-62B293D839F1}"/>
              <w15:appearance w15:val="hidden"/>
              <w:text w:multiLine="1"/>
            </w:sdtPr>
            <w:sdtEndPr/>
            <w:sdtContent>
              <w:p w:rsidR="0059209B" w:rsidRPr="00647D6A" w:rsidRDefault="0059209B" w:rsidP="00A11400">
                <w:pPr>
                  <w:pStyle w:val="NormalCenter"/>
                </w:pPr>
                <w:r w:rsidRPr="00647D6A">
                  <w:t>Name</w:t>
                </w:r>
              </w:p>
            </w:sdtContent>
          </w:sdt>
          <w:sdt>
            <w:sdtPr>
              <w:alias w:val="Street address:"/>
              <w:tag w:val="Street address:"/>
              <w:id w:val="1566754433"/>
              <w:placeholder>
                <w:docPart w:val="79C8F55E920C4E028CF3CD65A45F4D60"/>
              </w:placeholder>
              <w:showingPlcHdr/>
              <w:dataBinding w:prefixMappings="xmlns:ns0='http://schemas.microsoft.com/office/2006/coverPageProps' " w:xpath="/ns0:CoverPageProperties[1]/ns0:CompanyAddress[1]" w:storeItemID="{55AF091B-3C7A-41E3-B477-F2FDAA23CFDA}"/>
              <w15:appearance w15:val="hidden"/>
              <w:text w:multiLine="1"/>
            </w:sdtPr>
            <w:sdtEndPr/>
            <w:sdtContent>
              <w:p w:rsidR="0059209B" w:rsidRDefault="0059209B" w:rsidP="00A11400">
                <w:pPr>
                  <w:pStyle w:val="NormalCenter"/>
                </w:pPr>
                <w:r w:rsidRPr="00647D6A">
                  <w:t>Street Address</w:t>
                </w:r>
              </w:p>
            </w:sdtContent>
          </w:sdt>
          <w:sdt>
            <w:sdtPr>
              <w:alias w:val="Address 2:"/>
              <w:tag w:val="Address 2:"/>
              <w:id w:val="-1587140372"/>
              <w:placeholder>
                <w:docPart w:val="74F79DFE29994BECA3DCA623E2E0910A"/>
              </w:placeholder>
              <w:showingPlcHdr/>
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<w15:appearance w15:val="hidden"/>
              <w:text w:multiLine="1"/>
            </w:sdtPr>
            <w:sdtEndPr/>
            <w:sdtContent>
              <w:p w:rsidR="0059209B" w:rsidRDefault="0059209B" w:rsidP="00A11400">
                <w:pPr>
                  <w:pStyle w:val="NormalCenter"/>
                </w:pPr>
                <w:r w:rsidRPr="00647D6A">
                  <w:t>Address 2</w:t>
                </w:r>
              </w:p>
            </w:sdtContent>
          </w:sdt>
          <w:sdt>
            <w:sdtPr>
              <w:alias w:val="City, ST ZIP Code:"/>
              <w:tag w:val="City, ST ZIP Code:"/>
              <w:id w:val="1068223171"/>
              <w:placeholder>
                <w:docPart w:val="E24C13B5CD944832BD2B9149ABA256AC"/>
              </w:placeholder>
              <w:showingPlcHdr/>
  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  <w15:appearance w15:val="hidden"/>
              <w:text/>
            </w:sdtPr>
            <w:sdtEndPr/>
            <w:sdtContent>
              <w:p w:rsidR="000C4452" w:rsidRPr="00647D6A" w:rsidRDefault="0059209B" w:rsidP="00A11400">
                <w:pPr>
                  <w:pStyle w:val="NormalCenter"/>
                </w:pPr>
                <w:r w:rsidRPr="00647D6A">
                  <w:t>City, ST ZIP Code</w:t>
                </w:r>
              </w:p>
            </w:sdtContent>
          </w:sdt>
        </w:tc>
        <w:tc>
          <w:tcPr>
            <w:tcW w:w="3960" w:type="dxa"/>
            <w:tcMar>
              <w:left w:w="173" w:type="dxa"/>
              <w:bottom w:w="72" w:type="dxa"/>
            </w:tcMar>
            <w:vAlign w:val="bottom"/>
          </w:tcPr>
          <w:sdt>
            <w:sdtPr>
              <w:alias w:val="Your name:"/>
              <w:tag w:val="Your name:"/>
              <w:id w:val="38944607"/>
              <w:placeholder>
                <w:docPart w:val="AF2C09C053E14FC197F7A4D9F1953EE5"/>
              </w:placeholder>
              <w:showingPlcHdr/>
              <w:dataBinding w:prefixMappings="xmlns:ns0='http://schemas.openxmlformats.org/officeDocument/2006/extended-properties' " w:xpath="/ns0:Properties[1]/ns0:Company[1]" w:storeItemID="{6668398D-A668-4E3E-A5EB-62B293D839F1}"/>
              <w15:appearance w15:val="hidden"/>
              <w:text w:multiLine="1"/>
            </w:sdtPr>
            <w:sdtEndPr/>
            <w:sdtContent>
              <w:p w:rsidR="0059209B" w:rsidRPr="00647D6A" w:rsidRDefault="0059209B" w:rsidP="00A11400">
                <w:pPr>
                  <w:pStyle w:val="NormalCenter"/>
                </w:pPr>
                <w:r w:rsidRPr="00647D6A">
                  <w:t>Name</w:t>
                </w:r>
              </w:p>
            </w:sdtContent>
          </w:sdt>
          <w:sdt>
            <w:sdtPr>
              <w:alias w:val="Street address:"/>
              <w:tag w:val="Street address:"/>
              <w:id w:val="1775594657"/>
              <w:placeholder>
                <w:docPart w:val="1EB8A89E5F2247A38A51468EB2AC4923"/>
              </w:placeholder>
              <w:showingPlcHdr/>
              <w:dataBinding w:prefixMappings="xmlns:ns0='http://schemas.microsoft.com/office/2006/coverPageProps' " w:xpath="/ns0:CoverPageProperties[1]/ns0:CompanyAddress[1]" w:storeItemID="{55AF091B-3C7A-41E3-B477-F2FDAA23CFDA}"/>
              <w15:appearance w15:val="hidden"/>
              <w:text w:multiLine="1"/>
            </w:sdtPr>
            <w:sdtEndPr/>
            <w:sdtContent>
              <w:p w:rsidR="0059209B" w:rsidRDefault="0059209B" w:rsidP="00A11400">
                <w:pPr>
                  <w:pStyle w:val="NormalCenter"/>
                </w:pPr>
                <w:r w:rsidRPr="00647D6A">
                  <w:t>Street Address</w:t>
                </w:r>
              </w:p>
            </w:sdtContent>
          </w:sdt>
          <w:sdt>
            <w:sdtPr>
              <w:alias w:val="Address 2:"/>
              <w:tag w:val="Address 2:"/>
              <w:id w:val="-968437823"/>
              <w:placeholder>
                <w:docPart w:val="FDF6B911A3254A1BB1911C644D284447"/>
              </w:placeholder>
              <w:showingPlcHdr/>
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<w15:appearance w15:val="hidden"/>
              <w:text w:multiLine="1"/>
            </w:sdtPr>
            <w:sdtEndPr/>
            <w:sdtContent>
              <w:p w:rsidR="0059209B" w:rsidRDefault="0059209B" w:rsidP="00A11400">
                <w:pPr>
                  <w:pStyle w:val="NormalCenter"/>
                </w:pPr>
                <w:r w:rsidRPr="00647D6A">
                  <w:t>Address 2</w:t>
                </w:r>
              </w:p>
            </w:sdtContent>
          </w:sdt>
          <w:sdt>
            <w:sdtPr>
              <w:alias w:val="City, ST ZIP Code:"/>
              <w:tag w:val="City, ST ZIP Code:"/>
              <w:id w:val="-1818092508"/>
              <w:placeholder>
                <w:docPart w:val="6C90E7593EEC4829829712E9956AB41E"/>
              </w:placeholder>
              <w:showingPlcHdr/>
  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  <w15:appearance w15:val="hidden"/>
              <w:text/>
            </w:sdtPr>
            <w:sdtEndPr/>
            <w:sdtContent>
              <w:p w:rsidR="000C4452" w:rsidRPr="00647D6A" w:rsidRDefault="0059209B" w:rsidP="00A11400">
                <w:pPr>
                  <w:pStyle w:val="NormalCenter"/>
                </w:pPr>
                <w:r w:rsidRPr="00647D6A">
                  <w:t>City, ST ZIP Code</w:t>
                </w:r>
              </w:p>
            </w:sdtContent>
          </w:sdt>
        </w:tc>
      </w:tr>
      <w:tr w:rsidR="000C4452" w:rsidRPr="00647D6A" w:rsidTr="00FB35FE">
        <w:trPr>
          <w:cantSplit/>
          <w:trHeight w:hRule="exact" w:val="1440"/>
          <w:jc w:val="center"/>
        </w:trPr>
        <w:tc>
          <w:tcPr>
            <w:tcW w:w="3946" w:type="dxa"/>
            <w:tcMar>
              <w:right w:w="173" w:type="dxa"/>
            </w:tcMar>
            <w:vAlign w:val="center"/>
          </w:tcPr>
          <w:sdt>
            <w:sdtPr>
              <w:alias w:val="Your name:"/>
              <w:tag w:val="Your name:"/>
              <w:id w:val="69000604"/>
              <w:placeholder>
                <w:docPart w:val="6A8090F0BE2C4112999563B0C4744D11"/>
              </w:placeholder>
              <w:showingPlcHdr/>
              <w:dataBinding w:prefixMappings="xmlns:ns0='http://schemas.openxmlformats.org/officeDocument/2006/extended-properties' " w:xpath="/ns0:Properties[1]/ns0:Company[1]" w:storeItemID="{6668398D-A668-4E3E-A5EB-62B293D839F1}"/>
              <w15:appearance w15:val="hidden"/>
              <w:text w:multiLine="1"/>
            </w:sdtPr>
            <w:sdtEndPr/>
            <w:sdtContent>
              <w:p w:rsidR="0059209B" w:rsidRPr="00647D6A" w:rsidRDefault="0059209B" w:rsidP="00A11400">
                <w:pPr>
                  <w:pStyle w:val="NormalIndent"/>
                </w:pPr>
                <w:r w:rsidRPr="00647D6A">
                  <w:t>Name</w:t>
                </w:r>
              </w:p>
            </w:sdtContent>
          </w:sdt>
          <w:sdt>
            <w:sdtPr>
              <w:alias w:val="Street address:"/>
              <w:tag w:val="Street address:"/>
              <w:id w:val="571480695"/>
              <w:placeholder>
                <w:docPart w:val="7EB59F23443745DEBFAC452EDC4945FE"/>
              </w:placeholder>
              <w:showingPlcHdr/>
              <w:dataBinding w:prefixMappings="xmlns:ns0='http://schemas.microsoft.com/office/2006/coverPageProps' " w:xpath="/ns0:CoverPageProperties[1]/ns0:CompanyAddress[1]" w:storeItemID="{55AF091B-3C7A-41E3-B477-F2FDAA23CFDA}"/>
              <w15:appearance w15:val="hidden"/>
              <w:text w:multiLine="1"/>
            </w:sdtPr>
            <w:sdtEndPr/>
            <w:sdtContent>
              <w:p w:rsidR="0059209B" w:rsidRDefault="0059209B" w:rsidP="00A11400">
                <w:pPr>
                  <w:pStyle w:val="NormalIndent"/>
                </w:pPr>
                <w:r w:rsidRPr="00647D6A">
                  <w:t>Street Address</w:t>
                </w:r>
              </w:p>
            </w:sdtContent>
          </w:sdt>
          <w:sdt>
            <w:sdtPr>
              <w:alias w:val="Address 2:"/>
              <w:tag w:val="Address 2:"/>
              <w:id w:val="-1631699272"/>
              <w:placeholder>
                <w:docPart w:val="F5798969CEC9408EA18FD4B5DA619100"/>
              </w:placeholder>
              <w:showingPlcHdr/>
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<w15:appearance w15:val="hidden"/>
              <w:text w:multiLine="1"/>
            </w:sdtPr>
            <w:sdtEndPr/>
            <w:sdtContent>
              <w:p w:rsidR="0059209B" w:rsidRDefault="0059209B" w:rsidP="00A11400">
                <w:pPr>
                  <w:pStyle w:val="NormalIndent"/>
                </w:pPr>
                <w:r w:rsidRPr="00647D6A">
                  <w:t>Address 2</w:t>
                </w:r>
              </w:p>
            </w:sdtContent>
          </w:sdt>
          <w:sdt>
            <w:sdtPr>
              <w:alias w:val="City, ST ZIP Code:"/>
              <w:tag w:val="City, ST ZIP Code:"/>
              <w:id w:val="1753387856"/>
              <w:placeholder>
                <w:docPart w:val="4C1276D85D0643409031EE68B3E27AD3"/>
              </w:placeholder>
              <w:showingPlcHdr/>
  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  <w15:appearance w15:val="hidden"/>
              <w:text/>
            </w:sdtPr>
            <w:sdtEndPr/>
            <w:sdtContent>
              <w:p w:rsidR="000C4452" w:rsidRPr="00647D6A" w:rsidRDefault="0059209B" w:rsidP="00A11400">
                <w:pPr>
                  <w:pStyle w:val="NormalIndent"/>
                </w:pPr>
                <w:r w:rsidRPr="00647D6A">
                  <w:t>City, ST ZIP Code</w:t>
                </w:r>
              </w:p>
            </w:sdtContent>
          </w:sdt>
        </w:tc>
        <w:tc>
          <w:tcPr>
            <w:tcW w:w="3788" w:type="dxa"/>
            <w:vAlign w:val="center"/>
          </w:tcPr>
          <w:sdt>
            <w:sdtPr>
              <w:alias w:val="Your name:"/>
              <w:tag w:val="Your name:"/>
              <w:id w:val="-393118961"/>
              <w:placeholder>
                <w:docPart w:val="912DCA877B5B4A1BBBA341AA7C5C27D8"/>
              </w:placeholder>
              <w:showingPlcHdr/>
              <w:dataBinding w:prefixMappings="xmlns:ns0='http://schemas.openxmlformats.org/officeDocument/2006/extended-properties' " w:xpath="/ns0:Properties[1]/ns0:Company[1]" w:storeItemID="{6668398D-A668-4E3E-A5EB-62B293D839F1}"/>
              <w15:appearance w15:val="hidden"/>
              <w:text w:multiLine="1"/>
            </w:sdtPr>
            <w:sdtEndPr/>
            <w:sdtContent>
              <w:p w:rsidR="0059209B" w:rsidRPr="00647D6A" w:rsidRDefault="0059209B" w:rsidP="00A11400">
                <w:pPr>
                  <w:pStyle w:val="NormalIndent"/>
                </w:pPr>
                <w:r w:rsidRPr="00647D6A">
                  <w:t>Name</w:t>
                </w:r>
              </w:p>
            </w:sdtContent>
          </w:sdt>
          <w:sdt>
            <w:sdtPr>
              <w:alias w:val="Street address:"/>
              <w:tag w:val="Street address:"/>
              <w:id w:val="1267354343"/>
              <w:placeholder>
                <w:docPart w:val="57460544EDB64CD79D0B633FB3765668"/>
              </w:placeholder>
              <w:showingPlcHdr/>
              <w:dataBinding w:prefixMappings="xmlns:ns0='http://schemas.microsoft.com/office/2006/coverPageProps' " w:xpath="/ns0:CoverPageProperties[1]/ns0:CompanyAddress[1]" w:storeItemID="{55AF091B-3C7A-41E3-B477-F2FDAA23CFDA}"/>
              <w15:appearance w15:val="hidden"/>
              <w:text w:multiLine="1"/>
            </w:sdtPr>
            <w:sdtEndPr/>
            <w:sdtContent>
              <w:p w:rsidR="0059209B" w:rsidRDefault="0059209B" w:rsidP="00A11400">
                <w:pPr>
                  <w:pStyle w:val="NormalIndent"/>
                </w:pPr>
                <w:r w:rsidRPr="00647D6A">
                  <w:t>Street Address</w:t>
                </w:r>
              </w:p>
            </w:sdtContent>
          </w:sdt>
          <w:sdt>
            <w:sdtPr>
              <w:alias w:val="Address 2:"/>
              <w:tag w:val="Address 2:"/>
              <w:id w:val="-416396763"/>
              <w:placeholder>
                <w:docPart w:val="9FB3497929CE439C907FDC012949520B"/>
              </w:placeholder>
              <w:showingPlcHdr/>
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<w15:appearance w15:val="hidden"/>
              <w:text w:multiLine="1"/>
            </w:sdtPr>
            <w:sdtEndPr/>
            <w:sdtContent>
              <w:p w:rsidR="0059209B" w:rsidRDefault="0059209B" w:rsidP="00A11400">
                <w:pPr>
                  <w:pStyle w:val="NormalIndent"/>
                </w:pPr>
                <w:r w:rsidRPr="00647D6A">
                  <w:t>Address 2</w:t>
                </w:r>
              </w:p>
            </w:sdtContent>
          </w:sdt>
          <w:sdt>
            <w:sdtPr>
              <w:alias w:val="City, ST ZIP Code:"/>
              <w:tag w:val="City, ST ZIP Code:"/>
              <w:id w:val="-907453450"/>
              <w:placeholder>
                <w:docPart w:val="DC78CEF68C124960B92E74A09AC56510"/>
              </w:placeholder>
              <w:showingPlcHdr/>
  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  <w15:appearance w15:val="hidden"/>
              <w:text/>
            </w:sdtPr>
            <w:sdtEndPr/>
            <w:sdtContent>
              <w:p w:rsidR="000C4452" w:rsidRPr="00647D6A" w:rsidRDefault="0059209B" w:rsidP="00A11400">
                <w:pPr>
                  <w:pStyle w:val="NormalIndent"/>
                </w:pPr>
                <w:r w:rsidRPr="00647D6A">
                  <w:t>City, ST ZIP Code</w:t>
                </w:r>
              </w:p>
            </w:sdtContent>
          </w:sdt>
        </w:tc>
        <w:tc>
          <w:tcPr>
            <w:tcW w:w="3960" w:type="dxa"/>
            <w:tcMar>
              <w:left w:w="173" w:type="dxa"/>
            </w:tcMar>
            <w:vAlign w:val="center"/>
          </w:tcPr>
          <w:sdt>
            <w:sdtPr>
              <w:alias w:val="Your name:"/>
              <w:tag w:val="Your name:"/>
              <w:id w:val="471791983"/>
              <w:placeholder>
                <w:docPart w:val="7E8AD48D2A0A45C3BD941B20709F84C6"/>
              </w:placeholder>
              <w:showingPlcHdr/>
              <w:dataBinding w:prefixMappings="xmlns:ns0='http://schemas.openxmlformats.org/officeDocument/2006/extended-properties' " w:xpath="/ns0:Properties[1]/ns0:Company[1]" w:storeItemID="{6668398D-A668-4E3E-A5EB-62B293D839F1}"/>
              <w15:appearance w15:val="hidden"/>
              <w:text w:multiLine="1"/>
            </w:sdtPr>
            <w:sdtEndPr/>
            <w:sdtContent>
              <w:p w:rsidR="0059209B" w:rsidRPr="00647D6A" w:rsidRDefault="0059209B" w:rsidP="00A11400">
                <w:pPr>
                  <w:pStyle w:val="NormalIndent"/>
                </w:pPr>
                <w:r w:rsidRPr="00647D6A">
                  <w:t>Name</w:t>
                </w:r>
              </w:p>
            </w:sdtContent>
          </w:sdt>
          <w:sdt>
            <w:sdtPr>
              <w:alias w:val="Street address:"/>
              <w:tag w:val="Street address:"/>
              <w:id w:val="-2114352555"/>
              <w:placeholder>
                <w:docPart w:val="AD634CDCFA08446E8B7DF465A4A3C012"/>
              </w:placeholder>
              <w:showingPlcHdr/>
              <w:dataBinding w:prefixMappings="xmlns:ns0='http://schemas.microsoft.com/office/2006/coverPageProps' " w:xpath="/ns0:CoverPageProperties[1]/ns0:CompanyAddress[1]" w:storeItemID="{55AF091B-3C7A-41E3-B477-F2FDAA23CFDA}"/>
              <w15:appearance w15:val="hidden"/>
              <w:text w:multiLine="1"/>
            </w:sdtPr>
            <w:sdtEndPr/>
            <w:sdtContent>
              <w:p w:rsidR="0059209B" w:rsidRDefault="0059209B" w:rsidP="00A11400">
                <w:pPr>
                  <w:pStyle w:val="NormalIndent"/>
                </w:pPr>
                <w:r w:rsidRPr="00647D6A">
                  <w:t>Street Address</w:t>
                </w:r>
              </w:p>
            </w:sdtContent>
          </w:sdt>
          <w:sdt>
            <w:sdtPr>
              <w:alias w:val="Address 2:"/>
              <w:tag w:val="Address 2:"/>
              <w:id w:val="926549714"/>
              <w:placeholder>
                <w:docPart w:val="C1EE63EA50754417B95E1B2AD6E1EC02"/>
              </w:placeholder>
              <w:showingPlcHdr/>
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<w15:appearance w15:val="hidden"/>
              <w:text w:multiLine="1"/>
            </w:sdtPr>
            <w:sdtEndPr/>
            <w:sdtContent>
              <w:p w:rsidR="0059209B" w:rsidRDefault="0059209B" w:rsidP="00A11400">
                <w:pPr>
                  <w:pStyle w:val="NormalIndent"/>
                </w:pPr>
                <w:r w:rsidRPr="00647D6A">
                  <w:t>Address 2</w:t>
                </w:r>
              </w:p>
            </w:sdtContent>
          </w:sdt>
          <w:sdt>
            <w:sdtPr>
              <w:alias w:val="City, ST ZIP Code:"/>
              <w:tag w:val="City, ST ZIP Code:"/>
              <w:id w:val="-258989587"/>
              <w:placeholder>
                <w:docPart w:val="9ED719FB4F104E58BD814114ED008E47"/>
              </w:placeholder>
              <w:showingPlcHdr/>
  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  <w15:appearance w15:val="hidden"/>
              <w:text/>
            </w:sdtPr>
            <w:sdtEndPr/>
            <w:sdtContent>
              <w:p w:rsidR="000C4452" w:rsidRPr="00647D6A" w:rsidRDefault="0059209B" w:rsidP="00A11400">
                <w:pPr>
                  <w:pStyle w:val="NormalIndent"/>
                </w:pPr>
                <w:r w:rsidRPr="00647D6A">
                  <w:t>City, ST ZIP Code</w:t>
                </w:r>
              </w:p>
            </w:sdtContent>
          </w:sdt>
        </w:tc>
      </w:tr>
      <w:tr w:rsidR="000C4452" w:rsidRPr="00647D6A" w:rsidTr="00FB35FE">
        <w:trPr>
          <w:cantSplit/>
          <w:trHeight w:hRule="exact" w:val="1296"/>
          <w:jc w:val="center"/>
        </w:trPr>
        <w:tc>
          <w:tcPr>
            <w:tcW w:w="3946" w:type="dxa"/>
            <w:tcMar>
              <w:bottom w:w="144" w:type="dxa"/>
              <w:right w:w="173" w:type="dxa"/>
            </w:tcMar>
            <w:vAlign w:val="bottom"/>
          </w:tcPr>
          <w:sdt>
            <w:sdtPr>
              <w:alias w:val="Your name:"/>
              <w:tag w:val="Your name:"/>
              <w:id w:val="813770378"/>
              <w:placeholder>
                <w:docPart w:val="8773DCFD0A9647229931D7C40682E327"/>
              </w:placeholder>
              <w:showingPlcHdr/>
              <w:dataBinding w:prefixMappings="xmlns:ns0='http://schemas.openxmlformats.org/officeDocument/2006/extended-properties' " w:xpath="/ns0:Properties[1]/ns0:Company[1]" w:storeItemID="{6668398D-A668-4E3E-A5EB-62B293D839F1}"/>
              <w15:appearance w15:val="hidden"/>
              <w:text w:multiLine="1"/>
            </w:sdtPr>
            <w:sdtEndPr/>
            <w:sdtContent>
              <w:p w:rsidR="0059209B" w:rsidRPr="00647D6A" w:rsidRDefault="0059209B" w:rsidP="00A11400">
                <w:pPr>
                  <w:pStyle w:val="NormalIndent"/>
                </w:pPr>
                <w:r w:rsidRPr="00647D6A">
                  <w:t>Name</w:t>
                </w:r>
              </w:p>
            </w:sdtContent>
          </w:sdt>
          <w:sdt>
            <w:sdtPr>
              <w:alias w:val="Street address:"/>
              <w:tag w:val="Street address:"/>
              <w:id w:val="-896208364"/>
              <w:placeholder>
                <w:docPart w:val="C9816DEDE921409A93845DCE817F5D1C"/>
              </w:placeholder>
              <w:showingPlcHdr/>
              <w:dataBinding w:prefixMappings="xmlns:ns0='http://schemas.microsoft.com/office/2006/coverPageProps' " w:xpath="/ns0:CoverPageProperties[1]/ns0:CompanyAddress[1]" w:storeItemID="{55AF091B-3C7A-41E3-B477-F2FDAA23CFDA}"/>
              <w15:appearance w15:val="hidden"/>
              <w:text w:multiLine="1"/>
            </w:sdtPr>
            <w:sdtEndPr/>
            <w:sdtContent>
              <w:p w:rsidR="0059209B" w:rsidRDefault="0059209B" w:rsidP="00A11400">
                <w:pPr>
                  <w:pStyle w:val="NormalIndent"/>
                </w:pPr>
                <w:r w:rsidRPr="00647D6A">
                  <w:t>Street Address</w:t>
                </w:r>
              </w:p>
            </w:sdtContent>
          </w:sdt>
          <w:sdt>
            <w:sdtPr>
              <w:alias w:val="Address 2:"/>
              <w:tag w:val="Address 2:"/>
              <w:id w:val="1545485053"/>
              <w:placeholder>
                <w:docPart w:val="5F456BB253C542C4A6621C1E0317326B"/>
              </w:placeholder>
              <w:showingPlcHdr/>
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<w15:appearance w15:val="hidden"/>
              <w:text w:multiLine="1"/>
            </w:sdtPr>
            <w:sdtEndPr/>
            <w:sdtContent>
              <w:p w:rsidR="0059209B" w:rsidRDefault="0059209B" w:rsidP="00A11400">
                <w:pPr>
                  <w:pStyle w:val="NormalIndent"/>
                </w:pPr>
                <w:r w:rsidRPr="00647D6A">
                  <w:t>Address 2</w:t>
                </w:r>
              </w:p>
            </w:sdtContent>
          </w:sdt>
          <w:sdt>
            <w:sdtPr>
              <w:alias w:val="City, ST ZIP Code:"/>
              <w:tag w:val="City, ST ZIP Code:"/>
              <w:id w:val="1243529465"/>
              <w:placeholder>
                <w:docPart w:val="68DB78E8B3514C7FA527E6217FE117F2"/>
              </w:placeholder>
              <w:showingPlcHdr/>
  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  <w15:appearance w15:val="hidden"/>
              <w:text/>
            </w:sdtPr>
            <w:sdtEndPr/>
            <w:sdtContent>
              <w:p w:rsidR="000C4452" w:rsidRPr="00647D6A" w:rsidRDefault="0059209B" w:rsidP="00A11400">
                <w:pPr>
                  <w:pStyle w:val="NormalIndent"/>
                </w:pPr>
                <w:r w:rsidRPr="00647D6A">
                  <w:t>City, ST ZIP Code</w:t>
                </w:r>
              </w:p>
            </w:sdtContent>
          </w:sdt>
        </w:tc>
        <w:tc>
          <w:tcPr>
            <w:tcW w:w="3788" w:type="dxa"/>
            <w:tcMar>
              <w:bottom w:w="144" w:type="dxa"/>
            </w:tcMar>
            <w:vAlign w:val="bottom"/>
          </w:tcPr>
          <w:sdt>
            <w:sdtPr>
              <w:alias w:val="Your name:"/>
              <w:tag w:val="Your name:"/>
              <w:id w:val="-901915981"/>
              <w:placeholder>
                <w:docPart w:val="8D8A76E20FD048629E8F29106CE64010"/>
              </w:placeholder>
              <w:showingPlcHdr/>
              <w:dataBinding w:prefixMappings="xmlns:ns0='http://schemas.openxmlformats.org/officeDocument/2006/extended-properties' " w:xpath="/ns0:Properties[1]/ns0:Company[1]" w:storeItemID="{6668398D-A668-4E3E-A5EB-62B293D839F1}"/>
              <w15:appearance w15:val="hidden"/>
              <w:text w:multiLine="1"/>
            </w:sdtPr>
            <w:sdtEndPr/>
            <w:sdtContent>
              <w:p w:rsidR="0059209B" w:rsidRPr="00647D6A" w:rsidRDefault="0059209B" w:rsidP="00A11400">
                <w:pPr>
                  <w:pStyle w:val="NormalIndent"/>
                </w:pPr>
                <w:r w:rsidRPr="00647D6A">
                  <w:t>Name</w:t>
                </w:r>
              </w:p>
            </w:sdtContent>
          </w:sdt>
          <w:sdt>
            <w:sdtPr>
              <w:alias w:val="Street address:"/>
              <w:tag w:val="Street address:"/>
              <w:id w:val="1810590751"/>
              <w:placeholder>
                <w:docPart w:val="C5A85AFA117D442CA26C1F2B6093E656"/>
              </w:placeholder>
              <w:showingPlcHdr/>
              <w:dataBinding w:prefixMappings="xmlns:ns0='http://schemas.microsoft.com/office/2006/coverPageProps' " w:xpath="/ns0:CoverPageProperties[1]/ns0:CompanyAddress[1]" w:storeItemID="{55AF091B-3C7A-41E3-B477-F2FDAA23CFDA}"/>
              <w15:appearance w15:val="hidden"/>
              <w:text w:multiLine="1"/>
            </w:sdtPr>
            <w:sdtEndPr/>
            <w:sdtContent>
              <w:p w:rsidR="0059209B" w:rsidRDefault="0059209B" w:rsidP="00A11400">
                <w:pPr>
                  <w:pStyle w:val="NormalIndent"/>
                </w:pPr>
                <w:r w:rsidRPr="00647D6A">
                  <w:t>Street Address</w:t>
                </w:r>
              </w:p>
            </w:sdtContent>
          </w:sdt>
          <w:sdt>
            <w:sdtPr>
              <w:alias w:val="Address 2:"/>
              <w:tag w:val="Address 2:"/>
              <w:id w:val="1113326632"/>
              <w:placeholder>
                <w:docPart w:val="3598DFC36FCC4CD8A40ACF3B97CC3521"/>
              </w:placeholder>
              <w:showingPlcHdr/>
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<w15:appearance w15:val="hidden"/>
              <w:text w:multiLine="1"/>
            </w:sdtPr>
            <w:sdtEndPr/>
            <w:sdtContent>
              <w:p w:rsidR="0059209B" w:rsidRDefault="0059209B" w:rsidP="00A11400">
                <w:pPr>
                  <w:pStyle w:val="NormalIndent"/>
                </w:pPr>
                <w:r w:rsidRPr="00647D6A">
                  <w:t>Address 2</w:t>
                </w:r>
              </w:p>
            </w:sdtContent>
          </w:sdt>
          <w:sdt>
            <w:sdtPr>
              <w:alias w:val="City, ST ZIP Code:"/>
              <w:tag w:val="City, ST ZIP Code:"/>
              <w:id w:val="-843553693"/>
              <w:placeholder>
                <w:docPart w:val="CCF7C776F3F84F08922C56C5666BA099"/>
              </w:placeholder>
              <w:showingPlcHdr/>
  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  <w15:appearance w15:val="hidden"/>
              <w:text/>
            </w:sdtPr>
            <w:sdtEndPr/>
            <w:sdtContent>
              <w:p w:rsidR="000C4452" w:rsidRPr="00647D6A" w:rsidRDefault="0059209B" w:rsidP="00A11400">
                <w:pPr>
                  <w:pStyle w:val="NormalIndent"/>
                </w:pPr>
                <w:r w:rsidRPr="00647D6A">
                  <w:t>City, ST ZIP Code</w:t>
                </w:r>
              </w:p>
            </w:sdtContent>
          </w:sdt>
        </w:tc>
        <w:tc>
          <w:tcPr>
            <w:tcW w:w="3960" w:type="dxa"/>
            <w:tcMar>
              <w:left w:w="173" w:type="dxa"/>
              <w:bottom w:w="144" w:type="dxa"/>
            </w:tcMar>
            <w:vAlign w:val="bottom"/>
          </w:tcPr>
          <w:sdt>
            <w:sdtPr>
              <w:alias w:val="Your name:"/>
              <w:tag w:val="Your name:"/>
              <w:id w:val="-805158009"/>
              <w:placeholder>
                <w:docPart w:val="130E16650A074B81B4F81EB73401E93E"/>
              </w:placeholder>
              <w:showingPlcHdr/>
              <w:dataBinding w:prefixMappings="xmlns:ns0='http://schemas.openxmlformats.org/officeDocument/2006/extended-properties' " w:xpath="/ns0:Properties[1]/ns0:Company[1]" w:storeItemID="{6668398D-A668-4E3E-A5EB-62B293D839F1}"/>
              <w15:appearance w15:val="hidden"/>
              <w:text w:multiLine="1"/>
            </w:sdtPr>
            <w:sdtEndPr/>
            <w:sdtContent>
              <w:p w:rsidR="0059209B" w:rsidRPr="00647D6A" w:rsidRDefault="0059209B" w:rsidP="00A11400">
                <w:pPr>
                  <w:pStyle w:val="NormalIndent"/>
                </w:pPr>
                <w:r w:rsidRPr="00647D6A">
                  <w:t>Name</w:t>
                </w:r>
              </w:p>
            </w:sdtContent>
          </w:sdt>
          <w:sdt>
            <w:sdtPr>
              <w:alias w:val="Street address:"/>
              <w:tag w:val="Street address:"/>
              <w:id w:val="-398214607"/>
              <w:placeholder>
                <w:docPart w:val="C2530287CD99488D865B33DFCA015118"/>
              </w:placeholder>
              <w:showingPlcHdr/>
              <w:dataBinding w:prefixMappings="xmlns:ns0='http://schemas.microsoft.com/office/2006/coverPageProps' " w:xpath="/ns0:CoverPageProperties[1]/ns0:CompanyAddress[1]" w:storeItemID="{55AF091B-3C7A-41E3-B477-F2FDAA23CFDA}"/>
              <w15:appearance w15:val="hidden"/>
              <w:text w:multiLine="1"/>
            </w:sdtPr>
            <w:sdtEndPr/>
            <w:sdtContent>
              <w:p w:rsidR="0059209B" w:rsidRDefault="0059209B" w:rsidP="00A11400">
                <w:pPr>
                  <w:pStyle w:val="NormalIndent"/>
                </w:pPr>
                <w:r w:rsidRPr="00647D6A">
                  <w:t>Street Address</w:t>
                </w:r>
              </w:p>
            </w:sdtContent>
          </w:sdt>
          <w:sdt>
            <w:sdtPr>
              <w:alias w:val="Address 2:"/>
              <w:tag w:val="Address 2:"/>
              <w:id w:val="1567382446"/>
              <w:placeholder>
                <w:docPart w:val="6154A5D7B9284F61A59943E3CD69F523"/>
              </w:placeholder>
              <w:showingPlcHdr/>
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<w15:appearance w15:val="hidden"/>
              <w:text w:multiLine="1"/>
            </w:sdtPr>
            <w:sdtEndPr/>
            <w:sdtContent>
              <w:p w:rsidR="0059209B" w:rsidRDefault="0059209B" w:rsidP="00A11400">
                <w:pPr>
                  <w:pStyle w:val="NormalIndent"/>
                </w:pPr>
                <w:r w:rsidRPr="00647D6A">
                  <w:t>Address 2</w:t>
                </w:r>
              </w:p>
            </w:sdtContent>
          </w:sdt>
          <w:sdt>
            <w:sdtPr>
              <w:alias w:val="City, ST ZIP Code:"/>
              <w:tag w:val="City, ST ZIP Code:"/>
              <w:id w:val="1794020308"/>
              <w:placeholder>
                <w:docPart w:val="DFF54556D6B647D8BDBF892D4E66D5DC"/>
              </w:placeholder>
              <w:showingPlcHdr/>
  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  <w15:appearance w15:val="hidden"/>
              <w:text/>
            </w:sdtPr>
            <w:sdtEndPr/>
            <w:sdtContent>
              <w:p w:rsidR="000C4452" w:rsidRPr="00647D6A" w:rsidRDefault="0059209B" w:rsidP="00A11400">
                <w:pPr>
                  <w:pStyle w:val="NormalIndent"/>
                </w:pPr>
                <w:r w:rsidRPr="00647D6A">
                  <w:t>City, ST ZIP Code</w:t>
                </w:r>
              </w:p>
            </w:sdtContent>
          </w:sdt>
        </w:tc>
      </w:tr>
      <w:tr w:rsidR="000C4452" w:rsidRPr="00647D6A" w:rsidTr="00FB35FE">
        <w:trPr>
          <w:cantSplit/>
          <w:trHeight w:hRule="exact" w:val="1440"/>
          <w:jc w:val="center"/>
        </w:trPr>
        <w:tc>
          <w:tcPr>
            <w:tcW w:w="3946" w:type="dxa"/>
            <w:tcMar>
              <w:right w:w="173" w:type="dxa"/>
            </w:tcMar>
            <w:vAlign w:val="center"/>
          </w:tcPr>
          <w:sdt>
            <w:sdtPr>
              <w:alias w:val="Your name:"/>
              <w:tag w:val="Your name:"/>
              <w:id w:val="-117832772"/>
              <w:placeholder>
                <w:docPart w:val="28AE1B96BB3D445B8E53CF8B1AE6D641"/>
              </w:placeholder>
              <w:showingPlcHdr/>
              <w:dataBinding w:prefixMappings="xmlns:ns0='http://schemas.openxmlformats.org/officeDocument/2006/extended-properties' " w:xpath="/ns0:Properties[1]/ns0:Company[1]" w:storeItemID="{6668398D-A668-4E3E-A5EB-62B293D839F1}"/>
              <w15:appearance w15:val="hidden"/>
              <w:text w:multiLine="1"/>
            </w:sdtPr>
            <w:sdtEndPr/>
            <w:sdtContent>
              <w:p w:rsidR="0059209B" w:rsidRPr="00647D6A" w:rsidRDefault="0059209B" w:rsidP="00A11400">
                <w:r w:rsidRPr="00647D6A">
                  <w:t>Name</w:t>
                </w:r>
              </w:p>
            </w:sdtContent>
          </w:sdt>
          <w:sdt>
            <w:sdtPr>
              <w:alias w:val="Street address:"/>
              <w:tag w:val="Street address:"/>
              <w:id w:val="-1766294339"/>
              <w:placeholder>
                <w:docPart w:val="7B606CD595E74A0884458B5567443213"/>
              </w:placeholder>
              <w:showingPlcHdr/>
              <w:dataBinding w:prefixMappings="xmlns:ns0='http://schemas.microsoft.com/office/2006/coverPageProps' " w:xpath="/ns0:CoverPageProperties[1]/ns0:CompanyAddress[1]" w:storeItemID="{55AF091B-3C7A-41E3-B477-F2FDAA23CFDA}"/>
              <w15:appearance w15:val="hidden"/>
              <w:text w:multiLine="1"/>
            </w:sdtPr>
            <w:sdtEndPr/>
            <w:sdtContent>
              <w:p w:rsidR="0059209B" w:rsidRDefault="0059209B" w:rsidP="00A11400">
                <w:r w:rsidRPr="00647D6A">
                  <w:t>Street Address</w:t>
                </w:r>
              </w:p>
            </w:sdtContent>
          </w:sdt>
          <w:sdt>
            <w:sdtPr>
              <w:alias w:val="Address 2:"/>
              <w:tag w:val="Address 2:"/>
              <w:id w:val="-1165473991"/>
              <w:placeholder>
                <w:docPart w:val="3E168B4DD1684B90A281BF7AC08B6D93"/>
              </w:placeholder>
              <w:showingPlcHdr/>
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<w15:appearance w15:val="hidden"/>
              <w:text w:multiLine="1"/>
            </w:sdtPr>
            <w:sdtEndPr/>
            <w:sdtContent>
              <w:p w:rsidR="0059209B" w:rsidRDefault="0059209B" w:rsidP="00A11400">
                <w:r w:rsidRPr="00647D6A">
                  <w:t>Address 2</w:t>
                </w:r>
              </w:p>
            </w:sdtContent>
          </w:sdt>
          <w:sdt>
            <w:sdtPr>
              <w:alias w:val="City, ST ZIP Code:"/>
              <w:tag w:val="City, ST ZIP Code:"/>
              <w:id w:val="-1634007621"/>
              <w:placeholder>
                <w:docPart w:val="8BB17A5F4FC046348C1E92243AAB27EF"/>
              </w:placeholder>
              <w:showingPlcHdr/>
  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  <w15:appearance w15:val="hidden"/>
              <w:text/>
            </w:sdtPr>
            <w:sdtEndPr/>
            <w:sdtContent>
              <w:p w:rsidR="000C4452" w:rsidRPr="00647D6A" w:rsidRDefault="0059209B" w:rsidP="00A11400">
                <w:r w:rsidRPr="00647D6A">
                  <w:t>City, ST ZIP Code</w:t>
                </w:r>
              </w:p>
            </w:sdtContent>
          </w:sdt>
        </w:tc>
        <w:tc>
          <w:tcPr>
            <w:tcW w:w="3788" w:type="dxa"/>
            <w:vAlign w:val="center"/>
          </w:tcPr>
          <w:sdt>
            <w:sdtPr>
              <w:alias w:val="Your name:"/>
              <w:tag w:val="Your name:"/>
              <w:id w:val="808673353"/>
              <w:placeholder>
                <w:docPart w:val="B983D8BDFE2342B8A69D1D41DD9CD96E"/>
              </w:placeholder>
              <w:showingPlcHdr/>
              <w:dataBinding w:prefixMappings="xmlns:ns0='http://schemas.openxmlformats.org/officeDocument/2006/extended-properties' " w:xpath="/ns0:Properties[1]/ns0:Company[1]" w:storeItemID="{6668398D-A668-4E3E-A5EB-62B293D839F1}"/>
              <w15:appearance w15:val="hidden"/>
              <w:text w:multiLine="1"/>
            </w:sdtPr>
            <w:sdtEndPr/>
            <w:sdtContent>
              <w:p w:rsidR="0059209B" w:rsidRPr="00647D6A" w:rsidRDefault="0059209B" w:rsidP="00A11400">
                <w:r w:rsidRPr="00647D6A">
                  <w:t>Name</w:t>
                </w:r>
              </w:p>
            </w:sdtContent>
          </w:sdt>
          <w:sdt>
            <w:sdtPr>
              <w:alias w:val="Street address:"/>
              <w:tag w:val="Street address:"/>
              <w:id w:val="673768669"/>
              <w:placeholder>
                <w:docPart w:val="B9C6F30DD8DC42F3849BED0EDA31F399"/>
              </w:placeholder>
              <w:showingPlcHdr/>
              <w:dataBinding w:prefixMappings="xmlns:ns0='http://schemas.microsoft.com/office/2006/coverPageProps' " w:xpath="/ns0:CoverPageProperties[1]/ns0:CompanyAddress[1]" w:storeItemID="{55AF091B-3C7A-41E3-B477-F2FDAA23CFDA}"/>
              <w15:appearance w15:val="hidden"/>
              <w:text w:multiLine="1"/>
            </w:sdtPr>
            <w:sdtEndPr/>
            <w:sdtContent>
              <w:p w:rsidR="0059209B" w:rsidRDefault="0059209B" w:rsidP="00A11400">
                <w:r w:rsidRPr="00647D6A">
                  <w:t>Street Address</w:t>
                </w:r>
              </w:p>
            </w:sdtContent>
          </w:sdt>
          <w:sdt>
            <w:sdtPr>
              <w:alias w:val="Address 2:"/>
              <w:tag w:val="Address 2:"/>
              <w:id w:val="1479346977"/>
              <w:placeholder>
                <w:docPart w:val="DDC9C09453AE425DB5A99DD9D5C340F9"/>
              </w:placeholder>
              <w:showingPlcHdr/>
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<w15:appearance w15:val="hidden"/>
              <w:text w:multiLine="1"/>
            </w:sdtPr>
            <w:sdtEndPr/>
            <w:sdtContent>
              <w:p w:rsidR="0059209B" w:rsidRDefault="0059209B" w:rsidP="00A11400">
                <w:r w:rsidRPr="00647D6A">
                  <w:t>Address 2</w:t>
                </w:r>
              </w:p>
            </w:sdtContent>
          </w:sdt>
          <w:sdt>
            <w:sdtPr>
              <w:alias w:val="City, ST ZIP Code:"/>
              <w:tag w:val="City, ST ZIP Code:"/>
              <w:id w:val="1311822002"/>
              <w:placeholder>
                <w:docPart w:val="C683583DB2394E99A2FAD6E0AEE6711B"/>
              </w:placeholder>
              <w:showingPlcHdr/>
  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  <w15:appearance w15:val="hidden"/>
              <w:text/>
            </w:sdtPr>
            <w:sdtEndPr/>
            <w:sdtContent>
              <w:p w:rsidR="000C4452" w:rsidRPr="00647D6A" w:rsidRDefault="0059209B" w:rsidP="00A11400">
                <w:r w:rsidRPr="00647D6A">
                  <w:t>City, ST ZIP Code</w:t>
                </w:r>
              </w:p>
            </w:sdtContent>
          </w:sdt>
        </w:tc>
        <w:tc>
          <w:tcPr>
            <w:tcW w:w="3960" w:type="dxa"/>
            <w:tcMar>
              <w:left w:w="173" w:type="dxa"/>
            </w:tcMar>
            <w:vAlign w:val="center"/>
          </w:tcPr>
          <w:sdt>
            <w:sdtPr>
              <w:alias w:val="Your name:"/>
              <w:tag w:val="Your name:"/>
              <w:id w:val="-491714487"/>
              <w:placeholder>
                <w:docPart w:val="1D0CA82D7A4748D6867318EDB1483CC1"/>
              </w:placeholder>
              <w:showingPlcHdr/>
              <w:dataBinding w:prefixMappings="xmlns:ns0='http://schemas.openxmlformats.org/officeDocument/2006/extended-properties' " w:xpath="/ns0:Properties[1]/ns0:Company[1]" w:storeItemID="{6668398D-A668-4E3E-A5EB-62B293D839F1}"/>
              <w15:appearance w15:val="hidden"/>
              <w:text w:multiLine="1"/>
            </w:sdtPr>
            <w:sdtEndPr/>
            <w:sdtContent>
              <w:p w:rsidR="0059209B" w:rsidRPr="00647D6A" w:rsidRDefault="0059209B" w:rsidP="00A11400">
                <w:r w:rsidRPr="00647D6A">
                  <w:t>Name</w:t>
                </w:r>
              </w:p>
            </w:sdtContent>
          </w:sdt>
          <w:sdt>
            <w:sdtPr>
              <w:alias w:val="Street address:"/>
              <w:tag w:val="Street address:"/>
              <w:id w:val="397708963"/>
              <w:placeholder>
                <w:docPart w:val="447754863BAD4BB4A85E90C36F0E3404"/>
              </w:placeholder>
              <w:showingPlcHdr/>
              <w:dataBinding w:prefixMappings="xmlns:ns0='http://schemas.microsoft.com/office/2006/coverPageProps' " w:xpath="/ns0:CoverPageProperties[1]/ns0:CompanyAddress[1]" w:storeItemID="{55AF091B-3C7A-41E3-B477-F2FDAA23CFDA}"/>
              <w15:appearance w15:val="hidden"/>
              <w:text w:multiLine="1"/>
            </w:sdtPr>
            <w:sdtEndPr/>
            <w:sdtContent>
              <w:p w:rsidR="0059209B" w:rsidRDefault="0059209B" w:rsidP="00A11400">
                <w:r w:rsidRPr="00647D6A">
                  <w:t>Street Address</w:t>
                </w:r>
              </w:p>
            </w:sdtContent>
          </w:sdt>
          <w:sdt>
            <w:sdtPr>
              <w:alias w:val="Address 2:"/>
              <w:tag w:val="Address 2:"/>
              <w:id w:val="1669529706"/>
              <w:placeholder>
                <w:docPart w:val="93A31C6A2BA34F1C9E0E4E1A26AD1951"/>
              </w:placeholder>
              <w:showingPlcHdr/>
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<w15:appearance w15:val="hidden"/>
              <w:text w:multiLine="1"/>
            </w:sdtPr>
            <w:sdtEndPr/>
            <w:sdtContent>
              <w:p w:rsidR="0059209B" w:rsidRDefault="0059209B" w:rsidP="00A11400">
                <w:r w:rsidRPr="00647D6A">
                  <w:t>Address 2</w:t>
                </w:r>
              </w:p>
            </w:sdtContent>
          </w:sdt>
          <w:sdt>
            <w:sdtPr>
              <w:alias w:val="City, ST ZIP Code:"/>
              <w:tag w:val="City, ST ZIP Code:"/>
              <w:id w:val="597760139"/>
              <w:placeholder>
                <w:docPart w:val="6639926C660E44988F375B9FF4DB146E"/>
              </w:placeholder>
              <w:showingPlcHdr/>
  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  <w15:appearance w15:val="hidden"/>
              <w:text/>
            </w:sdtPr>
            <w:sdtEndPr/>
            <w:sdtContent>
              <w:p w:rsidR="000C4452" w:rsidRPr="00647D6A" w:rsidRDefault="0059209B" w:rsidP="00A11400">
                <w:r w:rsidRPr="00647D6A">
                  <w:t>City, ST ZIP Code</w:t>
                </w:r>
              </w:p>
            </w:sdtContent>
          </w:sdt>
        </w:tc>
      </w:tr>
    </w:tbl>
    <w:p w:rsidR="00647D6A" w:rsidRPr="00647D6A" w:rsidRDefault="00647D6A" w:rsidP="00647D6A">
      <w:pPr>
        <w:pStyle w:val="NoSpacing"/>
        <w:rPr>
          <w:color w:val="E28F41" w:themeColor="accent4"/>
        </w:rPr>
      </w:pPr>
    </w:p>
    <w:sectPr w:rsidR="00647D6A" w:rsidRPr="00647D6A" w:rsidSect="000C445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432" w:left="720" w:header="432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319B" w:rsidRDefault="00A4319B" w:rsidP="002276B2">
      <w:r>
        <w:separator/>
      </w:r>
    </w:p>
  </w:endnote>
  <w:endnote w:type="continuationSeparator" w:id="0">
    <w:p w:rsidR="00A4319B" w:rsidRDefault="00A4319B" w:rsidP="00227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67FF" w:rsidRDefault="00AA67F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67FF" w:rsidRDefault="00AA67F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67FF" w:rsidRDefault="00AA67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319B" w:rsidRDefault="00A4319B" w:rsidP="002276B2">
      <w:r>
        <w:separator/>
      </w:r>
    </w:p>
  </w:footnote>
  <w:footnote w:type="continuationSeparator" w:id="0">
    <w:p w:rsidR="00A4319B" w:rsidRDefault="00A4319B" w:rsidP="002276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67FF" w:rsidRDefault="00AA67F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4452" w:rsidRDefault="000C4452">
    <w:pPr>
      <w:pStyle w:val="Header"/>
    </w:pPr>
    <w:r w:rsidRPr="00647D6A">
      <w:rPr>
        <w:noProof/>
        <w:color w:val="E28F41" w:themeColor="accent4"/>
      </w:rPr>
      <w:drawing>
        <wp:anchor distT="0" distB="0" distL="114300" distR="114300" simplePos="0" relativeHeight="251659264" behindDoc="1" locked="0" layoutInCell="1" allowOverlap="1" wp14:anchorId="17A0D1BB" wp14:editId="0D9FC2BB">
          <wp:simplePos x="0" y="0"/>
          <wp:positionH relativeFrom="page">
            <wp:posOffset>19050</wp:posOffset>
          </wp:positionH>
          <wp:positionV relativeFrom="page">
            <wp:posOffset>0</wp:posOffset>
          </wp:positionV>
          <wp:extent cx="7726680" cy="10076688"/>
          <wp:effectExtent l="0" t="0" r="7620" b="1270"/>
          <wp:wrapNone/>
          <wp:docPr id="14" name="Picture 14" descr="Snowflakes and snowman, reindeer, Christmas ornaments, golden Christmas bells, poinsettia flowers, bag full of gifts, Christmas lights, decorated Christmas tree, Christmas stockings, and candy can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26680" cy="100766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67FF" w:rsidRDefault="00AA67F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60870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50C100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6BC5E3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9FC781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580B52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2E816D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88EADB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5307F7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6567D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7F0A6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2114"/>
    <w:rsid w:val="000020FC"/>
    <w:rsid w:val="00012114"/>
    <w:rsid w:val="000C4452"/>
    <w:rsid w:val="00155A4D"/>
    <w:rsid w:val="002276B2"/>
    <w:rsid w:val="002855AC"/>
    <w:rsid w:val="002C7985"/>
    <w:rsid w:val="002D164E"/>
    <w:rsid w:val="002E3628"/>
    <w:rsid w:val="004043AB"/>
    <w:rsid w:val="004B1000"/>
    <w:rsid w:val="0059209B"/>
    <w:rsid w:val="00647D6A"/>
    <w:rsid w:val="007149DC"/>
    <w:rsid w:val="007312C0"/>
    <w:rsid w:val="0078784A"/>
    <w:rsid w:val="007B618B"/>
    <w:rsid w:val="0088020D"/>
    <w:rsid w:val="00A11400"/>
    <w:rsid w:val="00A274C3"/>
    <w:rsid w:val="00A4319B"/>
    <w:rsid w:val="00AA67FF"/>
    <w:rsid w:val="00AF0C40"/>
    <w:rsid w:val="00C20820"/>
    <w:rsid w:val="00CB3ECF"/>
    <w:rsid w:val="00D2091F"/>
    <w:rsid w:val="00D37DE7"/>
    <w:rsid w:val="00E44D16"/>
    <w:rsid w:val="00F42F0A"/>
    <w:rsid w:val="00FB3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DACDF4C"/>
  <w15:chartTrackingRefBased/>
  <w15:docId w15:val="{D548EC06-3CD8-4EBC-8DA1-D3300332E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color w:val="6D332F" w:themeColor="text2"/>
        <w:sz w:val="18"/>
        <w:szCs w:val="18"/>
        <w:lang w:val="en-US" w:eastAsia="ja-JP" w:bidi="ar-SA"/>
      </w:rPr>
    </w:rPrDefault>
    <w:pPrDefault>
      <w:pPr>
        <w:ind w:left="259" w:right="259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312C0"/>
    <w:rPr>
      <w:color w:val="7E4713" w:themeColor="accent4" w:themeShade="80"/>
    </w:rPr>
  </w:style>
  <w:style w:type="paragraph" w:styleId="Heading1">
    <w:name w:val="heading 1"/>
    <w:basedOn w:val="Normal"/>
    <w:next w:val="Normal"/>
    <w:link w:val="Heading1Char"/>
    <w:uiPriority w:val="9"/>
    <w:qFormat/>
    <w:rsid w:val="00FB35F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B93222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B35F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B93222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B35F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B93222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B35F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B93222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B35FE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7B2117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semiHidden/>
    <w:unhideWhenUsed/>
    <w:qFormat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NormalIndent">
    <w:name w:val="Normal Indent"/>
    <w:basedOn w:val="Normal"/>
    <w:unhideWhenUsed/>
    <w:pPr>
      <w:ind w:left="1181" w:right="144"/>
    </w:pPr>
  </w:style>
  <w:style w:type="paragraph" w:customStyle="1" w:styleId="NormalCenter">
    <w:name w:val="Normal Center"/>
    <w:basedOn w:val="Normal"/>
    <w:qFormat/>
    <w:pPr>
      <w:jc w:val="center"/>
    </w:pPr>
  </w:style>
  <w:style w:type="paragraph" w:styleId="Header">
    <w:name w:val="header"/>
    <w:basedOn w:val="Normal"/>
    <w:link w:val="HeaderChar"/>
    <w:uiPriority w:val="99"/>
    <w:unhideWhenUsed/>
    <w:rsid w:val="00F42F0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42F0A"/>
  </w:style>
  <w:style w:type="paragraph" w:styleId="Footer">
    <w:name w:val="footer"/>
    <w:basedOn w:val="Normal"/>
    <w:link w:val="FooterChar"/>
    <w:uiPriority w:val="99"/>
    <w:unhideWhenUsed/>
    <w:rsid w:val="00F42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42F0A"/>
  </w:style>
  <w:style w:type="character" w:customStyle="1" w:styleId="Heading1Char">
    <w:name w:val="Heading 1 Char"/>
    <w:basedOn w:val="DefaultParagraphFont"/>
    <w:link w:val="Heading1"/>
    <w:uiPriority w:val="9"/>
    <w:rsid w:val="00FB35FE"/>
    <w:rPr>
      <w:rFonts w:asciiTheme="majorHAnsi" w:eastAsiaTheme="majorEastAsia" w:hAnsiTheme="majorHAnsi" w:cstheme="majorBidi"/>
      <w:color w:val="B93222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B35FE"/>
    <w:rPr>
      <w:rFonts w:asciiTheme="majorHAnsi" w:eastAsiaTheme="majorEastAsia" w:hAnsiTheme="majorHAnsi" w:cstheme="majorBidi"/>
      <w:color w:val="B93222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35FE"/>
    <w:rPr>
      <w:rFonts w:asciiTheme="majorHAnsi" w:eastAsiaTheme="majorEastAsia" w:hAnsiTheme="majorHAnsi" w:cstheme="majorBidi"/>
      <w:i/>
      <w:iCs/>
      <w:color w:val="B93222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B35FE"/>
    <w:rPr>
      <w:rFonts w:asciiTheme="majorHAnsi" w:eastAsiaTheme="majorEastAsia" w:hAnsiTheme="majorHAnsi" w:cstheme="majorBidi"/>
      <w:color w:val="B93222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B35FE"/>
    <w:rPr>
      <w:rFonts w:asciiTheme="majorHAnsi" w:eastAsiaTheme="majorEastAsia" w:hAnsiTheme="majorHAnsi" w:cstheme="majorBidi"/>
      <w:color w:val="7B2117" w:themeColor="accent1" w:themeShade="7F"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FB35FE"/>
    <w:rPr>
      <w:i/>
      <w:iCs/>
      <w:color w:val="B93222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FB35FE"/>
    <w:pPr>
      <w:pBdr>
        <w:top w:val="single" w:sz="4" w:space="10" w:color="B93222" w:themeColor="accent1" w:themeShade="BF"/>
        <w:bottom w:val="single" w:sz="4" w:space="10" w:color="B93222" w:themeColor="accent1" w:themeShade="BF"/>
      </w:pBdr>
      <w:spacing w:before="360" w:after="360"/>
      <w:ind w:left="864" w:right="864"/>
      <w:jc w:val="center"/>
    </w:pPr>
    <w:rPr>
      <w:i/>
      <w:iCs/>
      <w:color w:val="B93222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FB35FE"/>
    <w:rPr>
      <w:i/>
      <w:iCs/>
      <w:color w:val="B93222" w:themeColor="accent1" w:themeShade="BF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FB35FE"/>
    <w:rPr>
      <w:b/>
      <w:bCs/>
      <w:caps w:val="0"/>
      <w:smallCaps/>
      <w:color w:val="B93222" w:themeColor="accent1" w:themeShade="BF"/>
      <w:spacing w:val="5"/>
    </w:rPr>
  </w:style>
  <w:style w:type="paragraph" w:styleId="BlockText">
    <w:name w:val="Block Text"/>
    <w:basedOn w:val="Normal"/>
    <w:uiPriority w:val="99"/>
    <w:semiHidden/>
    <w:unhideWhenUsed/>
    <w:rsid w:val="00FB35FE"/>
    <w:pPr>
      <w:pBdr>
        <w:top w:val="single" w:sz="2" w:space="10" w:color="B93222" w:themeColor="accent1" w:themeShade="BF" w:shadow="1"/>
        <w:left w:val="single" w:sz="2" w:space="10" w:color="B93222" w:themeColor="accent1" w:themeShade="BF" w:shadow="1"/>
        <w:bottom w:val="single" w:sz="2" w:space="10" w:color="B93222" w:themeColor="accent1" w:themeShade="BF" w:shadow="1"/>
        <w:right w:val="single" w:sz="2" w:space="10" w:color="B93222" w:themeColor="accent1" w:themeShade="BF" w:shadow="1"/>
      </w:pBdr>
      <w:ind w:left="1152" w:right="1152"/>
    </w:pPr>
    <w:rPr>
      <w:i/>
      <w:iCs/>
      <w:color w:val="B93222" w:themeColor="accent1" w:themeShade="BF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B35F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B35FE"/>
    <w:rPr>
      <w:color w:val="7E4713" w:themeColor="accent4" w:themeShade="80"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FB35FE"/>
    <w:rPr>
      <w:color w:val="595959" w:themeColor="text1" w:themeTint="A6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Gift%20tag%20labels%20(Christmas%20Spirit%20design,%2030%20per%20page,%20works%20with%20Avery%205160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3A5435BBC4C473182FADC70F9013A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2C705D-D6F0-4401-9CDC-BC0817317F1F}"/>
      </w:docPartPr>
      <w:docPartBody>
        <w:p w:rsidR="00000000" w:rsidRDefault="004656A7">
          <w:pPr>
            <w:pStyle w:val="63A5435BBC4C473182FADC70F9013A28"/>
          </w:pPr>
          <w:r w:rsidRPr="00647D6A">
            <w:t>Name</w:t>
          </w:r>
        </w:p>
      </w:docPartBody>
    </w:docPart>
    <w:docPart>
      <w:docPartPr>
        <w:name w:val="B2B08248DE9E403E93F9E99D763D51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B6396C-57AC-49C7-8A3E-C49C7CF981EE}"/>
      </w:docPartPr>
      <w:docPartBody>
        <w:p w:rsidR="00000000" w:rsidRDefault="004656A7">
          <w:pPr>
            <w:pStyle w:val="B2B08248DE9E403E93F9E99D763D5142"/>
          </w:pPr>
          <w:r w:rsidRPr="00647D6A">
            <w:t>Street Address</w:t>
          </w:r>
        </w:p>
      </w:docPartBody>
    </w:docPart>
    <w:docPart>
      <w:docPartPr>
        <w:name w:val="3546AFE573CF46038D94C3FC63EE4B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A3C086-D4B0-4F83-A02D-7C169684F85A}"/>
      </w:docPartPr>
      <w:docPartBody>
        <w:p w:rsidR="00000000" w:rsidRDefault="004656A7">
          <w:pPr>
            <w:pStyle w:val="3546AFE573CF46038D94C3FC63EE4B21"/>
          </w:pPr>
          <w:r w:rsidRPr="00647D6A">
            <w:t>Address 2</w:t>
          </w:r>
        </w:p>
      </w:docPartBody>
    </w:docPart>
    <w:docPart>
      <w:docPartPr>
        <w:name w:val="52C9D9ECFCB34388B9DC614D20358E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A4623B-5816-41FC-B709-97374257C7DB}"/>
      </w:docPartPr>
      <w:docPartBody>
        <w:p w:rsidR="00000000" w:rsidRDefault="004656A7">
          <w:pPr>
            <w:pStyle w:val="52C9D9ECFCB34388B9DC614D20358E80"/>
          </w:pPr>
          <w:r w:rsidRPr="00647D6A">
            <w:t>City, ST ZIP Code</w:t>
          </w:r>
        </w:p>
      </w:docPartBody>
    </w:docPart>
    <w:docPart>
      <w:docPartPr>
        <w:name w:val="BC8594A19D774D40BB8BDB20A90613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E4F815-088A-4DD0-9A3D-0FC56E85C649}"/>
      </w:docPartPr>
      <w:docPartBody>
        <w:p w:rsidR="00000000" w:rsidRDefault="004656A7">
          <w:pPr>
            <w:pStyle w:val="BC8594A19D774D40BB8BDB20A90613D8"/>
          </w:pPr>
          <w:r w:rsidRPr="00647D6A">
            <w:t>Address 2</w:t>
          </w:r>
        </w:p>
      </w:docPartBody>
    </w:docPart>
    <w:docPart>
      <w:docPartPr>
        <w:name w:val="B48A01D9E7A34A2DA0035E24856EDC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484EDC-76E6-4D32-8ECC-7C0FE5AEBF15}"/>
      </w:docPartPr>
      <w:docPartBody>
        <w:p w:rsidR="00000000" w:rsidRDefault="004656A7">
          <w:pPr>
            <w:pStyle w:val="B48A01D9E7A34A2DA0035E24856EDCEC"/>
          </w:pPr>
          <w:r w:rsidRPr="00647D6A">
            <w:t>City, ST ZIP Code</w:t>
          </w:r>
        </w:p>
      </w:docPartBody>
    </w:docPart>
    <w:docPart>
      <w:docPartPr>
        <w:name w:val="A849A0172C5E498FBC6A4019421DBE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4C5B50-21FB-44B5-BB97-C775A319BB22}"/>
      </w:docPartPr>
      <w:docPartBody>
        <w:p w:rsidR="00000000" w:rsidRDefault="004656A7">
          <w:pPr>
            <w:pStyle w:val="A849A0172C5E498FBC6A4019421DBED7"/>
          </w:pPr>
          <w:r w:rsidRPr="0059209B">
            <w:t>Name</w:t>
          </w:r>
        </w:p>
      </w:docPartBody>
    </w:docPart>
    <w:docPart>
      <w:docPartPr>
        <w:name w:val="298A9B6526574D03A9525F0F26FE2C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837340-12EB-4F9A-865F-52DAA1FE6EA5}"/>
      </w:docPartPr>
      <w:docPartBody>
        <w:p w:rsidR="00000000" w:rsidRDefault="004656A7">
          <w:pPr>
            <w:pStyle w:val="298A9B6526574D03A9525F0F26FE2C82"/>
          </w:pPr>
          <w:r w:rsidRPr="0059209B">
            <w:t>Street Address</w:t>
          </w:r>
        </w:p>
      </w:docPartBody>
    </w:docPart>
    <w:docPart>
      <w:docPartPr>
        <w:name w:val="80BAAE8801504DFABAF10EDB8757A1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39F993-6978-4E19-A486-88A3F067EF5B}"/>
      </w:docPartPr>
      <w:docPartBody>
        <w:p w:rsidR="00000000" w:rsidRDefault="004656A7">
          <w:pPr>
            <w:pStyle w:val="80BAAE8801504DFABAF10EDB8757A163"/>
          </w:pPr>
          <w:r w:rsidRPr="0059209B">
            <w:t>Address 2</w:t>
          </w:r>
        </w:p>
      </w:docPartBody>
    </w:docPart>
    <w:docPart>
      <w:docPartPr>
        <w:name w:val="48BDAD1B030440509223BE661E951D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84A850-056E-450D-9D29-2ED9F3CC5FE3}"/>
      </w:docPartPr>
      <w:docPartBody>
        <w:p w:rsidR="00000000" w:rsidRDefault="004656A7">
          <w:pPr>
            <w:pStyle w:val="48BDAD1B030440509223BE661E951D18"/>
          </w:pPr>
          <w:r w:rsidRPr="0059209B">
            <w:t>City, ST ZIP Code</w:t>
          </w:r>
        </w:p>
      </w:docPartBody>
    </w:docPart>
    <w:docPart>
      <w:docPartPr>
        <w:name w:val="D393BAB47C61470C89E8FE9E5EC248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218B26-6C4A-41A8-8C3F-5F838F921E30}"/>
      </w:docPartPr>
      <w:docPartBody>
        <w:p w:rsidR="00000000" w:rsidRDefault="004656A7">
          <w:pPr>
            <w:pStyle w:val="D393BAB47C61470C89E8FE9E5EC248C2"/>
          </w:pPr>
          <w:r w:rsidRPr="0059209B">
            <w:t>Name</w:t>
          </w:r>
        </w:p>
      </w:docPartBody>
    </w:docPart>
    <w:docPart>
      <w:docPartPr>
        <w:name w:val="75C56027026C44609E921887DDCBC7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5353C5-355F-4E60-8D60-30FE00182145}"/>
      </w:docPartPr>
      <w:docPartBody>
        <w:p w:rsidR="00000000" w:rsidRDefault="004656A7">
          <w:pPr>
            <w:pStyle w:val="75C56027026C44609E921887DDCBC78D"/>
          </w:pPr>
          <w:r w:rsidRPr="0059209B">
            <w:t>Street Address</w:t>
          </w:r>
        </w:p>
      </w:docPartBody>
    </w:docPart>
    <w:docPart>
      <w:docPartPr>
        <w:name w:val="D041576F6AA1418DBC7250C878CF01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DB7794-1D34-4879-93A6-1CECB78AE070}"/>
      </w:docPartPr>
      <w:docPartBody>
        <w:p w:rsidR="00000000" w:rsidRDefault="004656A7">
          <w:pPr>
            <w:pStyle w:val="D041576F6AA1418DBC7250C878CF01E7"/>
          </w:pPr>
          <w:r w:rsidRPr="0059209B">
            <w:t>Address 2</w:t>
          </w:r>
        </w:p>
      </w:docPartBody>
    </w:docPart>
    <w:docPart>
      <w:docPartPr>
        <w:name w:val="EB67AB6F819649D692C67284B71831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AD35EE-9DBB-4D19-9F71-A063DE3D2CFE}"/>
      </w:docPartPr>
      <w:docPartBody>
        <w:p w:rsidR="00000000" w:rsidRDefault="004656A7">
          <w:pPr>
            <w:pStyle w:val="EB67AB6F819649D692C67284B71831C1"/>
          </w:pPr>
          <w:r w:rsidRPr="0059209B">
            <w:t>City, ST ZIP Code</w:t>
          </w:r>
        </w:p>
      </w:docPartBody>
    </w:docPart>
    <w:docPart>
      <w:docPartPr>
        <w:name w:val="7648E29990DF4192BB1445B4708788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564919-32E7-4408-80D3-A62901D9B075}"/>
      </w:docPartPr>
      <w:docPartBody>
        <w:p w:rsidR="00000000" w:rsidRDefault="004656A7">
          <w:pPr>
            <w:pStyle w:val="7648E29990DF4192BB1445B47087880F"/>
          </w:pPr>
          <w:r w:rsidRPr="0059209B">
            <w:t>Name</w:t>
          </w:r>
        </w:p>
      </w:docPartBody>
    </w:docPart>
    <w:docPart>
      <w:docPartPr>
        <w:name w:val="CD4DFCB0CEE24BB1B440C0237AD8BC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FBB672-FDCD-47AE-9960-AB8FAA84291C}"/>
      </w:docPartPr>
      <w:docPartBody>
        <w:p w:rsidR="00000000" w:rsidRDefault="004656A7">
          <w:pPr>
            <w:pStyle w:val="CD4DFCB0CEE24BB1B440C0237AD8BC32"/>
          </w:pPr>
          <w:r w:rsidRPr="0059209B">
            <w:t>Street Address</w:t>
          </w:r>
        </w:p>
      </w:docPartBody>
    </w:docPart>
    <w:docPart>
      <w:docPartPr>
        <w:name w:val="1F09A72AF7B744C48438D9A061366C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DBF08B-96FF-4221-B0A6-1C9E767B106E}"/>
      </w:docPartPr>
      <w:docPartBody>
        <w:p w:rsidR="00000000" w:rsidRDefault="004656A7">
          <w:pPr>
            <w:pStyle w:val="1F09A72AF7B744C48438D9A061366CB6"/>
          </w:pPr>
          <w:r w:rsidRPr="0059209B">
            <w:t>Address 2</w:t>
          </w:r>
        </w:p>
      </w:docPartBody>
    </w:docPart>
    <w:docPart>
      <w:docPartPr>
        <w:name w:val="399545D39E674D49B6F7DBD77321A4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621618-E998-4F94-8612-0029E909BE38}"/>
      </w:docPartPr>
      <w:docPartBody>
        <w:p w:rsidR="00000000" w:rsidRDefault="004656A7">
          <w:pPr>
            <w:pStyle w:val="399545D39E674D49B6F7DBD77321A4EF"/>
          </w:pPr>
          <w:r w:rsidRPr="0059209B">
            <w:t>City, ST ZIP Code</w:t>
          </w:r>
        </w:p>
      </w:docPartBody>
    </w:docPart>
    <w:docPart>
      <w:docPartPr>
        <w:name w:val="8F25A35BA41F45CAA471009AFC0799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AB341B-0557-4AE8-BA8C-8B7C83670C5E}"/>
      </w:docPartPr>
      <w:docPartBody>
        <w:p w:rsidR="00000000" w:rsidRDefault="004656A7">
          <w:pPr>
            <w:pStyle w:val="8F25A35BA41F45CAA471009AFC0799A8"/>
          </w:pPr>
          <w:r w:rsidRPr="0059209B">
            <w:t>Name</w:t>
          </w:r>
        </w:p>
      </w:docPartBody>
    </w:docPart>
    <w:docPart>
      <w:docPartPr>
        <w:name w:val="BE67B4760FC94EE6B9CBA9C220735F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9EB257-34ED-4DED-8913-7F4F53EAA43D}"/>
      </w:docPartPr>
      <w:docPartBody>
        <w:p w:rsidR="00000000" w:rsidRDefault="004656A7">
          <w:pPr>
            <w:pStyle w:val="BE67B4760FC94EE6B9CBA9C220735F00"/>
          </w:pPr>
          <w:r w:rsidRPr="0059209B">
            <w:t>Street Address</w:t>
          </w:r>
        </w:p>
      </w:docPartBody>
    </w:docPart>
    <w:docPart>
      <w:docPartPr>
        <w:name w:val="3413C7C055A6413BA1B7A180FDDAA7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3CA071-D06F-40DB-9950-88B72EC70E04}"/>
      </w:docPartPr>
      <w:docPartBody>
        <w:p w:rsidR="00000000" w:rsidRDefault="004656A7">
          <w:pPr>
            <w:pStyle w:val="3413C7C055A6413BA1B7A180FDDAA7CC"/>
          </w:pPr>
          <w:r w:rsidRPr="0059209B">
            <w:t>Address 2</w:t>
          </w:r>
        </w:p>
      </w:docPartBody>
    </w:docPart>
    <w:docPart>
      <w:docPartPr>
        <w:name w:val="6061E8708AB0446281296BAB7E7129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E84FA1-856E-4B33-8CB7-6449E76E0E1D}"/>
      </w:docPartPr>
      <w:docPartBody>
        <w:p w:rsidR="00000000" w:rsidRDefault="004656A7">
          <w:pPr>
            <w:pStyle w:val="6061E8708AB0446281296BAB7E7129AA"/>
          </w:pPr>
          <w:r w:rsidRPr="0059209B">
            <w:t>City,</w:t>
          </w:r>
          <w:r w:rsidRPr="0059209B">
            <w:t xml:space="preserve"> ST ZIP Code</w:t>
          </w:r>
        </w:p>
      </w:docPartBody>
    </w:docPart>
    <w:docPart>
      <w:docPartPr>
        <w:name w:val="1BBF9F0446D24CDF8FBAEADB4F23B7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B512D9-76FA-4D2D-9D83-8D9A0E546D8E}"/>
      </w:docPartPr>
      <w:docPartBody>
        <w:p w:rsidR="00000000" w:rsidRDefault="004656A7">
          <w:pPr>
            <w:pStyle w:val="1BBF9F0446D24CDF8FBAEADB4F23B7EC"/>
          </w:pPr>
          <w:r w:rsidRPr="0059209B">
            <w:t>Name</w:t>
          </w:r>
        </w:p>
      </w:docPartBody>
    </w:docPart>
    <w:docPart>
      <w:docPartPr>
        <w:name w:val="8E6C8EF3F1B14957BBD13C43914D06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4C6010-2AE9-44EC-B889-D8DA48C795BB}"/>
      </w:docPartPr>
      <w:docPartBody>
        <w:p w:rsidR="00000000" w:rsidRDefault="004656A7">
          <w:pPr>
            <w:pStyle w:val="8E6C8EF3F1B14957BBD13C43914D0698"/>
          </w:pPr>
          <w:r w:rsidRPr="0059209B">
            <w:t>Street Address</w:t>
          </w:r>
        </w:p>
      </w:docPartBody>
    </w:docPart>
    <w:docPart>
      <w:docPartPr>
        <w:name w:val="AA3563EE8197475F819E7AC2BDD4A0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58F66B-D925-43DE-B76A-52D7AEDB1B3A}"/>
      </w:docPartPr>
      <w:docPartBody>
        <w:p w:rsidR="00000000" w:rsidRDefault="004656A7">
          <w:pPr>
            <w:pStyle w:val="AA3563EE8197475F819E7AC2BDD4A0FA"/>
          </w:pPr>
          <w:r w:rsidRPr="0059209B">
            <w:t>Address 2</w:t>
          </w:r>
        </w:p>
      </w:docPartBody>
    </w:docPart>
    <w:docPart>
      <w:docPartPr>
        <w:name w:val="F599A0F765E94B949F37672C8569D2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282778-DA2E-4C36-BE4C-B848FAFB0670}"/>
      </w:docPartPr>
      <w:docPartBody>
        <w:p w:rsidR="00000000" w:rsidRDefault="004656A7">
          <w:pPr>
            <w:pStyle w:val="F599A0F765E94B949F37672C8569D22F"/>
          </w:pPr>
          <w:r w:rsidRPr="0059209B">
            <w:t>City, ST ZIP Code</w:t>
          </w:r>
        </w:p>
      </w:docPartBody>
    </w:docPart>
    <w:docPart>
      <w:docPartPr>
        <w:name w:val="A4ECD244BDA846EDB9C13A366B3341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2E68B8-93BB-4FF2-A641-D49D4CEB4B87}"/>
      </w:docPartPr>
      <w:docPartBody>
        <w:p w:rsidR="00000000" w:rsidRDefault="004656A7">
          <w:pPr>
            <w:pStyle w:val="A4ECD244BDA846EDB9C13A366B33415F"/>
          </w:pPr>
          <w:r w:rsidRPr="0059209B">
            <w:t>Name</w:t>
          </w:r>
        </w:p>
      </w:docPartBody>
    </w:docPart>
    <w:docPart>
      <w:docPartPr>
        <w:name w:val="E373B6E4F93D4AB3AF13930DFCBE81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8DF547-6538-4D3E-8A1D-E272B531AB73}"/>
      </w:docPartPr>
      <w:docPartBody>
        <w:p w:rsidR="00000000" w:rsidRDefault="004656A7">
          <w:pPr>
            <w:pStyle w:val="E373B6E4F93D4AB3AF13930DFCBE81A1"/>
          </w:pPr>
          <w:r w:rsidRPr="0059209B">
            <w:t>Street Address</w:t>
          </w:r>
        </w:p>
      </w:docPartBody>
    </w:docPart>
    <w:docPart>
      <w:docPartPr>
        <w:name w:val="20A34C5E3D384F41BBC3F3F1C7616D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7D1D24-C4BB-4DF8-839C-D634F33F0475}"/>
      </w:docPartPr>
      <w:docPartBody>
        <w:p w:rsidR="00000000" w:rsidRDefault="004656A7">
          <w:pPr>
            <w:pStyle w:val="20A34C5E3D384F41BBC3F3F1C7616D1E"/>
          </w:pPr>
          <w:r w:rsidRPr="0059209B">
            <w:t>Address 2</w:t>
          </w:r>
        </w:p>
      </w:docPartBody>
    </w:docPart>
    <w:docPart>
      <w:docPartPr>
        <w:name w:val="D91C834358704F949EB6CF0B154DA7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E5291A-32AB-4994-B0EE-4664BACEC669}"/>
      </w:docPartPr>
      <w:docPartBody>
        <w:p w:rsidR="00000000" w:rsidRDefault="004656A7">
          <w:pPr>
            <w:pStyle w:val="D91C834358704F949EB6CF0B154DA7A8"/>
          </w:pPr>
          <w:r w:rsidRPr="0059209B">
            <w:t>City, ST ZIP Code</w:t>
          </w:r>
        </w:p>
      </w:docPartBody>
    </w:docPart>
    <w:docPart>
      <w:docPartPr>
        <w:name w:val="2BEC42D3B699478DBFCDC774F903FC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858FA8-EA44-49E3-A3D3-3BC05B18A9B8}"/>
      </w:docPartPr>
      <w:docPartBody>
        <w:p w:rsidR="00000000" w:rsidRDefault="004656A7">
          <w:pPr>
            <w:pStyle w:val="2BEC42D3B699478DBFCDC774F903FCAD"/>
          </w:pPr>
          <w:r w:rsidRPr="0059209B">
            <w:t>Name</w:t>
          </w:r>
        </w:p>
      </w:docPartBody>
    </w:docPart>
    <w:docPart>
      <w:docPartPr>
        <w:name w:val="3A3E6D16AE614F508A7D73DC58B82E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0F0B13-DDD5-4E02-BCB5-283FB51ED6A3}"/>
      </w:docPartPr>
      <w:docPartBody>
        <w:p w:rsidR="00000000" w:rsidRDefault="004656A7">
          <w:pPr>
            <w:pStyle w:val="3A3E6D16AE614F508A7D73DC58B82E15"/>
          </w:pPr>
          <w:r w:rsidRPr="0059209B">
            <w:t>Street Address</w:t>
          </w:r>
        </w:p>
      </w:docPartBody>
    </w:docPart>
    <w:docPart>
      <w:docPartPr>
        <w:name w:val="7EABF02B15554F59817752989E2389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89DC96-8849-4AB3-8B9C-1C0974FEBA6B}"/>
      </w:docPartPr>
      <w:docPartBody>
        <w:p w:rsidR="00000000" w:rsidRDefault="004656A7">
          <w:pPr>
            <w:pStyle w:val="7EABF02B15554F59817752989E2389E8"/>
          </w:pPr>
          <w:r w:rsidRPr="0059209B">
            <w:t>Address 2</w:t>
          </w:r>
        </w:p>
      </w:docPartBody>
    </w:docPart>
    <w:docPart>
      <w:docPartPr>
        <w:name w:val="6D234493CF944E01ADA0C9E3E26C61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B511C6-54E6-4189-B20F-45109138D145}"/>
      </w:docPartPr>
      <w:docPartBody>
        <w:p w:rsidR="00000000" w:rsidRDefault="004656A7">
          <w:pPr>
            <w:pStyle w:val="6D234493CF944E01ADA0C9E3E26C61B3"/>
          </w:pPr>
          <w:r w:rsidRPr="0059209B">
            <w:t>City, ST ZIP Code</w:t>
          </w:r>
        </w:p>
      </w:docPartBody>
    </w:docPart>
    <w:docPart>
      <w:docPartPr>
        <w:name w:val="F6E60641D5D84142B7F91FF7B89E17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7DA997-B798-41AB-AD94-1636329335CC}"/>
      </w:docPartPr>
      <w:docPartBody>
        <w:p w:rsidR="00000000" w:rsidRDefault="004656A7">
          <w:pPr>
            <w:pStyle w:val="F6E60641D5D84142B7F91FF7B89E173A"/>
          </w:pPr>
          <w:r w:rsidRPr="0059209B">
            <w:t>Name</w:t>
          </w:r>
        </w:p>
      </w:docPartBody>
    </w:docPart>
    <w:docPart>
      <w:docPartPr>
        <w:name w:val="D903D1DE293D4C9F985A55277CF687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4E3CF8-E9CD-4CA0-814B-D1EB9CF6DBDF}"/>
      </w:docPartPr>
      <w:docPartBody>
        <w:p w:rsidR="00000000" w:rsidRDefault="004656A7">
          <w:pPr>
            <w:pStyle w:val="D903D1DE293D4C9F985A55277CF68766"/>
          </w:pPr>
          <w:r w:rsidRPr="0059209B">
            <w:t>Street Address</w:t>
          </w:r>
        </w:p>
      </w:docPartBody>
    </w:docPart>
    <w:docPart>
      <w:docPartPr>
        <w:name w:val="20E3FE6F282F4045ACD077B8663401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A4D207-444E-47BF-96C2-D62B30FEBCBC}"/>
      </w:docPartPr>
      <w:docPartBody>
        <w:p w:rsidR="00000000" w:rsidRDefault="004656A7">
          <w:pPr>
            <w:pStyle w:val="20E3FE6F282F4045ACD077B8663401AE"/>
          </w:pPr>
          <w:r w:rsidRPr="0059209B">
            <w:t>Address 2</w:t>
          </w:r>
        </w:p>
      </w:docPartBody>
    </w:docPart>
    <w:docPart>
      <w:docPartPr>
        <w:name w:val="D4A5720AE50C482CB301AE586B305A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DE573B-D6B0-47FB-9D81-AE74960F8C4D}"/>
      </w:docPartPr>
      <w:docPartBody>
        <w:p w:rsidR="00000000" w:rsidRDefault="004656A7">
          <w:pPr>
            <w:pStyle w:val="D4A5720AE50C482CB301AE586B305A7B"/>
          </w:pPr>
          <w:r w:rsidRPr="0059209B">
            <w:t>City, ST ZIP Code</w:t>
          </w:r>
        </w:p>
      </w:docPartBody>
    </w:docPart>
    <w:docPart>
      <w:docPartPr>
        <w:name w:val="EB5C06FC772C4FB0B5F7C889C7A604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662C51-CE24-4A55-8927-DBA7E5C47AC1}"/>
      </w:docPartPr>
      <w:docPartBody>
        <w:p w:rsidR="00000000" w:rsidRDefault="004656A7">
          <w:pPr>
            <w:pStyle w:val="EB5C06FC772C4FB0B5F7C889C7A60408"/>
          </w:pPr>
          <w:r w:rsidRPr="0059209B">
            <w:t>Name</w:t>
          </w:r>
        </w:p>
      </w:docPartBody>
    </w:docPart>
    <w:docPart>
      <w:docPartPr>
        <w:name w:val="347653B4C05847448956DCC3143056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F4FA26-15D4-4F42-9504-BEBB503A9FFC}"/>
      </w:docPartPr>
      <w:docPartBody>
        <w:p w:rsidR="00000000" w:rsidRDefault="004656A7">
          <w:pPr>
            <w:pStyle w:val="347653B4C05847448956DCC314305624"/>
          </w:pPr>
          <w:r w:rsidRPr="0059209B">
            <w:t>Street Address</w:t>
          </w:r>
        </w:p>
      </w:docPartBody>
    </w:docPart>
    <w:docPart>
      <w:docPartPr>
        <w:name w:val="B5FC383874414A46900FD23530000B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49DCE7-10AB-453A-A322-BA7183AFEE41}"/>
      </w:docPartPr>
      <w:docPartBody>
        <w:p w:rsidR="00000000" w:rsidRDefault="004656A7">
          <w:pPr>
            <w:pStyle w:val="B5FC383874414A46900FD23530000BBB"/>
          </w:pPr>
          <w:r w:rsidRPr="0059209B">
            <w:t>Address 2</w:t>
          </w:r>
        </w:p>
      </w:docPartBody>
    </w:docPart>
    <w:docPart>
      <w:docPartPr>
        <w:name w:val="F18BCF5144ED410E859382CDAB3635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E0D195-8070-47B7-86B7-7499C40356C6}"/>
      </w:docPartPr>
      <w:docPartBody>
        <w:p w:rsidR="00000000" w:rsidRDefault="004656A7">
          <w:pPr>
            <w:pStyle w:val="F18BCF5144ED410E859382CDAB3635C5"/>
          </w:pPr>
          <w:r w:rsidRPr="0059209B">
            <w:t>City, ST ZIP Code</w:t>
          </w:r>
        </w:p>
      </w:docPartBody>
    </w:docPart>
    <w:docPart>
      <w:docPartPr>
        <w:name w:val="F98ACC3D3F7E4E318255AE7B3F642C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FC8674-C839-48B3-8519-84D90C6C6150}"/>
      </w:docPartPr>
      <w:docPartBody>
        <w:p w:rsidR="00000000" w:rsidRDefault="004656A7">
          <w:pPr>
            <w:pStyle w:val="F98ACC3D3F7E4E318255AE7B3F642C49"/>
          </w:pPr>
          <w:r w:rsidRPr="0059209B">
            <w:t>Name</w:t>
          </w:r>
        </w:p>
      </w:docPartBody>
    </w:docPart>
    <w:docPart>
      <w:docPartPr>
        <w:name w:val="F1D0046BB80448FC95F2F7F78BD3E4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8D3223-5B97-42EA-830F-5F9ADE94C0C7}"/>
      </w:docPartPr>
      <w:docPartBody>
        <w:p w:rsidR="00000000" w:rsidRDefault="004656A7">
          <w:pPr>
            <w:pStyle w:val="F1D0046BB80448FC95F2F7F78BD3E4C3"/>
          </w:pPr>
          <w:r w:rsidRPr="0059209B">
            <w:t>Street Address</w:t>
          </w:r>
        </w:p>
      </w:docPartBody>
    </w:docPart>
    <w:docPart>
      <w:docPartPr>
        <w:name w:val="BFBFAE88E7954F82AE10224EE17F5F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74D0C5-E0A9-41A2-977A-4F79643F7C50}"/>
      </w:docPartPr>
      <w:docPartBody>
        <w:p w:rsidR="00000000" w:rsidRDefault="004656A7">
          <w:pPr>
            <w:pStyle w:val="BFBFAE88E7954F82AE10224EE17F5F89"/>
          </w:pPr>
          <w:r w:rsidRPr="0059209B">
            <w:t>Address 2</w:t>
          </w:r>
        </w:p>
      </w:docPartBody>
    </w:docPart>
    <w:docPart>
      <w:docPartPr>
        <w:name w:val="E8D1898395504FD989A82C01AB2D43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330CBE-C04A-4088-980D-A75C84671C8E}"/>
      </w:docPartPr>
      <w:docPartBody>
        <w:p w:rsidR="00000000" w:rsidRDefault="004656A7">
          <w:pPr>
            <w:pStyle w:val="E8D1898395504FD989A82C01AB2D4391"/>
          </w:pPr>
          <w:r w:rsidRPr="0059209B">
            <w:t>City, ST ZIP Code</w:t>
          </w:r>
        </w:p>
      </w:docPartBody>
    </w:docPart>
    <w:docPart>
      <w:docPartPr>
        <w:name w:val="3F90A6B7BF7543FF8C81A8B453452D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856453-CC0D-4E2F-9AEE-FCDB45D1D31F}"/>
      </w:docPartPr>
      <w:docPartBody>
        <w:p w:rsidR="00000000" w:rsidRDefault="004656A7">
          <w:pPr>
            <w:pStyle w:val="3F90A6B7BF7543FF8C81A8B453452D7C"/>
          </w:pPr>
          <w:r w:rsidRPr="0059209B">
            <w:t>Name</w:t>
          </w:r>
        </w:p>
      </w:docPartBody>
    </w:docPart>
    <w:docPart>
      <w:docPartPr>
        <w:name w:val="D3DB30FF2A624BE2879E2515F4F259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2596BF-4965-4637-A279-361B3B7729CC}"/>
      </w:docPartPr>
      <w:docPartBody>
        <w:p w:rsidR="00000000" w:rsidRDefault="004656A7">
          <w:pPr>
            <w:pStyle w:val="D3DB30FF2A624BE2879E2515F4F25924"/>
          </w:pPr>
          <w:r w:rsidRPr="0059209B">
            <w:t>Street Address</w:t>
          </w:r>
        </w:p>
      </w:docPartBody>
    </w:docPart>
    <w:docPart>
      <w:docPartPr>
        <w:name w:val="FFF9602320FB4436920E5871AC4108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2E8D33-DDAB-497F-8601-9753E0D75090}"/>
      </w:docPartPr>
      <w:docPartBody>
        <w:p w:rsidR="00000000" w:rsidRDefault="004656A7">
          <w:pPr>
            <w:pStyle w:val="FFF9602320FB4436920E5871AC410868"/>
          </w:pPr>
          <w:r w:rsidRPr="0059209B">
            <w:t>Address 2</w:t>
          </w:r>
        </w:p>
      </w:docPartBody>
    </w:docPart>
    <w:docPart>
      <w:docPartPr>
        <w:name w:val="5D17831712AE4CA1954031749C4683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FB9173-DB6C-43A1-901A-39198DAE064F}"/>
      </w:docPartPr>
      <w:docPartBody>
        <w:p w:rsidR="00000000" w:rsidRDefault="004656A7">
          <w:pPr>
            <w:pStyle w:val="5D17831712AE4CA1954031749C468308"/>
          </w:pPr>
          <w:r w:rsidRPr="0059209B">
            <w:t>City, ST ZIP Code</w:t>
          </w:r>
        </w:p>
      </w:docPartBody>
    </w:docPart>
    <w:docPart>
      <w:docPartPr>
        <w:name w:val="45D8CE910AB74A07B21714CA114887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BA7320-E37E-4C9E-8444-883288808F97}"/>
      </w:docPartPr>
      <w:docPartBody>
        <w:p w:rsidR="00000000" w:rsidRDefault="004656A7">
          <w:pPr>
            <w:pStyle w:val="45D8CE910AB74A07B21714CA11488792"/>
          </w:pPr>
          <w:r w:rsidRPr="0059209B">
            <w:t>Name</w:t>
          </w:r>
        </w:p>
      </w:docPartBody>
    </w:docPart>
    <w:docPart>
      <w:docPartPr>
        <w:name w:val="397C7E9820674587B17DF10517EC7D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468255-DD62-4EAB-8A2F-70B079970AFD}"/>
      </w:docPartPr>
      <w:docPartBody>
        <w:p w:rsidR="00000000" w:rsidRDefault="004656A7">
          <w:pPr>
            <w:pStyle w:val="397C7E9820674587B17DF10517EC7DDB"/>
          </w:pPr>
          <w:r w:rsidRPr="0059209B">
            <w:t>Street Address</w:t>
          </w:r>
        </w:p>
      </w:docPartBody>
    </w:docPart>
    <w:docPart>
      <w:docPartPr>
        <w:name w:val="DF8FAD3DD3384F13B51F6249F643A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0B473C-394F-43C9-901D-7652C5A8F4F2}"/>
      </w:docPartPr>
      <w:docPartBody>
        <w:p w:rsidR="00000000" w:rsidRDefault="004656A7">
          <w:pPr>
            <w:pStyle w:val="DF8FAD3DD3384F13B51F6249F643A303"/>
          </w:pPr>
          <w:r w:rsidRPr="0059209B">
            <w:t>Address 2</w:t>
          </w:r>
        </w:p>
      </w:docPartBody>
    </w:docPart>
    <w:docPart>
      <w:docPartPr>
        <w:name w:val="9852927CD2EF44EBA868E92470AFCE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9EB673-C76C-4A30-AE64-7777BAAAD935}"/>
      </w:docPartPr>
      <w:docPartBody>
        <w:p w:rsidR="00000000" w:rsidRDefault="004656A7">
          <w:pPr>
            <w:pStyle w:val="9852927CD2EF44EBA868E92470AFCEC1"/>
          </w:pPr>
          <w:r w:rsidRPr="0059209B">
            <w:t>City, ST ZIP Code</w:t>
          </w:r>
        </w:p>
      </w:docPartBody>
    </w:docPart>
    <w:docPart>
      <w:docPartPr>
        <w:name w:val="37EC059545CC4B029E87B7360401FD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F69EE5-B387-4F9E-9B51-5C41A38ABC5D}"/>
      </w:docPartPr>
      <w:docPartBody>
        <w:p w:rsidR="00000000" w:rsidRDefault="004656A7">
          <w:pPr>
            <w:pStyle w:val="37EC059545CC4B029E87B7360401FD7C"/>
          </w:pPr>
          <w:r w:rsidRPr="0059209B">
            <w:t>Name</w:t>
          </w:r>
        </w:p>
      </w:docPartBody>
    </w:docPart>
    <w:docPart>
      <w:docPartPr>
        <w:name w:val="76DA16D70D2E4E8FB0A3CF23C8A59E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933FA7-6CC0-41C8-AADD-233176917E63}"/>
      </w:docPartPr>
      <w:docPartBody>
        <w:p w:rsidR="00000000" w:rsidRDefault="004656A7">
          <w:pPr>
            <w:pStyle w:val="76DA16D70D2E4E8FB0A3CF23C8A59EC3"/>
          </w:pPr>
          <w:r w:rsidRPr="0059209B">
            <w:t>Street Address</w:t>
          </w:r>
        </w:p>
      </w:docPartBody>
    </w:docPart>
    <w:docPart>
      <w:docPartPr>
        <w:name w:val="5D75A21296E74E329D21C1A126FE27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D9CCD9-04B0-48EA-9FD7-23B29E8CED1C}"/>
      </w:docPartPr>
      <w:docPartBody>
        <w:p w:rsidR="00000000" w:rsidRDefault="004656A7">
          <w:pPr>
            <w:pStyle w:val="5D75A21296E74E329D21C1A126FE2743"/>
          </w:pPr>
          <w:r w:rsidRPr="0059209B">
            <w:t>Address 2</w:t>
          </w:r>
        </w:p>
      </w:docPartBody>
    </w:docPart>
    <w:docPart>
      <w:docPartPr>
        <w:name w:val="82CC1B9C7DBF40238D1A607269BD55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18F203-4A08-4C9E-8771-6CE4B4F3A1CC}"/>
      </w:docPartPr>
      <w:docPartBody>
        <w:p w:rsidR="00000000" w:rsidRDefault="004656A7">
          <w:pPr>
            <w:pStyle w:val="82CC1B9C7DBF40238D1A607269BD5530"/>
          </w:pPr>
          <w:r w:rsidRPr="0059209B">
            <w:t>City, ST ZIP Code</w:t>
          </w:r>
        </w:p>
      </w:docPartBody>
    </w:docPart>
    <w:docPart>
      <w:docPartPr>
        <w:name w:val="5CBC0E22701F41F2A53039A2B1E2D5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504060-07E7-4828-82DA-7DE1390859D9}"/>
      </w:docPartPr>
      <w:docPartBody>
        <w:p w:rsidR="00000000" w:rsidRDefault="004656A7">
          <w:pPr>
            <w:pStyle w:val="5CBC0E22701F41F2A53039A2B1E2D54D"/>
          </w:pPr>
          <w:r w:rsidRPr="0059209B">
            <w:t>Name</w:t>
          </w:r>
        </w:p>
      </w:docPartBody>
    </w:docPart>
    <w:docPart>
      <w:docPartPr>
        <w:name w:val="D9BE54E229694566B9EDABED6BC61F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5789F9-2050-414B-8FDF-7411C1A2D404}"/>
      </w:docPartPr>
      <w:docPartBody>
        <w:p w:rsidR="00000000" w:rsidRDefault="004656A7">
          <w:pPr>
            <w:pStyle w:val="D9BE54E229694566B9EDABED6BC61F9B"/>
          </w:pPr>
          <w:r w:rsidRPr="0059209B">
            <w:t>Street Address</w:t>
          </w:r>
        </w:p>
      </w:docPartBody>
    </w:docPart>
    <w:docPart>
      <w:docPartPr>
        <w:name w:val="FC34C0B38CC24EDCABAD5F7E1F7037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6F8877-936C-416D-93A9-21457F80D914}"/>
      </w:docPartPr>
      <w:docPartBody>
        <w:p w:rsidR="00000000" w:rsidRDefault="004656A7">
          <w:pPr>
            <w:pStyle w:val="FC34C0B38CC24EDCABAD5F7E1F703711"/>
          </w:pPr>
          <w:r w:rsidRPr="0059209B">
            <w:t>Address 2</w:t>
          </w:r>
        </w:p>
      </w:docPartBody>
    </w:docPart>
    <w:docPart>
      <w:docPartPr>
        <w:name w:val="00BCDEC52D1E4FA48ED3F2FD3B019D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5043F1-E1E9-485B-9812-02F9DA0D000B}"/>
      </w:docPartPr>
      <w:docPartBody>
        <w:p w:rsidR="00000000" w:rsidRDefault="004656A7">
          <w:pPr>
            <w:pStyle w:val="00BCDEC52D1E4FA48ED3F2FD3B019D9C"/>
          </w:pPr>
          <w:r w:rsidRPr="0059209B">
            <w:t>City, ST ZIP Code</w:t>
          </w:r>
        </w:p>
      </w:docPartBody>
    </w:docPart>
    <w:docPart>
      <w:docPartPr>
        <w:name w:val="2624986592E34468AA539F574F83DC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9A4596-A5E9-4397-A420-25916E66FC0C}"/>
      </w:docPartPr>
      <w:docPartBody>
        <w:p w:rsidR="00000000" w:rsidRDefault="004656A7">
          <w:pPr>
            <w:pStyle w:val="2624986592E34468AA539F574F83DC08"/>
          </w:pPr>
          <w:r w:rsidRPr="00647D6A">
            <w:t>Name</w:t>
          </w:r>
        </w:p>
      </w:docPartBody>
    </w:docPart>
    <w:docPart>
      <w:docPartPr>
        <w:name w:val="9BDE1D5AD3264FADAACD56D1781086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0CDA98-9DBC-4266-BE45-6D937D0A5AE5}"/>
      </w:docPartPr>
      <w:docPartBody>
        <w:p w:rsidR="00000000" w:rsidRDefault="004656A7">
          <w:pPr>
            <w:pStyle w:val="9BDE1D5AD3264FADAACD56D1781086EA"/>
          </w:pPr>
          <w:r w:rsidRPr="00647D6A">
            <w:t xml:space="preserve">Street </w:t>
          </w:r>
          <w:r w:rsidRPr="00647D6A">
            <w:t>Address</w:t>
          </w:r>
        </w:p>
      </w:docPartBody>
    </w:docPart>
    <w:docPart>
      <w:docPartPr>
        <w:name w:val="1CA804C5BB5D4D0E84F5019AFB4F10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685B3C-AEA8-4C62-8635-68725617A390}"/>
      </w:docPartPr>
      <w:docPartBody>
        <w:p w:rsidR="00000000" w:rsidRDefault="004656A7">
          <w:pPr>
            <w:pStyle w:val="1CA804C5BB5D4D0E84F5019AFB4F10A2"/>
          </w:pPr>
          <w:r w:rsidRPr="00647D6A">
            <w:t>Address 2</w:t>
          </w:r>
        </w:p>
      </w:docPartBody>
    </w:docPart>
    <w:docPart>
      <w:docPartPr>
        <w:name w:val="DCB2361E0A584EC8B97175D8E2FFC3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2FC699-192C-491E-8B89-38E0EAAE2D16}"/>
      </w:docPartPr>
      <w:docPartBody>
        <w:p w:rsidR="00000000" w:rsidRDefault="004656A7">
          <w:pPr>
            <w:pStyle w:val="DCB2361E0A584EC8B97175D8E2FFC366"/>
          </w:pPr>
          <w:r w:rsidRPr="00A11400">
            <w:t>City, ST ZIP Code</w:t>
          </w:r>
        </w:p>
      </w:docPartBody>
    </w:docPart>
    <w:docPart>
      <w:docPartPr>
        <w:name w:val="FFD75CC9E2A3435BBD695D15C344CC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225799-B357-447C-B994-71C7B1866850}"/>
      </w:docPartPr>
      <w:docPartBody>
        <w:p w:rsidR="00000000" w:rsidRDefault="004656A7">
          <w:pPr>
            <w:pStyle w:val="FFD75CC9E2A3435BBD695D15C344CC2C"/>
          </w:pPr>
          <w:r w:rsidRPr="00647D6A">
            <w:t>Name</w:t>
          </w:r>
        </w:p>
      </w:docPartBody>
    </w:docPart>
    <w:docPart>
      <w:docPartPr>
        <w:name w:val="8B5E8335584148CDA272265B7F9F57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DB00DC-8BF6-423D-B5CB-F90C6075AE33}"/>
      </w:docPartPr>
      <w:docPartBody>
        <w:p w:rsidR="00000000" w:rsidRDefault="004656A7">
          <w:pPr>
            <w:pStyle w:val="8B5E8335584148CDA272265B7F9F5789"/>
          </w:pPr>
          <w:r w:rsidRPr="00647D6A">
            <w:t>Street Address</w:t>
          </w:r>
        </w:p>
      </w:docPartBody>
    </w:docPart>
    <w:docPart>
      <w:docPartPr>
        <w:name w:val="BEFC04C78B124333B79B85048B8218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9EB92B-D0E0-475B-BAA9-87E5407A3358}"/>
      </w:docPartPr>
      <w:docPartBody>
        <w:p w:rsidR="00000000" w:rsidRDefault="004656A7">
          <w:pPr>
            <w:pStyle w:val="BEFC04C78B124333B79B85048B8218BB"/>
          </w:pPr>
          <w:r w:rsidRPr="00647D6A">
            <w:t>Address 2</w:t>
          </w:r>
        </w:p>
      </w:docPartBody>
    </w:docPart>
    <w:docPart>
      <w:docPartPr>
        <w:name w:val="DE5AADBEA96D4C969953AA48EF7319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8507E7-47D7-4F32-BBF5-ADA0809A7AF5}"/>
      </w:docPartPr>
      <w:docPartBody>
        <w:p w:rsidR="00000000" w:rsidRDefault="004656A7">
          <w:pPr>
            <w:pStyle w:val="DE5AADBEA96D4C969953AA48EF73192B"/>
          </w:pPr>
          <w:r w:rsidRPr="00647D6A">
            <w:t>City, ST ZIP Code</w:t>
          </w:r>
        </w:p>
      </w:docPartBody>
    </w:docPart>
    <w:docPart>
      <w:docPartPr>
        <w:name w:val="84CC1309D7154841B3BA1584ED32F1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2EF288-E885-4233-9126-0BCFD77A720B}"/>
      </w:docPartPr>
      <w:docPartBody>
        <w:p w:rsidR="00000000" w:rsidRDefault="004656A7">
          <w:pPr>
            <w:pStyle w:val="84CC1309D7154841B3BA1584ED32F1B5"/>
          </w:pPr>
          <w:r w:rsidRPr="00647D6A">
            <w:t>Name</w:t>
          </w:r>
        </w:p>
      </w:docPartBody>
    </w:docPart>
    <w:docPart>
      <w:docPartPr>
        <w:name w:val="09936F92E1A441119B39D8975E8E83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FDEF4C-C7BE-4CF1-9152-D20DF2397C59}"/>
      </w:docPartPr>
      <w:docPartBody>
        <w:p w:rsidR="00000000" w:rsidRDefault="004656A7">
          <w:pPr>
            <w:pStyle w:val="09936F92E1A441119B39D8975E8E837C"/>
          </w:pPr>
          <w:r w:rsidRPr="00647D6A">
            <w:t>Street Address</w:t>
          </w:r>
        </w:p>
      </w:docPartBody>
    </w:docPart>
    <w:docPart>
      <w:docPartPr>
        <w:name w:val="EBFDEA6431DE4B309A432A419E27C2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CD8BD3-3ACD-428F-8CDE-70E404CFA914}"/>
      </w:docPartPr>
      <w:docPartBody>
        <w:p w:rsidR="00000000" w:rsidRDefault="004656A7">
          <w:pPr>
            <w:pStyle w:val="EBFDEA6431DE4B309A432A419E27C2A8"/>
          </w:pPr>
          <w:r w:rsidRPr="00647D6A">
            <w:t>Address 2</w:t>
          </w:r>
        </w:p>
      </w:docPartBody>
    </w:docPart>
    <w:docPart>
      <w:docPartPr>
        <w:name w:val="C4579C53AAD34C73BECACF87297EFC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242F42-3D77-40F2-AB9C-EFCC6884990D}"/>
      </w:docPartPr>
      <w:docPartBody>
        <w:p w:rsidR="00000000" w:rsidRDefault="004656A7">
          <w:pPr>
            <w:pStyle w:val="C4579C53AAD34C73BECACF87297EFCE0"/>
          </w:pPr>
          <w:r w:rsidRPr="00647D6A">
            <w:t>City, ST ZIP Code</w:t>
          </w:r>
        </w:p>
      </w:docPartBody>
    </w:docPart>
    <w:docPart>
      <w:docPartPr>
        <w:name w:val="7CC5BDEF7738441BA6D0E579A2CEEC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720FBD-0F7F-4CB9-8D7E-CBFBEDCE9FBD}"/>
      </w:docPartPr>
      <w:docPartBody>
        <w:p w:rsidR="00000000" w:rsidRDefault="004656A7">
          <w:pPr>
            <w:pStyle w:val="7CC5BDEF7738441BA6D0E579A2CEEC88"/>
          </w:pPr>
          <w:r w:rsidRPr="00647D6A">
            <w:t>Name</w:t>
          </w:r>
        </w:p>
      </w:docPartBody>
    </w:docPart>
    <w:docPart>
      <w:docPartPr>
        <w:name w:val="79C8F55E920C4E028CF3CD65A45F4D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C0E362-2780-4B4E-9027-CB8B7DA4D0B7}"/>
      </w:docPartPr>
      <w:docPartBody>
        <w:p w:rsidR="00000000" w:rsidRDefault="004656A7">
          <w:pPr>
            <w:pStyle w:val="79C8F55E920C4E028CF3CD65A45F4D60"/>
          </w:pPr>
          <w:r w:rsidRPr="00647D6A">
            <w:t>Street Address</w:t>
          </w:r>
        </w:p>
      </w:docPartBody>
    </w:docPart>
    <w:docPart>
      <w:docPartPr>
        <w:name w:val="74F79DFE29994BECA3DCA623E2E091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E929B6-B40C-421B-8655-CB94227610FC}"/>
      </w:docPartPr>
      <w:docPartBody>
        <w:p w:rsidR="00000000" w:rsidRDefault="004656A7">
          <w:pPr>
            <w:pStyle w:val="74F79DFE29994BECA3DCA623E2E0910A"/>
          </w:pPr>
          <w:r w:rsidRPr="00647D6A">
            <w:t>Address 2</w:t>
          </w:r>
        </w:p>
      </w:docPartBody>
    </w:docPart>
    <w:docPart>
      <w:docPartPr>
        <w:name w:val="E24C13B5CD944832BD2B9149ABA256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7A31A9-FFC8-4576-A407-AFADA7219AB7}"/>
      </w:docPartPr>
      <w:docPartBody>
        <w:p w:rsidR="00000000" w:rsidRDefault="004656A7">
          <w:pPr>
            <w:pStyle w:val="E24C13B5CD944832BD2B9149ABA256AC"/>
          </w:pPr>
          <w:r w:rsidRPr="00647D6A">
            <w:t>City, ST ZIP Code</w:t>
          </w:r>
        </w:p>
      </w:docPartBody>
    </w:docPart>
    <w:docPart>
      <w:docPartPr>
        <w:name w:val="AF2C09C053E14FC197F7A4D9F1953E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A40460-F298-4439-A1BC-FE121A323310}"/>
      </w:docPartPr>
      <w:docPartBody>
        <w:p w:rsidR="00000000" w:rsidRDefault="004656A7">
          <w:pPr>
            <w:pStyle w:val="AF2C09C053E14FC197F7A4D9F1953EE5"/>
          </w:pPr>
          <w:r w:rsidRPr="00647D6A">
            <w:t>Name</w:t>
          </w:r>
        </w:p>
      </w:docPartBody>
    </w:docPart>
    <w:docPart>
      <w:docPartPr>
        <w:name w:val="1EB8A89E5F2247A38A51468EB2AC49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06E27F-C34E-4276-A792-62B846025D85}"/>
      </w:docPartPr>
      <w:docPartBody>
        <w:p w:rsidR="00000000" w:rsidRDefault="004656A7">
          <w:pPr>
            <w:pStyle w:val="1EB8A89E5F2247A38A51468EB2AC4923"/>
          </w:pPr>
          <w:r w:rsidRPr="00647D6A">
            <w:t>Street Address</w:t>
          </w:r>
        </w:p>
      </w:docPartBody>
    </w:docPart>
    <w:docPart>
      <w:docPartPr>
        <w:name w:val="FDF6B911A3254A1BB1911C644D2844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1E2C1D-3326-4D24-846E-708924BB76C8}"/>
      </w:docPartPr>
      <w:docPartBody>
        <w:p w:rsidR="00000000" w:rsidRDefault="004656A7">
          <w:pPr>
            <w:pStyle w:val="FDF6B911A3254A1BB1911C644D284447"/>
          </w:pPr>
          <w:r w:rsidRPr="00647D6A">
            <w:t>Address 2</w:t>
          </w:r>
        </w:p>
      </w:docPartBody>
    </w:docPart>
    <w:docPart>
      <w:docPartPr>
        <w:name w:val="6C90E7593EEC4829829712E9956AB4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602074-0B65-4713-871D-C7631809FD2F}"/>
      </w:docPartPr>
      <w:docPartBody>
        <w:p w:rsidR="00000000" w:rsidRDefault="004656A7">
          <w:pPr>
            <w:pStyle w:val="6C90E7593EEC4829829712E9956AB41E"/>
          </w:pPr>
          <w:r w:rsidRPr="00647D6A">
            <w:t>City, ST ZIP Code</w:t>
          </w:r>
        </w:p>
      </w:docPartBody>
    </w:docPart>
    <w:docPart>
      <w:docPartPr>
        <w:name w:val="6A8090F0BE2C4112999563B0C4744D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CFAAA2-0C6B-48D8-B517-3DB7BECE0899}"/>
      </w:docPartPr>
      <w:docPartBody>
        <w:p w:rsidR="00000000" w:rsidRDefault="004656A7">
          <w:pPr>
            <w:pStyle w:val="6A8090F0BE2C4112999563B0C4744D11"/>
          </w:pPr>
          <w:r w:rsidRPr="00647D6A">
            <w:t>Name</w:t>
          </w:r>
        </w:p>
      </w:docPartBody>
    </w:docPart>
    <w:docPart>
      <w:docPartPr>
        <w:name w:val="7EB59F23443745DEBFAC452EDC4945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E7BBF6-7331-42E3-A643-7BD43BB36D8E}"/>
      </w:docPartPr>
      <w:docPartBody>
        <w:p w:rsidR="00000000" w:rsidRDefault="004656A7">
          <w:pPr>
            <w:pStyle w:val="7EB59F23443745DEBFAC452EDC4945FE"/>
          </w:pPr>
          <w:r w:rsidRPr="00647D6A">
            <w:t>Street Address</w:t>
          </w:r>
        </w:p>
      </w:docPartBody>
    </w:docPart>
    <w:docPart>
      <w:docPartPr>
        <w:name w:val="F5798969CEC9408EA18FD4B5DA6191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7644BD-B21E-43D6-B7CA-286E52475595}"/>
      </w:docPartPr>
      <w:docPartBody>
        <w:p w:rsidR="00000000" w:rsidRDefault="004656A7">
          <w:pPr>
            <w:pStyle w:val="F5798969CEC9408EA18FD4B5DA619100"/>
          </w:pPr>
          <w:r w:rsidRPr="00647D6A">
            <w:t xml:space="preserve">Address </w:t>
          </w:r>
          <w:r w:rsidRPr="00647D6A">
            <w:t>2</w:t>
          </w:r>
        </w:p>
      </w:docPartBody>
    </w:docPart>
    <w:docPart>
      <w:docPartPr>
        <w:name w:val="4C1276D85D0643409031EE68B3E27A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28CFB2-2556-4B50-BF11-4163BBAA63B5}"/>
      </w:docPartPr>
      <w:docPartBody>
        <w:p w:rsidR="00000000" w:rsidRDefault="004656A7">
          <w:pPr>
            <w:pStyle w:val="4C1276D85D0643409031EE68B3E27AD3"/>
          </w:pPr>
          <w:r w:rsidRPr="00647D6A">
            <w:t>City, ST ZIP Code</w:t>
          </w:r>
        </w:p>
      </w:docPartBody>
    </w:docPart>
    <w:docPart>
      <w:docPartPr>
        <w:name w:val="912DCA877B5B4A1BBBA341AA7C5C27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EB7275-12F3-47E0-9307-A3DB8FDF9009}"/>
      </w:docPartPr>
      <w:docPartBody>
        <w:p w:rsidR="00000000" w:rsidRDefault="004656A7">
          <w:pPr>
            <w:pStyle w:val="912DCA877B5B4A1BBBA341AA7C5C27D8"/>
          </w:pPr>
          <w:r w:rsidRPr="00647D6A">
            <w:t>Name</w:t>
          </w:r>
        </w:p>
      </w:docPartBody>
    </w:docPart>
    <w:docPart>
      <w:docPartPr>
        <w:name w:val="57460544EDB64CD79D0B633FB37656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9E80AF-2FFE-4C1D-BEDC-DFB2C4ABBB66}"/>
      </w:docPartPr>
      <w:docPartBody>
        <w:p w:rsidR="00000000" w:rsidRDefault="004656A7">
          <w:pPr>
            <w:pStyle w:val="57460544EDB64CD79D0B633FB3765668"/>
          </w:pPr>
          <w:r w:rsidRPr="00647D6A">
            <w:t>Street Address</w:t>
          </w:r>
        </w:p>
      </w:docPartBody>
    </w:docPart>
    <w:docPart>
      <w:docPartPr>
        <w:name w:val="9FB3497929CE439C907FDC01294952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8CD416-97AD-4ACC-B6D1-14B729D286EA}"/>
      </w:docPartPr>
      <w:docPartBody>
        <w:p w:rsidR="00000000" w:rsidRDefault="004656A7">
          <w:pPr>
            <w:pStyle w:val="9FB3497929CE439C907FDC012949520B"/>
          </w:pPr>
          <w:r w:rsidRPr="00647D6A">
            <w:t>Address 2</w:t>
          </w:r>
        </w:p>
      </w:docPartBody>
    </w:docPart>
    <w:docPart>
      <w:docPartPr>
        <w:name w:val="DC78CEF68C124960B92E74A09AC565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2616C8-1C19-41D5-919E-A61367AC3E0E}"/>
      </w:docPartPr>
      <w:docPartBody>
        <w:p w:rsidR="00000000" w:rsidRDefault="004656A7">
          <w:pPr>
            <w:pStyle w:val="DC78CEF68C124960B92E74A09AC56510"/>
          </w:pPr>
          <w:r w:rsidRPr="00647D6A">
            <w:t>City, ST ZIP Code</w:t>
          </w:r>
        </w:p>
      </w:docPartBody>
    </w:docPart>
    <w:docPart>
      <w:docPartPr>
        <w:name w:val="7E8AD48D2A0A45C3BD941B20709F84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60E8B0-B0FA-48A3-8F6C-8114E4085061}"/>
      </w:docPartPr>
      <w:docPartBody>
        <w:p w:rsidR="00000000" w:rsidRDefault="004656A7">
          <w:pPr>
            <w:pStyle w:val="7E8AD48D2A0A45C3BD941B20709F84C6"/>
          </w:pPr>
          <w:r w:rsidRPr="00647D6A">
            <w:t>Name</w:t>
          </w:r>
        </w:p>
      </w:docPartBody>
    </w:docPart>
    <w:docPart>
      <w:docPartPr>
        <w:name w:val="AD634CDCFA08446E8B7DF465A4A3C0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C3FA6E-5ECB-422A-9E49-2C5798B2C4AE}"/>
      </w:docPartPr>
      <w:docPartBody>
        <w:p w:rsidR="00000000" w:rsidRDefault="004656A7">
          <w:pPr>
            <w:pStyle w:val="AD634CDCFA08446E8B7DF465A4A3C012"/>
          </w:pPr>
          <w:r w:rsidRPr="00647D6A">
            <w:t>Street Address</w:t>
          </w:r>
        </w:p>
      </w:docPartBody>
    </w:docPart>
    <w:docPart>
      <w:docPartPr>
        <w:name w:val="C1EE63EA50754417B95E1B2AD6E1EC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D3EE5E-D83D-4B71-81FC-8FD1A3EF455F}"/>
      </w:docPartPr>
      <w:docPartBody>
        <w:p w:rsidR="00000000" w:rsidRDefault="004656A7">
          <w:pPr>
            <w:pStyle w:val="C1EE63EA50754417B95E1B2AD6E1EC02"/>
          </w:pPr>
          <w:r w:rsidRPr="00647D6A">
            <w:t>Address 2</w:t>
          </w:r>
        </w:p>
      </w:docPartBody>
    </w:docPart>
    <w:docPart>
      <w:docPartPr>
        <w:name w:val="9ED719FB4F104E58BD814114ED008E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726309-667A-4590-91FD-E0ECE592A4B5}"/>
      </w:docPartPr>
      <w:docPartBody>
        <w:p w:rsidR="00000000" w:rsidRDefault="004656A7">
          <w:pPr>
            <w:pStyle w:val="9ED719FB4F104E58BD814114ED008E47"/>
          </w:pPr>
          <w:r w:rsidRPr="00647D6A">
            <w:t>City, ST ZIP Code</w:t>
          </w:r>
        </w:p>
      </w:docPartBody>
    </w:docPart>
    <w:docPart>
      <w:docPartPr>
        <w:name w:val="8773DCFD0A9647229931D7C40682E3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5E0411-0E63-4043-9450-63DE36208C0D}"/>
      </w:docPartPr>
      <w:docPartBody>
        <w:p w:rsidR="00000000" w:rsidRDefault="004656A7">
          <w:pPr>
            <w:pStyle w:val="8773DCFD0A9647229931D7C40682E327"/>
          </w:pPr>
          <w:r w:rsidRPr="00647D6A">
            <w:t>Name</w:t>
          </w:r>
        </w:p>
      </w:docPartBody>
    </w:docPart>
    <w:docPart>
      <w:docPartPr>
        <w:name w:val="C9816DEDE921409A93845DCE817F5D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78F260-18E7-4AF5-A171-22FF411FBC9C}"/>
      </w:docPartPr>
      <w:docPartBody>
        <w:p w:rsidR="00000000" w:rsidRDefault="004656A7">
          <w:pPr>
            <w:pStyle w:val="C9816DEDE921409A93845DCE817F5D1C"/>
          </w:pPr>
          <w:r w:rsidRPr="00647D6A">
            <w:t>Street Address</w:t>
          </w:r>
        </w:p>
      </w:docPartBody>
    </w:docPart>
    <w:docPart>
      <w:docPartPr>
        <w:name w:val="5F456BB253C542C4A6621C1E031732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AD69E1-60D1-4646-91D7-E7BE706DB3C4}"/>
      </w:docPartPr>
      <w:docPartBody>
        <w:p w:rsidR="00000000" w:rsidRDefault="004656A7">
          <w:pPr>
            <w:pStyle w:val="5F456BB253C542C4A6621C1E0317326B"/>
          </w:pPr>
          <w:r w:rsidRPr="00647D6A">
            <w:t>Address 2</w:t>
          </w:r>
        </w:p>
      </w:docPartBody>
    </w:docPart>
    <w:docPart>
      <w:docPartPr>
        <w:name w:val="68DB78E8B3514C7FA527E6217FE117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BED6D4-B993-4660-8315-90CE95F3B425}"/>
      </w:docPartPr>
      <w:docPartBody>
        <w:p w:rsidR="00000000" w:rsidRDefault="004656A7">
          <w:pPr>
            <w:pStyle w:val="68DB78E8B3514C7FA527E6217FE117F2"/>
          </w:pPr>
          <w:r w:rsidRPr="00647D6A">
            <w:t>City, ST ZIP Code</w:t>
          </w:r>
        </w:p>
      </w:docPartBody>
    </w:docPart>
    <w:docPart>
      <w:docPartPr>
        <w:name w:val="8D8A76E20FD048629E8F29106CE640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7FB3F3-2C26-49C2-8E33-194C6F9A4326}"/>
      </w:docPartPr>
      <w:docPartBody>
        <w:p w:rsidR="00000000" w:rsidRDefault="004656A7">
          <w:pPr>
            <w:pStyle w:val="8D8A76E20FD048629E8F29106CE64010"/>
          </w:pPr>
          <w:r w:rsidRPr="00647D6A">
            <w:t>Name</w:t>
          </w:r>
        </w:p>
      </w:docPartBody>
    </w:docPart>
    <w:docPart>
      <w:docPartPr>
        <w:name w:val="C5A85AFA117D442CA26C1F2B6093E6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A3F804-A2F0-4DF0-81AE-09E80F440B40}"/>
      </w:docPartPr>
      <w:docPartBody>
        <w:p w:rsidR="00000000" w:rsidRDefault="004656A7">
          <w:pPr>
            <w:pStyle w:val="C5A85AFA117D442CA26C1F2B6093E656"/>
          </w:pPr>
          <w:r w:rsidRPr="00647D6A">
            <w:t>Street Address</w:t>
          </w:r>
        </w:p>
      </w:docPartBody>
    </w:docPart>
    <w:docPart>
      <w:docPartPr>
        <w:name w:val="3598DFC36FCC4CD8A40ACF3B97CC35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3466A6-D473-486B-A981-8D57CE7818A7}"/>
      </w:docPartPr>
      <w:docPartBody>
        <w:p w:rsidR="00000000" w:rsidRDefault="004656A7">
          <w:pPr>
            <w:pStyle w:val="3598DFC36FCC4CD8A40ACF3B97CC3521"/>
          </w:pPr>
          <w:r w:rsidRPr="00647D6A">
            <w:t>Address 2</w:t>
          </w:r>
        </w:p>
      </w:docPartBody>
    </w:docPart>
    <w:docPart>
      <w:docPartPr>
        <w:name w:val="CCF7C776F3F84F08922C56C5666BA0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6AECB4-229D-4A45-9A24-296B19262220}"/>
      </w:docPartPr>
      <w:docPartBody>
        <w:p w:rsidR="00000000" w:rsidRDefault="004656A7">
          <w:pPr>
            <w:pStyle w:val="CCF7C776F3F84F08922C56C5666BA099"/>
          </w:pPr>
          <w:r w:rsidRPr="00647D6A">
            <w:t>City, ST ZIP Code</w:t>
          </w:r>
        </w:p>
      </w:docPartBody>
    </w:docPart>
    <w:docPart>
      <w:docPartPr>
        <w:name w:val="130E16650A074B81B4F81EB73401E9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A49688-DA20-482B-8B44-3AAE3CDE6BE2}"/>
      </w:docPartPr>
      <w:docPartBody>
        <w:p w:rsidR="00000000" w:rsidRDefault="004656A7">
          <w:pPr>
            <w:pStyle w:val="130E16650A074B81B4F81EB73401E93E"/>
          </w:pPr>
          <w:r w:rsidRPr="00647D6A">
            <w:t>Name</w:t>
          </w:r>
        </w:p>
      </w:docPartBody>
    </w:docPart>
    <w:docPart>
      <w:docPartPr>
        <w:name w:val="C2530287CD99488D865B33DFCA0151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DFDBA8-9408-4DA7-9A30-95FA5C2E85B1}"/>
      </w:docPartPr>
      <w:docPartBody>
        <w:p w:rsidR="00000000" w:rsidRDefault="004656A7">
          <w:pPr>
            <w:pStyle w:val="C2530287CD99488D865B33DFCA015118"/>
          </w:pPr>
          <w:r w:rsidRPr="00647D6A">
            <w:t>Street Address</w:t>
          </w:r>
        </w:p>
      </w:docPartBody>
    </w:docPart>
    <w:docPart>
      <w:docPartPr>
        <w:name w:val="6154A5D7B9284F61A59943E3CD69F5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A06432-F5A5-45A5-963A-3F421CB777D5}"/>
      </w:docPartPr>
      <w:docPartBody>
        <w:p w:rsidR="00000000" w:rsidRDefault="004656A7">
          <w:pPr>
            <w:pStyle w:val="6154A5D7B9284F61A59943E3CD69F523"/>
          </w:pPr>
          <w:r w:rsidRPr="00647D6A">
            <w:t>Address 2</w:t>
          </w:r>
        </w:p>
      </w:docPartBody>
    </w:docPart>
    <w:docPart>
      <w:docPartPr>
        <w:name w:val="DFF54556D6B647D8BDBF892D4E66D5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AD2625-8D94-4AE2-8F07-F50B5D73A19C}"/>
      </w:docPartPr>
      <w:docPartBody>
        <w:p w:rsidR="00000000" w:rsidRDefault="004656A7">
          <w:pPr>
            <w:pStyle w:val="DFF54556D6B647D8BDBF892D4E66D5DC"/>
          </w:pPr>
          <w:r w:rsidRPr="00647D6A">
            <w:t xml:space="preserve">City, ST ZIP </w:t>
          </w:r>
          <w:r w:rsidRPr="00647D6A">
            <w:t>Code</w:t>
          </w:r>
        </w:p>
      </w:docPartBody>
    </w:docPart>
    <w:docPart>
      <w:docPartPr>
        <w:name w:val="28AE1B96BB3D445B8E53CF8B1AE6D6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177440-11B5-4029-AC83-35170B6F6CDB}"/>
      </w:docPartPr>
      <w:docPartBody>
        <w:p w:rsidR="00000000" w:rsidRDefault="004656A7">
          <w:pPr>
            <w:pStyle w:val="28AE1B96BB3D445B8E53CF8B1AE6D641"/>
          </w:pPr>
          <w:r w:rsidRPr="00647D6A">
            <w:t>Name</w:t>
          </w:r>
        </w:p>
      </w:docPartBody>
    </w:docPart>
    <w:docPart>
      <w:docPartPr>
        <w:name w:val="7B606CD595E74A0884458B55674432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3DBD3B-F4FE-4D0B-9B19-E429ADC29E01}"/>
      </w:docPartPr>
      <w:docPartBody>
        <w:p w:rsidR="00000000" w:rsidRDefault="004656A7">
          <w:pPr>
            <w:pStyle w:val="7B606CD595E74A0884458B5567443213"/>
          </w:pPr>
          <w:r w:rsidRPr="00647D6A">
            <w:t>Street Address</w:t>
          </w:r>
        </w:p>
      </w:docPartBody>
    </w:docPart>
    <w:docPart>
      <w:docPartPr>
        <w:name w:val="3E168B4DD1684B90A281BF7AC08B6D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971D32-093C-4A2B-BCBF-96D6550488AA}"/>
      </w:docPartPr>
      <w:docPartBody>
        <w:p w:rsidR="00000000" w:rsidRDefault="004656A7">
          <w:pPr>
            <w:pStyle w:val="3E168B4DD1684B90A281BF7AC08B6D93"/>
          </w:pPr>
          <w:r w:rsidRPr="00647D6A">
            <w:t>Address 2</w:t>
          </w:r>
        </w:p>
      </w:docPartBody>
    </w:docPart>
    <w:docPart>
      <w:docPartPr>
        <w:name w:val="8BB17A5F4FC046348C1E92243AAB27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A85960-C5DB-48A6-8162-0F33CD95FA16}"/>
      </w:docPartPr>
      <w:docPartBody>
        <w:p w:rsidR="00000000" w:rsidRDefault="004656A7">
          <w:pPr>
            <w:pStyle w:val="8BB17A5F4FC046348C1E92243AAB27EF"/>
          </w:pPr>
          <w:r w:rsidRPr="00647D6A">
            <w:t>City, ST ZIP Code</w:t>
          </w:r>
        </w:p>
      </w:docPartBody>
    </w:docPart>
    <w:docPart>
      <w:docPartPr>
        <w:name w:val="B983D8BDFE2342B8A69D1D41DD9CD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7DE504-6B8F-4ED8-BCE5-7C112FA35EA5}"/>
      </w:docPartPr>
      <w:docPartBody>
        <w:p w:rsidR="00000000" w:rsidRDefault="004656A7">
          <w:pPr>
            <w:pStyle w:val="B983D8BDFE2342B8A69D1D41DD9CD96E"/>
          </w:pPr>
          <w:r w:rsidRPr="00647D6A">
            <w:t>Name</w:t>
          </w:r>
        </w:p>
      </w:docPartBody>
    </w:docPart>
    <w:docPart>
      <w:docPartPr>
        <w:name w:val="B9C6F30DD8DC42F3849BED0EDA31F3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1DDA38-3661-442B-AC8E-C24A3FEC807C}"/>
      </w:docPartPr>
      <w:docPartBody>
        <w:p w:rsidR="00000000" w:rsidRDefault="004656A7">
          <w:pPr>
            <w:pStyle w:val="B9C6F30DD8DC42F3849BED0EDA31F399"/>
          </w:pPr>
          <w:r w:rsidRPr="00647D6A">
            <w:t>Street Address</w:t>
          </w:r>
        </w:p>
      </w:docPartBody>
    </w:docPart>
    <w:docPart>
      <w:docPartPr>
        <w:name w:val="DDC9C09453AE425DB5A99DD9D5C340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C4A1B1-B295-4663-BDE1-44F013D2AD5C}"/>
      </w:docPartPr>
      <w:docPartBody>
        <w:p w:rsidR="00000000" w:rsidRDefault="004656A7">
          <w:pPr>
            <w:pStyle w:val="DDC9C09453AE425DB5A99DD9D5C340F9"/>
          </w:pPr>
          <w:r w:rsidRPr="00647D6A">
            <w:t>Address 2</w:t>
          </w:r>
        </w:p>
      </w:docPartBody>
    </w:docPart>
    <w:docPart>
      <w:docPartPr>
        <w:name w:val="C683583DB2394E99A2FAD6E0AEE67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EAA52E-ACAD-4C41-8A84-D35E21893960}"/>
      </w:docPartPr>
      <w:docPartBody>
        <w:p w:rsidR="00000000" w:rsidRDefault="004656A7">
          <w:pPr>
            <w:pStyle w:val="C683583DB2394E99A2FAD6E0AEE6711B"/>
          </w:pPr>
          <w:r w:rsidRPr="00647D6A">
            <w:t>City, ST ZIP Code</w:t>
          </w:r>
        </w:p>
      </w:docPartBody>
    </w:docPart>
    <w:docPart>
      <w:docPartPr>
        <w:name w:val="1D0CA82D7A4748D6867318EDB1483C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BA554F-5562-4D16-AB22-C0A434F1A36E}"/>
      </w:docPartPr>
      <w:docPartBody>
        <w:p w:rsidR="00000000" w:rsidRDefault="004656A7">
          <w:pPr>
            <w:pStyle w:val="1D0CA82D7A4748D6867318EDB1483CC1"/>
          </w:pPr>
          <w:r w:rsidRPr="00647D6A">
            <w:t>Name</w:t>
          </w:r>
        </w:p>
      </w:docPartBody>
    </w:docPart>
    <w:docPart>
      <w:docPartPr>
        <w:name w:val="447754863BAD4BB4A85E90C36F0E34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BC9320-EC3C-48F0-BCE0-4C992D656C37}"/>
      </w:docPartPr>
      <w:docPartBody>
        <w:p w:rsidR="00000000" w:rsidRDefault="004656A7">
          <w:pPr>
            <w:pStyle w:val="447754863BAD4BB4A85E90C36F0E3404"/>
          </w:pPr>
          <w:r w:rsidRPr="00647D6A">
            <w:t>Street Address</w:t>
          </w:r>
        </w:p>
      </w:docPartBody>
    </w:docPart>
    <w:docPart>
      <w:docPartPr>
        <w:name w:val="93A31C6A2BA34F1C9E0E4E1A26AD19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84B9D8-EFF8-4DD3-A84E-189026364365}"/>
      </w:docPartPr>
      <w:docPartBody>
        <w:p w:rsidR="00000000" w:rsidRDefault="004656A7">
          <w:pPr>
            <w:pStyle w:val="93A31C6A2BA34F1C9E0E4E1A26AD1951"/>
          </w:pPr>
          <w:r w:rsidRPr="00647D6A">
            <w:t>Address 2</w:t>
          </w:r>
        </w:p>
      </w:docPartBody>
    </w:docPart>
    <w:docPart>
      <w:docPartPr>
        <w:name w:val="6639926C660E44988F375B9FF4DB14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1D61EC-3356-4E6B-B9F8-5B44D2A6437E}"/>
      </w:docPartPr>
      <w:docPartBody>
        <w:p w:rsidR="00000000" w:rsidRDefault="004656A7">
          <w:pPr>
            <w:pStyle w:val="6639926C660E44988F375B9FF4DB146E"/>
          </w:pPr>
          <w:r w:rsidRPr="00647D6A">
            <w:t>City, ST ZIP Code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6A7"/>
    <w:rsid w:val="00465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3A5435BBC4C473182FADC70F9013A28">
    <w:name w:val="63A5435BBC4C473182FADC70F9013A28"/>
  </w:style>
  <w:style w:type="paragraph" w:customStyle="1" w:styleId="B2B08248DE9E403E93F9E99D763D5142">
    <w:name w:val="B2B08248DE9E403E93F9E99D763D5142"/>
  </w:style>
  <w:style w:type="paragraph" w:customStyle="1" w:styleId="3546AFE573CF46038D94C3FC63EE4B21">
    <w:name w:val="3546AFE573CF46038D94C3FC63EE4B21"/>
  </w:style>
  <w:style w:type="paragraph" w:customStyle="1" w:styleId="52C9D9ECFCB34388B9DC614D20358E80">
    <w:name w:val="52C9D9ECFCB34388B9DC614D20358E80"/>
  </w:style>
  <w:style w:type="paragraph" w:customStyle="1" w:styleId="BC8594A19D774D40BB8BDB20A90613D8">
    <w:name w:val="BC8594A19D774D40BB8BDB20A90613D8"/>
  </w:style>
  <w:style w:type="paragraph" w:customStyle="1" w:styleId="B48A01D9E7A34A2DA0035E24856EDCEC">
    <w:name w:val="B48A01D9E7A34A2DA0035E24856EDCEC"/>
  </w:style>
  <w:style w:type="paragraph" w:customStyle="1" w:styleId="A849A0172C5E498FBC6A4019421DBED7">
    <w:name w:val="A849A0172C5E498FBC6A4019421DBED7"/>
  </w:style>
  <w:style w:type="paragraph" w:customStyle="1" w:styleId="298A9B6526574D03A9525F0F26FE2C82">
    <w:name w:val="298A9B6526574D03A9525F0F26FE2C82"/>
  </w:style>
  <w:style w:type="paragraph" w:customStyle="1" w:styleId="80BAAE8801504DFABAF10EDB8757A163">
    <w:name w:val="80BAAE8801504DFABAF10EDB8757A163"/>
  </w:style>
  <w:style w:type="paragraph" w:customStyle="1" w:styleId="48BDAD1B030440509223BE661E951D18">
    <w:name w:val="48BDAD1B030440509223BE661E951D18"/>
  </w:style>
  <w:style w:type="paragraph" w:customStyle="1" w:styleId="D393BAB47C61470C89E8FE9E5EC248C2">
    <w:name w:val="D393BAB47C61470C89E8FE9E5EC248C2"/>
  </w:style>
  <w:style w:type="paragraph" w:customStyle="1" w:styleId="75C56027026C44609E921887DDCBC78D">
    <w:name w:val="75C56027026C44609E921887DDCBC78D"/>
  </w:style>
  <w:style w:type="paragraph" w:customStyle="1" w:styleId="D041576F6AA1418DBC7250C878CF01E7">
    <w:name w:val="D041576F6AA1418DBC7250C878CF01E7"/>
  </w:style>
  <w:style w:type="paragraph" w:customStyle="1" w:styleId="EB67AB6F819649D692C67284B71831C1">
    <w:name w:val="EB67AB6F819649D692C67284B71831C1"/>
  </w:style>
  <w:style w:type="paragraph" w:customStyle="1" w:styleId="7648E29990DF4192BB1445B47087880F">
    <w:name w:val="7648E29990DF4192BB1445B47087880F"/>
  </w:style>
  <w:style w:type="paragraph" w:customStyle="1" w:styleId="CD4DFCB0CEE24BB1B440C0237AD8BC32">
    <w:name w:val="CD4DFCB0CEE24BB1B440C0237AD8BC32"/>
  </w:style>
  <w:style w:type="paragraph" w:customStyle="1" w:styleId="1F09A72AF7B744C48438D9A061366CB6">
    <w:name w:val="1F09A72AF7B744C48438D9A061366CB6"/>
  </w:style>
  <w:style w:type="paragraph" w:customStyle="1" w:styleId="399545D39E674D49B6F7DBD77321A4EF">
    <w:name w:val="399545D39E674D49B6F7DBD77321A4EF"/>
  </w:style>
  <w:style w:type="paragraph" w:customStyle="1" w:styleId="8F25A35BA41F45CAA471009AFC0799A8">
    <w:name w:val="8F25A35BA41F45CAA471009AFC0799A8"/>
  </w:style>
  <w:style w:type="paragraph" w:customStyle="1" w:styleId="BE67B4760FC94EE6B9CBA9C220735F00">
    <w:name w:val="BE67B4760FC94EE6B9CBA9C220735F00"/>
  </w:style>
  <w:style w:type="paragraph" w:customStyle="1" w:styleId="3413C7C055A6413BA1B7A180FDDAA7CC">
    <w:name w:val="3413C7C055A6413BA1B7A180FDDAA7CC"/>
  </w:style>
  <w:style w:type="paragraph" w:customStyle="1" w:styleId="6061E8708AB0446281296BAB7E7129AA">
    <w:name w:val="6061E8708AB0446281296BAB7E7129AA"/>
  </w:style>
  <w:style w:type="paragraph" w:customStyle="1" w:styleId="1BBF9F0446D24CDF8FBAEADB4F23B7EC">
    <w:name w:val="1BBF9F0446D24CDF8FBAEADB4F23B7EC"/>
  </w:style>
  <w:style w:type="paragraph" w:customStyle="1" w:styleId="8E6C8EF3F1B14957BBD13C43914D0698">
    <w:name w:val="8E6C8EF3F1B14957BBD13C43914D0698"/>
  </w:style>
  <w:style w:type="paragraph" w:customStyle="1" w:styleId="AA3563EE8197475F819E7AC2BDD4A0FA">
    <w:name w:val="AA3563EE8197475F819E7AC2BDD4A0FA"/>
  </w:style>
  <w:style w:type="paragraph" w:customStyle="1" w:styleId="F599A0F765E94B949F37672C8569D22F">
    <w:name w:val="F599A0F765E94B949F37672C8569D22F"/>
  </w:style>
  <w:style w:type="paragraph" w:customStyle="1" w:styleId="A4ECD244BDA846EDB9C13A366B33415F">
    <w:name w:val="A4ECD244BDA846EDB9C13A366B33415F"/>
  </w:style>
  <w:style w:type="paragraph" w:customStyle="1" w:styleId="E373B6E4F93D4AB3AF13930DFCBE81A1">
    <w:name w:val="E373B6E4F93D4AB3AF13930DFCBE81A1"/>
  </w:style>
  <w:style w:type="paragraph" w:customStyle="1" w:styleId="20A34C5E3D384F41BBC3F3F1C7616D1E">
    <w:name w:val="20A34C5E3D384F41BBC3F3F1C7616D1E"/>
  </w:style>
  <w:style w:type="paragraph" w:customStyle="1" w:styleId="D91C834358704F949EB6CF0B154DA7A8">
    <w:name w:val="D91C834358704F949EB6CF0B154DA7A8"/>
  </w:style>
  <w:style w:type="paragraph" w:customStyle="1" w:styleId="2BEC42D3B699478DBFCDC774F903FCAD">
    <w:name w:val="2BEC42D3B699478DBFCDC774F903FCAD"/>
  </w:style>
  <w:style w:type="paragraph" w:customStyle="1" w:styleId="3A3E6D16AE614F508A7D73DC58B82E15">
    <w:name w:val="3A3E6D16AE614F508A7D73DC58B82E15"/>
  </w:style>
  <w:style w:type="paragraph" w:customStyle="1" w:styleId="7EABF02B15554F59817752989E2389E8">
    <w:name w:val="7EABF02B15554F59817752989E2389E8"/>
  </w:style>
  <w:style w:type="paragraph" w:customStyle="1" w:styleId="6D234493CF944E01ADA0C9E3E26C61B3">
    <w:name w:val="6D234493CF944E01ADA0C9E3E26C61B3"/>
  </w:style>
  <w:style w:type="paragraph" w:customStyle="1" w:styleId="F6E60641D5D84142B7F91FF7B89E173A">
    <w:name w:val="F6E60641D5D84142B7F91FF7B89E173A"/>
  </w:style>
  <w:style w:type="paragraph" w:customStyle="1" w:styleId="D903D1DE293D4C9F985A55277CF68766">
    <w:name w:val="D903D1DE293D4C9F985A55277CF68766"/>
  </w:style>
  <w:style w:type="paragraph" w:customStyle="1" w:styleId="20E3FE6F282F4045ACD077B8663401AE">
    <w:name w:val="20E3FE6F282F4045ACD077B8663401AE"/>
  </w:style>
  <w:style w:type="paragraph" w:customStyle="1" w:styleId="D4A5720AE50C482CB301AE586B305A7B">
    <w:name w:val="D4A5720AE50C482CB301AE586B305A7B"/>
  </w:style>
  <w:style w:type="paragraph" w:customStyle="1" w:styleId="EB5C06FC772C4FB0B5F7C889C7A60408">
    <w:name w:val="EB5C06FC772C4FB0B5F7C889C7A60408"/>
  </w:style>
  <w:style w:type="paragraph" w:customStyle="1" w:styleId="347653B4C05847448956DCC314305624">
    <w:name w:val="347653B4C05847448956DCC314305624"/>
  </w:style>
  <w:style w:type="paragraph" w:customStyle="1" w:styleId="B5FC383874414A46900FD23530000BBB">
    <w:name w:val="B5FC383874414A46900FD23530000BBB"/>
  </w:style>
  <w:style w:type="paragraph" w:customStyle="1" w:styleId="F18BCF5144ED410E859382CDAB3635C5">
    <w:name w:val="F18BCF5144ED410E859382CDAB3635C5"/>
  </w:style>
  <w:style w:type="paragraph" w:customStyle="1" w:styleId="F98ACC3D3F7E4E318255AE7B3F642C49">
    <w:name w:val="F98ACC3D3F7E4E318255AE7B3F642C49"/>
  </w:style>
  <w:style w:type="paragraph" w:customStyle="1" w:styleId="F1D0046BB80448FC95F2F7F78BD3E4C3">
    <w:name w:val="F1D0046BB80448FC95F2F7F78BD3E4C3"/>
  </w:style>
  <w:style w:type="paragraph" w:customStyle="1" w:styleId="BFBFAE88E7954F82AE10224EE17F5F89">
    <w:name w:val="BFBFAE88E7954F82AE10224EE17F5F89"/>
  </w:style>
  <w:style w:type="paragraph" w:customStyle="1" w:styleId="E8D1898395504FD989A82C01AB2D4391">
    <w:name w:val="E8D1898395504FD989A82C01AB2D4391"/>
  </w:style>
  <w:style w:type="paragraph" w:customStyle="1" w:styleId="3F90A6B7BF7543FF8C81A8B453452D7C">
    <w:name w:val="3F90A6B7BF7543FF8C81A8B453452D7C"/>
  </w:style>
  <w:style w:type="paragraph" w:customStyle="1" w:styleId="D3DB30FF2A624BE2879E2515F4F25924">
    <w:name w:val="D3DB30FF2A624BE2879E2515F4F25924"/>
  </w:style>
  <w:style w:type="paragraph" w:customStyle="1" w:styleId="FFF9602320FB4436920E5871AC410868">
    <w:name w:val="FFF9602320FB4436920E5871AC410868"/>
  </w:style>
  <w:style w:type="paragraph" w:customStyle="1" w:styleId="5D17831712AE4CA1954031749C468308">
    <w:name w:val="5D17831712AE4CA1954031749C468308"/>
  </w:style>
  <w:style w:type="paragraph" w:customStyle="1" w:styleId="45D8CE910AB74A07B21714CA11488792">
    <w:name w:val="45D8CE910AB74A07B21714CA11488792"/>
  </w:style>
  <w:style w:type="paragraph" w:customStyle="1" w:styleId="397C7E9820674587B17DF10517EC7DDB">
    <w:name w:val="397C7E9820674587B17DF10517EC7DDB"/>
  </w:style>
  <w:style w:type="paragraph" w:customStyle="1" w:styleId="DF8FAD3DD3384F13B51F6249F643A303">
    <w:name w:val="DF8FAD3DD3384F13B51F6249F643A303"/>
  </w:style>
  <w:style w:type="paragraph" w:customStyle="1" w:styleId="9852927CD2EF44EBA868E92470AFCEC1">
    <w:name w:val="9852927CD2EF44EBA868E92470AFCEC1"/>
  </w:style>
  <w:style w:type="paragraph" w:customStyle="1" w:styleId="37EC059545CC4B029E87B7360401FD7C">
    <w:name w:val="37EC059545CC4B029E87B7360401FD7C"/>
  </w:style>
  <w:style w:type="paragraph" w:customStyle="1" w:styleId="76DA16D70D2E4E8FB0A3CF23C8A59EC3">
    <w:name w:val="76DA16D70D2E4E8FB0A3CF23C8A59EC3"/>
  </w:style>
  <w:style w:type="paragraph" w:customStyle="1" w:styleId="5D75A21296E74E329D21C1A126FE2743">
    <w:name w:val="5D75A21296E74E329D21C1A126FE2743"/>
  </w:style>
  <w:style w:type="paragraph" w:customStyle="1" w:styleId="82CC1B9C7DBF40238D1A607269BD5530">
    <w:name w:val="82CC1B9C7DBF40238D1A607269BD5530"/>
  </w:style>
  <w:style w:type="paragraph" w:customStyle="1" w:styleId="5CBC0E22701F41F2A53039A2B1E2D54D">
    <w:name w:val="5CBC0E22701F41F2A53039A2B1E2D54D"/>
  </w:style>
  <w:style w:type="paragraph" w:customStyle="1" w:styleId="D9BE54E229694566B9EDABED6BC61F9B">
    <w:name w:val="D9BE54E229694566B9EDABED6BC61F9B"/>
  </w:style>
  <w:style w:type="paragraph" w:customStyle="1" w:styleId="FC34C0B38CC24EDCABAD5F7E1F703711">
    <w:name w:val="FC34C0B38CC24EDCABAD5F7E1F703711"/>
  </w:style>
  <w:style w:type="paragraph" w:customStyle="1" w:styleId="00BCDEC52D1E4FA48ED3F2FD3B019D9C">
    <w:name w:val="00BCDEC52D1E4FA48ED3F2FD3B019D9C"/>
  </w:style>
  <w:style w:type="paragraph" w:customStyle="1" w:styleId="2624986592E34468AA539F574F83DC08">
    <w:name w:val="2624986592E34468AA539F574F83DC08"/>
  </w:style>
  <w:style w:type="paragraph" w:customStyle="1" w:styleId="9BDE1D5AD3264FADAACD56D1781086EA">
    <w:name w:val="9BDE1D5AD3264FADAACD56D1781086EA"/>
  </w:style>
  <w:style w:type="paragraph" w:customStyle="1" w:styleId="1CA804C5BB5D4D0E84F5019AFB4F10A2">
    <w:name w:val="1CA804C5BB5D4D0E84F5019AFB4F10A2"/>
  </w:style>
  <w:style w:type="paragraph" w:customStyle="1" w:styleId="DCB2361E0A584EC8B97175D8E2FFC366">
    <w:name w:val="DCB2361E0A584EC8B97175D8E2FFC366"/>
  </w:style>
  <w:style w:type="paragraph" w:customStyle="1" w:styleId="FFD75CC9E2A3435BBD695D15C344CC2C">
    <w:name w:val="FFD75CC9E2A3435BBD695D15C344CC2C"/>
  </w:style>
  <w:style w:type="paragraph" w:customStyle="1" w:styleId="8B5E8335584148CDA272265B7F9F5789">
    <w:name w:val="8B5E8335584148CDA272265B7F9F5789"/>
  </w:style>
  <w:style w:type="paragraph" w:customStyle="1" w:styleId="BEFC04C78B124333B79B85048B8218BB">
    <w:name w:val="BEFC04C78B124333B79B85048B8218BB"/>
  </w:style>
  <w:style w:type="paragraph" w:customStyle="1" w:styleId="DE5AADBEA96D4C969953AA48EF73192B">
    <w:name w:val="DE5AADBEA96D4C969953AA48EF73192B"/>
  </w:style>
  <w:style w:type="paragraph" w:customStyle="1" w:styleId="84CC1309D7154841B3BA1584ED32F1B5">
    <w:name w:val="84CC1309D7154841B3BA1584ED32F1B5"/>
  </w:style>
  <w:style w:type="paragraph" w:customStyle="1" w:styleId="09936F92E1A441119B39D8975E8E837C">
    <w:name w:val="09936F92E1A441119B39D8975E8E837C"/>
  </w:style>
  <w:style w:type="paragraph" w:customStyle="1" w:styleId="EBFDEA6431DE4B309A432A419E27C2A8">
    <w:name w:val="EBFDEA6431DE4B309A432A419E27C2A8"/>
  </w:style>
  <w:style w:type="paragraph" w:customStyle="1" w:styleId="C4579C53AAD34C73BECACF87297EFCE0">
    <w:name w:val="C4579C53AAD34C73BECACF87297EFCE0"/>
  </w:style>
  <w:style w:type="paragraph" w:customStyle="1" w:styleId="7CC5BDEF7738441BA6D0E579A2CEEC88">
    <w:name w:val="7CC5BDEF7738441BA6D0E579A2CEEC88"/>
  </w:style>
  <w:style w:type="paragraph" w:customStyle="1" w:styleId="79C8F55E920C4E028CF3CD65A45F4D60">
    <w:name w:val="79C8F55E920C4E028CF3CD65A45F4D60"/>
  </w:style>
  <w:style w:type="paragraph" w:customStyle="1" w:styleId="74F79DFE29994BECA3DCA623E2E0910A">
    <w:name w:val="74F79DFE29994BECA3DCA623E2E0910A"/>
  </w:style>
  <w:style w:type="paragraph" w:customStyle="1" w:styleId="E24C13B5CD944832BD2B9149ABA256AC">
    <w:name w:val="E24C13B5CD944832BD2B9149ABA256AC"/>
  </w:style>
  <w:style w:type="paragraph" w:customStyle="1" w:styleId="AF2C09C053E14FC197F7A4D9F1953EE5">
    <w:name w:val="AF2C09C053E14FC197F7A4D9F1953EE5"/>
  </w:style>
  <w:style w:type="paragraph" w:customStyle="1" w:styleId="1EB8A89E5F2247A38A51468EB2AC4923">
    <w:name w:val="1EB8A89E5F2247A38A51468EB2AC4923"/>
  </w:style>
  <w:style w:type="paragraph" w:customStyle="1" w:styleId="FDF6B911A3254A1BB1911C644D284447">
    <w:name w:val="FDF6B911A3254A1BB1911C644D284447"/>
  </w:style>
  <w:style w:type="paragraph" w:customStyle="1" w:styleId="6C90E7593EEC4829829712E9956AB41E">
    <w:name w:val="6C90E7593EEC4829829712E9956AB41E"/>
  </w:style>
  <w:style w:type="paragraph" w:customStyle="1" w:styleId="6A8090F0BE2C4112999563B0C4744D11">
    <w:name w:val="6A8090F0BE2C4112999563B0C4744D11"/>
  </w:style>
  <w:style w:type="paragraph" w:customStyle="1" w:styleId="7EB59F23443745DEBFAC452EDC4945FE">
    <w:name w:val="7EB59F23443745DEBFAC452EDC4945FE"/>
  </w:style>
  <w:style w:type="paragraph" w:customStyle="1" w:styleId="F5798969CEC9408EA18FD4B5DA619100">
    <w:name w:val="F5798969CEC9408EA18FD4B5DA619100"/>
  </w:style>
  <w:style w:type="paragraph" w:customStyle="1" w:styleId="4C1276D85D0643409031EE68B3E27AD3">
    <w:name w:val="4C1276D85D0643409031EE68B3E27AD3"/>
  </w:style>
  <w:style w:type="paragraph" w:customStyle="1" w:styleId="912DCA877B5B4A1BBBA341AA7C5C27D8">
    <w:name w:val="912DCA877B5B4A1BBBA341AA7C5C27D8"/>
  </w:style>
  <w:style w:type="paragraph" w:customStyle="1" w:styleId="57460544EDB64CD79D0B633FB3765668">
    <w:name w:val="57460544EDB64CD79D0B633FB3765668"/>
  </w:style>
  <w:style w:type="paragraph" w:customStyle="1" w:styleId="9FB3497929CE439C907FDC012949520B">
    <w:name w:val="9FB3497929CE439C907FDC012949520B"/>
  </w:style>
  <w:style w:type="paragraph" w:customStyle="1" w:styleId="DC78CEF68C124960B92E74A09AC56510">
    <w:name w:val="DC78CEF68C124960B92E74A09AC56510"/>
  </w:style>
  <w:style w:type="paragraph" w:customStyle="1" w:styleId="7E8AD48D2A0A45C3BD941B20709F84C6">
    <w:name w:val="7E8AD48D2A0A45C3BD941B20709F84C6"/>
  </w:style>
  <w:style w:type="paragraph" w:customStyle="1" w:styleId="AD634CDCFA08446E8B7DF465A4A3C012">
    <w:name w:val="AD634CDCFA08446E8B7DF465A4A3C012"/>
  </w:style>
  <w:style w:type="paragraph" w:customStyle="1" w:styleId="C1EE63EA50754417B95E1B2AD6E1EC02">
    <w:name w:val="C1EE63EA50754417B95E1B2AD6E1EC02"/>
  </w:style>
  <w:style w:type="paragraph" w:customStyle="1" w:styleId="9ED719FB4F104E58BD814114ED008E47">
    <w:name w:val="9ED719FB4F104E58BD814114ED008E47"/>
  </w:style>
  <w:style w:type="paragraph" w:customStyle="1" w:styleId="8773DCFD0A9647229931D7C40682E327">
    <w:name w:val="8773DCFD0A9647229931D7C40682E327"/>
  </w:style>
  <w:style w:type="paragraph" w:customStyle="1" w:styleId="C9816DEDE921409A93845DCE817F5D1C">
    <w:name w:val="C9816DEDE921409A93845DCE817F5D1C"/>
  </w:style>
  <w:style w:type="paragraph" w:customStyle="1" w:styleId="5F456BB253C542C4A6621C1E0317326B">
    <w:name w:val="5F456BB253C542C4A6621C1E0317326B"/>
  </w:style>
  <w:style w:type="paragraph" w:customStyle="1" w:styleId="68DB78E8B3514C7FA527E6217FE117F2">
    <w:name w:val="68DB78E8B3514C7FA527E6217FE117F2"/>
  </w:style>
  <w:style w:type="paragraph" w:customStyle="1" w:styleId="8D8A76E20FD048629E8F29106CE64010">
    <w:name w:val="8D8A76E20FD048629E8F29106CE64010"/>
  </w:style>
  <w:style w:type="paragraph" w:customStyle="1" w:styleId="C5A85AFA117D442CA26C1F2B6093E656">
    <w:name w:val="C5A85AFA117D442CA26C1F2B6093E656"/>
  </w:style>
  <w:style w:type="paragraph" w:customStyle="1" w:styleId="3598DFC36FCC4CD8A40ACF3B97CC3521">
    <w:name w:val="3598DFC36FCC4CD8A40ACF3B97CC3521"/>
  </w:style>
  <w:style w:type="paragraph" w:customStyle="1" w:styleId="CCF7C776F3F84F08922C56C5666BA099">
    <w:name w:val="CCF7C776F3F84F08922C56C5666BA099"/>
  </w:style>
  <w:style w:type="paragraph" w:customStyle="1" w:styleId="130E16650A074B81B4F81EB73401E93E">
    <w:name w:val="130E16650A074B81B4F81EB73401E93E"/>
  </w:style>
  <w:style w:type="paragraph" w:customStyle="1" w:styleId="C2530287CD99488D865B33DFCA015118">
    <w:name w:val="C2530287CD99488D865B33DFCA015118"/>
  </w:style>
  <w:style w:type="paragraph" w:customStyle="1" w:styleId="6154A5D7B9284F61A59943E3CD69F523">
    <w:name w:val="6154A5D7B9284F61A59943E3CD69F523"/>
  </w:style>
  <w:style w:type="paragraph" w:customStyle="1" w:styleId="DFF54556D6B647D8BDBF892D4E66D5DC">
    <w:name w:val="DFF54556D6B647D8BDBF892D4E66D5DC"/>
  </w:style>
  <w:style w:type="paragraph" w:customStyle="1" w:styleId="28AE1B96BB3D445B8E53CF8B1AE6D641">
    <w:name w:val="28AE1B96BB3D445B8E53CF8B1AE6D641"/>
  </w:style>
  <w:style w:type="paragraph" w:customStyle="1" w:styleId="7B606CD595E74A0884458B5567443213">
    <w:name w:val="7B606CD595E74A0884458B5567443213"/>
  </w:style>
  <w:style w:type="paragraph" w:customStyle="1" w:styleId="3E168B4DD1684B90A281BF7AC08B6D93">
    <w:name w:val="3E168B4DD1684B90A281BF7AC08B6D93"/>
  </w:style>
  <w:style w:type="paragraph" w:customStyle="1" w:styleId="8BB17A5F4FC046348C1E92243AAB27EF">
    <w:name w:val="8BB17A5F4FC046348C1E92243AAB27EF"/>
  </w:style>
  <w:style w:type="paragraph" w:customStyle="1" w:styleId="B983D8BDFE2342B8A69D1D41DD9CD96E">
    <w:name w:val="B983D8BDFE2342B8A69D1D41DD9CD96E"/>
  </w:style>
  <w:style w:type="paragraph" w:customStyle="1" w:styleId="B9C6F30DD8DC42F3849BED0EDA31F399">
    <w:name w:val="B9C6F30DD8DC42F3849BED0EDA31F399"/>
  </w:style>
  <w:style w:type="paragraph" w:customStyle="1" w:styleId="DDC9C09453AE425DB5A99DD9D5C340F9">
    <w:name w:val="DDC9C09453AE425DB5A99DD9D5C340F9"/>
  </w:style>
  <w:style w:type="paragraph" w:customStyle="1" w:styleId="C683583DB2394E99A2FAD6E0AEE6711B">
    <w:name w:val="C683583DB2394E99A2FAD6E0AEE6711B"/>
  </w:style>
  <w:style w:type="paragraph" w:customStyle="1" w:styleId="1D0CA82D7A4748D6867318EDB1483CC1">
    <w:name w:val="1D0CA82D7A4748D6867318EDB1483CC1"/>
  </w:style>
  <w:style w:type="paragraph" w:customStyle="1" w:styleId="447754863BAD4BB4A85E90C36F0E3404">
    <w:name w:val="447754863BAD4BB4A85E90C36F0E3404"/>
  </w:style>
  <w:style w:type="paragraph" w:customStyle="1" w:styleId="93A31C6A2BA34F1C9E0E4E1A26AD1951">
    <w:name w:val="93A31C6A2BA34F1C9E0E4E1A26AD1951"/>
  </w:style>
  <w:style w:type="paragraph" w:customStyle="1" w:styleId="6639926C660E44988F375B9FF4DB146E">
    <w:name w:val="6639926C660E44988F375B9FF4DB146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Christmas Address Labels">
  <a:themeElements>
    <a:clrScheme name="Christmas Set">
      <a:dk1>
        <a:sysClr val="windowText" lastClr="000000"/>
      </a:dk1>
      <a:lt1>
        <a:sysClr val="window" lastClr="FFFFFF"/>
      </a:lt1>
      <a:dk2>
        <a:srgbClr val="6D332F"/>
      </a:dk2>
      <a:lt2>
        <a:srgbClr val="EEECE1"/>
      </a:lt2>
      <a:accent1>
        <a:srgbClr val="DD5949"/>
      </a:accent1>
      <a:accent2>
        <a:srgbClr val="4AA1AE"/>
      </a:accent2>
      <a:accent3>
        <a:srgbClr val="79A342"/>
      </a:accent3>
      <a:accent4>
        <a:srgbClr val="E28F41"/>
      </a:accent4>
      <a:accent5>
        <a:srgbClr val="F1BF50"/>
      </a:accent5>
      <a:accent6>
        <a:srgbClr val="927961"/>
      </a:accent6>
      <a:hlink>
        <a:srgbClr val="0000FF"/>
      </a:hlink>
      <a:folHlink>
        <a:srgbClr val="800080"/>
      </a:folHlink>
    </a:clrScheme>
    <a:fontScheme name="Christmas set">
      <a:majorFont>
        <a:latin typeface="Georgia"/>
        <a:ea typeface=""/>
        <a:cs typeface=""/>
      </a:majorFont>
      <a:minorFont>
        <a:latin typeface="Georgi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Gift tag labels (Christmas Spirit design, 30 per page, works with Avery 5160).dotx</Template>
  <TotalTime>1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Muhammad Naveed Ahmed</cp:lastModifiedBy>
  <cp:revision>1</cp:revision>
  <dcterms:created xsi:type="dcterms:W3CDTF">2018-12-11T12:26:00Z</dcterms:created>
  <dcterms:modified xsi:type="dcterms:W3CDTF">2018-12-11T12:33:00Z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  <property fmtid="{D5CDD505-2E9C-101B-9397-08002B2CF9AE}" pid="3" name="InternalTags">
    <vt:lpwstr/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ScenarioTags">
    <vt:lpwstr/>
  </property>
  <property fmtid="{D5CDD505-2E9C-101B-9397-08002B2CF9AE}" pid="7" name="CampaignTags">
    <vt:lpwstr/>
  </property>
  <property fmtid="{D5CDD505-2E9C-101B-9397-08002B2CF9AE}" pid="8" name="MSIP_Label_f42aa342-8706-4288-bd11-ebb85995028c_Enabled">
    <vt:lpwstr>True</vt:lpwstr>
  </property>
  <property fmtid="{D5CDD505-2E9C-101B-9397-08002B2CF9AE}" pid="9" name="MSIP_Label_f42aa342-8706-4288-bd11-ebb85995028c_SiteId">
    <vt:lpwstr>72f988bf-86f1-41af-91ab-2d7cd011db47</vt:lpwstr>
  </property>
  <property fmtid="{D5CDD505-2E9C-101B-9397-08002B2CF9AE}" pid="10" name="MSIP_Label_f42aa342-8706-4288-bd11-ebb85995028c_Owner">
    <vt:lpwstr>v-shbahu@microsoft.com</vt:lpwstr>
  </property>
  <property fmtid="{D5CDD505-2E9C-101B-9397-08002B2CF9AE}" pid="11" name="MSIP_Label_f42aa342-8706-4288-bd11-ebb85995028c_SetDate">
    <vt:lpwstr>2018-05-10T09:11:39.3478301Z</vt:lpwstr>
  </property>
  <property fmtid="{D5CDD505-2E9C-101B-9397-08002B2CF9AE}" pid="12" name="MSIP_Label_f42aa342-8706-4288-bd11-ebb85995028c_Name">
    <vt:lpwstr>General</vt:lpwstr>
  </property>
  <property fmtid="{D5CDD505-2E9C-101B-9397-08002B2CF9AE}" pid="13" name="MSIP_Label_f42aa342-8706-4288-bd11-ebb85995028c_Application">
    <vt:lpwstr>Microsoft Azure Information Protection</vt:lpwstr>
  </property>
  <property fmtid="{D5CDD505-2E9C-101B-9397-08002B2CF9AE}" pid="14" name="MSIP_Label_f42aa342-8706-4288-bd11-ebb85995028c_Extended_MSFT_Method">
    <vt:lpwstr>Automatic</vt:lpwstr>
  </property>
  <property fmtid="{D5CDD505-2E9C-101B-9397-08002B2CF9AE}" pid="15" name="Sensitivity">
    <vt:lpwstr>General</vt:lpwstr>
  </property>
</Properties>
</file>