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505" w:rsidRPr="00F51094" w:rsidRDefault="00843505" w:rsidP="00843505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F51094">
        <w:rPr>
          <w:rFonts w:eastAsia="Times New Roman" w:cstheme="minorHAnsi"/>
          <w:spacing w:val="0"/>
          <w:sz w:val="26"/>
          <w:szCs w:val="26"/>
        </w:rPr>
        <w:t>Date</w:t>
      </w:r>
    </w:p>
    <w:p w:rsidR="00357CB6" w:rsidRPr="00F51094" w:rsidRDefault="00357CB6" w:rsidP="00357CB6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F51094">
        <w:rPr>
          <w:rFonts w:eastAsia="Times New Roman" w:cstheme="minorHAnsi"/>
          <w:spacing w:val="0"/>
          <w:sz w:val="26"/>
          <w:szCs w:val="26"/>
        </w:rPr>
        <w:t>Hello,</w:t>
      </w:r>
    </w:p>
    <w:p w:rsidR="00F51094" w:rsidRPr="00F51094" w:rsidRDefault="00F51094" w:rsidP="00F51094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F51094">
        <w:rPr>
          <w:rFonts w:eastAsia="Times New Roman" w:cstheme="minorHAnsi"/>
          <w:spacing w:val="0"/>
          <w:sz w:val="26"/>
          <w:szCs w:val="26"/>
        </w:rPr>
        <w:t>Dear ‘Name of Manager’,</w:t>
      </w:r>
    </w:p>
    <w:p w:rsidR="00F51094" w:rsidRPr="00F51094" w:rsidRDefault="00F51094" w:rsidP="00F51094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F51094">
        <w:rPr>
          <w:rFonts w:eastAsia="Times New Roman" w:cstheme="minorHAnsi"/>
          <w:spacing w:val="0"/>
          <w:sz w:val="26"/>
          <w:szCs w:val="26"/>
        </w:rPr>
        <w:t>Please acknowledge this email as a request for work from home.</w:t>
      </w:r>
    </w:p>
    <w:p w:rsidR="00F51094" w:rsidRPr="00F51094" w:rsidRDefault="00F51094" w:rsidP="00F51094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F51094">
        <w:rPr>
          <w:rFonts w:eastAsia="Times New Roman" w:cstheme="minorHAnsi"/>
          <w:spacing w:val="0"/>
          <w:sz w:val="26"/>
          <w:szCs w:val="26"/>
        </w:rPr>
        <w:t>Due to an accident yesterday ‘Date’, I suffered a back injury and sprained my ankle. I was advised bed rest by the doctor. Therefore, I cannot attend work for the rest of the week. ‘Date’ can be assumed my return date to work.</w:t>
      </w:r>
    </w:p>
    <w:p w:rsidR="00F51094" w:rsidRPr="00F51094" w:rsidRDefault="00F51094" w:rsidP="00F51094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F51094">
        <w:rPr>
          <w:rFonts w:eastAsia="Times New Roman" w:cstheme="minorHAnsi"/>
          <w:spacing w:val="0"/>
          <w:sz w:val="26"/>
          <w:szCs w:val="26"/>
        </w:rPr>
        <w:t>In the meantime, I will be available to work from home. You will find the doctor’s note attached to this email. In case you have any queries please feel free to contact me.</w:t>
      </w:r>
    </w:p>
    <w:p w:rsidR="00F51094" w:rsidRPr="00F51094" w:rsidRDefault="00F51094" w:rsidP="00F51094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F51094">
        <w:rPr>
          <w:rFonts w:eastAsia="Times New Roman" w:cstheme="minorHAnsi"/>
          <w:spacing w:val="0"/>
          <w:sz w:val="26"/>
          <w:szCs w:val="26"/>
        </w:rPr>
        <w:t>Sincerely,</w:t>
      </w:r>
    </w:p>
    <w:p w:rsidR="00F51094" w:rsidRPr="00F51094" w:rsidRDefault="00F51094" w:rsidP="00F51094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F51094">
        <w:rPr>
          <w:rFonts w:eastAsia="Times New Roman" w:cstheme="minorHAnsi"/>
          <w:spacing w:val="0"/>
          <w:sz w:val="26"/>
          <w:szCs w:val="26"/>
        </w:rPr>
        <w:t>Name of Employee,</w:t>
      </w:r>
    </w:p>
    <w:p w:rsidR="00F51094" w:rsidRPr="00F51094" w:rsidRDefault="00F51094" w:rsidP="00F51094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F51094">
        <w:rPr>
          <w:rFonts w:eastAsia="Times New Roman" w:cstheme="minorHAnsi"/>
          <w:spacing w:val="0"/>
          <w:sz w:val="26"/>
          <w:szCs w:val="26"/>
        </w:rPr>
        <w:t>Name of Department.</w:t>
      </w:r>
    </w:p>
    <w:p w:rsidR="00357CB6" w:rsidRPr="00F51094" w:rsidRDefault="00357CB6" w:rsidP="00357CB6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F51094">
        <w:rPr>
          <w:rFonts w:eastAsia="Times New Roman" w:cstheme="minorHAnsi"/>
          <w:spacing w:val="0"/>
          <w:sz w:val="26"/>
          <w:szCs w:val="26"/>
        </w:rPr>
        <w:t>Regards,</w:t>
      </w:r>
      <w:bookmarkStart w:id="0" w:name="_GoBack"/>
      <w:bookmarkEnd w:id="0"/>
    </w:p>
    <w:p w:rsidR="00B96D91" w:rsidRPr="00F51094" w:rsidRDefault="00B96D91" w:rsidP="00357CB6">
      <w:pPr>
        <w:spacing w:before="100" w:beforeAutospacing="1" w:after="100" w:afterAutospacing="1" w:line="240" w:lineRule="auto"/>
        <w:rPr>
          <w:rFonts w:cstheme="minorHAnsi"/>
          <w:sz w:val="26"/>
          <w:szCs w:val="26"/>
        </w:rPr>
      </w:pPr>
    </w:p>
    <w:sectPr w:rsidR="00B96D91" w:rsidRPr="00F51094" w:rsidSect="00260C5F">
      <w:headerReference w:type="default" r:id="rId7"/>
      <w:footerReference w:type="first" r:id="rId8"/>
      <w:pgSz w:w="12240" w:h="15840"/>
      <w:pgMar w:top="2070" w:right="135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560F" w:rsidRDefault="0030560F">
      <w:pPr>
        <w:spacing w:after="0" w:line="240" w:lineRule="auto"/>
      </w:pPr>
      <w:r>
        <w:separator/>
      </w:r>
    </w:p>
  </w:endnote>
  <w:endnote w:type="continuationSeparator" w:id="0">
    <w:p w:rsidR="0030560F" w:rsidRDefault="00305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A5B" w:rsidRDefault="008C3A5F" w:rsidP="00AC3876">
    <w:pPr>
      <w:pStyle w:val="Foo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560F" w:rsidRDefault="0030560F">
      <w:pPr>
        <w:spacing w:after="0" w:line="240" w:lineRule="auto"/>
      </w:pPr>
      <w:r>
        <w:separator/>
      </w:r>
    </w:p>
  </w:footnote>
  <w:footnote w:type="continuationSeparator" w:id="0">
    <w:p w:rsidR="0030560F" w:rsidRDefault="00305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C3876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003"/>
    <w:rsid w:val="0003705B"/>
    <w:rsid w:val="00041FF6"/>
    <w:rsid w:val="00070309"/>
    <w:rsid w:val="000E7469"/>
    <w:rsid w:val="001267AB"/>
    <w:rsid w:val="00131003"/>
    <w:rsid w:val="00141EB3"/>
    <w:rsid w:val="0014567B"/>
    <w:rsid w:val="001E49E1"/>
    <w:rsid w:val="00223C56"/>
    <w:rsid w:val="00260C5F"/>
    <w:rsid w:val="002A62BA"/>
    <w:rsid w:val="002D488D"/>
    <w:rsid w:val="0030560F"/>
    <w:rsid w:val="00357CB6"/>
    <w:rsid w:val="003A0CC8"/>
    <w:rsid w:val="003F5C91"/>
    <w:rsid w:val="004023DB"/>
    <w:rsid w:val="00405B2D"/>
    <w:rsid w:val="00415F77"/>
    <w:rsid w:val="00430143"/>
    <w:rsid w:val="004F27EA"/>
    <w:rsid w:val="00503236"/>
    <w:rsid w:val="00504EA0"/>
    <w:rsid w:val="0054673E"/>
    <w:rsid w:val="0055287C"/>
    <w:rsid w:val="0056655A"/>
    <w:rsid w:val="006201A3"/>
    <w:rsid w:val="00640456"/>
    <w:rsid w:val="006554EC"/>
    <w:rsid w:val="006668CE"/>
    <w:rsid w:val="0068662F"/>
    <w:rsid w:val="00704387"/>
    <w:rsid w:val="00707418"/>
    <w:rsid w:val="00724E34"/>
    <w:rsid w:val="0077551D"/>
    <w:rsid w:val="007B76AE"/>
    <w:rsid w:val="008355DC"/>
    <w:rsid w:val="00843505"/>
    <w:rsid w:val="00843A6B"/>
    <w:rsid w:val="0084523E"/>
    <w:rsid w:val="008A15DF"/>
    <w:rsid w:val="008A6269"/>
    <w:rsid w:val="008C06DE"/>
    <w:rsid w:val="008C3A5F"/>
    <w:rsid w:val="008F2ADA"/>
    <w:rsid w:val="00917D1E"/>
    <w:rsid w:val="009A578A"/>
    <w:rsid w:val="00A271BB"/>
    <w:rsid w:val="00A5491A"/>
    <w:rsid w:val="00AA5759"/>
    <w:rsid w:val="00AC3876"/>
    <w:rsid w:val="00AD3BFC"/>
    <w:rsid w:val="00B841DF"/>
    <w:rsid w:val="00B96D91"/>
    <w:rsid w:val="00BB003B"/>
    <w:rsid w:val="00C67788"/>
    <w:rsid w:val="00C67ADD"/>
    <w:rsid w:val="00CF6958"/>
    <w:rsid w:val="00D27F61"/>
    <w:rsid w:val="00D56C37"/>
    <w:rsid w:val="00D96937"/>
    <w:rsid w:val="00E204AF"/>
    <w:rsid w:val="00E27BA1"/>
    <w:rsid w:val="00EA52D8"/>
    <w:rsid w:val="00EB5C06"/>
    <w:rsid w:val="00ED25AC"/>
    <w:rsid w:val="00F06FDC"/>
    <w:rsid w:val="00F51094"/>
    <w:rsid w:val="00F52A5B"/>
    <w:rsid w:val="00F9165E"/>
    <w:rsid w:val="00FA506C"/>
    <w:rsid w:val="00FE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775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70438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57C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AAD"/>
    <w:rsid w:val="00064F18"/>
    <w:rsid w:val="00205194"/>
    <w:rsid w:val="0027583A"/>
    <w:rsid w:val="00362C5F"/>
    <w:rsid w:val="00494B48"/>
    <w:rsid w:val="00513A70"/>
    <w:rsid w:val="00643EEA"/>
    <w:rsid w:val="00646076"/>
    <w:rsid w:val="00671CCD"/>
    <w:rsid w:val="00705AAD"/>
    <w:rsid w:val="008821FB"/>
    <w:rsid w:val="00997161"/>
    <w:rsid w:val="00A556F8"/>
    <w:rsid w:val="00A57D6B"/>
    <w:rsid w:val="00B247F0"/>
    <w:rsid w:val="00B91066"/>
    <w:rsid w:val="00BC7B2D"/>
    <w:rsid w:val="00CE6513"/>
    <w:rsid w:val="00E84058"/>
    <w:rsid w:val="00F9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2018-11-13T09:53:00Z</dcterms:created>
  <dcterms:modified xsi:type="dcterms:W3CDTF">2018-11-13T09:54:00Z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