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505" w:rsidRPr="00C54213" w:rsidRDefault="00843505" w:rsidP="00843505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C54213">
        <w:rPr>
          <w:rFonts w:eastAsia="Times New Roman" w:cstheme="minorHAnsi"/>
          <w:spacing w:val="0"/>
          <w:sz w:val="26"/>
          <w:szCs w:val="26"/>
        </w:rPr>
        <w:t>Date</w:t>
      </w:r>
    </w:p>
    <w:p w:rsidR="00357CB6" w:rsidRPr="00C54213" w:rsidRDefault="00357CB6" w:rsidP="00357CB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C54213">
        <w:rPr>
          <w:rFonts w:eastAsia="Times New Roman" w:cstheme="minorHAnsi"/>
          <w:spacing w:val="0"/>
          <w:sz w:val="26"/>
          <w:szCs w:val="26"/>
        </w:rPr>
        <w:t>Hello,</w:t>
      </w:r>
    </w:p>
    <w:p w:rsidR="00C54213" w:rsidRPr="00C54213" w:rsidRDefault="00C54213" w:rsidP="00C5421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C54213">
        <w:rPr>
          <w:rFonts w:eastAsia="Times New Roman" w:cstheme="minorHAnsi"/>
          <w:spacing w:val="0"/>
          <w:sz w:val="26"/>
          <w:szCs w:val="26"/>
        </w:rPr>
        <w:t>Dear Jennifer,</w:t>
      </w:r>
    </w:p>
    <w:p w:rsidR="00C54213" w:rsidRPr="00C54213" w:rsidRDefault="00C54213" w:rsidP="00C5421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C54213">
        <w:rPr>
          <w:rFonts w:eastAsia="Times New Roman" w:cstheme="minorHAnsi"/>
          <w:spacing w:val="0"/>
          <w:sz w:val="26"/>
          <w:szCs w:val="26"/>
        </w:rPr>
        <w:t xml:space="preserve">When you hired me for consultancy services, your employees needed continuous assistance. Now that I have trained them </w:t>
      </w:r>
      <w:proofErr w:type="gramStart"/>
      <w:r w:rsidRPr="00C54213">
        <w:rPr>
          <w:rFonts w:eastAsia="Times New Roman" w:cstheme="minorHAnsi"/>
          <w:spacing w:val="0"/>
          <w:sz w:val="26"/>
          <w:szCs w:val="26"/>
        </w:rPr>
        <w:t>to a great extent,</w:t>
      </w:r>
      <w:proofErr w:type="gramEnd"/>
      <w:r w:rsidRPr="00C54213">
        <w:rPr>
          <w:rFonts w:eastAsia="Times New Roman" w:cstheme="minorHAnsi"/>
          <w:spacing w:val="0"/>
          <w:sz w:val="26"/>
          <w:szCs w:val="26"/>
        </w:rPr>
        <w:t xml:space="preserve"> I was thinking that it is not necessary to come to the office every day. Th</w:t>
      </w:r>
      <w:bookmarkStart w:id="0" w:name="_GoBack"/>
      <w:bookmarkEnd w:id="0"/>
      <w:r w:rsidRPr="00C54213">
        <w:rPr>
          <w:rFonts w:eastAsia="Times New Roman" w:cstheme="minorHAnsi"/>
          <w:spacing w:val="0"/>
          <w:sz w:val="26"/>
          <w:szCs w:val="26"/>
        </w:rPr>
        <w:t>ere are two months remaining in the ending of our contract and I was thinking to request you for working from home part-time of the contractual period. As the training sessions are on the Wednesdays only, I will obviously be coming on that day. For the rest of the days, the presentations I prepare for those training sessions at your office, I can prepare them at home in a more effective way. If my services are required for any of such days that I am working at home, however, I will certainly come to the office.</w:t>
      </w:r>
    </w:p>
    <w:p w:rsidR="00C54213" w:rsidRPr="00C54213" w:rsidRDefault="00C54213" w:rsidP="00C5421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C54213">
        <w:rPr>
          <w:rFonts w:eastAsia="Times New Roman" w:cstheme="minorHAnsi"/>
          <w:spacing w:val="0"/>
          <w:sz w:val="26"/>
          <w:szCs w:val="26"/>
        </w:rPr>
        <w:t>It has been a wonderful experience working with you and your employees. I will ensure the same relationship to continue over rest of the period. Let me know if you have any questions.</w:t>
      </w:r>
    </w:p>
    <w:p w:rsidR="00C54213" w:rsidRPr="00C54213" w:rsidRDefault="00C54213" w:rsidP="00C5421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C54213">
        <w:rPr>
          <w:rFonts w:eastAsia="Times New Roman" w:cstheme="minorHAnsi"/>
          <w:spacing w:val="0"/>
          <w:sz w:val="26"/>
          <w:szCs w:val="26"/>
        </w:rPr>
        <w:t>Waiting for a positive reply. Thank you in advance.</w:t>
      </w:r>
    </w:p>
    <w:p w:rsidR="00C54213" w:rsidRPr="00C54213" w:rsidRDefault="00C54213" w:rsidP="00C5421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C54213">
        <w:rPr>
          <w:rFonts w:eastAsia="Times New Roman" w:cstheme="minorHAnsi"/>
          <w:spacing w:val="0"/>
          <w:sz w:val="26"/>
          <w:szCs w:val="26"/>
        </w:rPr>
        <w:t>Regards,</w:t>
      </w:r>
    </w:p>
    <w:p w:rsidR="00C54213" w:rsidRPr="00C54213" w:rsidRDefault="00C54213" w:rsidP="00C5421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C54213">
        <w:rPr>
          <w:rFonts w:eastAsia="Times New Roman" w:cstheme="minorHAnsi"/>
          <w:spacing w:val="0"/>
          <w:sz w:val="26"/>
          <w:szCs w:val="26"/>
        </w:rPr>
        <w:t>Susan Smith.</w:t>
      </w:r>
    </w:p>
    <w:p w:rsidR="00B96D91" w:rsidRPr="00C54213" w:rsidRDefault="00B96D91" w:rsidP="00357CB6">
      <w:pPr>
        <w:spacing w:before="100" w:beforeAutospacing="1" w:after="100" w:afterAutospacing="1" w:line="240" w:lineRule="auto"/>
        <w:rPr>
          <w:rFonts w:cstheme="minorHAnsi"/>
          <w:sz w:val="26"/>
          <w:szCs w:val="26"/>
        </w:rPr>
      </w:pPr>
    </w:p>
    <w:sectPr w:rsidR="00B96D91" w:rsidRPr="00C54213" w:rsidSect="00603FCF">
      <w:headerReference w:type="default" r:id="rId7"/>
      <w:footerReference w:type="first" r:id="rId8"/>
      <w:pgSz w:w="12240" w:h="15840"/>
      <w:pgMar w:top="1530" w:right="135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2587" w:rsidRDefault="00EE2587">
      <w:pPr>
        <w:spacing w:after="0" w:line="240" w:lineRule="auto"/>
      </w:pPr>
      <w:r>
        <w:separator/>
      </w:r>
    </w:p>
  </w:endnote>
  <w:endnote w:type="continuationSeparator" w:id="0">
    <w:p w:rsidR="00EE2587" w:rsidRDefault="00EE2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AC3876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2587" w:rsidRDefault="00EE2587">
      <w:pPr>
        <w:spacing w:after="0" w:line="240" w:lineRule="auto"/>
      </w:pPr>
      <w:r>
        <w:separator/>
      </w:r>
    </w:p>
  </w:footnote>
  <w:footnote w:type="continuationSeparator" w:id="0">
    <w:p w:rsidR="00EE2587" w:rsidRDefault="00EE2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C3876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03"/>
    <w:rsid w:val="0003705B"/>
    <w:rsid w:val="00041FF6"/>
    <w:rsid w:val="00070309"/>
    <w:rsid w:val="000E7469"/>
    <w:rsid w:val="001267AB"/>
    <w:rsid w:val="00131003"/>
    <w:rsid w:val="00141EB3"/>
    <w:rsid w:val="0014567B"/>
    <w:rsid w:val="001E49E1"/>
    <w:rsid w:val="00223C56"/>
    <w:rsid w:val="00260C5F"/>
    <w:rsid w:val="002A62BA"/>
    <w:rsid w:val="002D488D"/>
    <w:rsid w:val="0030560F"/>
    <w:rsid w:val="00357CB6"/>
    <w:rsid w:val="00381BB7"/>
    <w:rsid w:val="003A0CC8"/>
    <w:rsid w:val="003F5C91"/>
    <w:rsid w:val="004023DB"/>
    <w:rsid w:val="00405B2D"/>
    <w:rsid w:val="00415F77"/>
    <w:rsid w:val="00430143"/>
    <w:rsid w:val="004F27EA"/>
    <w:rsid w:val="00503236"/>
    <w:rsid w:val="00504EA0"/>
    <w:rsid w:val="00530CE9"/>
    <w:rsid w:val="0054673E"/>
    <w:rsid w:val="0055287C"/>
    <w:rsid w:val="0056655A"/>
    <w:rsid w:val="00603FCF"/>
    <w:rsid w:val="006201A3"/>
    <w:rsid w:val="00640456"/>
    <w:rsid w:val="006554EC"/>
    <w:rsid w:val="006668CE"/>
    <w:rsid w:val="0068662F"/>
    <w:rsid w:val="00704387"/>
    <w:rsid w:val="00707418"/>
    <w:rsid w:val="00724E34"/>
    <w:rsid w:val="0077551D"/>
    <w:rsid w:val="007B76AE"/>
    <w:rsid w:val="007E251A"/>
    <w:rsid w:val="008355DC"/>
    <w:rsid w:val="00843505"/>
    <w:rsid w:val="00843A6B"/>
    <w:rsid w:val="0084523E"/>
    <w:rsid w:val="008A15DF"/>
    <w:rsid w:val="008A6269"/>
    <w:rsid w:val="008C06DE"/>
    <w:rsid w:val="008C3A5F"/>
    <w:rsid w:val="008F2ADA"/>
    <w:rsid w:val="00917D1E"/>
    <w:rsid w:val="009A578A"/>
    <w:rsid w:val="00A271BB"/>
    <w:rsid w:val="00A5491A"/>
    <w:rsid w:val="00A652D9"/>
    <w:rsid w:val="00AA5759"/>
    <w:rsid w:val="00AC3876"/>
    <w:rsid w:val="00AD3BFC"/>
    <w:rsid w:val="00B841DF"/>
    <w:rsid w:val="00B96D91"/>
    <w:rsid w:val="00BB003B"/>
    <w:rsid w:val="00C54213"/>
    <w:rsid w:val="00C67788"/>
    <w:rsid w:val="00C67ADD"/>
    <w:rsid w:val="00CD10ED"/>
    <w:rsid w:val="00CF6958"/>
    <w:rsid w:val="00D27F61"/>
    <w:rsid w:val="00D56C37"/>
    <w:rsid w:val="00D96937"/>
    <w:rsid w:val="00E204AF"/>
    <w:rsid w:val="00E27BA1"/>
    <w:rsid w:val="00E83322"/>
    <w:rsid w:val="00EA52D8"/>
    <w:rsid w:val="00EB5C06"/>
    <w:rsid w:val="00ED25AC"/>
    <w:rsid w:val="00EE2587"/>
    <w:rsid w:val="00F06FDC"/>
    <w:rsid w:val="00F51094"/>
    <w:rsid w:val="00F52A5B"/>
    <w:rsid w:val="00F9165E"/>
    <w:rsid w:val="00FA506C"/>
    <w:rsid w:val="00FE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77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70438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57C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AD"/>
    <w:rsid w:val="00064F18"/>
    <w:rsid w:val="00205194"/>
    <w:rsid w:val="0027583A"/>
    <w:rsid w:val="00362C5F"/>
    <w:rsid w:val="00494B48"/>
    <w:rsid w:val="00513A70"/>
    <w:rsid w:val="00643EEA"/>
    <w:rsid w:val="00646076"/>
    <w:rsid w:val="00671CCD"/>
    <w:rsid w:val="00705AAD"/>
    <w:rsid w:val="008821FB"/>
    <w:rsid w:val="00997161"/>
    <w:rsid w:val="009C6BCA"/>
    <w:rsid w:val="00A556F8"/>
    <w:rsid w:val="00A57D6B"/>
    <w:rsid w:val="00B247F0"/>
    <w:rsid w:val="00B91066"/>
    <w:rsid w:val="00BC7B2D"/>
    <w:rsid w:val="00CE6513"/>
    <w:rsid w:val="00E84058"/>
    <w:rsid w:val="00F9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2018-11-20T11:40:00Z</dcterms:created>
  <dcterms:modified xsi:type="dcterms:W3CDTF">2018-11-20T11:41:00Z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