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505" w:rsidRPr="00E83322" w:rsidRDefault="00843505" w:rsidP="0084350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E83322">
        <w:rPr>
          <w:rFonts w:eastAsia="Times New Roman" w:cstheme="minorHAnsi"/>
          <w:spacing w:val="0"/>
          <w:sz w:val="26"/>
          <w:szCs w:val="26"/>
        </w:rPr>
        <w:t>Date</w:t>
      </w:r>
    </w:p>
    <w:p w:rsidR="00357CB6" w:rsidRPr="00E83322" w:rsidRDefault="00357CB6" w:rsidP="00357CB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E83322">
        <w:rPr>
          <w:rFonts w:eastAsia="Times New Roman" w:cstheme="minorHAnsi"/>
          <w:spacing w:val="0"/>
          <w:sz w:val="26"/>
          <w:szCs w:val="26"/>
        </w:rPr>
        <w:t>Hello,</w:t>
      </w:r>
    </w:p>
    <w:p w:rsidR="00E83322" w:rsidRPr="00E83322" w:rsidRDefault="00E83322" w:rsidP="00E83322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E83322">
        <w:rPr>
          <w:rFonts w:eastAsia="Times New Roman" w:cstheme="minorHAnsi"/>
          <w:spacing w:val="0"/>
          <w:sz w:val="26"/>
          <w:szCs w:val="26"/>
        </w:rPr>
        <w:t>Dear Will,</w:t>
      </w:r>
    </w:p>
    <w:p w:rsidR="00E83322" w:rsidRPr="00E83322" w:rsidRDefault="00E83322" w:rsidP="00E83322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E83322">
        <w:rPr>
          <w:rFonts w:eastAsia="Times New Roman" w:cstheme="minorHAnsi"/>
          <w:spacing w:val="0"/>
          <w:sz w:val="26"/>
          <w:szCs w:val="26"/>
        </w:rPr>
        <w:t>My maternity leave has just ended but I still have not found a nanny for my baby. My health, however, allows me to work now which is why I do not want an extension of the leave. I want to request you to allow me to work from home for a month or so until I find a good nanny. I will come back on my regular schedule after that until then, kindly allow me flexible working hours and working from home.</w:t>
      </w:r>
    </w:p>
    <w:p w:rsidR="00E83322" w:rsidRPr="00E83322" w:rsidRDefault="00E83322" w:rsidP="00E83322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E83322">
        <w:rPr>
          <w:rFonts w:eastAsia="Times New Roman" w:cstheme="minorHAnsi"/>
          <w:spacing w:val="0"/>
          <w:sz w:val="26"/>
          <w:szCs w:val="26"/>
        </w:rPr>
        <w:t>I hope you understand my situation and approve my request. I will try to join back in, in the same routine, as soon as possible. Also, meanwhile, I will try to give you equally productive work.</w:t>
      </w:r>
    </w:p>
    <w:p w:rsidR="00E83322" w:rsidRPr="00E83322" w:rsidRDefault="00E83322" w:rsidP="00E83322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E83322">
        <w:rPr>
          <w:rFonts w:eastAsia="Times New Roman" w:cstheme="minorHAnsi"/>
          <w:spacing w:val="0"/>
          <w:sz w:val="26"/>
          <w:szCs w:val="26"/>
        </w:rPr>
        <w:t>Waiting for your reply. Let me know if you want any other details.</w:t>
      </w:r>
    </w:p>
    <w:p w:rsidR="00E83322" w:rsidRPr="00E83322" w:rsidRDefault="00E83322" w:rsidP="00E83322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E83322">
        <w:rPr>
          <w:rFonts w:eastAsia="Times New Roman" w:cstheme="minorHAnsi"/>
          <w:spacing w:val="0"/>
          <w:sz w:val="26"/>
          <w:szCs w:val="26"/>
        </w:rPr>
        <w:t>Regards,</w:t>
      </w:r>
    </w:p>
    <w:p w:rsidR="00E83322" w:rsidRPr="00E83322" w:rsidRDefault="00E83322" w:rsidP="00E83322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E83322">
        <w:rPr>
          <w:rFonts w:eastAsia="Times New Roman" w:cstheme="minorHAnsi"/>
          <w:spacing w:val="0"/>
          <w:sz w:val="26"/>
          <w:szCs w:val="26"/>
        </w:rPr>
        <w:t>Emily Watson.</w:t>
      </w:r>
    </w:p>
    <w:p w:rsidR="00B96D91" w:rsidRPr="00E83322" w:rsidRDefault="00B96D91" w:rsidP="00357CB6">
      <w:pPr>
        <w:spacing w:before="100" w:beforeAutospacing="1" w:after="100" w:afterAutospacing="1" w:line="240" w:lineRule="auto"/>
        <w:rPr>
          <w:rFonts w:cstheme="minorHAnsi"/>
          <w:sz w:val="26"/>
          <w:szCs w:val="26"/>
        </w:rPr>
      </w:pPr>
      <w:bookmarkStart w:id="0" w:name="_GoBack"/>
      <w:bookmarkEnd w:id="0"/>
    </w:p>
    <w:sectPr w:rsidR="00B96D91" w:rsidRPr="00E83322" w:rsidSect="00260C5F">
      <w:headerReference w:type="default" r:id="rId7"/>
      <w:footerReference w:type="first" r:id="rId8"/>
      <w:pgSz w:w="12240" w:h="15840"/>
      <w:pgMar w:top="2070" w:right="135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4E83" w:rsidRDefault="00354E83">
      <w:pPr>
        <w:spacing w:after="0" w:line="240" w:lineRule="auto"/>
      </w:pPr>
      <w:r>
        <w:separator/>
      </w:r>
    </w:p>
  </w:endnote>
  <w:endnote w:type="continuationSeparator" w:id="0">
    <w:p w:rsidR="00354E83" w:rsidRDefault="00354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4E83" w:rsidRDefault="00354E83">
      <w:pPr>
        <w:spacing w:after="0" w:line="240" w:lineRule="auto"/>
      </w:pPr>
      <w:r>
        <w:separator/>
      </w:r>
    </w:p>
  </w:footnote>
  <w:footnote w:type="continuationSeparator" w:id="0">
    <w:p w:rsidR="00354E83" w:rsidRDefault="00354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3705B"/>
    <w:rsid w:val="00041FF6"/>
    <w:rsid w:val="00070309"/>
    <w:rsid w:val="000E7469"/>
    <w:rsid w:val="001267AB"/>
    <w:rsid w:val="00131003"/>
    <w:rsid w:val="00141EB3"/>
    <w:rsid w:val="0014567B"/>
    <w:rsid w:val="001E49E1"/>
    <w:rsid w:val="00223C56"/>
    <w:rsid w:val="00260C5F"/>
    <w:rsid w:val="002A62BA"/>
    <w:rsid w:val="002D488D"/>
    <w:rsid w:val="0030560F"/>
    <w:rsid w:val="00354E83"/>
    <w:rsid w:val="00357CB6"/>
    <w:rsid w:val="00381BB7"/>
    <w:rsid w:val="003A0CC8"/>
    <w:rsid w:val="003F5C91"/>
    <w:rsid w:val="004023DB"/>
    <w:rsid w:val="00405B2D"/>
    <w:rsid w:val="00415F77"/>
    <w:rsid w:val="00430143"/>
    <w:rsid w:val="004F27EA"/>
    <w:rsid w:val="00503236"/>
    <w:rsid w:val="00504EA0"/>
    <w:rsid w:val="0054673E"/>
    <w:rsid w:val="0055287C"/>
    <w:rsid w:val="0056655A"/>
    <w:rsid w:val="006201A3"/>
    <w:rsid w:val="00640456"/>
    <w:rsid w:val="006554EC"/>
    <w:rsid w:val="006668CE"/>
    <w:rsid w:val="0068662F"/>
    <w:rsid w:val="00704387"/>
    <w:rsid w:val="00707418"/>
    <w:rsid w:val="00724E34"/>
    <w:rsid w:val="0077551D"/>
    <w:rsid w:val="007B76AE"/>
    <w:rsid w:val="008355DC"/>
    <w:rsid w:val="00843505"/>
    <w:rsid w:val="00843A6B"/>
    <w:rsid w:val="0084523E"/>
    <w:rsid w:val="008A15DF"/>
    <w:rsid w:val="008A6269"/>
    <w:rsid w:val="008C06DE"/>
    <w:rsid w:val="008C3A5F"/>
    <w:rsid w:val="008F2ADA"/>
    <w:rsid w:val="00917D1E"/>
    <w:rsid w:val="009A578A"/>
    <w:rsid w:val="00A271BB"/>
    <w:rsid w:val="00A5491A"/>
    <w:rsid w:val="00A652D9"/>
    <w:rsid w:val="00AA5759"/>
    <w:rsid w:val="00AC3876"/>
    <w:rsid w:val="00AD3BFC"/>
    <w:rsid w:val="00B841DF"/>
    <w:rsid w:val="00B96D91"/>
    <w:rsid w:val="00BB003B"/>
    <w:rsid w:val="00C67788"/>
    <w:rsid w:val="00C67ADD"/>
    <w:rsid w:val="00CD10ED"/>
    <w:rsid w:val="00CF6958"/>
    <w:rsid w:val="00D27F61"/>
    <w:rsid w:val="00D56C37"/>
    <w:rsid w:val="00D96937"/>
    <w:rsid w:val="00E204AF"/>
    <w:rsid w:val="00E27BA1"/>
    <w:rsid w:val="00E83322"/>
    <w:rsid w:val="00EA52D8"/>
    <w:rsid w:val="00EB5C06"/>
    <w:rsid w:val="00ED25AC"/>
    <w:rsid w:val="00F06FDC"/>
    <w:rsid w:val="00F51094"/>
    <w:rsid w:val="00F52A5B"/>
    <w:rsid w:val="00F9165E"/>
    <w:rsid w:val="00FA506C"/>
    <w:rsid w:val="00FE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57C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064F18"/>
    <w:rsid w:val="00205194"/>
    <w:rsid w:val="0027583A"/>
    <w:rsid w:val="00362C5F"/>
    <w:rsid w:val="00494B48"/>
    <w:rsid w:val="00513A70"/>
    <w:rsid w:val="00643EEA"/>
    <w:rsid w:val="00646076"/>
    <w:rsid w:val="00671CCD"/>
    <w:rsid w:val="00705AAD"/>
    <w:rsid w:val="008821FB"/>
    <w:rsid w:val="00997161"/>
    <w:rsid w:val="00A556F8"/>
    <w:rsid w:val="00A57D6B"/>
    <w:rsid w:val="00B247F0"/>
    <w:rsid w:val="00B91066"/>
    <w:rsid w:val="00BC7B2D"/>
    <w:rsid w:val="00CE6513"/>
    <w:rsid w:val="00E84058"/>
    <w:rsid w:val="00F17C0C"/>
    <w:rsid w:val="00F9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2018-11-20T11:37:00Z</dcterms:created>
  <dcterms:modified xsi:type="dcterms:W3CDTF">2018-11-20T11:37:00Z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