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2B8" w:rsidRPr="00774099" w:rsidRDefault="006E4522">
      <w:pPr>
        <w:pStyle w:val="Date"/>
        <w:rPr>
          <w:rFonts w:cstheme="minorHAnsi"/>
          <w:sz w:val="26"/>
          <w:szCs w:val="26"/>
        </w:rPr>
      </w:pPr>
      <w:r w:rsidRPr="00774099">
        <w:rPr>
          <w:rFonts w:cstheme="minorHAnsi"/>
          <w:sz w:val="26"/>
          <w:szCs w:val="26"/>
        </w:rPr>
        <w:t>To</w:t>
      </w:r>
    </w:p>
    <w:sdt>
      <w:sdtPr>
        <w:rPr>
          <w:rFonts w:cstheme="minorHAnsi"/>
          <w:sz w:val="26"/>
          <w:szCs w:val="26"/>
        </w:rPr>
        <w:alias w:val="Recipient Name"/>
        <w:tag w:val=""/>
        <w:id w:val="-378937380"/>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p w:rsidR="002802B8" w:rsidRPr="00774099" w:rsidRDefault="00022ADD">
          <w:pPr>
            <w:pStyle w:val="Address"/>
            <w:rPr>
              <w:rFonts w:cstheme="minorHAnsi"/>
              <w:sz w:val="26"/>
              <w:szCs w:val="26"/>
            </w:rPr>
          </w:pPr>
          <w:r w:rsidRPr="00774099">
            <w:rPr>
              <w:rFonts w:cstheme="minorHAnsi"/>
              <w:sz w:val="26"/>
              <w:szCs w:val="26"/>
            </w:rPr>
            <w:t>[Recipient Name]</w:t>
          </w:r>
        </w:p>
      </w:sdtContent>
    </w:sdt>
    <w:sdt>
      <w:sdtPr>
        <w:rPr>
          <w:rFonts w:cstheme="minorHAnsi"/>
          <w:sz w:val="26"/>
          <w:szCs w:val="26"/>
        </w:rPr>
        <w:id w:val="-1025093588"/>
        <w:placeholder>
          <w:docPart w:val="AD0CFFCF4EA6487B8F83531FE8B3B355"/>
        </w:placeholder>
        <w:temporary/>
        <w:showingPlcHdr/>
        <w15:appearance w15:val="hidden"/>
      </w:sdtPr>
      <w:sdtEndPr/>
      <w:sdtContent>
        <w:p w:rsidR="002802B8" w:rsidRPr="00774099" w:rsidRDefault="00022ADD">
          <w:pPr>
            <w:pStyle w:val="Address"/>
            <w:rPr>
              <w:rFonts w:cstheme="minorHAnsi"/>
              <w:sz w:val="26"/>
              <w:szCs w:val="26"/>
            </w:rPr>
          </w:pPr>
          <w:r w:rsidRPr="00774099">
            <w:rPr>
              <w:rFonts w:cstheme="minorHAnsi"/>
              <w:sz w:val="26"/>
              <w:szCs w:val="26"/>
            </w:rPr>
            <w:t>[Title]</w:t>
          </w:r>
        </w:p>
      </w:sdtContent>
    </w:sdt>
    <w:sdt>
      <w:sdtPr>
        <w:rPr>
          <w:rFonts w:cstheme="minorHAnsi"/>
          <w:sz w:val="26"/>
          <w:szCs w:val="26"/>
        </w:rPr>
        <w:id w:val="566236108"/>
        <w:placeholder>
          <w:docPart w:val="90219FBC301A438CAEE9709B268EFFC5"/>
        </w:placeholder>
        <w:temporary/>
        <w:showingPlcHdr/>
        <w15:appearance w15:val="hidden"/>
      </w:sdtPr>
      <w:sdtEndPr/>
      <w:sdtContent>
        <w:p w:rsidR="002802B8" w:rsidRPr="00774099" w:rsidRDefault="00022ADD">
          <w:pPr>
            <w:pStyle w:val="Address"/>
            <w:rPr>
              <w:rFonts w:cstheme="minorHAnsi"/>
              <w:sz w:val="26"/>
              <w:szCs w:val="26"/>
            </w:rPr>
          </w:pPr>
          <w:r w:rsidRPr="00774099">
            <w:rPr>
              <w:rFonts w:cstheme="minorHAnsi"/>
              <w:sz w:val="26"/>
              <w:szCs w:val="26"/>
            </w:rPr>
            <w:t>[Company Name]</w:t>
          </w:r>
        </w:p>
      </w:sdtContent>
    </w:sdt>
    <w:p w:rsidR="002802B8" w:rsidRPr="00774099" w:rsidRDefault="00B45FCC">
      <w:pPr>
        <w:pStyle w:val="Address"/>
        <w:rPr>
          <w:rFonts w:cstheme="minorHAnsi"/>
          <w:sz w:val="26"/>
          <w:szCs w:val="26"/>
        </w:rPr>
      </w:pPr>
      <w:sdt>
        <w:sdtPr>
          <w:rPr>
            <w:rFonts w:cstheme="minorHAnsi"/>
            <w:sz w:val="26"/>
            <w:szCs w:val="26"/>
          </w:rPr>
          <w:id w:val="874039300"/>
          <w:placeholder>
            <w:docPart w:val="4820C974880247D2BFB0292876BF12F0"/>
          </w:placeholder>
          <w:temporary/>
          <w:showingPlcHdr/>
          <w15:appearance w15:val="hidden"/>
        </w:sdtPr>
        <w:sdtEndPr/>
        <w:sdtContent>
          <w:r w:rsidR="00022ADD" w:rsidRPr="00774099">
            <w:rPr>
              <w:rFonts w:cstheme="minorHAnsi"/>
              <w:sz w:val="26"/>
              <w:szCs w:val="26"/>
            </w:rPr>
            <w:t>[Street Address]</w:t>
          </w:r>
        </w:sdtContent>
      </w:sdt>
      <w:r w:rsidR="0074314D" w:rsidRPr="00774099">
        <w:rPr>
          <w:rFonts w:cstheme="minorHAnsi"/>
          <w:sz w:val="26"/>
          <w:szCs w:val="26"/>
        </w:rPr>
        <w:t xml:space="preserve"> </w:t>
      </w:r>
      <w:sdt>
        <w:sdtPr>
          <w:rPr>
            <w:rFonts w:cstheme="minorHAnsi"/>
            <w:sz w:val="26"/>
            <w:szCs w:val="26"/>
          </w:rPr>
          <w:id w:val="-1389496779"/>
          <w:placeholder>
            <w:docPart w:val="9E9A9975096A4062B96A9A7E6301E4EC"/>
          </w:placeholder>
          <w:temporary/>
          <w:showingPlcHdr/>
          <w15:appearance w15:val="hidden"/>
        </w:sdtPr>
        <w:sdtEndPr/>
        <w:sdtContent>
          <w:r w:rsidR="00022ADD" w:rsidRPr="00774099">
            <w:rPr>
              <w:rFonts w:cstheme="minorHAnsi"/>
              <w:sz w:val="26"/>
              <w:szCs w:val="26"/>
            </w:rPr>
            <w:t>[City, ST  ZIP Code</w:t>
          </w:r>
        </w:sdtContent>
      </w:sdt>
    </w:p>
    <w:p w:rsidR="002802B8" w:rsidRPr="00774099" w:rsidRDefault="00022ADD">
      <w:pPr>
        <w:pStyle w:val="Salutation"/>
        <w:rPr>
          <w:rFonts w:cstheme="minorHAnsi"/>
          <w:sz w:val="26"/>
          <w:szCs w:val="26"/>
        </w:rPr>
      </w:pPr>
      <w:r w:rsidRPr="00774099">
        <w:rPr>
          <w:rFonts w:cstheme="minorHAnsi"/>
          <w:sz w:val="26"/>
          <w:szCs w:val="26"/>
        </w:rPr>
        <w:t xml:space="preserve">Dear </w:t>
      </w:r>
      <w:sdt>
        <w:sdtPr>
          <w:rPr>
            <w:rFonts w:cstheme="minorHAnsi"/>
            <w:sz w:val="26"/>
            <w:szCs w:val="26"/>
          </w:rPr>
          <w:alias w:val="Recipient Name"/>
          <w:tag w:val=""/>
          <w:id w:val="-1602099893"/>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r w:rsidRPr="00774099">
            <w:rPr>
              <w:rFonts w:cstheme="minorHAnsi"/>
              <w:sz w:val="26"/>
              <w:szCs w:val="26"/>
            </w:rPr>
            <w:t>[Recipient Name]</w:t>
          </w:r>
        </w:sdtContent>
      </w:sdt>
      <w:r w:rsidRPr="00774099">
        <w:rPr>
          <w:rFonts w:cstheme="minorHAnsi"/>
          <w:sz w:val="26"/>
          <w:szCs w:val="26"/>
        </w:rPr>
        <w:t>:</w:t>
      </w:r>
    </w:p>
    <w:p w:rsidR="000A4BA0" w:rsidRPr="00774099" w:rsidRDefault="00774099" w:rsidP="00A453AA">
      <w:pPr>
        <w:pStyle w:val="Address"/>
        <w:rPr>
          <w:rFonts w:cstheme="minorHAnsi"/>
          <w:sz w:val="26"/>
          <w:szCs w:val="26"/>
        </w:rPr>
      </w:pPr>
      <w:r w:rsidRPr="00774099">
        <w:rPr>
          <w:rFonts w:cstheme="minorHAnsi"/>
          <w:sz w:val="26"/>
          <w:szCs w:val="26"/>
        </w:rPr>
        <w:t>We are pleased by your kind comments about our product range. You have shown immense interest in our products which has made us post you our brochure. Our perfume ranges from those with a very mild fragrance to one with a strong aroma. The lighter ones have been designed for women whereas the strong ones are mostly made for men. Our prices range is attractive and reasonable. For more information, please view the brochure. For any more detail, contact us on our numbers.</w:t>
      </w:r>
    </w:p>
    <w:p w:rsidR="00774099" w:rsidRPr="00774099" w:rsidRDefault="00774099" w:rsidP="00A453AA">
      <w:pPr>
        <w:pStyle w:val="Address"/>
        <w:rPr>
          <w:rFonts w:cstheme="minorHAnsi"/>
          <w:sz w:val="26"/>
          <w:szCs w:val="26"/>
        </w:rPr>
      </w:pPr>
    </w:p>
    <w:p w:rsidR="002802B8" w:rsidRPr="00774099" w:rsidRDefault="00022ADD" w:rsidP="0074314D">
      <w:pPr>
        <w:pStyle w:val="Address"/>
        <w:rPr>
          <w:rFonts w:cstheme="minorHAnsi"/>
          <w:sz w:val="26"/>
          <w:szCs w:val="26"/>
        </w:rPr>
      </w:pPr>
      <w:r w:rsidRPr="00774099">
        <w:rPr>
          <w:rFonts w:cstheme="minorHAnsi"/>
          <w:sz w:val="26"/>
          <w:szCs w:val="26"/>
        </w:rPr>
        <w:t>Sincerely,</w:t>
      </w:r>
    </w:p>
    <w:p w:rsidR="0074314D" w:rsidRPr="00774099" w:rsidRDefault="0074314D" w:rsidP="0074314D">
      <w:pPr>
        <w:pStyle w:val="Address"/>
        <w:rPr>
          <w:rFonts w:cstheme="minorHAnsi"/>
          <w:sz w:val="26"/>
          <w:szCs w:val="26"/>
        </w:rPr>
      </w:pPr>
      <w:bookmarkStart w:id="0" w:name="_GoBack"/>
      <w:bookmarkEnd w:id="0"/>
    </w:p>
    <w:p w:rsidR="0074314D" w:rsidRPr="00774099" w:rsidRDefault="0074314D" w:rsidP="0074314D">
      <w:pPr>
        <w:pStyle w:val="Address"/>
        <w:rPr>
          <w:rFonts w:cstheme="minorHAnsi"/>
          <w:sz w:val="26"/>
          <w:szCs w:val="26"/>
        </w:rPr>
      </w:pPr>
      <w:r w:rsidRPr="00774099">
        <w:rPr>
          <w:rFonts w:cstheme="minorHAnsi"/>
          <w:sz w:val="26"/>
          <w:szCs w:val="26"/>
        </w:rPr>
        <w:t>[Your Name]</w:t>
      </w:r>
    </w:p>
    <w:sdt>
      <w:sdtPr>
        <w:rPr>
          <w:rFonts w:cstheme="minorHAnsi"/>
          <w:sz w:val="26"/>
          <w:szCs w:val="26"/>
        </w:rPr>
        <w:id w:val="1531532903"/>
        <w:placeholder>
          <w:docPart w:val="AD0CFFCF4EA6487B8F83531FE8B3B355"/>
        </w:placeholder>
        <w:temporary/>
        <w:showingPlcHdr/>
        <w15:appearance w15:val="hidden"/>
      </w:sdtPr>
      <w:sdtEndPr/>
      <w:sdtContent>
        <w:p w:rsidR="002802B8" w:rsidRPr="00774099" w:rsidRDefault="00022ADD">
          <w:pPr>
            <w:pStyle w:val="Signature"/>
            <w:rPr>
              <w:rFonts w:cstheme="minorHAnsi"/>
              <w:sz w:val="26"/>
              <w:szCs w:val="26"/>
            </w:rPr>
          </w:pPr>
          <w:r w:rsidRPr="00774099">
            <w:rPr>
              <w:rFonts w:cstheme="minorHAnsi"/>
              <w:sz w:val="26"/>
              <w:szCs w:val="26"/>
            </w:rPr>
            <w:t>[Title]</w:t>
          </w:r>
        </w:p>
      </w:sdtContent>
    </w:sdt>
    <w:sectPr w:rsidR="002802B8" w:rsidRPr="00774099">
      <w:headerReference w:type="default" r:id="rId9"/>
      <w:footerReference w:type="first" r:id="rId10"/>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FCC" w:rsidRDefault="00B45FCC">
      <w:pPr>
        <w:spacing w:line="240" w:lineRule="auto"/>
      </w:pPr>
      <w:r>
        <w:separator/>
      </w:r>
    </w:p>
  </w:endnote>
  <w:endnote w:type="continuationSeparator" w:id="0">
    <w:p w:rsidR="00B45FCC" w:rsidRDefault="00B45F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14D" w:rsidRDefault="0074314D">
    <w:pPr>
      <w:pStyle w:val="Footer"/>
    </w:pPr>
    <w:r>
      <w:t>wordexceltemplates.com</w:t>
    </w:r>
  </w:p>
  <w:p w:rsidR="0074314D" w:rsidRDefault="00743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FCC" w:rsidRDefault="00B45FCC">
      <w:pPr>
        <w:spacing w:line="240" w:lineRule="auto"/>
      </w:pPr>
      <w:r>
        <w:separator/>
      </w:r>
    </w:p>
  </w:footnote>
  <w:footnote w:type="continuationSeparator" w:id="0">
    <w:p w:rsidR="00B45FCC" w:rsidRDefault="00B45F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988486485"/>
      <w:placeholder>
        <w:docPart w:val="73E9D17C0EED45B192ED6DCB13404A57"/>
      </w:placeholder>
      <w:showingPlcHdr/>
      <w:dataBinding w:prefixMappings="xmlns:ns0='http://schemas.microsoft.com/office/2006/coverPageProps' " w:xpath="/ns0:CoverPageProperties[1]/ns0:CompanyFax[1]" w:storeItemID="{55AF091B-3C7A-41E3-B477-F2FDAA23CFDA}"/>
      <w:text/>
    </w:sdtPr>
    <w:sdtEndPr/>
    <w:sdtContent>
      <w:p w:rsidR="002802B8" w:rsidRDefault="00022ADD">
        <w:pPr>
          <w:pStyle w:val="Header"/>
        </w:pPr>
        <w:r>
          <w:t>[Recipient Name]</w:t>
        </w:r>
      </w:p>
    </w:sdtContent>
  </w:sdt>
  <w:p w:rsidR="002802B8" w:rsidRDefault="00B45FCC">
    <w:pPr>
      <w:pStyle w:val="Header"/>
    </w:pPr>
    <w:sdt>
      <w:sdtPr>
        <w:alias w:val="Date"/>
        <w:tag w:val="Date"/>
        <w:id w:val="1919743740"/>
        <w:placeholder>
          <w:docPart w:val="BD7BAE46BFF048C88C091C388B90BC5C"/>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022ADD">
          <w:t>[Date]</w:t>
        </w:r>
      </w:sdtContent>
    </w:sdt>
  </w:p>
  <w:p w:rsidR="002802B8" w:rsidRDefault="00022ADD">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3E0"/>
    <w:rsid w:val="00022ADD"/>
    <w:rsid w:val="000729F3"/>
    <w:rsid w:val="000A4BA0"/>
    <w:rsid w:val="002802B8"/>
    <w:rsid w:val="002A26FC"/>
    <w:rsid w:val="0039722E"/>
    <w:rsid w:val="00421231"/>
    <w:rsid w:val="004E39F1"/>
    <w:rsid w:val="00625400"/>
    <w:rsid w:val="006E4522"/>
    <w:rsid w:val="0074314D"/>
    <w:rsid w:val="00774099"/>
    <w:rsid w:val="00A453AA"/>
    <w:rsid w:val="00A454D9"/>
    <w:rsid w:val="00B45FCC"/>
    <w:rsid w:val="00BA3AC2"/>
    <w:rsid w:val="00CF763E"/>
    <w:rsid w:val="00E63BA2"/>
    <w:rsid w:val="00ED7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37A03"/>
  <w15:chartTrackingRefBased/>
  <w15:docId w15:val="{2F83DFAE-E8DC-4C6D-83FD-BB8D4448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uiPriority="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paragraph" w:styleId="Date">
    <w:name w:val="Date"/>
    <w:basedOn w:val="Normal"/>
    <w:next w:val="Normal"/>
    <w:qFormat/>
    <w:pPr>
      <w:spacing w:after="480" w:line="240" w:lineRule="auto"/>
    </w:pPr>
  </w:style>
  <w:style w:type="paragraph" w:styleId="Salutation">
    <w:name w:val="Salutation"/>
    <w:basedOn w:val="Normal"/>
    <w:next w:val="Normal"/>
    <w:qFormat/>
    <w:pPr>
      <w:spacing w:before="400" w:after="200"/>
    </w:pPr>
  </w:style>
  <w:style w:type="paragraph" w:styleId="Closing">
    <w:name w:val="Closing"/>
    <w:basedOn w:val="Normal"/>
    <w:next w:val="Normal"/>
    <w:qFormat/>
    <w:pPr>
      <w:spacing w:after="1000" w:line="240" w:lineRule="auto"/>
    </w:p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Pr>
      <w:spacing w:val="4"/>
      <w:sz w:val="20"/>
    </w:rPr>
  </w:style>
  <w:style w:type="paragraph" w:customStyle="1" w:styleId="Address">
    <w:name w:val="Address"/>
    <w:basedOn w:val="Normal"/>
    <w:qFormat/>
    <w:pPr>
      <w:spacing w:after="0"/>
    </w:pPr>
  </w:style>
  <w:style w:type="paragraph" w:styleId="Signature">
    <w:name w:val="Signature"/>
    <w:basedOn w:val="Normal"/>
    <w:qFormat/>
    <w:pPr>
      <w:spacing w:after="0" w:line="240" w:lineRule="auto"/>
    </w:pPr>
  </w:style>
  <w:style w:type="paragraph" w:styleId="Footer">
    <w:name w:val="footer"/>
    <w:basedOn w:val="Normal"/>
    <w:link w:val="FooterChar"/>
    <w:uiPriority w:val="99"/>
    <w:unhideWhenUsed/>
    <w:rsid w:val="00743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14D"/>
    <w:rPr>
      <w:spacing w:val="4"/>
      <w:sz w:val="20"/>
    </w:rPr>
  </w:style>
  <w:style w:type="paragraph" w:styleId="NormalWeb">
    <w:name w:val="Normal (Web)"/>
    <w:basedOn w:val="Normal"/>
    <w:uiPriority w:val="99"/>
    <w:semiHidden/>
    <w:unhideWhenUsed/>
    <w:rsid w:val="00A454D9"/>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453231">
      <w:bodyDiv w:val="1"/>
      <w:marLeft w:val="0"/>
      <w:marRight w:val="0"/>
      <w:marTop w:val="0"/>
      <w:marBottom w:val="0"/>
      <w:divBdr>
        <w:top w:val="none" w:sz="0" w:space="0" w:color="auto"/>
        <w:left w:val="none" w:sz="0" w:space="0" w:color="auto"/>
        <w:bottom w:val="none" w:sz="0" w:space="0" w:color="auto"/>
        <w:right w:val="none" w:sz="0" w:space="0" w:color="auto"/>
      </w:divBdr>
    </w:div>
    <w:div w:id="18635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of%20apology%20for%20billing%20err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219FBC301A438CAEE9709B268EFFC5"/>
        <w:category>
          <w:name w:val="General"/>
          <w:gallery w:val="placeholder"/>
        </w:category>
        <w:types>
          <w:type w:val="bbPlcHdr"/>
        </w:types>
        <w:behaviors>
          <w:behavior w:val="content"/>
        </w:behaviors>
        <w:guid w:val="{1E7C0CC7-8B94-46C9-874C-E9F315FF7919}"/>
      </w:docPartPr>
      <w:docPartBody>
        <w:p w:rsidR="00F45567" w:rsidRDefault="009E1ED7">
          <w:pPr>
            <w:pStyle w:val="90219FBC301A438CAEE9709B268EFFC5"/>
          </w:pPr>
          <w:r>
            <w:t>[Company Name]</w:t>
          </w:r>
        </w:p>
      </w:docPartBody>
    </w:docPart>
    <w:docPart>
      <w:docPartPr>
        <w:name w:val="4820C974880247D2BFB0292876BF12F0"/>
        <w:category>
          <w:name w:val="General"/>
          <w:gallery w:val="placeholder"/>
        </w:category>
        <w:types>
          <w:type w:val="bbPlcHdr"/>
        </w:types>
        <w:behaviors>
          <w:behavior w:val="content"/>
        </w:behaviors>
        <w:guid w:val="{CBC53F38-C8E9-422F-873A-D85F578DCA01}"/>
      </w:docPartPr>
      <w:docPartBody>
        <w:p w:rsidR="00F45567" w:rsidRDefault="009E1ED7">
          <w:pPr>
            <w:pStyle w:val="4820C974880247D2BFB0292876BF12F0"/>
          </w:pPr>
          <w:r>
            <w:t>[Street Address]</w:t>
          </w:r>
        </w:p>
      </w:docPartBody>
    </w:docPart>
    <w:docPart>
      <w:docPartPr>
        <w:name w:val="9E9A9975096A4062B96A9A7E6301E4EC"/>
        <w:category>
          <w:name w:val="General"/>
          <w:gallery w:val="placeholder"/>
        </w:category>
        <w:types>
          <w:type w:val="bbPlcHdr"/>
        </w:types>
        <w:behaviors>
          <w:behavior w:val="content"/>
        </w:behaviors>
        <w:guid w:val="{C3090385-E53F-4475-9F31-F56CCF9EC034}"/>
      </w:docPartPr>
      <w:docPartBody>
        <w:p w:rsidR="00F45567" w:rsidRDefault="009E1ED7">
          <w:pPr>
            <w:pStyle w:val="9E9A9975096A4062B96A9A7E6301E4EC"/>
          </w:pPr>
          <w:r>
            <w:t>[City, ST  ZIP Code</w:t>
          </w:r>
        </w:p>
      </w:docPartBody>
    </w:docPart>
    <w:docPart>
      <w:docPartPr>
        <w:name w:val="74672D2D471F489D97E39424C7765D7C"/>
        <w:category>
          <w:name w:val="General"/>
          <w:gallery w:val="placeholder"/>
        </w:category>
        <w:types>
          <w:type w:val="bbPlcHdr"/>
        </w:types>
        <w:behaviors>
          <w:behavior w:val="content"/>
        </w:behaviors>
        <w:guid w:val="{AFF13C6E-073B-4CB0-80C9-8606D971DF05}"/>
      </w:docPartPr>
      <w:docPartBody>
        <w:p w:rsidR="00F45567" w:rsidRDefault="009E1ED7">
          <w:pPr>
            <w:pStyle w:val="74672D2D471F489D97E39424C7765D7C"/>
          </w:pPr>
          <w:r>
            <w:t>[Recipient Name]</w:t>
          </w:r>
        </w:p>
      </w:docPartBody>
    </w:docPart>
    <w:docPart>
      <w:docPartPr>
        <w:name w:val="AD0CFFCF4EA6487B8F83531FE8B3B355"/>
        <w:category>
          <w:name w:val="General"/>
          <w:gallery w:val="placeholder"/>
        </w:category>
        <w:types>
          <w:type w:val="bbPlcHdr"/>
        </w:types>
        <w:behaviors>
          <w:behavior w:val="content"/>
        </w:behaviors>
        <w:guid w:val="{3E91EDF6-E338-41A6-9DA0-96EC57F13D59}"/>
      </w:docPartPr>
      <w:docPartBody>
        <w:p w:rsidR="00F45567" w:rsidRDefault="009E1ED7">
          <w:pPr>
            <w:pStyle w:val="AD0CFFCF4EA6487B8F83531FE8B3B355"/>
          </w:pPr>
          <w:r>
            <w:t>[Title]</w:t>
          </w:r>
        </w:p>
      </w:docPartBody>
    </w:docPart>
    <w:docPart>
      <w:docPartPr>
        <w:name w:val="BD7BAE46BFF048C88C091C388B90BC5C"/>
        <w:category>
          <w:name w:val="General"/>
          <w:gallery w:val="placeholder"/>
        </w:category>
        <w:types>
          <w:type w:val="bbPlcHdr"/>
        </w:types>
        <w:behaviors>
          <w:behavior w:val="content"/>
        </w:behaviors>
        <w:guid w:val="{7459EA26-5DCC-4CB7-91EF-DE054F83EC0C}"/>
      </w:docPartPr>
      <w:docPartBody>
        <w:p w:rsidR="00F45567" w:rsidRDefault="009E1ED7">
          <w:pPr>
            <w:pStyle w:val="BD7BAE46BFF048C88C091C388B90BC5C"/>
          </w:pPr>
          <w:r>
            <w:rPr>
              <w:rStyle w:val="PlaceholderText"/>
            </w:rPr>
            <w:t>[account number]</w:t>
          </w:r>
        </w:p>
      </w:docPartBody>
    </w:docPart>
    <w:docPart>
      <w:docPartPr>
        <w:name w:val="73E9D17C0EED45B192ED6DCB13404A57"/>
        <w:category>
          <w:name w:val="General"/>
          <w:gallery w:val="placeholder"/>
        </w:category>
        <w:types>
          <w:type w:val="bbPlcHdr"/>
        </w:types>
        <w:behaviors>
          <w:behavior w:val="content"/>
        </w:behaviors>
        <w:guid w:val="{A67DF11B-ACF9-4727-B865-B92CDC9B091B}"/>
      </w:docPartPr>
      <w:docPartBody>
        <w:p w:rsidR="00F45567" w:rsidRDefault="009E1ED7">
          <w:pPr>
            <w:pStyle w:val="73E9D17C0EED45B192ED6DCB13404A57"/>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ED7"/>
    <w:rsid w:val="00094546"/>
    <w:rsid w:val="00190B27"/>
    <w:rsid w:val="009E1ED7"/>
    <w:rsid w:val="00C56D24"/>
    <w:rsid w:val="00F45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F6F8F418144E318053260475B8485D">
    <w:name w:val="F9F6F8F418144E318053260475B8485D"/>
  </w:style>
  <w:style w:type="paragraph" w:customStyle="1" w:styleId="90219FBC301A438CAEE9709B268EFFC5">
    <w:name w:val="90219FBC301A438CAEE9709B268EFFC5"/>
  </w:style>
  <w:style w:type="paragraph" w:customStyle="1" w:styleId="4820C974880247D2BFB0292876BF12F0">
    <w:name w:val="4820C974880247D2BFB0292876BF12F0"/>
  </w:style>
  <w:style w:type="paragraph" w:customStyle="1" w:styleId="9E9A9975096A4062B96A9A7E6301E4EC">
    <w:name w:val="9E9A9975096A4062B96A9A7E6301E4EC"/>
  </w:style>
  <w:style w:type="paragraph" w:customStyle="1" w:styleId="7F971C078C99418E8E6137A7A06406CE">
    <w:name w:val="7F971C078C99418E8E6137A7A06406CE"/>
  </w:style>
  <w:style w:type="paragraph" w:customStyle="1" w:styleId="BC97EBA888B3456393B090B2177C484E">
    <w:name w:val="BC97EBA888B3456393B090B2177C484E"/>
  </w:style>
  <w:style w:type="paragraph" w:customStyle="1" w:styleId="FB7E6D325B3343CD9FE7EC453A49A507">
    <w:name w:val="FB7E6D325B3343CD9FE7EC453A49A507"/>
  </w:style>
  <w:style w:type="paragraph" w:customStyle="1" w:styleId="74672D2D471F489D97E39424C7765D7C">
    <w:name w:val="74672D2D471F489D97E39424C7765D7C"/>
  </w:style>
  <w:style w:type="paragraph" w:customStyle="1" w:styleId="AD0CFFCF4EA6487B8F83531FE8B3B355">
    <w:name w:val="AD0CFFCF4EA6487B8F83531FE8B3B355"/>
  </w:style>
  <w:style w:type="paragraph" w:customStyle="1" w:styleId="E29A6D0732CB46E2AEC2A05AD80F8CA9">
    <w:name w:val="E29A6D0732CB46E2AEC2A05AD80F8CA9"/>
  </w:style>
  <w:style w:type="paragraph" w:customStyle="1" w:styleId="BD7BAE46BFF048C88C091C388B90BC5C">
    <w:name w:val="BD7BAE46BFF048C88C091C388B90BC5C"/>
  </w:style>
  <w:style w:type="paragraph" w:customStyle="1" w:styleId="9C634A66B7814C0F8A5D4D1AC6279043">
    <w:name w:val="9C634A66B7814C0F8A5D4D1AC6279043"/>
  </w:style>
  <w:style w:type="paragraph" w:customStyle="1" w:styleId="73E9D17C0EED45B192ED6DCB13404A57">
    <w:name w:val="73E9D17C0EED45B192ED6DCB13404A57"/>
  </w:style>
  <w:style w:type="paragraph" w:customStyle="1" w:styleId="986630B488204CC5A04238F53A71F919">
    <w:name w:val="986630B488204CC5A04238F53A71F919"/>
    <w:rsid w:val="00F455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19D524-8EA5-4695-A87E-7C120023D285}">
  <ds:schemaRefs>
    <ds:schemaRef ds:uri="http://schemas.microsoft.com/sharepoint/v3/contenttype/forms"/>
  </ds:schemaRefs>
</ds:datastoreItem>
</file>

<file path=customXml/itemProps3.xml><?xml version="1.0" encoding="utf-8"?>
<ds:datastoreItem xmlns:ds="http://schemas.openxmlformats.org/officeDocument/2006/customXml" ds:itemID="{069D6660-C7DE-4D7A-808D-41263EC8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of apology for billing error.dotx</Template>
  <TotalTime>0</TotalTime>
  <Pages>1</Pages>
  <Words>93</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Muhammad Naveed Ahmed</cp:lastModifiedBy>
  <cp:revision>3</cp:revision>
  <dcterms:created xsi:type="dcterms:W3CDTF">2018-11-24T10:43:00Z</dcterms:created>
  <dcterms:modified xsi:type="dcterms:W3CDTF">2018-11-24T10:43:00Z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TC034650769991</vt:lpwstr>
  </property>
</Properties>
</file>