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2B8" w:rsidRPr="000A4BA0" w:rsidRDefault="006E4522">
      <w:pPr>
        <w:pStyle w:val="Date"/>
        <w:rPr>
          <w:rFonts w:cstheme="minorHAnsi"/>
          <w:sz w:val="26"/>
          <w:szCs w:val="26"/>
        </w:rPr>
      </w:pPr>
      <w:r w:rsidRPr="000A4BA0">
        <w:rPr>
          <w:rFonts w:cstheme="minorHAnsi"/>
          <w:sz w:val="26"/>
          <w:szCs w:val="26"/>
        </w:rPr>
        <w:t>To</w:t>
      </w:r>
    </w:p>
    <w:sdt>
      <w:sdtPr>
        <w:rPr>
          <w:rFonts w:cstheme="minorHAnsi"/>
          <w:sz w:val="26"/>
          <w:szCs w:val="26"/>
        </w:rPr>
        <w:alias w:val="Recipient Name"/>
        <w:tag w:val=""/>
        <w:id w:val="-378937380"/>
        <w:placeholder>
          <w:docPart w:val="74672D2D471F489D97E39424C7765D7C"/>
        </w:placeholder>
        <w:showingPlcHdr/>
        <w:dataBinding w:prefixMappings="xmlns:ns0='http://schemas.microsoft.com/office/2006/coverPageProps' " w:xpath="/ns0:CoverPageProperties[1]/ns0:CompanyFax[1]" w:storeItemID="{55AF091B-3C7A-41E3-B477-F2FDAA23CFDA}"/>
        <w:text/>
      </w:sdtPr>
      <w:sdtEndPr/>
      <w:sdtContent>
        <w:p w:rsidR="002802B8" w:rsidRPr="000A4BA0" w:rsidRDefault="00022ADD">
          <w:pPr>
            <w:pStyle w:val="Address"/>
            <w:rPr>
              <w:rFonts w:cstheme="minorHAnsi"/>
              <w:sz w:val="26"/>
              <w:szCs w:val="26"/>
            </w:rPr>
          </w:pPr>
          <w:r w:rsidRPr="000A4BA0">
            <w:rPr>
              <w:rFonts w:cstheme="minorHAnsi"/>
              <w:sz w:val="26"/>
              <w:szCs w:val="26"/>
            </w:rPr>
            <w:t>[Recipient Name]</w:t>
          </w:r>
        </w:p>
      </w:sdtContent>
    </w:sdt>
    <w:sdt>
      <w:sdtPr>
        <w:rPr>
          <w:rFonts w:cstheme="minorHAnsi"/>
          <w:sz w:val="26"/>
          <w:szCs w:val="26"/>
        </w:rPr>
        <w:id w:val="-1025093588"/>
        <w:placeholder>
          <w:docPart w:val="AD0CFFCF4EA6487B8F83531FE8B3B355"/>
        </w:placeholder>
        <w:temporary/>
        <w:showingPlcHdr/>
        <w15:appearance w15:val="hidden"/>
      </w:sdtPr>
      <w:sdtEndPr/>
      <w:sdtContent>
        <w:p w:rsidR="002802B8" w:rsidRPr="000A4BA0" w:rsidRDefault="00022ADD">
          <w:pPr>
            <w:pStyle w:val="Address"/>
            <w:rPr>
              <w:rFonts w:cstheme="minorHAnsi"/>
              <w:sz w:val="26"/>
              <w:szCs w:val="26"/>
            </w:rPr>
          </w:pPr>
          <w:r w:rsidRPr="000A4BA0">
            <w:rPr>
              <w:rFonts w:cstheme="minorHAnsi"/>
              <w:sz w:val="26"/>
              <w:szCs w:val="26"/>
            </w:rPr>
            <w:t>[Title]</w:t>
          </w:r>
        </w:p>
      </w:sdtContent>
    </w:sdt>
    <w:sdt>
      <w:sdtPr>
        <w:rPr>
          <w:rFonts w:cstheme="minorHAnsi"/>
          <w:sz w:val="26"/>
          <w:szCs w:val="26"/>
        </w:rPr>
        <w:id w:val="566236108"/>
        <w:placeholder>
          <w:docPart w:val="90219FBC301A438CAEE9709B268EFFC5"/>
        </w:placeholder>
        <w:temporary/>
        <w:showingPlcHdr/>
        <w15:appearance w15:val="hidden"/>
      </w:sdtPr>
      <w:sdtEndPr/>
      <w:sdtContent>
        <w:p w:rsidR="002802B8" w:rsidRPr="000A4BA0" w:rsidRDefault="00022ADD">
          <w:pPr>
            <w:pStyle w:val="Address"/>
            <w:rPr>
              <w:rFonts w:cstheme="minorHAnsi"/>
              <w:sz w:val="26"/>
              <w:szCs w:val="26"/>
            </w:rPr>
          </w:pPr>
          <w:r w:rsidRPr="000A4BA0">
            <w:rPr>
              <w:rFonts w:cstheme="minorHAnsi"/>
              <w:sz w:val="26"/>
              <w:szCs w:val="26"/>
            </w:rPr>
            <w:t>[Company Name]</w:t>
          </w:r>
        </w:p>
      </w:sdtContent>
    </w:sdt>
    <w:p w:rsidR="002802B8" w:rsidRPr="000A4BA0" w:rsidRDefault="007B6276">
      <w:pPr>
        <w:pStyle w:val="Address"/>
        <w:rPr>
          <w:rFonts w:cstheme="minorHAnsi"/>
          <w:sz w:val="26"/>
          <w:szCs w:val="26"/>
        </w:rPr>
      </w:pPr>
      <w:sdt>
        <w:sdtPr>
          <w:rPr>
            <w:rFonts w:cstheme="minorHAnsi"/>
            <w:sz w:val="26"/>
            <w:szCs w:val="26"/>
          </w:rPr>
          <w:id w:val="874039300"/>
          <w:placeholder>
            <w:docPart w:val="4820C974880247D2BFB0292876BF12F0"/>
          </w:placeholder>
          <w:temporary/>
          <w:showingPlcHdr/>
          <w15:appearance w15:val="hidden"/>
        </w:sdtPr>
        <w:sdtEndPr/>
        <w:sdtContent>
          <w:r w:rsidR="00022ADD" w:rsidRPr="000A4BA0">
            <w:rPr>
              <w:rFonts w:cstheme="minorHAnsi"/>
              <w:sz w:val="26"/>
              <w:szCs w:val="26"/>
            </w:rPr>
            <w:t>[Street Address]</w:t>
          </w:r>
        </w:sdtContent>
      </w:sdt>
      <w:r w:rsidR="0074314D" w:rsidRPr="000A4BA0">
        <w:rPr>
          <w:rFonts w:cstheme="minorHAnsi"/>
          <w:sz w:val="26"/>
          <w:szCs w:val="26"/>
        </w:rPr>
        <w:t xml:space="preserve"> </w:t>
      </w:r>
      <w:sdt>
        <w:sdtPr>
          <w:rPr>
            <w:rFonts w:cstheme="minorHAnsi"/>
            <w:sz w:val="26"/>
            <w:szCs w:val="26"/>
          </w:rPr>
          <w:id w:val="-1389496779"/>
          <w:placeholder>
            <w:docPart w:val="9E9A9975096A4062B96A9A7E6301E4EC"/>
          </w:placeholder>
          <w:temporary/>
          <w:showingPlcHdr/>
          <w15:appearance w15:val="hidden"/>
        </w:sdtPr>
        <w:sdtEndPr/>
        <w:sdtContent>
          <w:r w:rsidR="00022ADD" w:rsidRPr="000A4BA0">
            <w:rPr>
              <w:rFonts w:cstheme="minorHAnsi"/>
              <w:sz w:val="26"/>
              <w:szCs w:val="26"/>
            </w:rPr>
            <w:t>[City, ST  ZIP Code</w:t>
          </w:r>
        </w:sdtContent>
      </w:sdt>
    </w:p>
    <w:p w:rsidR="002802B8" w:rsidRPr="000A4BA0" w:rsidRDefault="00022ADD">
      <w:pPr>
        <w:pStyle w:val="Salutation"/>
        <w:rPr>
          <w:rFonts w:cstheme="minorHAnsi"/>
          <w:sz w:val="26"/>
          <w:szCs w:val="26"/>
        </w:rPr>
      </w:pPr>
      <w:r w:rsidRPr="000A4BA0">
        <w:rPr>
          <w:rFonts w:cstheme="minorHAnsi"/>
          <w:sz w:val="26"/>
          <w:szCs w:val="26"/>
        </w:rPr>
        <w:t xml:space="preserve">Dear </w:t>
      </w:r>
      <w:sdt>
        <w:sdtPr>
          <w:rPr>
            <w:rFonts w:cstheme="minorHAnsi"/>
            <w:sz w:val="26"/>
            <w:szCs w:val="26"/>
          </w:rPr>
          <w:alias w:val="Recipient Name"/>
          <w:tag w:val=""/>
          <w:id w:val="-1602099893"/>
          <w:placeholder>
            <w:docPart w:val="74672D2D471F489D97E39424C7765D7C"/>
          </w:placeholder>
          <w:showingPlcHdr/>
          <w:dataBinding w:prefixMappings="xmlns:ns0='http://schemas.microsoft.com/office/2006/coverPageProps' " w:xpath="/ns0:CoverPageProperties[1]/ns0:CompanyFax[1]" w:storeItemID="{55AF091B-3C7A-41E3-B477-F2FDAA23CFDA}"/>
          <w:text/>
        </w:sdtPr>
        <w:sdtEndPr/>
        <w:sdtContent>
          <w:r w:rsidRPr="000A4BA0">
            <w:rPr>
              <w:rFonts w:cstheme="minorHAnsi"/>
              <w:sz w:val="26"/>
              <w:szCs w:val="26"/>
            </w:rPr>
            <w:t>[Recipient Name]</w:t>
          </w:r>
        </w:sdtContent>
      </w:sdt>
      <w:r w:rsidRPr="000A4BA0">
        <w:rPr>
          <w:rFonts w:cstheme="minorHAnsi"/>
          <w:sz w:val="26"/>
          <w:szCs w:val="26"/>
        </w:rPr>
        <w:t>:</w:t>
      </w:r>
    </w:p>
    <w:p w:rsidR="000A4BA0" w:rsidRDefault="000A4BA0" w:rsidP="00A453AA">
      <w:pPr>
        <w:pStyle w:val="Address"/>
        <w:rPr>
          <w:rFonts w:cstheme="minorHAnsi"/>
          <w:sz w:val="26"/>
          <w:szCs w:val="26"/>
        </w:rPr>
      </w:pPr>
      <w:r w:rsidRPr="000A4BA0">
        <w:rPr>
          <w:rFonts w:cstheme="minorHAnsi"/>
          <w:sz w:val="26"/>
          <w:szCs w:val="26"/>
        </w:rPr>
        <w:t xml:space="preserve">Thank you for showing your interest in our product. Enclosed is a brochure that gives possible details of our product line. We have been developing baby products for more than a decade and have been successful with every new product being developed to cater to baby needs. </w:t>
      </w:r>
    </w:p>
    <w:p w:rsidR="000A4BA0" w:rsidRDefault="000A4BA0" w:rsidP="00A453AA">
      <w:pPr>
        <w:pStyle w:val="Address"/>
        <w:rPr>
          <w:rFonts w:cstheme="minorHAnsi"/>
          <w:sz w:val="26"/>
          <w:szCs w:val="26"/>
        </w:rPr>
      </w:pPr>
    </w:p>
    <w:p w:rsidR="00A453AA" w:rsidRPr="000A4BA0" w:rsidRDefault="000A4BA0" w:rsidP="00A453AA">
      <w:pPr>
        <w:pStyle w:val="Address"/>
        <w:rPr>
          <w:rFonts w:cstheme="minorHAnsi"/>
          <w:sz w:val="26"/>
          <w:szCs w:val="26"/>
        </w:rPr>
      </w:pPr>
      <w:bookmarkStart w:id="0" w:name="_GoBack"/>
      <w:bookmarkEnd w:id="0"/>
      <w:r w:rsidRPr="000A4BA0">
        <w:rPr>
          <w:rFonts w:cstheme="minorHAnsi"/>
          <w:sz w:val="26"/>
          <w:szCs w:val="26"/>
        </w:rPr>
        <w:t>As for now, we have also started working on developing products to ease mothers as well as babies most of the time is spent with his/her mother. It is also mentioned in the brochure provided to you. It is to be noted here that details regarding the mother’s ease products have not been enlisted in the brochure. For any more queries please feel free to contact us on our numbers.</w:t>
      </w:r>
    </w:p>
    <w:p w:rsidR="000A4BA0" w:rsidRPr="000A4BA0" w:rsidRDefault="000A4BA0" w:rsidP="00A453AA">
      <w:pPr>
        <w:pStyle w:val="Address"/>
        <w:rPr>
          <w:rFonts w:cstheme="minorHAnsi"/>
          <w:sz w:val="26"/>
          <w:szCs w:val="26"/>
        </w:rPr>
      </w:pPr>
    </w:p>
    <w:p w:rsidR="002802B8" w:rsidRPr="000A4BA0" w:rsidRDefault="00022ADD" w:rsidP="0074314D">
      <w:pPr>
        <w:pStyle w:val="Address"/>
        <w:rPr>
          <w:rFonts w:cstheme="minorHAnsi"/>
          <w:sz w:val="26"/>
          <w:szCs w:val="26"/>
        </w:rPr>
      </w:pPr>
      <w:r w:rsidRPr="000A4BA0">
        <w:rPr>
          <w:rFonts w:cstheme="minorHAnsi"/>
          <w:sz w:val="26"/>
          <w:szCs w:val="26"/>
        </w:rPr>
        <w:t>Sincerely,</w:t>
      </w:r>
    </w:p>
    <w:p w:rsidR="0074314D" w:rsidRPr="000A4BA0" w:rsidRDefault="0074314D" w:rsidP="0074314D">
      <w:pPr>
        <w:pStyle w:val="Address"/>
        <w:rPr>
          <w:rFonts w:cstheme="minorHAnsi"/>
          <w:sz w:val="26"/>
          <w:szCs w:val="26"/>
        </w:rPr>
      </w:pPr>
    </w:p>
    <w:p w:rsidR="0074314D" w:rsidRPr="000A4BA0" w:rsidRDefault="0074314D" w:rsidP="0074314D">
      <w:pPr>
        <w:pStyle w:val="Address"/>
        <w:rPr>
          <w:rFonts w:cstheme="minorHAnsi"/>
          <w:sz w:val="26"/>
          <w:szCs w:val="26"/>
        </w:rPr>
      </w:pPr>
      <w:r w:rsidRPr="000A4BA0">
        <w:rPr>
          <w:rFonts w:cstheme="minorHAnsi"/>
          <w:sz w:val="26"/>
          <w:szCs w:val="26"/>
        </w:rPr>
        <w:t>[Your Name]</w:t>
      </w:r>
    </w:p>
    <w:sdt>
      <w:sdtPr>
        <w:rPr>
          <w:rFonts w:cstheme="minorHAnsi"/>
          <w:sz w:val="26"/>
          <w:szCs w:val="26"/>
        </w:rPr>
        <w:id w:val="1531532903"/>
        <w:placeholder>
          <w:docPart w:val="AD0CFFCF4EA6487B8F83531FE8B3B355"/>
        </w:placeholder>
        <w:temporary/>
        <w:showingPlcHdr/>
        <w15:appearance w15:val="hidden"/>
      </w:sdtPr>
      <w:sdtEndPr/>
      <w:sdtContent>
        <w:p w:rsidR="002802B8" w:rsidRPr="000A4BA0" w:rsidRDefault="00022ADD">
          <w:pPr>
            <w:pStyle w:val="Signature"/>
            <w:rPr>
              <w:rFonts w:cstheme="minorHAnsi"/>
              <w:sz w:val="26"/>
              <w:szCs w:val="26"/>
            </w:rPr>
          </w:pPr>
          <w:r w:rsidRPr="000A4BA0">
            <w:rPr>
              <w:rFonts w:cstheme="minorHAnsi"/>
              <w:sz w:val="26"/>
              <w:szCs w:val="26"/>
            </w:rPr>
            <w:t>[Title]</w:t>
          </w:r>
        </w:p>
      </w:sdtContent>
    </w:sdt>
    <w:sectPr w:rsidR="002802B8" w:rsidRPr="000A4BA0">
      <w:headerReference w:type="default" r:id="rId9"/>
      <w:footerReference w:type="first" r:id="rId10"/>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6276" w:rsidRDefault="007B6276">
      <w:pPr>
        <w:spacing w:line="240" w:lineRule="auto"/>
      </w:pPr>
      <w:r>
        <w:separator/>
      </w:r>
    </w:p>
  </w:endnote>
  <w:endnote w:type="continuationSeparator" w:id="0">
    <w:p w:rsidR="007B6276" w:rsidRDefault="007B62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14D" w:rsidRDefault="0074314D">
    <w:pPr>
      <w:pStyle w:val="Footer"/>
    </w:pPr>
    <w:r>
      <w:t>wordexceltemplates.com</w:t>
    </w:r>
  </w:p>
  <w:p w:rsidR="0074314D" w:rsidRDefault="00743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6276" w:rsidRDefault="007B6276">
      <w:pPr>
        <w:spacing w:line="240" w:lineRule="auto"/>
      </w:pPr>
      <w:r>
        <w:separator/>
      </w:r>
    </w:p>
  </w:footnote>
  <w:footnote w:type="continuationSeparator" w:id="0">
    <w:p w:rsidR="007B6276" w:rsidRDefault="007B62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988486485"/>
      <w:placeholder>
        <w:docPart w:val="73E9D17C0EED45B192ED6DCB13404A57"/>
      </w:placeholder>
      <w:showingPlcHdr/>
      <w:dataBinding w:prefixMappings="xmlns:ns0='http://schemas.microsoft.com/office/2006/coverPageProps' " w:xpath="/ns0:CoverPageProperties[1]/ns0:CompanyFax[1]" w:storeItemID="{55AF091B-3C7A-41E3-B477-F2FDAA23CFDA}"/>
      <w:text/>
    </w:sdtPr>
    <w:sdtEndPr/>
    <w:sdtContent>
      <w:p w:rsidR="002802B8" w:rsidRDefault="00022ADD">
        <w:pPr>
          <w:pStyle w:val="Header"/>
        </w:pPr>
        <w:r>
          <w:t>[Recipient Name]</w:t>
        </w:r>
      </w:p>
    </w:sdtContent>
  </w:sdt>
  <w:p w:rsidR="002802B8" w:rsidRDefault="007B6276">
    <w:pPr>
      <w:pStyle w:val="Header"/>
    </w:pPr>
    <w:sdt>
      <w:sdtPr>
        <w:alias w:val="Date"/>
        <w:tag w:val="Date"/>
        <w:id w:val="1919743740"/>
        <w:placeholder>
          <w:docPart w:val="BD7BAE46BFF048C88C091C388B90BC5C"/>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022ADD">
          <w:t>[Date]</w:t>
        </w:r>
      </w:sdtContent>
    </w:sdt>
  </w:p>
  <w:p w:rsidR="002802B8" w:rsidRDefault="00022ADD">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3E0"/>
    <w:rsid w:val="00022ADD"/>
    <w:rsid w:val="000729F3"/>
    <w:rsid w:val="000A4BA0"/>
    <w:rsid w:val="002802B8"/>
    <w:rsid w:val="0039722E"/>
    <w:rsid w:val="00421231"/>
    <w:rsid w:val="004E39F1"/>
    <w:rsid w:val="00625400"/>
    <w:rsid w:val="006E4522"/>
    <w:rsid w:val="0074314D"/>
    <w:rsid w:val="007B6276"/>
    <w:rsid w:val="00A453AA"/>
    <w:rsid w:val="00A454D9"/>
    <w:rsid w:val="00BA3AC2"/>
    <w:rsid w:val="00CF763E"/>
    <w:rsid w:val="00E63BA2"/>
    <w:rsid w:val="00ED7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37A03"/>
  <w15:chartTrackingRefBased/>
  <w15:docId w15:val="{2F83DFAE-E8DC-4C6D-83FD-BB8D4448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uiPriority="0" w:qFormat="1"/>
    <w:lsdException w:name="Signature" w:qFormat="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qFormat="1"/>
    <w:lsdException w:name="Date" w:uiPriority="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paragraph" w:styleId="Date">
    <w:name w:val="Date"/>
    <w:basedOn w:val="Normal"/>
    <w:next w:val="Normal"/>
    <w:qFormat/>
    <w:pPr>
      <w:spacing w:after="480" w:line="240" w:lineRule="auto"/>
    </w:pPr>
  </w:style>
  <w:style w:type="paragraph" w:styleId="Salutation">
    <w:name w:val="Salutation"/>
    <w:basedOn w:val="Normal"/>
    <w:next w:val="Normal"/>
    <w:qFormat/>
    <w:pPr>
      <w:spacing w:before="400" w:after="200"/>
    </w:pPr>
  </w:style>
  <w:style w:type="paragraph" w:styleId="Closing">
    <w:name w:val="Closing"/>
    <w:basedOn w:val="Normal"/>
    <w:next w:val="Normal"/>
    <w:qFormat/>
    <w:pPr>
      <w:spacing w:after="1000" w:line="240" w:lineRule="auto"/>
    </w:p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rPr>
      <w:spacing w:val="4"/>
      <w:sz w:val="20"/>
    </w:rPr>
  </w:style>
  <w:style w:type="paragraph" w:customStyle="1" w:styleId="Address">
    <w:name w:val="Address"/>
    <w:basedOn w:val="Normal"/>
    <w:qFormat/>
    <w:pPr>
      <w:spacing w:after="0"/>
    </w:pPr>
  </w:style>
  <w:style w:type="paragraph" w:styleId="Signature">
    <w:name w:val="Signature"/>
    <w:basedOn w:val="Normal"/>
    <w:qFormat/>
    <w:pPr>
      <w:spacing w:after="0" w:line="240" w:lineRule="auto"/>
    </w:pPr>
  </w:style>
  <w:style w:type="paragraph" w:styleId="Footer">
    <w:name w:val="footer"/>
    <w:basedOn w:val="Normal"/>
    <w:link w:val="FooterChar"/>
    <w:uiPriority w:val="99"/>
    <w:unhideWhenUsed/>
    <w:rsid w:val="00743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14D"/>
    <w:rPr>
      <w:spacing w:val="4"/>
      <w:sz w:val="20"/>
    </w:rPr>
  </w:style>
  <w:style w:type="paragraph" w:styleId="NormalWeb">
    <w:name w:val="Normal (Web)"/>
    <w:basedOn w:val="Normal"/>
    <w:uiPriority w:val="99"/>
    <w:semiHidden/>
    <w:unhideWhenUsed/>
    <w:rsid w:val="00A454D9"/>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9453231">
      <w:bodyDiv w:val="1"/>
      <w:marLeft w:val="0"/>
      <w:marRight w:val="0"/>
      <w:marTop w:val="0"/>
      <w:marBottom w:val="0"/>
      <w:divBdr>
        <w:top w:val="none" w:sz="0" w:space="0" w:color="auto"/>
        <w:left w:val="none" w:sz="0" w:space="0" w:color="auto"/>
        <w:bottom w:val="none" w:sz="0" w:space="0" w:color="auto"/>
        <w:right w:val="none" w:sz="0" w:space="0" w:color="auto"/>
      </w:divBdr>
    </w:div>
    <w:div w:id="186351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of%20apology%20for%20billing%20err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219FBC301A438CAEE9709B268EFFC5"/>
        <w:category>
          <w:name w:val="General"/>
          <w:gallery w:val="placeholder"/>
        </w:category>
        <w:types>
          <w:type w:val="bbPlcHdr"/>
        </w:types>
        <w:behaviors>
          <w:behavior w:val="content"/>
        </w:behaviors>
        <w:guid w:val="{1E7C0CC7-8B94-46C9-874C-E9F315FF7919}"/>
      </w:docPartPr>
      <w:docPartBody>
        <w:p w:rsidR="00F45567" w:rsidRDefault="009E1ED7">
          <w:pPr>
            <w:pStyle w:val="90219FBC301A438CAEE9709B268EFFC5"/>
          </w:pPr>
          <w:r>
            <w:t>[Company Name]</w:t>
          </w:r>
        </w:p>
      </w:docPartBody>
    </w:docPart>
    <w:docPart>
      <w:docPartPr>
        <w:name w:val="4820C974880247D2BFB0292876BF12F0"/>
        <w:category>
          <w:name w:val="General"/>
          <w:gallery w:val="placeholder"/>
        </w:category>
        <w:types>
          <w:type w:val="bbPlcHdr"/>
        </w:types>
        <w:behaviors>
          <w:behavior w:val="content"/>
        </w:behaviors>
        <w:guid w:val="{CBC53F38-C8E9-422F-873A-D85F578DCA01}"/>
      </w:docPartPr>
      <w:docPartBody>
        <w:p w:rsidR="00F45567" w:rsidRDefault="009E1ED7">
          <w:pPr>
            <w:pStyle w:val="4820C974880247D2BFB0292876BF12F0"/>
          </w:pPr>
          <w:r>
            <w:t>[Street Address]</w:t>
          </w:r>
        </w:p>
      </w:docPartBody>
    </w:docPart>
    <w:docPart>
      <w:docPartPr>
        <w:name w:val="9E9A9975096A4062B96A9A7E6301E4EC"/>
        <w:category>
          <w:name w:val="General"/>
          <w:gallery w:val="placeholder"/>
        </w:category>
        <w:types>
          <w:type w:val="bbPlcHdr"/>
        </w:types>
        <w:behaviors>
          <w:behavior w:val="content"/>
        </w:behaviors>
        <w:guid w:val="{C3090385-E53F-4475-9F31-F56CCF9EC034}"/>
      </w:docPartPr>
      <w:docPartBody>
        <w:p w:rsidR="00F45567" w:rsidRDefault="009E1ED7">
          <w:pPr>
            <w:pStyle w:val="9E9A9975096A4062B96A9A7E6301E4EC"/>
          </w:pPr>
          <w:r>
            <w:t>[City, ST  ZIP Code</w:t>
          </w:r>
        </w:p>
      </w:docPartBody>
    </w:docPart>
    <w:docPart>
      <w:docPartPr>
        <w:name w:val="74672D2D471F489D97E39424C7765D7C"/>
        <w:category>
          <w:name w:val="General"/>
          <w:gallery w:val="placeholder"/>
        </w:category>
        <w:types>
          <w:type w:val="bbPlcHdr"/>
        </w:types>
        <w:behaviors>
          <w:behavior w:val="content"/>
        </w:behaviors>
        <w:guid w:val="{AFF13C6E-073B-4CB0-80C9-8606D971DF05}"/>
      </w:docPartPr>
      <w:docPartBody>
        <w:p w:rsidR="00F45567" w:rsidRDefault="009E1ED7">
          <w:pPr>
            <w:pStyle w:val="74672D2D471F489D97E39424C7765D7C"/>
          </w:pPr>
          <w:r>
            <w:t>[Recipient Name]</w:t>
          </w:r>
        </w:p>
      </w:docPartBody>
    </w:docPart>
    <w:docPart>
      <w:docPartPr>
        <w:name w:val="AD0CFFCF4EA6487B8F83531FE8B3B355"/>
        <w:category>
          <w:name w:val="General"/>
          <w:gallery w:val="placeholder"/>
        </w:category>
        <w:types>
          <w:type w:val="bbPlcHdr"/>
        </w:types>
        <w:behaviors>
          <w:behavior w:val="content"/>
        </w:behaviors>
        <w:guid w:val="{3E91EDF6-E338-41A6-9DA0-96EC57F13D59}"/>
      </w:docPartPr>
      <w:docPartBody>
        <w:p w:rsidR="00F45567" w:rsidRDefault="009E1ED7">
          <w:pPr>
            <w:pStyle w:val="AD0CFFCF4EA6487B8F83531FE8B3B355"/>
          </w:pPr>
          <w:r>
            <w:t>[Title]</w:t>
          </w:r>
        </w:p>
      </w:docPartBody>
    </w:docPart>
    <w:docPart>
      <w:docPartPr>
        <w:name w:val="BD7BAE46BFF048C88C091C388B90BC5C"/>
        <w:category>
          <w:name w:val="General"/>
          <w:gallery w:val="placeholder"/>
        </w:category>
        <w:types>
          <w:type w:val="bbPlcHdr"/>
        </w:types>
        <w:behaviors>
          <w:behavior w:val="content"/>
        </w:behaviors>
        <w:guid w:val="{7459EA26-5DCC-4CB7-91EF-DE054F83EC0C}"/>
      </w:docPartPr>
      <w:docPartBody>
        <w:p w:rsidR="00F45567" w:rsidRDefault="009E1ED7">
          <w:pPr>
            <w:pStyle w:val="BD7BAE46BFF048C88C091C388B90BC5C"/>
          </w:pPr>
          <w:r>
            <w:rPr>
              <w:rStyle w:val="PlaceholderText"/>
            </w:rPr>
            <w:t>[account number]</w:t>
          </w:r>
        </w:p>
      </w:docPartBody>
    </w:docPart>
    <w:docPart>
      <w:docPartPr>
        <w:name w:val="73E9D17C0EED45B192ED6DCB13404A57"/>
        <w:category>
          <w:name w:val="General"/>
          <w:gallery w:val="placeholder"/>
        </w:category>
        <w:types>
          <w:type w:val="bbPlcHdr"/>
        </w:types>
        <w:behaviors>
          <w:behavior w:val="content"/>
        </w:behaviors>
        <w:guid w:val="{A67DF11B-ACF9-4727-B865-B92CDC9B091B}"/>
      </w:docPartPr>
      <w:docPartBody>
        <w:p w:rsidR="00F45567" w:rsidRDefault="009E1ED7">
          <w:pPr>
            <w:pStyle w:val="73E9D17C0EED45B192ED6DCB13404A57"/>
          </w:pPr>
          <w:r>
            <w:rPr>
              <w:rStyle w:val="PlaceholderText"/>
            </w:rPr>
            <w:t>[phone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ED7"/>
    <w:rsid w:val="00094546"/>
    <w:rsid w:val="00190B27"/>
    <w:rsid w:val="009C7F6D"/>
    <w:rsid w:val="009E1ED7"/>
    <w:rsid w:val="00F45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9F6F8F418144E318053260475B8485D">
    <w:name w:val="F9F6F8F418144E318053260475B8485D"/>
  </w:style>
  <w:style w:type="paragraph" w:customStyle="1" w:styleId="90219FBC301A438CAEE9709B268EFFC5">
    <w:name w:val="90219FBC301A438CAEE9709B268EFFC5"/>
  </w:style>
  <w:style w:type="paragraph" w:customStyle="1" w:styleId="4820C974880247D2BFB0292876BF12F0">
    <w:name w:val="4820C974880247D2BFB0292876BF12F0"/>
  </w:style>
  <w:style w:type="paragraph" w:customStyle="1" w:styleId="9E9A9975096A4062B96A9A7E6301E4EC">
    <w:name w:val="9E9A9975096A4062B96A9A7E6301E4EC"/>
  </w:style>
  <w:style w:type="paragraph" w:customStyle="1" w:styleId="7F971C078C99418E8E6137A7A06406CE">
    <w:name w:val="7F971C078C99418E8E6137A7A06406CE"/>
  </w:style>
  <w:style w:type="paragraph" w:customStyle="1" w:styleId="BC97EBA888B3456393B090B2177C484E">
    <w:name w:val="BC97EBA888B3456393B090B2177C484E"/>
  </w:style>
  <w:style w:type="paragraph" w:customStyle="1" w:styleId="FB7E6D325B3343CD9FE7EC453A49A507">
    <w:name w:val="FB7E6D325B3343CD9FE7EC453A49A507"/>
  </w:style>
  <w:style w:type="paragraph" w:customStyle="1" w:styleId="74672D2D471F489D97E39424C7765D7C">
    <w:name w:val="74672D2D471F489D97E39424C7765D7C"/>
  </w:style>
  <w:style w:type="paragraph" w:customStyle="1" w:styleId="AD0CFFCF4EA6487B8F83531FE8B3B355">
    <w:name w:val="AD0CFFCF4EA6487B8F83531FE8B3B355"/>
  </w:style>
  <w:style w:type="paragraph" w:customStyle="1" w:styleId="E29A6D0732CB46E2AEC2A05AD80F8CA9">
    <w:name w:val="E29A6D0732CB46E2AEC2A05AD80F8CA9"/>
  </w:style>
  <w:style w:type="paragraph" w:customStyle="1" w:styleId="BD7BAE46BFF048C88C091C388B90BC5C">
    <w:name w:val="BD7BAE46BFF048C88C091C388B90BC5C"/>
  </w:style>
  <w:style w:type="paragraph" w:customStyle="1" w:styleId="9C634A66B7814C0F8A5D4D1AC6279043">
    <w:name w:val="9C634A66B7814C0F8A5D4D1AC6279043"/>
  </w:style>
  <w:style w:type="paragraph" w:customStyle="1" w:styleId="73E9D17C0EED45B192ED6DCB13404A57">
    <w:name w:val="73E9D17C0EED45B192ED6DCB13404A57"/>
  </w:style>
  <w:style w:type="paragraph" w:customStyle="1" w:styleId="986630B488204CC5A04238F53A71F919">
    <w:name w:val="986630B488204CC5A04238F53A71F919"/>
    <w:rsid w:val="00F455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19D524-8EA5-4695-A87E-7C120023D285}">
  <ds:schemaRefs>
    <ds:schemaRef ds:uri="http://schemas.microsoft.com/sharepoint/v3/contenttype/forms"/>
  </ds:schemaRefs>
</ds:datastoreItem>
</file>

<file path=customXml/itemProps3.xml><?xml version="1.0" encoding="utf-8"?>
<ds:datastoreItem xmlns:ds="http://schemas.openxmlformats.org/officeDocument/2006/customXml" ds:itemID="{7043F0BB-DB91-480E-AD01-B56B93DE3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of apology for billing error.dotx</Template>
  <TotalTime>1</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keywords/>
  <cp:lastModifiedBy>Muhammad Naveed Ahmed</cp:lastModifiedBy>
  <cp:revision>3</cp:revision>
  <dcterms:created xsi:type="dcterms:W3CDTF">2018-11-24T10:42:00Z</dcterms:created>
  <dcterms:modified xsi:type="dcterms:W3CDTF">2018-11-24T10:43:00Z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TC034650769991</vt:lpwstr>
  </property>
</Properties>
</file>