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B8" w:rsidRPr="004E39F1" w:rsidRDefault="006E4522">
      <w:pPr>
        <w:pStyle w:val="Date"/>
        <w:rPr>
          <w:rFonts w:cstheme="minorHAnsi"/>
          <w:sz w:val="26"/>
          <w:szCs w:val="26"/>
        </w:rPr>
      </w:pPr>
      <w:r w:rsidRPr="004E39F1">
        <w:rPr>
          <w:rFonts w:cstheme="minorHAnsi"/>
          <w:sz w:val="26"/>
          <w:szCs w:val="26"/>
        </w:rPr>
        <w:t>To</w:t>
      </w: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74672D2D471F489D97E39424C7765D7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2802B8" w:rsidRPr="004E39F1" w:rsidRDefault="00022ADD">
          <w:pPr>
            <w:pStyle w:val="Address"/>
            <w:rPr>
              <w:rFonts w:cstheme="minorHAnsi"/>
              <w:sz w:val="26"/>
              <w:szCs w:val="26"/>
            </w:rPr>
          </w:pPr>
          <w:r w:rsidRPr="004E39F1">
            <w:rPr>
              <w:rFonts w:cstheme="minorHAnsi"/>
              <w:sz w:val="26"/>
              <w:szCs w:val="26"/>
            </w:rPr>
            <w:t>[Recipient Name]</w:t>
          </w:r>
        </w:p>
      </w:sdtContent>
    </w:sdt>
    <w:sdt>
      <w:sdtPr>
        <w:rPr>
          <w:rFonts w:cstheme="minorHAnsi"/>
          <w:sz w:val="26"/>
          <w:szCs w:val="26"/>
        </w:rPr>
        <w:id w:val="-1025093588"/>
        <w:placeholder>
          <w:docPart w:val="AD0CFFCF4EA6487B8F83531FE8B3B355"/>
        </w:placeholder>
        <w:temporary/>
        <w:showingPlcHdr/>
        <w15:appearance w15:val="hidden"/>
      </w:sdtPr>
      <w:sdtEndPr/>
      <w:sdtContent>
        <w:p w:rsidR="002802B8" w:rsidRPr="004E39F1" w:rsidRDefault="00022ADD">
          <w:pPr>
            <w:pStyle w:val="Address"/>
            <w:rPr>
              <w:rFonts w:cstheme="minorHAnsi"/>
              <w:sz w:val="26"/>
              <w:szCs w:val="26"/>
            </w:rPr>
          </w:pPr>
          <w:r w:rsidRPr="004E39F1">
            <w:rPr>
              <w:rFonts w:cstheme="minorHAnsi"/>
              <w:sz w:val="26"/>
              <w:szCs w:val="26"/>
            </w:rPr>
            <w:t>[Title]</w:t>
          </w:r>
        </w:p>
      </w:sdtContent>
    </w:sdt>
    <w:sdt>
      <w:sdtPr>
        <w:rPr>
          <w:rFonts w:cstheme="minorHAnsi"/>
          <w:sz w:val="26"/>
          <w:szCs w:val="26"/>
        </w:rPr>
        <w:id w:val="566236108"/>
        <w:placeholder>
          <w:docPart w:val="90219FBC301A438CAEE9709B268EFFC5"/>
        </w:placeholder>
        <w:temporary/>
        <w:showingPlcHdr/>
        <w15:appearance w15:val="hidden"/>
      </w:sdtPr>
      <w:sdtEndPr/>
      <w:sdtContent>
        <w:p w:rsidR="002802B8" w:rsidRPr="004E39F1" w:rsidRDefault="00022ADD">
          <w:pPr>
            <w:pStyle w:val="Address"/>
            <w:rPr>
              <w:rFonts w:cstheme="minorHAnsi"/>
              <w:sz w:val="26"/>
              <w:szCs w:val="26"/>
            </w:rPr>
          </w:pPr>
          <w:r w:rsidRPr="004E39F1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2802B8" w:rsidRPr="004E39F1" w:rsidRDefault="00421231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874039300"/>
          <w:placeholder>
            <w:docPart w:val="4820C974880247D2BFB0292876BF12F0"/>
          </w:placeholder>
          <w:temporary/>
          <w:showingPlcHdr/>
          <w15:appearance w15:val="hidden"/>
        </w:sdtPr>
        <w:sdtEndPr/>
        <w:sdtContent>
          <w:r w:rsidR="00022ADD" w:rsidRPr="004E39F1">
            <w:rPr>
              <w:rFonts w:cstheme="minorHAnsi"/>
              <w:sz w:val="26"/>
              <w:szCs w:val="26"/>
            </w:rPr>
            <w:t>[Street Address]</w:t>
          </w:r>
        </w:sdtContent>
      </w:sdt>
      <w:r w:rsidR="0074314D" w:rsidRPr="004E39F1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1389496779"/>
          <w:placeholder>
            <w:docPart w:val="9E9A9975096A4062B96A9A7E6301E4EC"/>
          </w:placeholder>
          <w:temporary/>
          <w:showingPlcHdr/>
          <w15:appearance w15:val="hidden"/>
        </w:sdtPr>
        <w:sdtEndPr/>
        <w:sdtContent>
          <w:r w:rsidR="00022ADD" w:rsidRPr="004E39F1">
            <w:rPr>
              <w:rFonts w:cstheme="minorHAnsi"/>
              <w:sz w:val="26"/>
              <w:szCs w:val="26"/>
            </w:rPr>
            <w:t>[City, ST  ZIP Code</w:t>
          </w:r>
        </w:sdtContent>
      </w:sdt>
    </w:p>
    <w:p w:rsidR="002802B8" w:rsidRPr="004E39F1" w:rsidRDefault="00022ADD">
      <w:pPr>
        <w:pStyle w:val="Salutation"/>
        <w:rPr>
          <w:rFonts w:cstheme="minorHAnsi"/>
          <w:sz w:val="26"/>
          <w:szCs w:val="26"/>
        </w:rPr>
      </w:pPr>
      <w:r w:rsidRPr="004E39F1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Recipient Name"/>
          <w:tag w:val=""/>
          <w:id w:val="-1602099893"/>
          <w:placeholder>
            <w:docPart w:val="74672D2D471F489D97E39424C7765D7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4E39F1">
            <w:rPr>
              <w:rFonts w:cstheme="minorHAnsi"/>
              <w:sz w:val="26"/>
              <w:szCs w:val="26"/>
            </w:rPr>
            <w:t>[Recipient Name]</w:t>
          </w:r>
        </w:sdtContent>
      </w:sdt>
      <w:r w:rsidRPr="004E39F1">
        <w:rPr>
          <w:rFonts w:cstheme="minorHAnsi"/>
          <w:sz w:val="26"/>
          <w:szCs w:val="26"/>
        </w:rPr>
        <w:t>:</w:t>
      </w:r>
    </w:p>
    <w:p w:rsidR="004E39F1" w:rsidRPr="004E39F1" w:rsidRDefault="004E39F1" w:rsidP="004E39F1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4E39F1">
        <w:rPr>
          <w:rFonts w:asciiTheme="minorHAnsi" w:hAnsiTheme="minorHAnsi" w:cstheme="minorHAnsi"/>
          <w:sz w:val="26"/>
          <w:szCs w:val="26"/>
        </w:rPr>
        <w:t>You are surely the very first person whom I wanted to break the news of my job. I got selected for the post of area sales manager at XYZ. A formal interview of mine has been conducted by the HR of the company but a more detailed interview is yet to come. I am very thankful to you for writing a recommendation letter for me.</w:t>
      </w:r>
    </w:p>
    <w:p w:rsidR="004E39F1" w:rsidRPr="004E39F1" w:rsidRDefault="004E39F1" w:rsidP="004E39F1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4E39F1">
        <w:rPr>
          <w:rFonts w:asciiTheme="minorHAnsi" w:hAnsiTheme="minorHAnsi" w:cstheme="minorHAnsi"/>
          <w:sz w:val="26"/>
          <w:szCs w:val="26"/>
        </w:rPr>
        <w:t>Your belief in me has generated such a strong recommendation letter by you that it has enabled me to live my dream. I strongly believe that it was due to your recommendation that got me the job. Thank you once again for not only in supporting me but also for believing in me.</w:t>
      </w:r>
    </w:p>
    <w:p w:rsidR="00A453AA" w:rsidRPr="004E39F1" w:rsidRDefault="00A453AA" w:rsidP="00A453AA">
      <w:pPr>
        <w:pStyle w:val="Address"/>
        <w:rPr>
          <w:rFonts w:cstheme="minorHAnsi"/>
          <w:sz w:val="26"/>
          <w:szCs w:val="26"/>
        </w:rPr>
      </w:pPr>
    </w:p>
    <w:p w:rsidR="002802B8" w:rsidRPr="004E39F1" w:rsidRDefault="00022ADD" w:rsidP="0074314D">
      <w:pPr>
        <w:pStyle w:val="Address"/>
        <w:rPr>
          <w:rFonts w:cstheme="minorHAnsi"/>
          <w:sz w:val="26"/>
          <w:szCs w:val="26"/>
        </w:rPr>
      </w:pPr>
      <w:r w:rsidRPr="004E39F1">
        <w:rPr>
          <w:rFonts w:cstheme="minorHAnsi"/>
          <w:sz w:val="26"/>
          <w:szCs w:val="26"/>
        </w:rPr>
        <w:t>Sincerely,</w:t>
      </w:r>
    </w:p>
    <w:p w:rsidR="0074314D" w:rsidRPr="004E39F1" w:rsidRDefault="0074314D" w:rsidP="0074314D">
      <w:pPr>
        <w:pStyle w:val="Address"/>
        <w:rPr>
          <w:rFonts w:cstheme="minorHAnsi"/>
          <w:sz w:val="26"/>
          <w:szCs w:val="26"/>
        </w:rPr>
      </w:pPr>
    </w:p>
    <w:p w:rsidR="0074314D" w:rsidRPr="004E39F1" w:rsidRDefault="0074314D" w:rsidP="0074314D">
      <w:pPr>
        <w:pStyle w:val="Address"/>
        <w:rPr>
          <w:rFonts w:cstheme="minorHAnsi"/>
          <w:sz w:val="26"/>
          <w:szCs w:val="26"/>
        </w:rPr>
      </w:pPr>
      <w:r w:rsidRPr="004E39F1">
        <w:rPr>
          <w:rFonts w:cstheme="minorHAnsi"/>
          <w:sz w:val="26"/>
          <w:szCs w:val="26"/>
        </w:rPr>
        <w:t>[Your Name]</w:t>
      </w:r>
      <w:bookmarkStart w:id="0" w:name="_GoBack"/>
      <w:bookmarkEnd w:id="0"/>
    </w:p>
    <w:sdt>
      <w:sdtPr>
        <w:rPr>
          <w:rFonts w:cstheme="minorHAnsi"/>
          <w:sz w:val="26"/>
          <w:szCs w:val="26"/>
        </w:rPr>
        <w:id w:val="1531532903"/>
        <w:placeholder>
          <w:docPart w:val="AD0CFFCF4EA6487B8F83531FE8B3B355"/>
        </w:placeholder>
        <w:temporary/>
        <w:showingPlcHdr/>
        <w15:appearance w15:val="hidden"/>
      </w:sdtPr>
      <w:sdtEndPr/>
      <w:sdtContent>
        <w:p w:rsidR="002802B8" w:rsidRPr="004E39F1" w:rsidRDefault="00022ADD">
          <w:pPr>
            <w:pStyle w:val="Signature"/>
            <w:rPr>
              <w:rFonts w:cstheme="minorHAnsi"/>
              <w:sz w:val="26"/>
              <w:szCs w:val="26"/>
            </w:rPr>
          </w:pPr>
          <w:r w:rsidRPr="004E39F1">
            <w:rPr>
              <w:rFonts w:cstheme="minorHAnsi"/>
              <w:sz w:val="26"/>
              <w:szCs w:val="26"/>
            </w:rPr>
            <w:t>[Title]</w:t>
          </w:r>
        </w:p>
      </w:sdtContent>
    </w:sdt>
    <w:sectPr w:rsidR="002802B8" w:rsidRPr="004E39F1">
      <w:headerReference w:type="default" r:id="rId9"/>
      <w:footerReference w:type="first" r:id="rId10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231" w:rsidRDefault="00421231">
      <w:pPr>
        <w:spacing w:line="240" w:lineRule="auto"/>
      </w:pPr>
      <w:r>
        <w:separator/>
      </w:r>
    </w:p>
  </w:endnote>
  <w:endnote w:type="continuationSeparator" w:id="0">
    <w:p w:rsidR="00421231" w:rsidRDefault="004212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14D" w:rsidRDefault="0074314D">
    <w:pPr>
      <w:pStyle w:val="Footer"/>
    </w:pPr>
    <w:r>
      <w:t>wordexceltemplates.com</w:t>
    </w:r>
  </w:p>
  <w:p w:rsidR="0074314D" w:rsidRDefault="007431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231" w:rsidRDefault="00421231">
      <w:pPr>
        <w:spacing w:line="240" w:lineRule="auto"/>
      </w:pPr>
      <w:r>
        <w:separator/>
      </w:r>
    </w:p>
  </w:footnote>
  <w:footnote w:type="continuationSeparator" w:id="0">
    <w:p w:rsidR="00421231" w:rsidRDefault="004212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988486485"/>
      <w:placeholder>
        <w:docPart w:val="73E9D17C0EED45B192ED6DCB13404A5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2802B8" w:rsidRDefault="00022ADD">
        <w:pPr>
          <w:pStyle w:val="Header"/>
        </w:pPr>
        <w:r>
          <w:t>[Recipient Name]</w:t>
        </w:r>
      </w:p>
    </w:sdtContent>
  </w:sdt>
  <w:p w:rsidR="002802B8" w:rsidRDefault="00421231">
    <w:pPr>
      <w:pStyle w:val="Header"/>
    </w:pPr>
    <w:sdt>
      <w:sdtPr>
        <w:alias w:val="Date"/>
        <w:tag w:val="Date"/>
        <w:id w:val="1919743740"/>
        <w:placeholder>
          <w:docPart w:val="BD7BAE46BFF048C88C091C388B90BC5C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022ADD">
          <w:t>[Date]</w:t>
        </w:r>
      </w:sdtContent>
    </w:sdt>
  </w:p>
  <w:p w:rsidR="002802B8" w:rsidRDefault="00022AD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E0"/>
    <w:rsid w:val="00022ADD"/>
    <w:rsid w:val="000729F3"/>
    <w:rsid w:val="002802B8"/>
    <w:rsid w:val="0039722E"/>
    <w:rsid w:val="00421231"/>
    <w:rsid w:val="004E39F1"/>
    <w:rsid w:val="00625400"/>
    <w:rsid w:val="006E4522"/>
    <w:rsid w:val="0074314D"/>
    <w:rsid w:val="00A453AA"/>
    <w:rsid w:val="00A454D9"/>
    <w:rsid w:val="00BA3AC2"/>
    <w:rsid w:val="00E63BA2"/>
    <w:rsid w:val="00E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E0082"/>
  <w15:chartTrackingRefBased/>
  <w15:docId w15:val="{2F83DFAE-E8DC-4C6D-83FD-BB8D4448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uiPriority="0" w:qFormat="1"/>
    <w:lsdException w:name="Signature" w:qFormat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qFormat="1"/>
    <w:lsdException w:name="Date" w:uiPriority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Closing">
    <w:name w:val="Closing"/>
    <w:basedOn w:val="Normal"/>
    <w:next w:val="Normal"/>
    <w:qFormat/>
    <w:pPr>
      <w:spacing w:after="1000" w:line="240" w:lineRule="auto"/>
    </w:pPr>
  </w:style>
  <w:style w:type="paragraph" w:styleId="BodyText">
    <w:name w:val="Body Text"/>
    <w:basedOn w:val="Normal"/>
    <w:link w:val="BodyTextChar"/>
    <w:uiPriority w:val="99"/>
    <w:semiHidden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pacing w:val="4"/>
      <w:sz w:val="20"/>
    </w:rPr>
  </w:style>
  <w:style w:type="paragraph" w:customStyle="1" w:styleId="Address">
    <w:name w:val="Address"/>
    <w:basedOn w:val="Normal"/>
    <w:qFormat/>
    <w:pPr>
      <w:spacing w:after="0"/>
    </w:pPr>
  </w:style>
  <w:style w:type="paragraph" w:styleId="Signature">
    <w:name w:val="Signature"/>
    <w:basedOn w:val="Normal"/>
    <w:qFormat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43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14D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A45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4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of%20apology%20for%20billing%20err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219FBC301A438CAEE9709B268EF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C0CC7-8B94-46C9-874C-E9F315FF7919}"/>
      </w:docPartPr>
      <w:docPartBody>
        <w:p w:rsidR="00F45567" w:rsidRDefault="009E1ED7">
          <w:pPr>
            <w:pStyle w:val="90219FBC301A438CAEE9709B268EFFC5"/>
          </w:pPr>
          <w:r>
            <w:t>[Company Name]</w:t>
          </w:r>
        </w:p>
      </w:docPartBody>
    </w:docPart>
    <w:docPart>
      <w:docPartPr>
        <w:name w:val="4820C974880247D2BFB0292876BF1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53F38-C8E9-422F-873A-D85F578DCA01}"/>
      </w:docPartPr>
      <w:docPartBody>
        <w:p w:rsidR="00F45567" w:rsidRDefault="009E1ED7">
          <w:pPr>
            <w:pStyle w:val="4820C974880247D2BFB0292876BF12F0"/>
          </w:pPr>
          <w:r>
            <w:t>[Street Address]</w:t>
          </w:r>
        </w:p>
      </w:docPartBody>
    </w:docPart>
    <w:docPart>
      <w:docPartPr>
        <w:name w:val="9E9A9975096A4062B96A9A7E6301E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90385-E53F-4475-9F31-F56CCF9EC034}"/>
      </w:docPartPr>
      <w:docPartBody>
        <w:p w:rsidR="00F45567" w:rsidRDefault="009E1ED7">
          <w:pPr>
            <w:pStyle w:val="9E9A9975096A4062B96A9A7E6301E4EC"/>
          </w:pPr>
          <w:r>
            <w:t>[City, ST  ZIP Code</w:t>
          </w:r>
        </w:p>
      </w:docPartBody>
    </w:docPart>
    <w:docPart>
      <w:docPartPr>
        <w:name w:val="74672D2D471F489D97E39424C7765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13C6E-073B-4CB0-80C9-8606D971DF05}"/>
      </w:docPartPr>
      <w:docPartBody>
        <w:p w:rsidR="00F45567" w:rsidRDefault="009E1ED7">
          <w:pPr>
            <w:pStyle w:val="74672D2D471F489D97E39424C7765D7C"/>
          </w:pPr>
          <w:r>
            <w:t>[Recipient Name]</w:t>
          </w:r>
        </w:p>
      </w:docPartBody>
    </w:docPart>
    <w:docPart>
      <w:docPartPr>
        <w:name w:val="AD0CFFCF4EA6487B8F83531FE8B3B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1EDF6-E338-41A6-9DA0-96EC57F13D59}"/>
      </w:docPartPr>
      <w:docPartBody>
        <w:p w:rsidR="00F45567" w:rsidRDefault="009E1ED7">
          <w:pPr>
            <w:pStyle w:val="AD0CFFCF4EA6487B8F83531FE8B3B355"/>
          </w:pPr>
          <w:r>
            <w:t>[Title]</w:t>
          </w:r>
        </w:p>
      </w:docPartBody>
    </w:docPart>
    <w:docPart>
      <w:docPartPr>
        <w:name w:val="BD7BAE46BFF048C88C091C388B90B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9EA26-5DCC-4CB7-91EF-DE054F83EC0C}"/>
      </w:docPartPr>
      <w:docPartBody>
        <w:p w:rsidR="00F45567" w:rsidRDefault="009E1ED7">
          <w:pPr>
            <w:pStyle w:val="BD7BAE46BFF048C88C091C388B90BC5C"/>
          </w:pPr>
          <w:r>
            <w:rPr>
              <w:rStyle w:val="PlaceholderText"/>
            </w:rPr>
            <w:t>[account number]</w:t>
          </w:r>
        </w:p>
      </w:docPartBody>
    </w:docPart>
    <w:docPart>
      <w:docPartPr>
        <w:name w:val="73E9D17C0EED45B192ED6DCB13404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7DF11B-ACF9-4727-B865-B92CDC9B091B}"/>
      </w:docPartPr>
      <w:docPartBody>
        <w:p w:rsidR="00F45567" w:rsidRDefault="009E1ED7">
          <w:pPr>
            <w:pStyle w:val="73E9D17C0EED45B192ED6DCB13404A57"/>
          </w:pPr>
          <w:r>
            <w:rPr>
              <w:rStyle w:val="PlaceholderText"/>
            </w:rPr>
            <w:t>[phone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ED7"/>
    <w:rsid w:val="00094546"/>
    <w:rsid w:val="00190B27"/>
    <w:rsid w:val="009E1ED7"/>
    <w:rsid w:val="00F4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9F6F8F418144E318053260475B8485D">
    <w:name w:val="F9F6F8F418144E318053260475B8485D"/>
  </w:style>
  <w:style w:type="paragraph" w:customStyle="1" w:styleId="90219FBC301A438CAEE9709B268EFFC5">
    <w:name w:val="90219FBC301A438CAEE9709B268EFFC5"/>
  </w:style>
  <w:style w:type="paragraph" w:customStyle="1" w:styleId="4820C974880247D2BFB0292876BF12F0">
    <w:name w:val="4820C974880247D2BFB0292876BF12F0"/>
  </w:style>
  <w:style w:type="paragraph" w:customStyle="1" w:styleId="9E9A9975096A4062B96A9A7E6301E4EC">
    <w:name w:val="9E9A9975096A4062B96A9A7E6301E4EC"/>
  </w:style>
  <w:style w:type="paragraph" w:customStyle="1" w:styleId="7F971C078C99418E8E6137A7A06406CE">
    <w:name w:val="7F971C078C99418E8E6137A7A06406CE"/>
  </w:style>
  <w:style w:type="paragraph" w:customStyle="1" w:styleId="BC97EBA888B3456393B090B2177C484E">
    <w:name w:val="BC97EBA888B3456393B090B2177C484E"/>
  </w:style>
  <w:style w:type="paragraph" w:customStyle="1" w:styleId="FB7E6D325B3343CD9FE7EC453A49A507">
    <w:name w:val="FB7E6D325B3343CD9FE7EC453A49A507"/>
  </w:style>
  <w:style w:type="paragraph" w:customStyle="1" w:styleId="74672D2D471F489D97E39424C7765D7C">
    <w:name w:val="74672D2D471F489D97E39424C7765D7C"/>
  </w:style>
  <w:style w:type="paragraph" w:customStyle="1" w:styleId="AD0CFFCF4EA6487B8F83531FE8B3B355">
    <w:name w:val="AD0CFFCF4EA6487B8F83531FE8B3B355"/>
  </w:style>
  <w:style w:type="paragraph" w:customStyle="1" w:styleId="E29A6D0732CB46E2AEC2A05AD80F8CA9">
    <w:name w:val="E29A6D0732CB46E2AEC2A05AD80F8CA9"/>
  </w:style>
  <w:style w:type="paragraph" w:customStyle="1" w:styleId="BD7BAE46BFF048C88C091C388B90BC5C">
    <w:name w:val="BD7BAE46BFF048C88C091C388B90BC5C"/>
  </w:style>
  <w:style w:type="paragraph" w:customStyle="1" w:styleId="9C634A66B7814C0F8A5D4D1AC6279043">
    <w:name w:val="9C634A66B7814C0F8A5D4D1AC6279043"/>
  </w:style>
  <w:style w:type="paragraph" w:customStyle="1" w:styleId="73E9D17C0EED45B192ED6DCB13404A57">
    <w:name w:val="73E9D17C0EED45B192ED6DCB13404A57"/>
  </w:style>
  <w:style w:type="paragraph" w:customStyle="1" w:styleId="986630B488204CC5A04238F53A71F919">
    <w:name w:val="986630B488204CC5A04238F53A71F919"/>
    <w:rsid w:val="00F455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19D524-8EA5-4695-A87E-7C120023D2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21CD5-2DCC-49A1-B629-72E97722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apology for billing error.dotx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keywords/>
  <cp:lastModifiedBy>Muhammad Naveed Ahmed</cp:lastModifiedBy>
  <cp:revision>3</cp:revision>
  <dcterms:created xsi:type="dcterms:W3CDTF">2018-11-24T10:26:00Z</dcterms:created>
  <dcterms:modified xsi:type="dcterms:W3CDTF">2018-11-24T10:26:00Z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TC034650769991</vt:lpwstr>
  </property>
</Properties>
</file>