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A5F" w:rsidRPr="00310409" w:rsidRDefault="008C3A5F" w:rsidP="001E49E1">
      <w:pPr>
        <w:pStyle w:val="Address"/>
        <w:rPr>
          <w:rFonts w:cstheme="minorHAnsi"/>
          <w:sz w:val="26"/>
          <w:szCs w:val="26"/>
        </w:rPr>
      </w:pPr>
    </w:p>
    <w:p w:rsidR="001E49E1" w:rsidRPr="00310409" w:rsidRDefault="001E49E1" w:rsidP="001E49E1">
      <w:pPr>
        <w:pStyle w:val="Address"/>
        <w:rPr>
          <w:rFonts w:cstheme="minorHAnsi"/>
          <w:sz w:val="26"/>
          <w:szCs w:val="26"/>
        </w:rPr>
      </w:pPr>
    </w:p>
    <w:p w:rsidR="00131003" w:rsidRPr="00310409" w:rsidRDefault="00131003">
      <w:pPr>
        <w:pStyle w:val="Address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Date"/>
        <w:tag w:val="Date"/>
        <w:id w:val="-1797359151"/>
        <w:placeholder>
          <w:docPart w:val="29862651C28D4C0F93F3CE4B3E640555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B96D91" w:rsidRPr="00310409" w:rsidRDefault="00AD3BFC">
          <w:pPr>
            <w:pStyle w:val="Date"/>
            <w:rPr>
              <w:rFonts w:cstheme="minorHAnsi"/>
              <w:sz w:val="26"/>
              <w:szCs w:val="26"/>
            </w:rPr>
          </w:pPr>
          <w:r w:rsidRPr="00310409">
            <w:rPr>
              <w:rFonts w:cstheme="minorHAnsi"/>
              <w:sz w:val="26"/>
              <w:szCs w:val="26"/>
            </w:rPr>
            <w:t>[Date]</w:t>
          </w:r>
        </w:p>
      </w:sdtContent>
    </w:sdt>
    <w:p w:rsidR="00B96D91" w:rsidRPr="00310409" w:rsidRDefault="00B82FE1">
      <w:pPr>
        <w:pStyle w:val="Address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Recipient Name"/>
          <w:tag w:val=""/>
          <w:id w:val="-1918391190"/>
          <w:placeholder>
            <w:docPart w:val="2F106D24A5354B8EAB91F2524AD28ABC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="00AD3BFC" w:rsidRPr="00310409">
            <w:rPr>
              <w:rFonts w:cstheme="minorHAnsi"/>
              <w:sz w:val="26"/>
              <w:szCs w:val="26"/>
            </w:rPr>
            <w:t>[Recipient Name]</w:t>
          </w:r>
        </w:sdtContent>
      </w:sdt>
      <w:r w:rsidR="00096F4C" w:rsidRPr="00310409">
        <w:rPr>
          <w:rFonts w:cstheme="minorHAnsi"/>
          <w:sz w:val="26"/>
          <w:szCs w:val="26"/>
        </w:rPr>
        <w:t xml:space="preserve"> -optional</w:t>
      </w:r>
    </w:p>
    <w:p w:rsidR="0077551D" w:rsidRPr="00310409" w:rsidRDefault="0077551D">
      <w:pPr>
        <w:pStyle w:val="Address"/>
        <w:rPr>
          <w:rFonts w:cstheme="minorHAnsi"/>
          <w:sz w:val="26"/>
          <w:szCs w:val="26"/>
        </w:rPr>
      </w:pPr>
    </w:p>
    <w:p w:rsidR="00DB3CC4" w:rsidRPr="00DB3CC4" w:rsidRDefault="00DB3CC4" w:rsidP="00DB3CC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310409">
        <w:rPr>
          <w:rFonts w:eastAsia="Times New Roman" w:cstheme="minorHAnsi"/>
          <w:b/>
          <w:bCs/>
          <w:spacing w:val="0"/>
          <w:sz w:val="26"/>
          <w:szCs w:val="26"/>
        </w:rPr>
        <w:t>Subject: Termination letter</w:t>
      </w:r>
    </w:p>
    <w:p w:rsidR="00DB3CC4" w:rsidRPr="00DB3CC4" w:rsidRDefault="00DB3CC4" w:rsidP="00DB3CC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DB3CC4">
        <w:rPr>
          <w:rFonts w:eastAsia="Times New Roman" w:cstheme="minorHAnsi"/>
          <w:spacing w:val="0"/>
          <w:sz w:val="26"/>
          <w:szCs w:val="26"/>
        </w:rPr>
        <w:t xml:space="preserve">This is to inform you that your employment contract has been terminated effective immediately. The disciplinary committee reviewed your case in detail and decided to terminate you </w:t>
      </w:r>
      <w:proofErr w:type="gramStart"/>
      <w:r w:rsidRPr="00DB3CC4">
        <w:rPr>
          <w:rFonts w:eastAsia="Times New Roman" w:cstheme="minorHAnsi"/>
          <w:spacing w:val="0"/>
          <w:sz w:val="26"/>
          <w:szCs w:val="26"/>
        </w:rPr>
        <w:t>on account of</w:t>
      </w:r>
      <w:proofErr w:type="gramEnd"/>
      <w:r w:rsidRPr="00DB3CC4">
        <w:rPr>
          <w:rFonts w:eastAsia="Times New Roman" w:cstheme="minorHAnsi"/>
          <w:spacing w:val="0"/>
          <w:sz w:val="26"/>
          <w:szCs w:val="26"/>
        </w:rPr>
        <w:t xml:space="preserve"> misbehavior with management.</w:t>
      </w:r>
    </w:p>
    <w:p w:rsidR="00DB3CC4" w:rsidRPr="00DB3CC4" w:rsidRDefault="00DB3CC4" w:rsidP="00DB3CC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DB3CC4">
        <w:rPr>
          <w:rFonts w:eastAsia="Times New Roman" w:cstheme="minorHAnsi"/>
          <w:spacing w:val="0"/>
          <w:sz w:val="26"/>
          <w:szCs w:val="26"/>
        </w:rPr>
        <w:t>On [enter date] you assaulted a manager at the workplace when you were reprimanded for poor performance. To physically assault another person is a crime. You are to return any company belongings that you might have.</w:t>
      </w:r>
    </w:p>
    <w:p w:rsidR="00223C56" w:rsidRPr="00310409" w:rsidRDefault="00197544" w:rsidP="00223C56">
      <w:pPr>
        <w:spacing w:before="100" w:beforeAutospacing="1" w:after="100" w:afterAutospacing="1" w:line="240" w:lineRule="auto"/>
        <w:rPr>
          <w:rFonts w:eastAsia="Times New Roman" w:cstheme="minorHAnsi"/>
          <w:color w:val="333333"/>
          <w:spacing w:val="0"/>
          <w:sz w:val="26"/>
          <w:szCs w:val="26"/>
        </w:rPr>
      </w:pPr>
      <w:r w:rsidRPr="00310409">
        <w:rPr>
          <w:rFonts w:eastAsia="Times New Roman" w:cstheme="minorHAnsi"/>
          <w:color w:val="333333"/>
          <w:spacing w:val="0"/>
          <w:sz w:val="26"/>
          <w:szCs w:val="26"/>
        </w:rPr>
        <w:t>Sincerely</w:t>
      </w:r>
      <w:r w:rsidR="00223C56" w:rsidRPr="00310409">
        <w:rPr>
          <w:rFonts w:eastAsia="Times New Roman" w:cstheme="minorHAnsi"/>
          <w:color w:val="333333"/>
          <w:spacing w:val="0"/>
          <w:sz w:val="26"/>
          <w:szCs w:val="26"/>
        </w:rPr>
        <w:t>,</w:t>
      </w:r>
    </w:p>
    <w:p w:rsidR="0056655A" w:rsidRPr="00310409" w:rsidRDefault="0056655A" w:rsidP="00223C56">
      <w:pPr>
        <w:rPr>
          <w:rFonts w:cstheme="minorHAnsi"/>
          <w:sz w:val="26"/>
          <w:szCs w:val="26"/>
        </w:rPr>
      </w:pPr>
    </w:p>
    <w:p w:rsidR="00B96D91" w:rsidRPr="00310409" w:rsidRDefault="00131003">
      <w:pPr>
        <w:pStyle w:val="Signature"/>
        <w:rPr>
          <w:rFonts w:cstheme="minorHAnsi"/>
          <w:sz w:val="26"/>
          <w:szCs w:val="26"/>
        </w:rPr>
      </w:pPr>
      <w:r w:rsidRPr="00310409">
        <w:rPr>
          <w:rFonts w:cstheme="minorHAnsi"/>
          <w:sz w:val="26"/>
          <w:szCs w:val="26"/>
        </w:rPr>
        <w:t>[NAME HERE]</w:t>
      </w:r>
    </w:p>
    <w:p w:rsidR="00B96D91" w:rsidRPr="00310409" w:rsidRDefault="00B82FE1">
      <w:pPr>
        <w:pStyle w:val="Signatur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1531532903"/>
          <w:placeholder>
            <w:docPart w:val="7A40689CF7DF4E9BA62C5CFF7EAD24A5"/>
          </w:placeholder>
          <w:temporary/>
          <w:showingPlcHdr/>
          <w15:appearance w15:val="hidden"/>
        </w:sdtPr>
        <w:sdtEndPr/>
        <w:sdtContent>
          <w:r w:rsidR="00AD3BFC" w:rsidRPr="00310409">
            <w:rPr>
              <w:rFonts w:cstheme="minorHAnsi"/>
              <w:sz w:val="26"/>
              <w:szCs w:val="26"/>
            </w:rPr>
            <w:t>[Title]</w:t>
          </w:r>
        </w:sdtContent>
      </w:sdt>
      <w:bookmarkStart w:id="0" w:name="_GoBack"/>
      <w:bookmarkEnd w:id="0"/>
    </w:p>
    <w:sectPr w:rsidR="00B96D91" w:rsidRPr="00310409" w:rsidSect="008A5789">
      <w:headerReference w:type="default" r:id="rId8"/>
      <w:footerReference w:type="first" r:id="rId9"/>
      <w:pgSz w:w="12240" w:h="15840"/>
      <w:pgMar w:top="45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2FE1" w:rsidRDefault="00B82FE1">
      <w:pPr>
        <w:spacing w:after="0" w:line="240" w:lineRule="auto"/>
      </w:pPr>
      <w:r>
        <w:separator/>
      </w:r>
    </w:p>
  </w:endnote>
  <w:endnote w:type="continuationSeparator" w:id="0">
    <w:p w:rsidR="00B82FE1" w:rsidRDefault="00B82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AC3876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2FE1" w:rsidRDefault="00B82FE1">
      <w:pPr>
        <w:spacing w:after="0" w:line="240" w:lineRule="auto"/>
      </w:pPr>
      <w:r>
        <w:separator/>
      </w:r>
    </w:p>
  </w:footnote>
  <w:footnote w:type="continuationSeparator" w:id="0">
    <w:p w:rsidR="00B82FE1" w:rsidRDefault="00B82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C3876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2003FE"/>
    <w:multiLevelType w:val="multilevel"/>
    <w:tmpl w:val="927AB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D03DB1"/>
    <w:multiLevelType w:val="multilevel"/>
    <w:tmpl w:val="C1C2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03"/>
    <w:rsid w:val="00041FF6"/>
    <w:rsid w:val="00070309"/>
    <w:rsid w:val="00096F4C"/>
    <w:rsid w:val="000E7469"/>
    <w:rsid w:val="00131003"/>
    <w:rsid w:val="00197544"/>
    <w:rsid w:val="001E49E1"/>
    <w:rsid w:val="00223C56"/>
    <w:rsid w:val="002A62BA"/>
    <w:rsid w:val="002B4792"/>
    <w:rsid w:val="002D488D"/>
    <w:rsid w:val="00310409"/>
    <w:rsid w:val="003C2545"/>
    <w:rsid w:val="0040227D"/>
    <w:rsid w:val="00415F77"/>
    <w:rsid w:val="004F27EA"/>
    <w:rsid w:val="00503236"/>
    <w:rsid w:val="00504EA0"/>
    <w:rsid w:val="00525469"/>
    <w:rsid w:val="00551E7D"/>
    <w:rsid w:val="0056655A"/>
    <w:rsid w:val="005F0FE1"/>
    <w:rsid w:val="00704387"/>
    <w:rsid w:val="00707418"/>
    <w:rsid w:val="0077551D"/>
    <w:rsid w:val="007B76AE"/>
    <w:rsid w:val="008A5789"/>
    <w:rsid w:val="008C3A5F"/>
    <w:rsid w:val="00A15BD2"/>
    <w:rsid w:val="00A5491A"/>
    <w:rsid w:val="00A72128"/>
    <w:rsid w:val="00AA5759"/>
    <w:rsid w:val="00AC3876"/>
    <w:rsid w:val="00AD3BFC"/>
    <w:rsid w:val="00B82FE1"/>
    <w:rsid w:val="00B96D91"/>
    <w:rsid w:val="00C25EFE"/>
    <w:rsid w:val="00C61B18"/>
    <w:rsid w:val="00C67788"/>
    <w:rsid w:val="00C67ADD"/>
    <w:rsid w:val="00D56C37"/>
    <w:rsid w:val="00D96937"/>
    <w:rsid w:val="00DB3CC4"/>
    <w:rsid w:val="00E27BA1"/>
    <w:rsid w:val="00EA79D5"/>
    <w:rsid w:val="00ED25AC"/>
    <w:rsid w:val="00F52A5B"/>
    <w:rsid w:val="00F9165E"/>
    <w:rsid w:val="00F97BCF"/>
    <w:rsid w:val="00FA4C1B"/>
    <w:rsid w:val="00FB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77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7043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6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2F106D24A5354B8EAB91F2524AD28A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E5A50-2E6F-4E39-8116-02C8443756DC}"/>
      </w:docPartPr>
      <w:docPartBody>
        <w:p w:rsidR="00513A70" w:rsidRDefault="00705AAD">
          <w:pPr>
            <w:pStyle w:val="2F106D24A5354B8EAB91F2524AD28ABC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7A40689CF7DF4E9BA62C5CFF7EAD24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FB73C-FC44-4F28-95C8-01EECE081035}"/>
      </w:docPartPr>
      <w:docPartBody>
        <w:p w:rsidR="00513A70" w:rsidRDefault="00705AAD">
          <w:pPr>
            <w:pStyle w:val="7A40689CF7DF4E9BA62C5CFF7EAD24A5"/>
          </w:pPr>
          <w:r>
            <w:t>[Title]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AD"/>
    <w:rsid w:val="00064F18"/>
    <w:rsid w:val="00103722"/>
    <w:rsid w:val="00205194"/>
    <w:rsid w:val="00300AC2"/>
    <w:rsid w:val="00397B40"/>
    <w:rsid w:val="00513A70"/>
    <w:rsid w:val="00643EEA"/>
    <w:rsid w:val="00646076"/>
    <w:rsid w:val="00671CCD"/>
    <w:rsid w:val="00705AAD"/>
    <w:rsid w:val="00A556F8"/>
    <w:rsid w:val="00B247F0"/>
    <w:rsid w:val="00B91066"/>
    <w:rsid w:val="00BC7B2D"/>
    <w:rsid w:val="00C7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2018-11-01T07:13:00Z</dcterms:created>
  <dcterms:modified xsi:type="dcterms:W3CDTF">2018-11-01T07:15:00Z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