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6A2D46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>Date</w:t>
      </w:r>
    </w:p>
    <w:p w:rsidR="006A2D46" w:rsidRPr="006A2D46" w:rsidRDefault="006A2D46" w:rsidP="006A2D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>Dear ‘Name of Employee’,</w:t>
      </w:r>
    </w:p>
    <w:p w:rsidR="006A2D46" w:rsidRPr="006A2D46" w:rsidRDefault="006A2D46" w:rsidP="006A2D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>I would like to take the time to appreciate the quality of work you have been producing.</w:t>
      </w:r>
    </w:p>
    <w:p w:rsidR="006A2D46" w:rsidRPr="006A2D46" w:rsidRDefault="006A2D46" w:rsidP="006A2D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 xml:space="preserve">Ever since your induction, I had been looking forward to working with you and you have met with my expectations. Please continue to work with your positive attitude and productivity levels and I am sure </w:t>
      </w:r>
      <w:bookmarkStart w:id="0" w:name="_GoBack"/>
      <w:bookmarkEnd w:id="0"/>
      <w:r w:rsidRPr="006A2D46">
        <w:rPr>
          <w:rFonts w:eastAsia="Times New Roman" w:cstheme="minorHAnsi"/>
          <w:spacing w:val="0"/>
          <w:sz w:val="26"/>
          <w:szCs w:val="26"/>
        </w:rPr>
        <w:t>you will receive great outcomes.</w:t>
      </w:r>
    </w:p>
    <w:p w:rsidR="006A2D46" w:rsidRPr="006A2D46" w:rsidRDefault="006A2D46" w:rsidP="006A2D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>If you, ever, have any issues, do not hesitate to contact me.</w:t>
      </w:r>
    </w:p>
    <w:p w:rsidR="006A2D46" w:rsidRPr="006A2D46" w:rsidRDefault="006A2D46" w:rsidP="006A2D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>Sincerely,</w:t>
      </w:r>
    </w:p>
    <w:p w:rsidR="006A2D46" w:rsidRPr="006A2D46" w:rsidRDefault="006A2D46" w:rsidP="006A2D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>Name of Employee,</w:t>
      </w:r>
    </w:p>
    <w:p w:rsidR="006A2D46" w:rsidRPr="006A2D46" w:rsidRDefault="006A2D46" w:rsidP="006A2D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6A2D46">
        <w:rPr>
          <w:rFonts w:eastAsia="Times New Roman" w:cstheme="minorHAnsi"/>
          <w:spacing w:val="0"/>
          <w:sz w:val="26"/>
          <w:szCs w:val="26"/>
        </w:rPr>
        <w:t>Name of Designation.</w:t>
      </w:r>
    </w:p>
    <w:p w:rsidR="00B96D91" w:rsidRPr="006A2D46" w:rsidRDefault="00B96D91" w:rsidP="00AF4C3E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</w:p>
    <w:sectPr w:rsidR="00B96D91" w:rsidRPr="006A2D46" w:rsidSect="009D337C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AEE" w:rsidRDefault="00373AEE">
      <w:pPr>
        <w:spacing w:after="0" w:line="240" w:lineRule="auto"/>
      </w:pPr>
      <w:r>
        <w:separator/>
      </w:r>
    </w:p>
  </w:endnote>
  <w:endnote w:type="continuationSeparator" w:id="0">
    <w:p w:rsidR="00373AEE" w:rsidRDefault="0037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AEE" w:rsidRDefault="00373AEE">
      <w:pPr>
        <w:spacing w:after="0" w:line="240" w:lineRule="auto"/>
      </w:pPr>
      <w:r>
        <w:separator/>
      </w:r>
    </w:p>
  </w:footnote>
  <w:footnote w:type="continuationSeparator" w:id="0">
    <w:p w:rsidR="00373AEE" w:rsidRDefault="00373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861B0"/>
    <w:rsid w:val="001E49E1"/>
    <w:rsid w:val="00223C56"/>
    <w:rsid w:val="00260C5F"/>
    <w:rsid w:val="002A62BA"/>
    <w:rsid w:val="002D488D"/>
    <w:rsid w:val="00357CB6"/>
    <w:rsid w:val="00373AEE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6A2D46"/>
    <w:rsid w:val="00704387"/>
    <w:rsid w:val="00704504"/>
    <w:rsid w:val="00707418"/>
    <w:rsid w:val="00724E34"/>
    <w:rsid w:val="007629DB"/>
    <w:rsid w:val="00767314"/>
    <w:rsid w:val="0077551D"/>
    <w:rsid w:val="007B76AE"/>
    <w:rsid w:val="008355DC"/>
    <w:rsid w:val="00843505"/>
    <w:rsid w:val="0084523E"/>
    <w:rsid w:val="008A15DF"/>
    <w:rsid w:val="008A6269"/>
    <w:rsid w:val="008C06DE"/>
    <w:rsid w:val="008C3A5F"/>
    <w:rsid w:val="008F2ADA"/>
    <w:rsid w:val="00917D1E"/>
    <w:rsid w:val="00993C18"/>
    <w:rsid w:val="009A578A"/>
    <w:rsid w:val="009D337C"/>
    <w:rsid w:val="00A271BB"/>
    <w:rsid w:val="00A5491A"/>
    <w:rsid w:val="00AA5759"/>
    <w:rsid w:val="00AC3876"/>
    <w:rsid w:val="00AD3BFC"/>
    <w:rsid w:val="00AF4C3E"/>
    <w:rsid w:val="00B1236C"/>
    <w:rsid w:val="00B23FE3"/>
    <w:rsid w:val="00B6173E"/>
    <w:rsid w:val="00B841DF"/>
    <w:rsid w:val="00B96D91"/>
    <w:rsid w:val="00BB003B"/>
    <w:rsid w:val="00BE1F74"/>
    <w:rsid w:val="00C67788"/>
    <w:rsid w:val="00C67ADD"/>
    <w:rsid w:val="00C9008B"/>
    <w:rsid w:val="00CF6958"/>
    <w:rsid w:val="00D56C37"/>
    <w:rsid w:val="00D96937"/>
    <w:rsid w:val="00E204AF"/>
    <w:rsid w:val="00E27BA1"/>
    <w:rsid w:val="00EA52D8"/>
    <w:rsid w:val="00EB5C06"/>
    <w:rsid w:val="00ED25AC"/>
    <w:rsid w:val="00F06FDC"/>
    <w:rsid w:val="00F279B1"/>
    <w:rsid w:val="00F52A5B"/>
    <w:rsid w:val="00F7524F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993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3C1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18127E"/>
    <w:rsid w:val="00205194"/>
    <w:rsid w:val="0027583A"/>
    <w:rsid w:val="00362C5F"/>
    <w:rsid w:val="00494B48"/>
    <w:rsid w:val="00513A70"/>
    <w:rsid w:val="00643EEA"/>
    <w:rsid w:val="00646076"/>
    <w:rsid w:val="00671CCD"/>
    <w:rsid w:val="00705AAD"/>
    <w:rsid w:val="008821FB"/>
    <w:rsid w:val="008927F4"/>
    <w:rsid w:val="00A556F8"/>
    <w:rsid w:val="00B247F0"/>
    <w:rsid w:val="00B91066"/>
    <w:rsid w:val="00BC7B2D"/>
    <w:rsid w:val="00CE6513"/>
    <w:rsid w:val="00CF0619"/>
    <w:rsid w:val="00E84058"/>
    <w:rsid w:val="00F960BF"/>
    <w:rsid w:val="00FC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2018-11-16T10:26:00Z</dcterms:created>
  <dcterms:modified xsi:type="dcterms:W3CDTF">2018-11-16T10:26:00Z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