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3FE" w:rsidRPr="00A74EE2" w:rsidRDefault="004C4746" w:rsidP="000A53FE">
      <w:pPr>
        <w:pStyle w:val="Date"/>
        <w:rPr>
          <w:rFonts w:cstheme="minorHAnsi"/>
          <w:sz w:val="26"/>
          <w:szCs w:val="26"/>
        </w:rPr>
      </w:pPr>
      <w:sdt>
        <w:sdtPr>
          <w:rPr>
            <w:rFonts w:cstheme="minorHAnsi"/>
            <w:sz w:val="26"/>
            <w:szCs w:val="26"/>
          </w:rPr>
          <w:alias w:val="Enter Date:"/>
          <w:tag w:val="Enter Date:"/>
          <w:id w:val="1555272511"/>
          <w:placeholder>
            <w:docPart w:val="C765FC59AA3F4E279F4458D1198A568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A74EE2">
            <w:rPr>
              <w:rFonts w:cstheme="minorHAnsi"/>
              <w:sz w:val="26"/>
              <w:szCs w:val="26"/>
            </w:rPr>
            <w:t>Date</w:t>
          </w:r>
        </w:sdtContent>
      </w:sdt>
    </w:p>
    <w:p w:rsidR="00F009FE" w:rsidRPr="00A74EE2" w:rsidRDefault="00F009FE">
      <w:pPr>
        <w:pStyle w:val="ContactInfo"/>
        <w:tabs>
          <w:tab w:val="left" w:pos="7167"/>
        </w:tabs>
        <w:rPr>
          <w:rFonts w:cstheme="minorHAnsi"/>
          <w:sz w:val="26"/>
          <w:szCs w:val="26"/>
        </w:rPr>
      </w:pPr>
      <w:r w:rsidRPr="00A74EE2">
        <w:rPr>
          <w:rFonts w:cstheme="minorHAnsi"/>
          <w:sz w:val="26"/>
          <w:szCs w:val="26"/>
        </w:rPr>
        <w:t>To</w:t>
      </w:r>
    </w:p>
    <w:p w:rsidR="00F009FE" w:rsidRPr="00A74EE2" w:rsidRDefault="00F009FE">
      <w:pPr>
        <w:pStyle w:val="ContactInfo"/>
        <w:tabs>
          <w:tab w:val="left" w:pos="7167"/>
        </w:tabs>
        <w:rPr>
          <w:rFonts w:cstheme="minorHAnsi"/>
          <w:sz w:val="26"/>
          <w:szCs w:val="26"/>
        </w:rPr>
      </w:pPr>
    </w:p>
    <w:sdt>
      <w:sdtPr>
        <w:rPr>
          <w:rFonts w:cstheme="minorHAnsi"/>
          <w:sz w:val="26"/>
          <w:szCs w:val="26"/>
        </w:rPr>
        <w:alias w:val="Enter Recipient Name:"/>
        <w:tag w:val="Enter Recipient Name:"/>
        <w:id w:val="266046556"/>
        <w:placeholder>
          <w:docPart w:val="07AA5D656710472C81AEE4BB2982546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A74EE2" w:rsidRDefault="004A494B">
          <w:pPr>
            <w:pStyle w:val="ContactInfo"/>
            <w:tabs>
              <w:tab w:val="left" w:pos="7167"/>
            </w:tabs>
            <w:rPr>
              <w:rFonts w:cstheme="minorHAnsi"/>
              <w:sz w:val="26"/>
              <w:szCs w:val="26"/>
            </w:rPr>
          </w:pPr>
          <w:r w:rsidRPr="00A74EE2">
            <w:rPr>
              <w:rFonts w:cstheme="minorHAnsi"/>
              <w:sz w:val="26"/>
              <w:szCs w:val="26"/>
            </w:rPr>
            <w:t>Recipient Name</w:t>
          </w:r>
        </w:p>
      </w:sdtContent>
    </w:sdt>
    <w:p w:rsidR="001562F2" w:rsidRPr="00A74EE2" w:rsidRDefault="004C4746">
      <w:pPr>
        <w:pStyle w:val="ContactInfo"/>
        <w:rPr>
          <w:rFonts w:cstheme="minorHAnsi"/>
          <w:sz w:val="26"/>
          <w:szCs w:val="26"/>
        </w:rPr>
      </w:pPr>
      <w:sdt>
        <w:sdtPr>
          <w:rPr>
            <w:rFonts w:cstheme="minorHAnsi"/>
            <w:sz w:val="26"/>
            <w:szCs w:val="26"/>
          </w:rPr>
          <w:alias w:val="Enter Title:"/>
          <w:tag w:val="Enter Title:"/>
          <w:id w:val="-1978134494"/>
          <w:placeholder>
            <w:docPart w:val="FDA64A5529AD4484A4FE54CF0CFF3290"/>
          </w:placeholder>
          <w:showingPlcHdr/>
          <w15:appearance w15:val="hidden"/>
        </w:sdtPr>
        <w:sdtEndPr/>
        <w:sdtContent>
          <w:r w:rsidR="00C30869" w:rsidRPr="00A74EE2">
            <w:rPr>
              <w:rFonts w:cstheme="minorHAnsi"/>
              <w:sz w:val="26"/>
              <w:szCs w:val="26"/>
            </w:rPr>
            <w:t>Title</w:t>
          </w:r>
        </w:sdtContent>
      </w:sdt>
    </w:p>
    <w:p w:rsidR="00A4729D" w:rsidRPr="00A74EE2" w:rsidRDefault="00A4729D" w:rsidP="00A4729D">
      <w:pPr>
        <w:spacing w:before="100" w:beforeAutospacing="1" w:after="100" w:afterAutospacing="1" w:line="240" w:lineRule="auto"/>
        <w:rPr>
          <w:rFonts w:eastAsia="Times New Roman" w:cstheme="minorHAnsi"/>
          <w:spacing w:val="0"/>
          <w:sz w:val="26"/>
          <w:szCs w:val="26"/>
        </w:rPr>
      </w:pPr>
      <w:r w:rsidRPr="00A74EE2">
        <w:rPr>
          <w:rFonts w:eastAsia="Times New Roman" w:cstheme="minorHAnsi"/>
          <w:spacing w:val="0"/>
          <w:sz w:val="26"/>
          <w:szCs w:val="26"/>
        </w:rPr>
        <w:t>Dear John,</w:t>
      </w:r>
    </w:p>
    <w:p w:rsidR="00A74EE2" w:rsidRPr="00A74EE2" w:rsidRDefault="00A74EE2" w:rsidP="00A4729D">
      <w:pPr>
        <w:spacing w:before="100" w:beforeAutospacing="1" w:after="100" w:afterAutospacing="1" w:line="240" w:lineRule="auto"/>
        <w:rPr>
          <w:rFonts w:cstheme="minorHAnsi"/>
          <w:sz w:val="26"/>
          <w:szCs w:val="26"/>
        </w:rPr>
      </w:pPr>
      <w:r w:rsidRPr="00A74EE2">
        <w:rPr>
          <w:rFonts w:cstheme="minorHAnsi"/>
          <w:sz w:val="26"/>
          <w:szCs w:val="26"/>
        </w:rPr>
        <w:t>I had sent you the complete application enclosed in a white packet on Monday afternoon. I was sure that the packet will be delivered at your address on Tuesday but unfortunately, I did not get any news of the packet being delivered to you or not. I was getting worried about it. Please intimate me as soon as you get the packet delivered. I will be waiting for your answer. Thank you for your co-operation.</w:t>
      </w:r>
    </w:p>
    <w:p w:rsidR="00A4729D" w:rsidRPr="00A74EE2" w:rsidRDefault="00A4729D" w:rsidP="00A4729D">
      <w:pPr>
        <w:spacing w:before="100" w:beforeAutospacing="1" w:after="100" w:afterAutospacing="1" w:line="240" w:lineRule="auto"/>
        <w:rPr>
          <w:rFonts w:eastAsia="Times New Roman" w:cstheme="minorHAnsi"/>
          <w:spacing w:val="0"/>
          <w:sz w:val="26"/>
          <w:szCs w:val="26"/>
        </w:rPr>
      </w:pPr>
      <w:r w:rsidRPr="00A74EE2">
        <w:rPr>
          <w:rFonts w:eastAsia="Times New Roman" w:cstheme="minorHAnsi"/>
          <w:spacing w:val="0"/>
          <w:sz w:val="26"/>
          <w:szCs w:val="26"/>
        </w:rPr>
        <w:t>Regards,</w:t>
      </w:r>
    </w:p>
    <w:p w:rsidR="00A4729D" w:rsidRPr="00A74EE2" w:rsidRDefault="00A4729D" w:rsidP="00A4729D">
      <w:pPr>
        <w:spacing w:before="100" w:beforeAutospacing="1" w:after="100" w:afterAutospacing="1" w:line="240" w:lineRule="auto"/>
        <w:rPr>
          <w:rFonts w:eastAsia="Times New Roman" w:cstheme="minorHAnsi"/>
          <w:spacing w:val="0"/>
          <w:sz w:val="26"/>
          <w:szCs w:val="26"/>
        </w:rPr>
      </w:pPr>
      <w:r w:rsidRPr="00A74EE2">
        <w:rPr>
          <w:rFonts w:eastAsia="Times New Roman" w:cstheme="minorHAnsi"/>
          <w:spacing w:val="0"/>
          <w:sz w:val="26"/>
          <w:szCs w:val="26"/>
        </w:rPr>
        <w:t>Smith Will.</w:t>
      </w:r>
    </w:p>
    <w:p w:rsidR="00BC6B2F" w:rsidRPr="00A74EE2" w:rsidRDefault="004C4746" w:rsidP="00C51322">
      <w:pPr>
        <w:pStyle w:val="Signature"/>
        <w:rPr>
          <w:rFonts w:cstheme="minorHAnsi"/>
          <w:sz w:val="26"/>
          <w:szCs w:val="26"/>
        </w:rPr>
      </w:pPr>
      <w:sdt>
        <w:sdtPr>
          <w:rPr>
            <w:rFonts w:cstheme="minorHAnsi"/>
            <w:sz w:val="26"/>
            <w:szCs w:val="26"/>
          </w:rPr>
          <w:alias w:val="Enter Title:"/>
          <w:tag w:val="Enter Title:"/>
          <w:id w:val="1531532903"/>
          <w:placeholder>
            <w:docPart w:val="FDA64A5529AD4484A4FE54CF0CFF3290"/>
          </w:placeholder>
          <w:temporary/>
          <w:showingPlcHdr/>
          <w15:appearance w15:val="hidden"/>
        </w:sdtPr>
        <w:sdtEndPr/>
        <w:sdtContent>
          <w:r w:rsidR="0031797A" w:rsidRPr="00A74EE2">
            <w:rPr>
              <w:rFonts w:cstheme="minorHAnsi"/>
              <w:sz w:val="26"/>
              <w:szCs w:val="26"/>
            </w:rPr>
            <w:t>Title</w:t>
          </w:r>
        </w:sdtContent>
      </w:sdt>
      <w:bookmarkStart w:id="0" w:name="_GoBack"/>
      <w:bookmarkEnd w:id="0"/>
    </w:p>
    <w:sectPr w:rsidR="00BC6B2F" w:rsidRPr="00A74EE2" w:rsidSect="00F009FE">
      <w:headerReference w:type="default" r:id="rId10"/>
      <w:footerReference w:type="first" r:id="rId11"/>
      <w:pgSz w:w="12240" w:h="15840"/>
      <w:pgMar w:top="2160" w:right="1440" w:bottom="1440" w:left="144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4746" w:rsidRDefault="004C4746">
      <w:pPr>
        <w:spacing w:after="0" w:line="240" w:lineRule="auto"/>
      </w:pPr>
      <w:r>
        <w:separator/>
      </w:r>
    </w:p>
  </w:endnote>
  <w:endnote w:type="continuationSeparator" w:id="0">
    <w:p w:rsidR="004C4746" w:rsidRDefault="004C4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Default="00D421F3">
    <w:pPr>
      <w:pStyle w:val="Footer"/>
    </w:pPr>
    <w:r>
      <w:t>wordexceltemplates.com</w:t>
    </w:r>
  </w:p>
  <w:p w:rsidR="00ED737C" w:rsidRDefault="00ED7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4746" w:rsidRDefault="004C4746">
      <w:pPr>
        <w:spacing w:after="0" w:line="240" w:lineRule="auto"/>
      </w:pPr>
      <w:r>
        <w:separator/>
      </w:r>
    </w:p>
  </w:footnote>
  <w:footnote w:type="continuationSeparator" w:id="0">
    <w:p w:rsidR="004C4746" w:rsidRDefault="004C4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282454215"/>
      <w:placeholder>
        <w:docPart w:val="9A9F3F4302FD424F8ABD00AE730E288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4C4746" w:rsidP="00BC6B2F">
    <w:pPr>
      <w:pStyle w:val="ContactInfo"/>
    </w:pPr>
    <w:sdt>
      <w:sdtPr>
        <w:alias w:val="Enter Date:"/>
        <w:tag w:val="Enter Date:"/>
        <w:id w:val="-548834995"/>
        <w:placeholder>
          <w:docPart w:val="2DC82E6140E342E6B64C1FB2A34902A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C10164"/>
    <w:multiLevelType w:val="multilevel"/>
    <w:tmpl w:val="FB1A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7C"/>
    <w:rsid w:val="000122ED"/>
    <w:rsid w:val="0003530B"/>
    <w:rsid w:val="0005110C"/>
    <w:rsid w:val="000A53FE"/>
    <w:rsid w:val="000C7F1C"/>
    <w:rsid w:val="000E749E"/>
    <w:rsid w:val="00151137"/>
    <w:rsid w:val="001562F2"/>
    <w:rsid w:val="00166A94"/>
    <w:rsid w:val="001F749B"/>
    <w:rsid w:val="001F7681"/>
    <w:rsid w:val="00223F0E"/>
    <w:rsid w:val="00233F60"/>
    <w:rsid w:val="002C03DA"/>
    <w:rsid w:val="0031797A"/>
    <w:rsid w:val="0038335E"/>
    <w:rsid w:val="003D6813"/>
    <w:rsid w:val="00495FBC"/>
    <w:rsid w:val="004A494B"/>
    <w:rsid w:val="004C4746"/>
    <w:rsid w:val="004D6C0C"/>
    <w:rsid w:val="00572923"/>
    <w:rsid w:val="005B67BE"/>
    <w:rsid w:val="005F18F8"/>
    <w:rsid w:val="005F68DF"/>
    <w:rsid w:val="0076174D"/>
    <w:rsid w:val="0077189E"/>
    <w:rsid w:val="007859F4"/>
    <w:rsid w:val="00813F48"/>
    <w:rsid w:val="00822379"/>
    <w:rsid w:val="008400BE"/>
    <w:rsid w:val="008446D8"/>
    <w:rsid w:val="0087786B"/>
    <w:rsid w:val="0089506A"/>
    <w:rsid w:val="008C338A"/>
    <w:rsid w:val="008D58F0"/>
    <w:rsid w:val="009073D6"/>
    <w:rsid w:val="00931557"/>
    <w:rsid w:val="009967C4"/>
    <w:rsid w:val="009B4241"/>
    <w:rsid w:val="009D2C8A"/>
    <w:rsid w:val="00A4729D"/>
    <w:rsid w:val="00A74EE2"/>
    <w:rsid w:val="00B35BA9"/>
    <w:rsid w:val="00B37EC3"/>
    <w:rsid w:val="00B75D2D"/>
    <w:rsid w:val="00BC6B2F"/>
    <w:rsid w:val="00C06C83"/>
    <w:rsid w:val="00C13954"/>
    <w:rsid w:val="00C300D0"/>
    <w:rsid w:val="00C30869"/>
    <w:rsid w:val="00C51322"/>
    <w:rsid w:val="00CF6DF5"/>
    <w:rsid w:val="00D17423"/>
    <w:rsid w:val="00D421F3"/>
    <w:rsid w:val="00D46790"/>
    <w:rsid w:val="00E04725"/>
    <w:rsid w:val="00E153E3"/>
    <w:rsid w:val="00E47689"/>
    <w:rsid w:val="00E65F6C"/>
    <w:rsid w:val="00E664F9"/>
    <w:rsid w:val="00EC4603"/>
    <w:rsid w:val="00ED737C"/>
    <w:rsid w:val="00EF337A"/>
    <w:rsid w:val="00F009FE"/>
    <w:rsid w:val="00F30427"/>
    <w:rsid w:val="00F464F2"/>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5A0E4"/>
  <w15:chartTrackingRefBased/>
  <w15:docId w15:val="{8EB5E800-5B3E-450A-BC06-3A1762F8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82768">
      <w:bodyDiv w:val="1"/>
      <w:marLeft w:val="0"/>
      <w:marRight w:val="0"/>
      <w:marTop w:val="0"/>
      <w:marBottom w:val="0"/>
      <w:divBdr>
        <w:top w:val="none" w:sz="0" w:space="0" w:color="auto"/>
        <w:left w:val="none" w:sz="0" w:space="0" w:color="auto"/>
        <w:bottom w:val="none" w:sz="0" w:space="0" w:color="auto"/>
        <w:right w:val="none" w:sz="0" w:space="0" w:color="auto"/>
      </w:divBdr>
    </w:div>
    <w:div w:id="364330556">
      <w:bodyDiv w:val="1"/>
      <w:marLeft w:val="0"/>
      <w:marRight w:val="0"/>
      <w:marTop w:val="0"/>
      <w:marBottom w:val="0"/>
      <w:divBdr>
        <w:top w:val="none" w:sz="0" w:space="0" w:color="auto"/>
        <w:left w:val="none" w:sz="0" w:space="0" w:color="auto"/>
        <w:bottom w:val="none" w:sz="0" w:space="0" w:color="auto"/>
        <w:right w:val="none" w:sz="0" w:space="0" w:color="auto"/>
      </w:divBdr>
    </w:div>
    <w:div w:id="474177600">
      <w:bodyDiv w:val="1"/>
      <w:marLeft w:val="0"/>
      <w:marRight w:val="0"/>
      <w:marTop w:val="0"/>
      <w:marBottom w:val="0"/>
      <w:divBdr>
        <w:top w:val="none" w:sz="0" w:space="0" w:color="auto"/>
        <w:left w:val="none" w:sz="0" w:space="0" w:color="auto"/>
        <w:bottom w:val="none" w:sz="0" w:space="0" w:color="auto"/>
        <w:right w:val="none" w:sz="0" w:space="0" w:color="auto"/>
      </w:divBdr>
    </w:div>
    <w:div w:id="544096861">
      <w:bodyDiv w:val="1"/>
      <w:marLeft w:val="0"/>
      <w:marRight w:val="0"/>
      <w:marTop w:val="0"/>
      <w:marBottom w:val="0"/>
      <w:divBdr>
        <w:top w:val="none" w:sz="0" w:space="0" w:color="auto"/>
        <w:left w:val="none" w:sz="0" w:space="0" w:color="auto"/>
        <w:bottom w:val="none" w:sz="0" w:space="0" w:color="auto"/>
        <w:right w:val="none" w:sz="0" w:space="0" w:color="auto"/>
      </w:divBdr>
    </w:div>
    <w:div w:id="581330719">
      <w:bodyDiv w:val="1"/>
      <w:marLeft w:val="0"/>
      <w:marRight w:val="0"/>
      <w:marTop w:val="0"/>
      <w:marBottom w:val="0"/>
      <w:divBdr>
        <w:top w:val="none" w:sz="0" w:space="0" w:color="auto"/>
        <w:left w:val="none" w:sz="0" w:space="0" w:color="auto"/>
        <w:bottom w:val="none" w:sz="0" w:space="0" w:color="auto"/>
        <w:right w:val="none" w:sz="0" w:space="0" w:color="auto"/>
      </w:divBdr>
    </w:div>
    <w:div w:id="1136725538">
      <w:bodyDiv w:val="1"/>
      <w:marLeft w:val="0"/>
      <w:marRight w:val="0"/>
      <w:marTop w:val="0"/>
      <w:marBottom w:val="0"/>
      <w:divBdr>
        <w:top w:val="none" w:sz="0" w:space="0" w:color="auto"/>
        <w:left w:val="none" w:sz="0" w:space="0" w:color="auto"/>
        <w:bottom w:val="none" w:sz="0" w:space="0" w:color="auto"/>
        <w:right w:val="none" w:sz="0" w:space="0" w:color="auto"/>
      </w:divBdr>
    </w:div>
    <w:div w:id="1388990027">
      <w:bodyDiv w:val="1"/>
      <w:marLeft w:val="0"/>
      <w:marRight w:val="0"/>
      <w:marTop w:val="0"/>
      <w:marBottom w:val="0"/>
      <w:divBdr>
        <w:top w:val="none" w:sz="0" w:space="0" w:color="auto"/>
        <w:left w:val="none" w:sz="0" w:space="0" w:color="auto"/>
        <w:bottom w:val="none" w:sz="0" w:space="0" w:color="auto"/>
        <w:right w:val="none" w:sz="0" w:space="0" w:color="auto"/>
      </w:divBdr>
    </w:div>
    <w:div w:id="1528637482">
      <w:bodyDiv w:val="1"/>
      <w:marLeft w:val="0"/>
      <w:marRight w:val="0"/>
      <w:marTop w:val="0"/>
      <w:marBottom w:val="0"/>
      <w:divBdr>
        <w:top w:val="none" w:sz="0" w:space="0" w:color="auto"/>
        <w:left w:val="none" w:sz="0" w:space="0" w:color="auto"/>
        <w:bottom w:val="none" w:sz="0" w:space="0" w:color="auto"/>
        <w:right w:val="none" w:sz="0" w:space="0" w:color="auto"/>
      </w:divBdr>
    </w:div>
    <w:div w:id="1694308620">
      <w:bodyDiv w:val="1"/>
      <w:marLeft w:val="0"/>
      <w:marRight w:val="0"/>
      <w:marTop w:val="0"/>
      <w:marBottom w:val="0"/>
      <w:divBdr>
        <w:top w:val="none" w:sz="0" w:space="0" w:color="auto"/>
        <w:left w:val="none" w:sz="0" w:space="0" w:color="auto"/>
        <w:bottom w:val="none" w:sz="0" w:space="0" w:color="auto"/>
        <w:right w:val="none" w:sz="0" w:space="0" w:color="auto"/>
      </w:divBdr>
    </w:div>
    <w:div w:id="2072774341">
      <w:bodyDiv w:val="1"/>
      <w:marLeft w:val="0"/>
      <w:marRight w:val="0"/>
      <w:marTop w:val="0"/>
      <w:marBottom w:val="0"/>
      <w:divBdr>
        <w:top w:val="none" w:sz="0" w:space="0" w:color="auto"/>
        <w:left w:val="none" w:sz="0" w:space="0" w:color="auto"/>
        <w:bottom w:val="none" w:sz="0" w:space="0" w:color="auto"/>
        <w:right w:val="none" w:sz="0" w:space="0" w:color="auto"/>
      </w:divBdr>
    </w:div>
    <w:div w:id="21075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65FC59AA3F4E279F4458D1198A5688"/>
        <w:category>
          <w:name w:val="General"/>
          <w:gallery w:val="placeholder"/>
        </w:category>
        <w:types>
          <w:type w:val="bbPlcHdr"/>
        </w:types>
        <w:behaviors>
          <w:behavior w:val="content"/>
        </w:behaviors>
        <w:guid w:val="{3EFC887C-625C-428D-B0E3-498F9BA0A237}"/>
      </w:docPartPr>
      <w:docPartBody>
        <w:p w:rsidR="00D9179A" w:rsidRDefault="003C22B6">
          <w:pPr>
            <w:pStyle w:val="C765FC59AA3F4E279F4458D1198A5688"/>
          </w:pPr>
          <w:r w:rsidRPr="0089506A">
            <w:t>Date</w:t>
          </w:r>
        </w:p>
      </w:docPartBody>
    </w:docPart>
    <w:docPart>
      <w:docPartPr>
        <w:name w:val="07AA5D656710472C81AEE4BB29825469"/>
        <w:category>
          <w:name w:val="General"/>
          <w:gallery w:val="placeholder"/>
        </w:category>
        <w:types>
          <w:type w:val="bbPlcHdr"/>
        </w:types>
        <w:behaviors>
          <w:behavior w:val="content"/>
        </w:behaviors>
        <w:guid w:val="{0D972532-348E-4D83-B603-1E4D4C9FE47D}"/>
      </w:docPartPr>
      <w:docPartBody>
        <w:p w:rsidR="00D9179A" w:rsidRDefault="003C22B6">
          <w:pPr>
            <w:pStyle w:val="07AA5D656710472C81AEE4BB29825469"/>
          </w:pPr>
          <w:r w:rsidRPr="0089506A">
            <w:t>Recipient Name</w:t>
          </w:r>
        </w:p>
      </w:docPartBody>
    </w:docPart>
    <w:docPart>
      <w:docPartPr>
        <w:name w:val="FDA64A5529AD4484A4FE54CF0CFF3290"/>
        <w:category>
          <w:name w:val="General"/>
          <w:gallery w:val="placeholder"/>
        </w:category>
        <w:types>
          <w:type w:val="bbPlcHdr"/>
        </w:types>
        <w:behaviors>
          <w:behavior w:val="content"/>
        </w:behaviors>
        <w:guid w:val="{F4049AAE-3CDF-4A64-8240-0983DA03C648}"/>
      </w:docPartPr>
      <w:docPartBody>
        <w:p w:rsidR="00D9179A" w:rsidRDefault="003C22B6">
          <w:pPr>
            <w:pStyle w:val="FDA64A5529AD4484A4FE54CF0CFF3290"/>
          </w:pPr>
          <w:r w:rsidRPr="0089506A">
            <w:t>Title</w:t>
          </w:r>
        </w:p>
      </w:docPartBody>
    </w:docPart>
    <w:docPart>
      <w:docPartPr>
        <w:name w:val="9A9F3F4302FD424F8ABD00AE730E2884"/>
        <w:category>
          <w:name w:val="General"/>
          <w:gallery w:val="placeholder"/>
        </w:category>
        <w:types>
          <w:type w:val="bbPlcHdr"/>
        </w:types>
        <w:behaviors>
          <w:behavior w:val="content"/>
        </w:behaviors>
        <w:guid w:val="{EA785F14-FA30-4372-9D7C-BFB48A33989F}"/>
      </w:docPartPr>
      <w:docPartBody>
        <w:p w:rsidR="00D95217" w:rsidRPr="0089506A" w:rsidRDefault="003C22B6">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3C22B6">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3C22B6">
          <w:r w:rsidRPr="0089506A">
            <w:t>Cynthia welcomes leadership opportunities and meets her deadlines on time.</w:t>
          </w:r>
        </w:p>
        <w:p w:rsidR="00D95217" w:rsidRPr="0089506A" w:rsidRDefault="003C22B6">
          <w:r w:rsidRPr="0089506A">
            <w:t>Trey Research needs more employees like Cynthia. She is an asset to any company that hires her.</w:t>
          </w:r>
        </w:p>
        <w:p w:rsidR="00D9179A" w:rsidRDefault="003C22B6">
          <w:pPr>
            <w:pStyle w:val="9A9F3F4302FD424F8ABD00AE730E2884"/>
          </w:pPr>
          <w:r w:rsidRPr="0089506A">
            <w:t>If you would like additional information about Cynthia, you can telephone me at (425) 555-0156.</w:t>
          </w:r>
        </w:p>
      </w:docPartBody>
    </w:docPart>
    <w:docPart>
      <w:docPartPr>
        <w:name w:val="2DC82E6140E342E6B64C1FB2A34902A5"/>
        <w:category>
          <w:name w:val="General"/>
          <w:gallery w:val="placeholder"/>
        </w:category>
        <w:types>
          <w:type w:val="bbPlcHdr"/>
        </w:types>
        <w:behaviors>
          <w:behavior w:val="content"/>
        </w:behaviors>
        <w:guid w:val="{379940DB-D6CE-499F-812D-59E87EAA39E6}"/>
      </w:docPartPr>
      <w:docPartBody>
        <w:p w:rsidR="00D9179A" w:rsidRDefault="003C22B6">
          <w:pPr>
            <w:pStyle w:val="2DC82E6140E342E6B64C1FB2A34902A5"/>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F4"/>
    <w:rsid w:val="00114E37"/>
    <w:rsid w:val="003C22B6"/>
    <w:rsid w:val="004B38D6"/>
    <w:rsid w:val="0085049C"/>
    <w:rsid w:val="00A54331"/>
    <w:rsid w:val="00A5626A"/>
    <w:rsid w:val="00AC7151"/>
    <w:rsid w:val="00D9179A"/>
    <w:rsid w:val="00DA4977"/>
    <w:rsid w:val="00DB28F4"/>
    <w:rsid w:val="00F1288A"/>
    <w:rsid w:val="00F51660"/>
    <w:rsid w:val="00F5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2845309A9C453A8D8EB9BA377C6320">
    <w:name w:val="7B2845309A9C453A8D8EB9BA377C6320"/>
  </w:style>
  <w:style w:type="paragraph" w:customStyle="1" w:styleId="FEA37CD819F3450A893A492D29841B74">
    <w:name w:val="FEA37CD819F3450A893A492D29841B74"/>
  </w:style>
  <w:style w:type="paragraph" w:customStyle="1" w:styleId="A6E31AC6FF534B2A9EB6D7BCD9CCC544">
    <w:name w:val="A6E31AC6FF534B2A9EB6D7BCD9CCC544"/>
  </w:style>
  <w:style w:type="paragraph" w:customStyle="1" w:styleId="3D8952A1413D4CAFB54373B9F37A4E79">
    <w:name w:val="3D8952A1413D4CAFB54373B9F37A4E79"/>
  </w:style>
  <w:style w:type="paragraph" w:customStyle="1" w:styleId="C765FC59AA3F4E279F4458D1198A5688">
    <w:name w:val="C765FC59AA3F4E279F4458D1198A5688"/>
  </w:style>
  <w:style w:type="paragraph" w:customStyle="1" w:styleId="07AA5D656710472C81AEE4BB29825469">
    <w:name w:val="07AA5D656710472C81AEE4BB29825469"/>
  </w:style>
  <w:style w:type="paragraph" w:customStyle="1" w:styleId="FDA64A5529AD4484A4FE54CF0CFF3290">
    <w:name w:val="FDA64A5529AD4484A4FE54CF0CFF3290"/>
  </w:style>
  <w:style w:type="paragraph" w:customStyle="1" w:styleId="0D463B360CA1443E9F02C6DBECDFC371">
    <w:name w:val="0D463B360CA1443E9F02C6DBECDFC371"/>
  </w:style>
  <w:style w:type="paragraph" w:customStyle="1" w:styleId="A72559FB7BDE470192EBE1D14474C07C">
    <w:name w:val="A72559FB7BDE470192EBE1D14474C07C"/>
  </w:style>
  <w:style w:type="paragraph" w:customStyle="1" w:styleId="9A9F3F4302FD424F8ABD00AE730E2884">
    <w:name w:val="9A9F3F4302FD424F8ABD00AE730E2884"/>
  </w:style>
  <w:style w:type="paragraph" w:customStyle="1" w:styleId="2DC82E6140E342E6B64C1FB2A34902A5">
    <w:name w:val="2DC82E6140E342E6B64C1FB2A34902A5"/>
  </w:style>
  <w:style w:type="paragraph" w:customStyle="1" w:styleId="8CB81C3F70FC49A485B826B528FD02A0">
    <w:name w:val="8CB81C3F70FC49A485B826B528FD02A0"/>
  </w:style>
  <w:style w:type="paragraph" w:customStyle="1" w:styleId="51954F791934426488F6F6B19E758424">
    <w:name w:val="51954F791934426488F6F6B19E758424"/>
    <w:rsid w:val="00DB28F4"/>
  </w:style>
  <w:style w:type="paragraph" w:customStyle="1" w:styleId="C8475BA1A11941D6804AA500D6FE4D30">
    <w:name w:val="C8475BA1A11941D6804AA500D6FE4D30"/>
    <w:rsid w:val="00DB2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76FCCA9B-E5A5-47B2-90C4-19B8E73B9B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0</TotalTime>
  <Pages>1</Pages>
  <Words>72</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Muhammad Naveed Ahmed</cp:lastModifiedBy>
  <cp:revision>3</cp:revision>
  <dcterms:created xsi:type="dcterms:W3CDTF">2018-11-20T12:05:00Z</dcterms:created>
  <dcterms:modified xsi:type="dcterms:W3CDTF">2018-11-20T12:05:00Z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