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Layout table to add meeting details"/>
      </w:tblPr>
      <w:tblGrid>
        <w:gridCol w:w="10790"/>
      </w:tblGrid>
      <w:tr w:rsidR="00A319C4" w:rsidRPr="0084533D" w:rsidTr="0015141C">
        <w:trPr>
          <w:trHeight w:val="576"/>
        </w:trPr>
        <w:tc>
          <w:tcPr>
            <w:tcW w:w="10790" w:type="dxa"/>
            <w:shd w:val="clear" w:color="auto" w:fill="D9D9D9"/>
            <w:vAlign w:val="center"/>
          </w:tcPr>
          <w:p w:rsidR="00A319C4" w:rsidRPr="00A319C4" w:rsidRDefault="00F5449D" w:rsidP="00D01859">
            <w:pPr>
              <w:pStyle w:val="Heading1"/>
              <w:outlineLvl w:val="0"/>
            </w:pPr>
            <w:r>
              <w:t>ATTENDNACE SHEET</w:t>
            </w:r>
          </w:p>
        </w:tc>
      </w:tr>
    </w:tbl>
    <w:tbl>
      <w:tblPr>
        <w:tblStyle w:val="TableTheme"/>
        <w:tblW w:w="5000" w:type="pct"/>
        <w:tblLayout w:type="fixed"/>
        <w:tblLook w:val="0620" w:firstRow="1" w:lastRow="0" w:firstColumn="0" w:lastColumn="0" w:noHBand="1" w:noVBand="1"/>
        <w:tblDescription w:val="Layout table to add meeting details"/>
      </w:tblPr>
      <w:tblGrid>
        <w:gridCol w:w="1434"/>
        <w:gridCol w:w="4590"/>
        <w:gridCol w:w="1711"/>
        <w:gridCol w:w="3055"/>
      </w:tblGrid>
      <w:tr w:rsidR="00790A03" w:rsidTr="0015141C">
        <w:trPr>
          <w:trHeight w:val="385"/>
        </w:trPr>
        <w:tc>
          <w:tcPr>
            <w:tcW w:w="1433" w:type="dxa"/>
          </w:tcPr>
          <w:p w:rsidR="00790A03" w:rsidRPr="00614BD7" w:rsidRDefault="00F5449D" w:rsidP="00E34DFD">
            <w:pPr>
              <w:pStyle w:val="Heading2"/>
            </w:pPr>
            <w:r>
              <w:t>Event</w:t>
            </w:r>
          </w:p>
        </w:tc>
        <w:tc>
          <w:tcPr>
            <w:tcW w:w="4586" w:type="dxa"/>
          </w:tcPr>
          <w:p w:rsidR="00790A03" w:rsidRPr="00EF29E7" w:rsidRDefault="00F5449D" w:rsidP="00E34DFD">
            <w:r>
              <w:t>Event Name</w:t>
            </w:r>
          </w:p>
        </w:tc>
        <w:tc>
          <w:tcPr>
            <w:tcW w:w="1709" w:type="dxa"/>
          </w:tcPr>
          <w:p w:rsidR="00790A03" w:rsidRPr="00614BD7" w:rsidRDefault="00F5449D" w:rsidP="00E34DFD">
            <w:pPr>
              <w:pStyle w:val="Heading2"/>
            </w:pPr>
            <w:r>
              <w:t>Date:</w:t>
            </w:r>
          </w:p>
        </w:tc>
        <w:sdt>
          <w:sdtPr>
            <w:alias w:val="Enter date:"/>
            <w:tag w:val="Enter date:"/>
            <w:id w:val="1952743077"/>
            <w:placeholder>
              <w:docPart w:val="79C571C26EA243108D9A2D110DEF1148"/>
            </w:placeholder>
            <w:temporary/>
            <w:showingPlcHdr/>
            <w15:appearance w15:val="hidden"/>
          </w:sdtPr>
          <w:sdtEndPr/>
          <w:sdtContent>
            <w:tc>
              <w:tcPr>
                <w:tcW w:w="3052" w:type="dxa"/>
              </w:tcPr>
              <w:p w:rsidR="00790A03" w:rsidRPr="00EF29E7" w:rsidRDefault="00790A03" w:rsidP="00E34DFD">
                <w:r>
                  <w:t>Date</w:t>
                </w:r>
              </w:p>
            </w:tc>
          </w:sdtContent>
        </w:sdt>
      </w:tr>
      <w:tr w:rsidR="00790A03" w:rsidTr="0015141C">
        <w:trPr>
          <w:trHeight w:val="389"/>
        </w:trPr>
        <w:tc>
          <w:tcPr>
            <w:tcW w:w="1433" w:type="dxa"/>
          </w:tcPr>
          <w:p w:rsidR="00790A03" w:rsidRDefault="00EB3F89" w:rsidP="00E34DFD">
            <w:pPr>
              <w:pStyle w:val="Heading2"/>
            </w:pPr>
            <w:sdt>
              <w:sdtPr>
                <w:alias w:val="Facilitator:"/>
                <w:tag w:val="Facilitator:"/>
                <w:id w:val="137772821"/>
                <w:placeholder>
                  <w:docPart w:val="3544E9EE59434F3CB7D16E0BE9576E08"/>
                </w:placeholder>
                <w:temporary/>
                <w:showingPlcHdr/>
                <w15:appearance w15:val="hidden"/>
              </w:sdtPr>
              <w:sdtEndPr/>
              <w:sdtContent>
                <w:r w:rsidR="00790A03">
                  <w:t>Facilitator:</w:t>
                </w:r>
              </w:sdtContent>
            </w:sdt>
          </w:p>
        </w:tc>
        <w:sdt>
          <w:sdtPr>
            <w:alias w:val="Enter facilitator name:"/>
            <w:tag w:val="Enter facilitator name:"/>
            <w:id w:val="543178263"/>
            <w:placeholder>
              <w:docPart w:val="B6E17E09F3FB4A1EB9A410F12B4CE5FE"/>
            </w:placeholder>
            <w:temporary/>
            <w:showingPlcHdr/>
            <w15:appearance w15:val="hidden"/>
          </w:sdtPr>
          <w:sdtEndPr/>
          <w:sdtContent>
            <w:tc>
              <w:tcPr>
                <w:tcW w:w="4586" w:type="dxa"/>
              </w:tcPr>
              <w:p w:rsidR="00790A03" w:rsidRPr="00EF29E7" w:rsidRDefault="00790A03" w:rsidP="00E34DFD">
                <w:r>
                  <w:t>Facilitator name</w:t>
                </w:r>
              </w:p>
            </w:tc>
          </w:sdtContent>
        </w:sdt>
        <w:sdt>
          <w:sdtPr>
            <w:alias w:val="Place/Room:"/>
            <w:tag w:val="Place/Room:"/>
            <w:id w:val="1083577569"/>
            <w:placeholder>
              <w:docPart w:val="D238A484ED7A4014896193F02F3451A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09" w:type="dxa"/>
              </w:tcPr>
              <w:p w:rsidR="00790A03" w:rsidRDefault="00790A03" w:rsidP="00E34DFD">
                <w:pPr>
                  <w:pStyle w:val="Heading2"/>
                </w:pPr>
                <w:r w:rsidRPr="003D58A0">
                  <w:t>Place/Room:</w:t>
                </w:r>
              </w:p>
            </w:tc>
          </w:sdtContent>
        </w:sdt>
        <w:sdt>
          <w:sdtPr>
            <w:alias w:val="Enter meeting place or room:"/>
            <w:tag w:val="Enter meeting place or room:"/>
            <w:id w:val="-330834099"/>
            <w:placeholder>
              <w:docPart w:val="23CE5F17B0BD4D8AAB23A75BAB94C37E"/>
            </w:placeholder>
            <w:temporary/>
            <w:showingPlcHdr/>
            <w15:appearance w15:val="hidden"/>
          </w:sdtPr>
          <w:sdtEndPr/>
          <w:sdtContent>
            <w:tc>
              <w:tcPr>
                <w:tcW w:w="3052" w:type="dxa"/>
              </w:tcPr>
              <w:p w:rsidR="00790A03" w:rsidRPr="00EF29E7" w:rsidRDefault="00790A03" w:rsidP="00E34DFD">
                <w:r>
                  <w:t>Meeting place/ room</w:t>
                </w:r>
              </w:p>
            </w:tc>
          </w:sdtContent>
        </w:sdt>
      </w:tr>
    </w:tbl>
    <w:p w:rsidR="00790A03" w:rsidRDefault="00790A03"/>
    <w:tbl>
      <w:tblPr>
        <w:tblStyle w:val="TableGrid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Add Name, Title, Company, Phone and Fax numbers, and E-mail address in this table"/>
      </w:tblPr>
      <w:tblGrid>
        <w:gridCol w:w="4018"/>
        <w:gridCol w:w="2008"/>
        <w:gridCol w:w="1305"/>
        <w:gridCol w:w="1305"/>
        <w:gridCol w:w="2154"/>
      </w:tblGrid>
      <w:tr w:rsidR="009D249A" w:rsidTr="00B07B48">
        <w:trPr>
          <w:trHeight w:val="323"/>
          <w:tblHeader/>
        </w:trPr>
        <w:tc>
          <w:tcPr>
            <w:tcW w:w="4018" w:type="dxa"/>
            <w:shd w:val="clear" w:color="auto" w:fill="D9D9D9" w:themeFill="background1" w:themeFillShade="D9"/>
            <w:vAlign w:val="center"/>
          </w:tcPr>
          <w:p w:rsidR="009D249A" w:rsidRPr="00614BD7" w:rsidRDefault="009D249A" w:rsidP="0084533D">
            <w:pPr>
              <w:pStyle w:val="Heading2"/>
              <w:outlineLvl w:val="1"/>
            </w:pPr>
            <w:r>
              <w:t>Name</w:t>
            </w:r>
          </w:p>
        </w:tc>
        <w:tc>
          <w:tcPr>
            <w:tcW w:w="2008" w:type="dxa"/>
            <w:shd w:val="clear" w:color="auto" w:fill="D9D9D9" w:themeFill="background1" w:themeFillShade="D9"/>
            <w:vAlign w:val="center"/>
          </w:tcPr>
          <w:p w:rsidR="009D249A" w:rsidRPr="00614BD7" w:rsidRDefault="003124CD" w:rsidP="0084533D">
            <w:pPr>
              <w:pStyle w:val="Heading2"/>
              <w:outlineLvl w:val="1"/>
            </w:pPr>
            <w:r>
              <w:t>Address</w:t>
            </w:r>
            <w:bookmarkStart w:id="0" w:name="_GoBack"/>
            <w:bookmarkEnd w:id="0"/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9D249A" w:rsidRPr="00614BD7" w:rsidRDefault="009D249A" w:rsidP="0084533D">
            <w:pPr>
              <w:pStyle w:val="Heading2"/>
              <w:outlineLvl w:val="1"/>
            </w:pPr>
            <w:r>
              <w:t>Time In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9D249A" w:rsidRPr="00614BD7" w:rsidRDefault="009D249A" w:rsidP="0084533D">
            <w:pPr>
              <w:pStyle w:val="Heading2"/>
              <w:outlineLvl w:val="1"/>
            </w:pPr>
            <w:r>
              <w:t>Time Out</w:t>
            </w:r>
          </w:p>
        </w:tc>
        <w:tc>
          <w:tcPr>
            <w:tcW w:w="2154" w:type="dxa"/>
            <w:shd w:val="clear" w:color="auto" w:fill="D9D9D9" w:themeFill="background1" w:themeFillShade="D9"/>
            <w:vAlign w:val="center"/>
          </w:tcPr>
          <w:p w:rsidR="009D249A" w:rsidRPr="00614BD7" w:rsidRDefault="003124CD" w:rsidP="0084533D">
            <w:pPr>
              <w:pStyle w:val="Heading2"/>
              <w:outlineLvl w:val="1"/>
            </w:pPr>
            <w:r>
              <w:t>Initials</w:t>
            </w:r>
          </w:p>
        </w:tc>
      </w:tr>
      <w:tr w:rsidR="009D249A" w:rsidTr="00F94EB0">
        <w:trPr>
          <w:trHeight w:hRule="exact" w:val="605"/>
        </w:trPr>
        <w:sdt>
          <w:sdtPr>
            <w:alias w:val="Enter name1:"/>
            <w:tag w:val="Enter name1:"/>
            <w:id w:val="1117337749"/>
            <w:placeholder>
              <w:docPart w:val="6014EBF0AA2441E1B73CFCF16C6FA53E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614BD7">
                <w:r>
                  <w:t>Name 1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614BD7"/>
        </w:tc>
        <w:tc>
          <w:tcPr>
            <w:tcW w:w="1305" w:type="dxa"/>
            <w:vAlign w:val="center"/>
          </w:tcPr>
          <w:p w:rsidR="009D249A" w:rsidRDefault="009D249A" w:rsidP="00614BD7"/>
        </w:tc>
        <w:tc>
          <w:tcPr>
            <w:tcW w:w="1305" w:type="dxa"/>
            <w:vAlign w:val="center"/>
          </w:tcPr>
          <w:p w:rsidR="009D249A" w:rsidRDefault="009D249A" w:rsidP="00614BD7"/>
        </w:tc>
        <w:tc>
          <w:tcPr>
            <w:tcW w:w="2154" w:type="dxa"/>
            <w:vAlign w:val="center"/>
          </w:tcPr>
          <w:p w:rsidR="009D249A" w:rsidRDefault="009D249A" w:rsidP="00614BD7"/>
        </w:tc>
      </w:tr>
      <w:tr w:rsidR="009D249A" w:rsidTr="0094218B">
        <w:trPr>
          <w:trHeight w:hRule="exact" w:val="605"/>
        </w:trPr>
        <w:sdt>
          <w:sdtPr>
            <w:alias w:val="Enter name2:"/>
            <w:tag w:val="Enter name2:"/>
            <w:id w:val="1493985129"/>
            <w:placeholder>
              <w:docPart w:val="EFE5CD05CDAC484F9ABB23EF48D7D4B6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2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AD578A">
        <w:trPr>
          <w:trHeight w:hRule="exact" w:val="605"/>
        </w:trPr>
        <w:sdt>
          <w:sdtPr>
            <w:alias w:val="Enter name3:"/>
            <w:tag w:val="Enter name3:"/>
            <w:id w:val="-1544055805"/>
            <w:placeholder>
              <w:docPart w:val="565640F46DC24DEFB25AD9F435E035C0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3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4043AB">
        <w:trPr>
          <w:trHeight w:hRule="exact" w:val="605"/>
        </w:trPr>
        <w:sdt>
          <w:sdtPr>
            <w:alias w:val="Enter name4:"/>
            <w:tag w:val="Enter name4:"/>
            <w:id w:val="726726429"/>
            <w:placeholder>
              <w:docPart w:val="3E993D457E4D444892D80CB228248D71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4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725B82">
        <w:trPr>
          <w:trHeight w:hRule="exact" w:val="605"/>
        </w:trPr>
        <w:sdt>
          <w:sdtPr>
            <w:alias w:val="Enter name5:"/>
            <w:tag w:val="Enter name5:"/>
            <w:id w:val="-1632006998"/>
            <w:placeholder>
              <w:docPart w:val="A9EDE3A05F3D4BDCB3D9299E4EC06991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5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C02958">
        <w:trPr>
          <w:trHeight w:hRule="exact" w:val="605"/>
        </w:trPr>
        <w:sdt>
          <w:sdtPr>
            <w:alias w:val="Enter name6:"/>
            <w:tag w:val="Enter name6:"/>
            <w:id w:val="-1561552566"/>
            <w:placeholder>
              <w:docPart w:val="53D018DF0F3546718E681BA7D6246898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6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A34E12">
        <w:trPr>
          <w:trHeight w:hRule="exact" w:val="605"/>
        </w:trPr>
        <w:sdt>
          <w:sdtPr>
            <w:alias w:val="Enter name7:"/>
            <w:tag w:val="Enter name7:"/>
            <w:id w:val="141466476"/>
            <w:placeholder>
              <w:docPart w:val="7C0643F0E1414CC89AA2D609DA4C7A14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7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7B713B">
        <w:trPr>
          <w:trHeight w:hRule="exact" w:val="605"/>
        </w:trPr>
        <w:sdt>
          <w:sdtPr>
            <w:alias w:val="Enter name8:"/>
            <w:tag w:val="Enter name8:"/>
            <w:id w:val="-1221822102"/>
            <w:placeholder>
              <w:docPart w:val="1DE014AE20FF4E7493D9DE958CC4B247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8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2B54E4">
        <w:trPr>
          <w:trHeight w:hRule="exact" w:val="605"/>
        </w:trPr>
        <w:sdt>
          <w:sdtPr>
            <w:alias w:val="Enter name9:"/>
            <w:tag w:val="Enter name9:"/>
            <w:id w:val="1914814425"/>
            <w:placeholder>
              <w:docPart w:val="77910557566040058050C3CBE29E6B4A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9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9107D4">
        <w:trPr>
          <w:trHeight w:hRule="exact" w:val="605"/>
        </w:trPr>
        <w:sdt>
          <w:sdtPr>
            <w:alias w:val="Enter name10:"/>
            <w:tag w:val="Enter name10:"/>
            <w:id w:val="550507338"/>
            <w:placeholder>
              <w:docPart w:val="497299709BA845EA94D252647D6F2CE8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10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4F3C9D">
        <w:trPr>
          <w:trHeight w:hRule="exact" w:val="605"/>
        </w:trPr>
        <w:sdt>
          <w:sdtPr>
            <w:alias w:val="Enter name11:"/>
            <w:tag w:val="Enter name11:"/>
            <w:id w:val="-1858497376"/>
            <w:placeholder>
              <w:docPart w:val="C4721910CBA4428B9B38A80712D919C1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11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6A5FAD">
        <w:trPr>
          <w:trHeight w:hRule="exact" w:val="605"/>
        </w:trPr>
        <w:sdt>
          <w:sdtPr>
            <w:alias w:val="Enter name12:"/>
            <w:tag w:val="Enter name12:"/>
            <w:id w:val="-1616131571"/>
            <w:placeholder>
              <w:docPart w:val="8FF90161F5EC4D81B1D1A049D688F7DD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12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1577B0">
        <w:trPr>
          <w:trHeight w:hRule="exact" w:val="605"/>
        </w:trPr>
        <w:sdt>
          <w:sdtPr>
            <w:alias w:val="Enter name13:"/>
            <w:tag w:val="Enter name13:"/>
            <w:id w:val="1844503230"/>
            <w:placeholder>
              <w:docPart w:val="B227B45A2A9C452AA3C92FD77C291F26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13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4E5746">
        <w:trPr>
          <w:trHeight w:hRule="exact" w:val="605"/>
        </w:trPr>
        <w:sdt>
          <w:sdtPr>
            <w:alias w:val="Enter name14:"/>
            <w:tag w:val="Enter name14:"/>
            <w:id w:val="1442265845"/>
            <w:placeholder>
              <w:docPart w:val="FCFC7F4D864548E79277B04DA90015A5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14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FD65F5">
        <w:trPr>
          <w:trHeight w:hRule="exact" w:val="605"/>
        </w:trPr>
        <w:sdt>
          <w:sdtPr>
            <w:alias w:val="Enter name15:"/>
            <w:tag w:val="Enter name15:"/>
            <w:id w:val="912210396"/>
            <w:placeholder>
              <w:docPart w:val="CF4D3145AB274B74891CE302FC19DA11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15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F30CB9">
        <w:trPr>
          <w:trHeight w:hRule="exact" w:val="605"/>
        </w:trPr>
        <w:sdt>
          <w:sdtPr>
            <w:alias w:val="Enter name16:"/>
            <w:tag w:val="Enter name16:"/>
            <w:id w:val="-1627617335"/>
            <w:placeholder>
              <w:docPart w:val="F7A41A2DC1134116801BDD0000C1AD6D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16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417B8D">
        <w:trPr>
          <w:trHeight w:hRule="exact" w:val="605"/>
        </w:trPr>
        <w:sdt>
          <w:sdtPr>
            <w:alias w:val="Enter name17:"/>
            <w:tag w:val="Enter name17:"/>
            <w:id w:val="670296782"/>
            <w:placeholder>
              <w:docPart w:val="9B1AE89D56FF4B5FA9D3E09CF87BB51E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3D58A0">
                <w:r>
                  <w:t>Name 17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1305" w:type="dxa"/>
            <w:vAlign w:val="center"/>
          </w:tcPr>
          <w:p w:rsidR="009D249A" w:rsidRDefault="009D249A" w:rsidP="003D58A0"/>
        </w:tc>
        <w:tc>
          <w:tcPr>
            <w:tcW w:w="2154" w:type="dxa"/>
            <w:vAlign w:val="center"/>
          </w:tcPr>
          <w:p w:rsidR="009D249A" w:rsidRDefault="009D249A" w:rsidP="003D58A0"/>
        </w:tc>
      </w:tr>
      <w:tr w:rsidR="009D249A" w:rsidTr="00452689">
        <w:trPr>
          <w:trHeight w:hRule="exact" w:val="605"/>
        </w:trPr>
        <w:sdt>
          <w:sdtPr>
            <w:alias w:val="Enter name18:"/>
            <w:tag w:val="Enter name18:"/>
            <w:id w:val="-765763179"/>
            <w:placeholder>
              <w:docPart w:val="6BE590467B144CFA9F38D370E3B9B59D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767194">
                <w:r>
                  <w:t>Name 18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2154" w:type="dxa"/>
            <w:vAlign w:val="center"/>
          </w:tcPr>
          <w:p w:rsidR="009D249A" w:rsidRDefault="009D249A" w:rsidP="00767194"/>
        </w:tc>
      </w:tr>
      <w:tr w:rsidR="009D249A" w:rsidTr="00B12A45">
        <w:trPr>
          <w:trHeight w:hRule="exact" w:val="605"/>
        </w:trPr>
        <w:sdt>
          <w:sdtPr>
            <w:alias w:val="Enter name19:"/>
            <w:tag w:val="Enter name19:"/>
            <w:id w:val="-1401293888"/>
            <w:placeholder>
              <w:docPart w:val="523E5937228249AAAE4FBEC6AD212D8D"/>
            </w:placeholder>
            <w:temporary/>
            <w:showingPlcHdr/>
            <w15:appearance w15:val="hidden"/>
          </w:sdtPr>
          <w:sdtContent>
            <w:tc>
              <w:tcPr>
                <w:tcW w:w="4018" w:type="dxa"/>
                <w:vAlign w:val="center"/>
              </w:tcPr>
              <w:p w:rsidR="009D249A" w:rsidRDefault="009D249A" w:rsidP="00767194">
                <w:r>
                  <w:t>Name 19</w:t>
                </w:r>
              </w:p>
            </w:tc>
          </w:sdtContent>
        </w:sdt>
        <w:tc>
          <w:tcPr>
            <w:tcW w:w="2008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2154" w:type="dxa"/>
            <w:vAlign w:val="center"/>
          </w:tcPr>
          <w:p w:rsidR="009D249A" w:rsidRDefault="009D249A" w:rsidP="00767194"/>
        </w:tc>
      </w:tr>
      <w:tr w:rsidR="009D249A" w:rsidTr="00EC5E8E">
        <w:trPr>
          <w:trHeight w:hRule="exact" w:val="605"/>
        </w:trPr>
        <w:tc>
          <w:tcPr>
            <w:tcW w:w="4018" w:type="dxa"/>
            <w:vAlign w:val="center"/>
          </w:tcPr>
          <w:p w:rsidR="009D249A" w:rsidRDefault="009D249A" w:rsidP="00767194">
            <w:r>
              <w:lastRenderedPageBreak/>
              <w:t>Name 20</w:t>
            </w:r>
          </w:p>
        </w:tc>
        <w:tc>
          <w:tcPr>
            <w:tcW w:w="2008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2154" w:type="dxa"/>
            <w:vAlign w:val="center"/>
          </w:tcPr>
          <w:p w:rsidR="009D249A" w:rsidRDefault="009D249A" w:rsidP="00767194"/>
        </w:tc>
      </w:tr>
      <w:tr w:rsidR="009D249A" w:rsidTr="005552BB">
        <w:trPr>
          <w:trHeight w:hRule="exact" w:val="605"/>
        </w:trPr>
        <w:tc>
          <w:tcPr>
            <w:tcW w:w="4018" w:type="dxa"/>
            <w:vAlign w:val="center"/>
          </w:tcPr>
          <w:p w:rsidR="009D249A" w:rsidRDefault="009D249A" w:rsidP="00767194">
            <w:r>
              <w:t>Name 21</w:t>
            </w:r>
          </w:p>
        </w:tc>
        <w:tc>
          <w:tcPr>
            <w:tcW w:w="2008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2154" w:type="dxa"/>
            <w:vAlign w:val="center"/>
          </w:tcPr>
          <w:p w:rsidR="009D249A" w:rsidRDefault="009D249A" w:rsidP="00767194"/>
        </w:tc>
      </w:tr>
      <w:tr w:rsidR="009D249A" w:rsidTr="00B415D9">
        <w:trPr>
          <w:trHeight w:hRule="exact" w:val="605"/>
        </w:trPr>
        <w:tc>
          <w:tcPr>
            <w:tcW w:w="4018" w:type="dxa"/>
            <w:vAlign w:val="center"/>
          </w:tcPr>
          <w:p w:rsidR="009D249A" w:rsidRDefault="009D249A" w:rsidP="00767194">
            <w:r>
              <w:t>Name 22</w:t>
            </w:r>
          </w:p>
        </w:tc>
        <w:tc>
          <w:tcPr>
            <w:tcW w:w="2008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2154" w:type="dxa"/>
            <w:vAlign w:val="center"/>
          </w:tcPr>
          <w:p w:rsidR="009D249A" w:rsidRDefault="009D249A" w:rsidP="00767194"/>
        </w:tc>
      </w:tr>
      <w:tr w:rsidR="009D249A" w:rsidTr="003E7019">
        <w:trPr>
          <w:trHeight w:hRule="exact" w:val="605"/>
        </w:trPr>
        <w:tc>
          <w:tcPr>
            <w:tcW w:w="4018" w:type="dxa"/>
            <w:vAlign w:val="center"/>
          </w:tcPr>
          <w:p w:rsidR="009D249A" w:rsidRDefault="009D249A" w:rsidP="00767194">
            <w:r>
              <w:t>Name 23</w:t>
            </w:r>
          </w:p>
        </w:tc>
        <w:tc>
          <w:tcPr>
            <w:tcW w:w="2008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2154" w:type="dxa"/>
            <w:vAlign w:val="center"/>
          </w:tcPr>
          <w:p w:rsidR="009D249A" w:rsidRDefault="009D249A" w:rsidP="00767194"/>
        </w:tc>
      </w:tr>
      <w:tr w:rsidR="009D249A" w:rsidTr="002F4720">
        <w:trPr>
          <w:trHeight w:hRule="exact" w:val="605"/>
        </w:trPr>
        <w:tc>
          <w:tcPr>
            <w:tcW w:w="4018" w:type="dxa"/>
            <w:vAlign w:val="center"/>
          </w:tcPr>
          <w:p w:rsidR="009D249A" w:rsidRDefault="009D249A" w:rsidP="00767194">
            <w:r>
              <w:t>Name 24</w:t>
            </w:r>
          </w:p>
        </w:tc>
        <w:tc>
          <w:tcPr>
            <w:tcW w:w="2008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2154" w:type="dxa"/>
            <w:vAlign w:val="center"/>
          </w:tcPr>
          <w:p w:rsidR="009D249A" w:rsidRDefault="009D249A" w:rsidP="00767194"/>
        </w:tc>
      </w:tr>
      <w:tr w:rsidR="009D249A" w:rsidTr="00680701">
        <w:trPr>
          <w:trHeight w:hRule="exact" w:val="605"/>
        </w:trPr>
        <w:tc>
          <w:tcPr>
            <w:tcW w:w="4018" w:type="dxa"/>
            <w:vAlign w:val="center"/>
          </w:tcPr>
          <w:p w:rsidR="009D249A" w:rsidRDefault="009D249A" w:rsidP="00767194">
            <w:r>
              <w:t>Name 25</w:t>
            </w:r>
          </w:p>
        </w:tc>
        <w:tc>
          <w:tcPr>
            <w:tcW w:w="2008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1305" w:type="dxa"/>
            <w:vAlign w:val="center"/>
          </w:tcPr>
          <w:p w:rsidR="009D249A" w:rsidRDefault="009D249A" w:rsidP="00767194"/>
        </w:tc>
        <w:tc>
          <w:tcPr>
            <w:tcW w:w="2154" w:type="dxa"/>
            <w:vAlign w:val="center"/>
          </w:tcPr>
          <w:p w:rsidR="009D249A" w:rsidRDefault="009D249A" w:rsidP="00767194"/>
        </w:tc>
      </w:tr>
    </w:tbl>
    <w:p w:rsidR="0057559D" w:rsidRDefault="0057559D" w:rsidP="0057559D"/>
    <w:sectPr w:rsidR="0057559D" w:rsidSect="0084533D">
      <w:footerReference w:type="default" r:id="rId7"/>
      <w:pgSz w:w="12240" w:h="15840" w:code="1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F89" w:rsidRDefault="00EB3F89">
      <w:r>
        <w:separator/>
      </w:r>
    </w:p>
  </w:endnote>
  <w:endnote w:type="continuationSeparator" w:id="0">
    <w:p w:rsidR="00EB3F89" w:rsidRDefault="00EB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94" w:rsidRPr="0057559D" w:rsidRDefault="0057559D" w:rsidP="0084533D">
    <w:pPr>
      <w:pStyle w:val="Footer"/>
    </w:pPr>
    <w:r w:rsidRPr="0057559D">
      <w:t xml:space="preserve">Page </w:t>
    </w:r>
    <w:r w:rsidRPr="0057559D">
      <w:rPr>
        <w:bCs/>
      </w:rPr>
      <w:fldChar w:fldCharType="begin"/>
    </w:r>
    <w:r w:rsidRPr="0057559D">
      <w:rPr>
        <w:bCs/>
      </w:rPr>
      <w:instrText xml:space="preserve"> PAGE  \* Arabic  \* MERGEFORMAT </w:instrText>
    </w:r>
    <w:r w:rsidRPr="0057559D">
      <w:rPr>
        <w:bCs/>
      </w:rPr>
      <w:fldChar w:fldCharType="separate"/>
    </w:r>
    <w:r w:rsidR="00192AB6">
      <w:rPr>
        <w:bCs/>
        <w:noProof/>
      </w:rPr>
      <w:t>1</w:t>
    </w:r>
    <w:r w:rsidRPr="0057559D">
      <w:rPr>
        <w:bCs/>
      </w:rPr>
      <w:fldChar w:fldCharType="end"/>
    </w:r>
    <w:r w:rsidRPr="0057559D">
      <w:t xml:space="preserve"> of </w:t>
    </w:r>
    <w:r w:rsidRPr="0057559D">
      <w:rPr>
        <w:bCs/>
      </w:rPr>
      <w:fldChar w:fldCharType="begin"/>
    </w:r>
    <w:r w:rsidRPr="0057559D">
      <w:rPr>
        <w:bCs/>
      </w:rPr>
      <w:instrText xml:space="preserve"> NUMPAGES  \* Arabic  \* MERGEFORMAT </w:instrText>
    </w:r>
    <w:r w:rsidRPr="0057559D">
      <w:rPr>
        <w:bCs/>
      </w:rPr>
      <w:fldChar w:fldCharType="separate"/>
    </w:r>
    <w:r w:rsidR="00192AB6">
      <w:rPr>
        <w:bCs/>
        <w:noProof/>
      </w:rPr>
      <w:t>1</w:t>
    </w:r>
    <w:r w:rsidRPr="0057559D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F89" w:rsidRDefault="00EB3F89">
      <w:r>
        <w:separator/>
      </w:r>
    </w:p>
  </w:footnote>
  <w:footnote w:type="continuationSeparator" w:id="0">
    <w:p w:rsidR="00EB3F89" w:rsidRDefault="00EB3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0AB5E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2E6D1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5E8E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3ADE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44C28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08249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F2A4C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5433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720FD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1A3C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9D"/>
    <w:rsid w:val="0002345E"/>
    <w:rsid w:val="000807D1"/>
    <w:rsid w:val="0015141C"/>
    <w:rsid w:val="001846F5"/>
    <w:rsid w:val="00192AB6"/>
    <w:rsid w:val="001A37DC"/>
    <w:rsid w:val="001B472B"/>
    <w:rsid w:val="001F7EC4"/>
    <w:rsid w:val="00266807"/>
    <w:rsid w:val="00301CF3"/>
    <w:rsid w:val="003124CD"/>
    <w:rsid w:val="003359D2"/>
    <w:rsid w:val="003A6EDD"/>
    <w:rsid w:val="003D58A0"/>
    <w:rsid w:val="00437143"/>
    <w:rsid w:val="00497755"/>
    <w:rsid w:val="004B5F62"/>
    <w:rsid w:val="0054647B"/>
    <w:rsid w:val="0057559D"/>
    <w:rsid w:val="005C3D56"/>
    <w:rsid w:val="005E3633"/>
    <w:rsid w:val="00614BD7"/>
    <w:rsid w:val="006E1340"/>
    <w:rsid w:val="00702EDB"/>
    <w:rsid w:val="00767194"/>
    <w:rsid w:val="00790A03"/>
    <w:rsid w:val="00836D4A"/>
    <w:rsid w:val="0084533D"/>
    <w:rsid w:val="00930EB6"/>
    <w:rsid w:val="00943486"/>
    <w:rsid w:val="009D249A"/>
    <w:rsid w:val="009E1A91"/>
    <w:rsid w:val="00A319C4"/>
    <w:rsid w:val="00A537E4"/>
    <w:rsid w:val="00A53DF3"/>
    <w:rsid w:val="00A91B8D"/>
    <w:rsid w:val="00AC4EAC"/>
    <w:rsid w:val="00AD7509"/>
    <w:rsid w:val="00B96D2A"/>
    <w:rsid w:val="00C02B77"/>
    <w:rsid w:val="00C717A6"/>
    <w:rsid w:val="00CB53B8"/>
    <w:rsid w:val="00CC2996"/>
    <w:rsid w:val="00D01859"/>
    <w:rsid w:val="00D27800"/>
    <w:rsid w:val="00EA32F5"/>
    <w:rsid w:val="00EB3F89"/>
    <w:rsid w:val="00EE2F2A"/>
    <w:rsid w:val="00EF29E7"/>
    <w:rsid w:val="00F50B86"/>
    <w:rsid w:val="00F5449D"/>
    <w:rsid w:val="00F70BF2"/>
    <w:rsid w:val="00F8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986D6E"/>
  <w15:docId w15:val="{ECA1D925-F1E3-4E32-A06F-ED4BB740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Batang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37143"/>
  </w:style>
  <w:style w:type="paragraph" w:styleId="Heading1">
    <w:name w:val="heading 1"/>
    <w:basedOn w:val="Normal"/>
    <w:next w:val="Normal"/>
    <w:qFormat/>
    <w:rsid w:val="000807D1"/>
    <w:pPr>
      <w:outlineLvl w:val="0"/>
    </w:pPr>
    <w:rPr>
      <w:rFonts w:asciiTheme="majorHAnsi" w:hAnsiTheme="majorHAnsi" w:cs="Tahoma"/>
      <w:b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807D1"/>
    <w:pPr>
      <w:outlineLvl w:val="1"/>
    </w:pPr>
    <w:rPr>
      <w:rFonts w:asciiTheme="majorHAnsi" w:hAnsiTheme="majorHAnsi" w:cs="Tahoma"/>
      <w:b/>
    </w:rPr>
  </w:style>
  <w:style w:type="paragraph" w:styleId="Heading3">
    <w:name w:val="heading 3"/>
    <w:basedOn w:val="Normal"/>
    <w:next w:val="Normal"/>
    <w:semiHidden/>
    <w:unhideWhenUsed/>
    <w:rsid w:val="0002345E"/>
    <w:pPr>
      <w:jc w:val="center"/>
      <w:outlineLvl w:val="2"/>
    </w:pPr>
    <w:rPr>
      <w:rFonts w:ascii="Tahoma" w:hAnsi="Tahoma" w:cs="Tahoma"/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E1A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E1A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E1A9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E1A9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1A9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E1A9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7800"/>
    <w:rPr>
      <w:rFonts w:ascii="Tahoma" w:hAnsi="Tahoma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45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533D"/>
    <w:rPr>
      <w:rFonts w:asciiTheme="minorHAnsi" w:hAnsiTheme="minorHAnsi"/>
      <w:sz w:val="24"/>
      <w:szCs w:val="24"/>
      <w:lang w:eastAsia="ko-KR"/>
    </w:rPr>
  </w:style>
  <w:style w:type="paragraph" w:styleId="Footer">
    <w:name w:val="footer"/>
    <w:basedOn w:val="Normal"/>
    <w:qFormat/>
    <w:rsid w:val="000807D1"/>
  </w:style>
  <w:style w:type="character" w:customStyle="1" w:styleId="Heading2Char">
    <w:name w:val="Heading 2 Char"/>
    <w:basedOn w:val="DefaultParagraphFont"/>
    <w:link w:val="Heading2"/>
    <w:rsid w:val="000807D1"/>
    <w:rPr>
      <w:rFonts w:asciiTheme="majorHAnsi" w:hAnsiTheme="majorHAnsi" w:cs="Tahoma"/>
      <w:b/>
      <w:sz w:val="22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437143"/>
    <w:rPr>
      <w:color w:val="595959" w:themeColor="text1" w:themeTint="A6"/>
    </w:rPr>
  </w:style>
  <w:style w:type="paragraph" w:styleId="BalloonText">
    <w:name w:val="Balloon Text"/>
    <w:basedOn w:val="Normal"/>
    <w:link w:val="BalloonTextChar"/>
    <w:semiHidden/>
    <w:unhideWhenUsed/>
    <w:rsid w:val="009E1A91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E1A91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1A91"/>
  </w:style>
  <w:style w:type="paragraph" w:styleId="BlockText">
    <w:name w:val="Block Text"/>
    <w:basedOn w:val="Normal"/>
    <w:semiHidden/>
    <w:unhideWhenUsed/>
    <w:rsid w:val="00437143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9E1A9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E1A91"/>
  </w:style>
  <w:style w:type="paragraph" w:styleId="BodyText2">
    <w:name w:val="Body Text 2"/>
    <w:basedOn w:val="Normal"/>
    <w:link w:val="BodyText2Char"/>
    <w:semiHidden/>
    <w:unhideWhenUsed/>
    <w:rsid w:val="009E1A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9E1A91"/>
  </w:style>
  <w:style w:type="paragraph" w:styleId="BodyText3">
    <w:name w:val="Body Text 3"/>
    <w:basedOn w:val="Normal"/>
    <w:link w:val="BodyText3Char"/>
    <w:semiHidden/>
    <w:unhideWhenUsed/>
    <w:rsid w:val="009E1A9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9E1A91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E1A9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E1A91"/>
  </w:style>
  <w:style w:type="paragraph" w:styleId="BodyTextIndent">
    <w:name w:val="Body Text Indent"/>
    <w:basedOn w:val="Normal"/>
    <w:link w:val="BodyTextIndentChar"/>
    <w:semiHidden/>
    <w:unhideWhenUsed/>
    <w:rsid w:val="009E1A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9E1A91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9E1A9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E1A91"/>
  </w:style>
  <w:style w:type="paragraph" w:styleId="BodyTextIndent2">
    <w:name w:val="Body Text Indent 2"/>
    <w:basedOn w:val="Normal"/>
    <w:link w:val="BodyTextIndent2Char"/>
    <w:semiHidden/>
    <w:unhideWhenUsed/>
    <w:rsid w:val="009E1A9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E1A91"/>
  </w:style>
  <w:style w:type="paragraph" w:styleId="BodyTextIndent3">
    <w:name w:val="Body Text Indent 3"/>
    <w:basedOn w:val="Normal"/>
    <w:link w:val="BodyTextIndent3Char"/>
    <w:semiHidden/>
    <w:unhideWhenUsed/>
    <w:rsid w:val="009E1A91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E1A9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E1A9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9E1A91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9E1A9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9E1A91"/>
  </w:style>
  <w:style w:type="table" w:styleId="ColorfulGrid">
    <w:name w:val="Colorful Grid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9E1A9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1A9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E1A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1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1A9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9E1A91"/>
  </w:style>
  <w:style w:type="character" w:customStyle="1" w:styleId="DateChar">
    <w:name w:val="Date Char"/>
    <w:basedOn w:val="DefaultParagraphFont"/>
    <w:link w:val="Date"/>
    <w:semiHidden/>
    <w:rsid w:val="009E1A91"/>
  </w:style>
  <w:style w:type="paragraph" w:styleId="DocumentMap">
    <w:name w:val="Document Map"/>
    <w:basedOn w:val="Normal"/>
    <w:link w:val="DocumentMapChar"/>
    <w:semiHidden/>
    <w:unhideWhenUsed/>
    <w:rsid w:val="009E1A9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9E1A9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E1A91"/>
  </w:style>
  <w:style w:type="character" w:customStyle="1" w:styleId="E-mailSignatureChar">
    <w:name w:val="E-mail Signature Char"/>
    <w:basedOn w:val="DefaultParagraphFont"/>
    <w:link w:val="E-mailSignature"/>
    <w:semiHidden/>
    <w:rsid w:val="009E1A91"/>
  </w:style>
  <w:style w:type="character" w:styleId="Emphasis">
    <w:name w:val="Emphasis"/>
    <w:basedOn w:val="DefaultParagraphFont"/>
    <w:semiHidden/>
    <w:unhideWhenUsed/>
    <w:qFormat/>
    <w:rsid w:val="009E1A9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9E1A9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9E1A9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E1A91"/>
    <w:rPr>
      <w:szCs w:val="20"/>
    </w:rPr>
  </w:style>
  <w:style w:type="paragraph" w:styleId="EnvelopeAddress">
    <w:name w:val="envelope address"/>
    <w:basedOn w:val="Normal"/>
    <w:semiHidden/>
    <w:unhideWhenUsed/>
    <w:rsid w:val="009E1A9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9E1A9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9E1A91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9E1A9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9E1A9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A91"/>
    <w:rPr>
      <w:szCs w:val="20"/>
    </w:rPr>
  </w:style>
  <w:style w:type="table" w:styleId="GridTable1Light">
    <w:name w:val="Grid Table 1 Light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E1A9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E1A9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E1A9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E1A9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E1A9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E1A9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E1A9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E1A9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E1A9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E1A9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E1A9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E1A9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semiHidden/>
    <w:rsid w:val="009E1A9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9E1A9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9E1A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9E1A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9E1A9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9E1A9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9E1A91"/>
  </w:style>
  <w:style w:type="paragraph" w:styleId="HTMLAddress">
    <w:name w:val="HTML Address"/>
    <w:basedOn w:val="Normal"/>
    <w:link w:val="HTMLAddressChar"/>
    <w:semiHidden/>
    <w:unhideWhenUsed/>
    <w:rsid w:val="009E1A9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E1A91"/>
    <w:rPr>
      <w:i/>
      <w:iCs/>
    </w:rPr>
  </w:style>
  <w:style w:type="character" w:styleId="HTMLCite">
    <w:name w:val="HTML Cite"/>
    <w:basedOn w:val="DefaultParagraphFont"/>
    <w:semiHidden/>
    <w:unhideWhenUsed/>
    <w:rsid w:val="009E1A91"/>
    <w:rPr>
      <w:i/>
      <w:iCs/>
    </w:rPr>
  </w:style>
  <w:style w:type="character" w:styleId="HTMLCode">
    <w:name w:val="HTML Code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9E1A91"/>
    <w:rPr>
      <w:i/>
      <w:iCs/>
    </w:rPr>
  </w:style>
  <w:style w:type="character" w:styleId="HTMLKeyboard">
    <w:name w:val="HTML Keyboard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9E1A9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E1A91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9E1A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9E1A91"/>
    <w:rPr>
      <w:i/>
      <w:iCs/>
    </w:rPr>
  </w:style>
  <w:style w:type="character" w:styleId="Hyperlink">
    <w:name w:val="Hyperlink"/>
    <w:basedOn w:val="DefaultParagraphFont"/>
    <w:semiHidden/>
    <w:unhideWhenUsed/>
    <w:rsid w:val="009E1A9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9E1A91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9E1A91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9E1A91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9E1A91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9E1A91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9E1A91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9E1A91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9E1A91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9E1A91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9E1A9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3714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3714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3714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37143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9E1A9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E1A9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E1A9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E1A9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E1A9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E1A9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E1A9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9E1A91"/>
  </w:style>
  <w:style w:type="paragraph" w:styleId="List">
    <w:name w:val="List"/>
    <w:basedOn w:val="Normal"/>
    <w:semiHidden/>
    <w:unhideWhenUsed/>
    <w:rsid w:val="009E1A91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9E1A91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9E1A91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9E1A91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9E1A91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9E1A9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9E1A9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9E1A9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9E1A9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9E1A9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9E1A9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9E1A9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9E1A9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9E1A9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9E1A91"/>
    <w:pPr>
      <w:spacing w:after="120"/>
      <w:ind w:left="1415"/>
      <w:contextualSpacing/>
    </w:pPr>
  </w:style>
  <w:style w:type="paragraph" w:styleId="ListNumber">
    <w:name w:val="List Number"/>
    <w:basedOn w:val="Normal"/>
    <w:semiHidden/>
    <w:unhideWhenUsed/>
    <w:rsid w:val="009E1A9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9E1A9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9E1A9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9E1A9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9E1A9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E1A9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E1A9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E1A9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E1A9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E1A9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E1A9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E1A9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E1A9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E1A9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E1A9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E1A9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E1A9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E1A9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9E1A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E1A9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9E1A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E1A9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E1A91"/>
  </w:style>
  <w:style w:type="paragraph" w:styleId="NormalWeb">
    <w:name w:val="Normal (Web)"/>
    <w:basedOn w:val="Normal"/>
    <w:semiHidden/>
    <w:unhideWhenUsed/>
    <w:rsid w:val="009E1A9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9E1A9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E1A91"/>
  </w:style>
  <w:style w:type="character" w:customStyle="1" w:styleId="NoteHeadingChar">
    <w:name w:val="Note Heading Char"/>
    <w:basedOn w:val="DefaultParagraphFont"/>
    <w:link w:val="NoteHeading"/>
    <w:semiHidden/>
    <w:rsid w:val="009E1A91"/>
  </w:style>
  <w:style w:type="character" w:styleId="PageNumber">
    <w:name w:val="page number"/>
    <w:basedOn w:val="DefaultParagraphFont"/>
    <w:semiHidden/>
    <w:unhideWhenUsed/>
    <w:rsid w:val="009E1A91"/>
  </w:style>
  <w:style w:type="table" w:styleId="PlainTable1">
    <w:name w:val="Plain Table 1"/>
    <w:basedOn w:val="TableNormal"/>
    <w:uiPriority w:val="41"/>
    <w:rsid w:val="009E1A9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E1A9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E1A9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E1A9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E1A9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9E1A9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9E1A9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E1A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1A9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E1A91"/>
  </w:style>
  <w:style w:type="character" w:customStyle="1" w:styleId="SalutationChar">
    <w:name w:val="Salutation Char"/>
    <w:basedOn w:val="DefaultParagraphFont"/>
    <w:link w:val="Salutation"/>
    <w:semiHidden/>
    <w:rsid w:val="009E1A91"/>
  </w:style>
  <w:style w:type="paragraph" w:styleId="Signature">
    <w:name w:val="Signature"/>
    <w:basedOn w:val="Normal"/>
    <w:link w:val="SignatureChar"/>
    <w:semiHidden/>
    <w:unhideWhenUsed/>
    <w:rsid w:val="009E1A9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9E1A91"/>
  </w:style>
  <w:style w:type="character" w:customStyle="1" w:styleId="SmartHyperlink1">
    <w:name w:val="Smart Hyperlink1"/>
    <w:basedOn w:val="DefaultParagraphFont"/>
    <w:uiPriority w:val="99"/>
    <w:semiHidden/>
    <w:unhideWhenUsed/>
    <w:rsid w:val="009E1A91"/>
    <w:rPr>
      <w:u w:val="dotted"/>
    </w:rPr>
  </w:style>
  <w:style w:type="character" w:styleId="Strong">
    <w:name w:val="Strong"/>
    <w:basedOn w:val="DefaultParagraphFont"/>
    <w:semiHidden/>
    <w:unhideWhenUsed/>
    <w:qFormat/>
    <w:rsid w:val="009E1A9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9E1A9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9E1A91"/>
    <w:rPr>
      <w:rFonts w:eastAsiaTheme="minorEastAsia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E1A9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9E1A9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9E1A9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9E1A9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9E1A9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9E1A9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9E1A9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9E1A9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9E1A9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9E1A9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9E1A9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9E1A9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9E1A9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9E1A9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9E1A9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9E1A9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9E1A9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9E1A9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9E1A9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9E1A9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9E1A9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E1A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9E1A9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9E1A9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9E1A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9E1A9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9E1A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9E1A91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9E1A91"/>
  </w:style>
  <w:style w:type="table" w:styleId="TableProfessional">
    <w:name w:val="Table Professional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9E1A9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9E1A9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9E1A9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9E1A9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5141C"/>
    <w:tblPr>
      <w:tblBorders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</w:style>
  <w:style w:type="table" w:styleId="TableWeb1">
    <w:name w:val="Table Web 1"/>
    <w:basedOn w:val="TableNormal"/>
    <w:semiHidden/>
    <w:unhideWhenUsed/>
    <w:rsid w:val="009E1A9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9E1A9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9E1A9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unhideWhenUsed/>
    <w:qFormat/>
    <w:rsid w:val="009E1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9E1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9E1A9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E1A9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E1A91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9E1A91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9E1A91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9E1A9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9E1A9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9E1A9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9E1A9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9E1A9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1A91"/>
    <w:pPr>
      <w:keepNext/>
      <w:keepLines/>
      <w:spacing w:before="240"/>
      <w:outlineLvl w:val="9"/>
    </w:pPr>
    <w:rPr>
      <w:rFonts w:eastAsiaTheme="majorEastAsia" w:cstheme="majorBidi"/>
      <w:b w:val="0"/>
      <w:smallCaps w:val="0"/>
      <w:color w:val="365F91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7143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eeting%20sign-in%20sheet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9C571C26EA243108D9A2D110DEF11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E21E2-64D6-4638-A54E-6C07C69469CD}"/>
      </w:docPartPr>
      <w:docPartBody>
        <w:p w:rsidR="00000000" w:rsidRDefault="00966335">
          <w:pPr>
            <w:pStyle w:val="79C571C26EA243108D9A2D110DEF1148"/>
          </w:pPr>
          <w:r>
            <w:t>Date</w:t>
          </w:r>
        </w:p>
      </w:docPartBody>
    </w:docPart>
    <w:docPart>
      <w:docPartPr>
        <w:name w:val="3544E9EE59434F3CB7D16E0BE9576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F1F2B-F32D-4371-8054-118C11AB14A4}"/>
      </w:docPartPr>
      <w:docPartBody>
        <w:p w:rsidR="00000000" w:rsidRDefault="00966335">
          <w:pPr>
            <w:pStyle w:val="3544E9EE59434F3CB7D16E0BE9576E08"/>
          </w:pPr>
          <w:r>
            <w:t>Facilitator:</w:t>
          </w:r>
        </w:p>
      </w:docPartBody>
    </w:docPart>
    <w:docPart>
      <w:docPartPr>
        <w:name w:val="B6E17E09F3FB4A1EB9A410F12B4CE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C7343-9A21-407D-A68E-2E41E41885B4}"/>
      </w:docPartPr>
      <w:docPartBody>
        <w:p w:rsidR="00000000" w:rsidRDefault="00966335">
          <w:pPr>
            <w:pStyle w:val="B6E17E09F3FB4A1EB9A410F12B4CE5FE"/>
          </w:pPr>
          <w:r>
            <w:t>Facilitator name</w:t>
          </w:r>
        </w:p>
      </w:docPartBody>
    </w:docPart>
    <w:docPart>
      <w:docPartPr>
        <w:name w:val="D238A484ED7A4014896193F02F345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AF2AF-0D5F-4BD2-941A-1FC466121F6C}"/>
      </w:docPartPr>
      <w:docPartBody>
        <w:p w:rsidR="00000000" w:rsidRDefault="00966335">
          <w:pPr>
            <w:pStyle w:val="D238A484ED7A4014896193F02F3451A0"/>
          </w:pPr>
          <w:r w:rsidRPr="003D58A0">
            <w:t>Place/Room:</w:t>
          </w:r>
        </w:p>
      </w:docPartBody>
    </w:docPart>
    <w:docPart>
      <w:docPartPr>
        <w:name w:val="23CE5F17B0BD4D8AAB23A75BAB94C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C7B98-73E5-4D35-9592-2E3A0490D565}"/>
      </w:docPartPr>
      <w:docPartBody>
        <w:p w:rsidR="00000000" w:rsidRDefault="00966335">
          <w:pPr>
            <w:pStyle w:val="23CE5F17B0BD4D8AAB23A75BAB94C37E"/>
          </w:pPr>
          <w:r>
            <w:t>Meeting place/ room</w:t>
          </w:r>
        </w:p>
      </w:docPartBody>
    </w:docPart>
    <w:docPart>
      <w:docPartPr>
        <w:name w:val="6014EBF0AA2441E1B73CFCF16C6FA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E944A-8F8E-463F-892A-E7BDF90D3117}"/>
      </w:docPartPr>
      <w:docPartBody>
        <w:p w:rsidR="00000000" w:rsidRDefault="00690F71" w:rsidP="00690F71">
          <w:pPr>
            <w:pStyle w:val="6014EBF0AA2441E1B73CFCF16C6FA53E"/>
          </w:pPr>
          <w:r>
            <w:t>Name 1</w:t>
          </w:r>
        </w:p>
      </w:docPartBody>
    </w:docPart>
    <w:docPart>
      <w:docPartPr>
        <w:name w:val="EFE5CD05CDAC484F9ABB23EF48D7D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B7C2C-53F4-4928-B286-594B605241CE}"/>
      </w:docPartPr>
      <w:docPartBody>
        <w:p w:rsidR="00000000" w:rsidRDefault="00690F71" w:rsidP="00690F71">
          <w:pPr>
            <w:pStyle w:val="EFE5CD05CDAC484F9ABB23EF48D7D4B6"/>
          </w:pPr>
          <w:r>
            <w:t>Name 2</w:t>
          </w:r>
        </w:p>
      </w:docPartBody>
    </w:docPart>
    <w:docPart>
      <w:docPartPr>
        <w:name w:val="565640F46DC24DEFB25AD9F435E03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B308DB-2BB4-4B07-B3BE-9C2E5069BA12}"/>
      </w:docPartPr>
      <w:docPartBody>
        <w:p w:rsidR="00000000" w:rsidRDefault="00690F71" w:rsidP="00690F71">
          <w:pPr>
            <w:pStyle w:val="565640F46DC24DEFB25AD9F435E035C0"/>
          </w:pPr>
          <w:r>
            <w:t>Name 3</w:t>
          </w:r>
        </w:p>
      </w:docPartBody>
    </w:docPart>
    <w:docPart>
      <w:docPartPr>
        <w:name w:val="3E993D457E4D444892D80CB228248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C84A0-AC1E-4AFA-947E-6D05813EA94F}"/>
      </w:docPartPr>
      <w:docPartBody>
        <w:p w:rsidR="00000000" w:rsidRDefault="00690F71" w:rsidP="00690F71">
          <w:pPr>
            <w:pStyle w:val="3E993D457E4D444892D80CB228248D71"/>
          </w:pPr>
          <w:r>
            <w:t>Name 4</w:t>
          </w:r>
        </w:p>
      </w:docPartBody>
    </w:docPart>
    <w:docPart>
      <w:docPartPr>
        <w:name w:val="A9EDE3A05F3D4BDCB3D9299E4EC06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BEEF2D-F13A-4396-8CAF-1535D39F2873}"/>
      </w:docPartPr>
      <w:docPartBody>
        <w:p w:rsidR="00000000" w:rsidRDefault="00690F71" w:rsidP="00690F71">
          <w:pPr>
            <w:pStyle w:val="A9EDE3A05F3D4BDCB3D9299E4EC06991"/>
          </w:pPr>
          <w:r>
            <w:t>Name 5</w:t>
          </w:r>
        </w:p>
      </w:docPartBody>
    </w:docPart>
    <w:docPart>
      <w:docPartPr>
        <w:name w:val="53D018DF0F3546718E681BA7D6246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49591-5CD0-4ED2-99EF-FE14BA881337}"/>
      </w:docPartPr>
      <w:docPartBody>
        <w:p w:rsidR="00000000" w:rsidRDefault="00690F71" w:rsidP="00690F71">
          <w:pPr>
            <w:pStyle w:val="53D018DF0F3546718E681BA7D6246898"/>
          </w:pPr>
          <w:r>
            <w:t>Name 6</w:t>
          </w:r>
        </w:p>
      </w:docPartBody>
    </w:docPart>
    <w:docPart>
      <w:docPartPr>
        <w:name w:val="7C0643F0E1414CC89AA2D609DA4C7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733D5-DB65-4038-A65A-CD244B132E8A}"/>
      </w:docPartPr>
      <w:docPartBody>
        <w:p w:rsidR="00000000" w:rsidRDefault="00690F71" w:rsidP="00690F71">
          <w:pPr>
            <w:pStyle w:val="7C0643F0E1414CC89AA2D609DA4C7A14"/>
          </w:pPr>
          <w:r>
            <w:t>Name 7</w:t>
          </w:r>
        </w:p>
      </w:docPartBody>
    </w:docPart>
    <w:docPart>
      <w:docPartPr>
        <w:name w:val="1DE014AE20FF4E7493D9DE958CC4B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B15FF-58C3-4B82-BAAF-504BD7DB2C89}"/>
      </w:docPartPr>
      <w:docPartBody>
        <w:p w:rsidR="00000000" w:rsidRDefault="00690F71" w:rsidP="00690F71">
          <w:pPr>
            <w:pStyle w:val="1DE014AE20FF4E7493D9DE958CC4B247"/>
          </w:pPr>
          <w:r>
            <w:t>Name 8</w:t>
          </w:r>
        </w:p>
      </w:docPartBody>
    </w:docPart>
    <w:docPart>
      <w:docPartPr>
        <w:name w:val="77910557566040058050C3CBE29E6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64247-59D8-4EAF-9990-762CDC1353DB}"/>
      </w:docPartPr>
      <w:docPartBody>
        <w:p w:rsidR="00000000" w:rsidRDefault="00690F71" w:rsidP="00690F71">
          <w:pPr>
            <w:pStyle w:val="77910557566040058050C3CBE29E6B4A"/>
          </w:pPr>
          <w:r>
            <w:t>Name 9</w:t>
          </w:r>
        </w:p>
      </w:docPartBody>
    </w:docPart>
    <w:docPart>
      <w:docPartPr>
        <w:name w:val="497299709BA845EA94D252647D6F2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82169-6D2C-4234-87FF-E82C853218F6}"/>
      </w:docPartPr>
      <w:docPartBody>
        <w:p w:rsidR="00000000" w:rsidRDefault="00690F71" w:rsidP="00690F71">
          <w:pPr>
            <w:pStyle w:val="497299709BA845EA94D252647D6F2CE8"/>
          </w:pPr>
          <w:r>
            <w:t>Name 10</w:t>
          </w:r>
        </w:p>
      </w:docPartBody>
    </w:docPart>
    <w:docPart>
      <w:docPartPr>
        <w:name w:val="C4721910CBA4428B9B38A80712D91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A35DE-7792-4D9A-A924-30CE86709C15}"/>
      </w:docPartPr>
      <w:docPartBody>
        <w:p w:rsidR="00000000" w:rsidRDefault="00690F71" w:rsidP="00690F71">
          <w:pPr>
            <w:pStyle w:val="C4721910CBA4428B9B38A80712D919C1"/>
          </w:pPr>
          <w:r>
            <w:t>Name 11</w:t>
          </w:r>
        </w:p>
      </w:docPartBody>
    </w:docPart>
    <w:docPart>
      <w:docPartPr>
        <w:name w:val="8FF90161F5EC4D81B1D1A049D688F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B69BA-0A2F-4680-A1C9-B09293FD37C7}"/>
      </w:docPartPr>
      <w:docPartBody>
        <w:p w:rsidR="00000000" w:rsidRDefault="00690F71" w:rsidP="00690F71">
          <w:pPr>
            <w:pStyle w:val="8FF90161F5EC4D81B1D1A049D688F7DD"/>
          </w:pPr>
          <w:r>
            <w:t>Name 12</w:t>
          </w:r>
        </w:p>
      </w:docPartBody>
    </w:docPart>
    <w:docPart>
      <w:docPartPr>
        <w:name w:val="B227B45A2A9C452AA3C92FD77C291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C5761-F122-43DD-AB94-639A194B0013}"/>
      </w:docPartPr>
      <w:docPartBody>
        <w:p w:rsidR="00000000" w:rsidRDefault="00690F71" w:rsidP="00690F71">
          <w:pPr>
            <w:pStyle w:val="B227B45A2A9C452AA3C92FD77C291F26"/>
          </w:pPr>
          <w:r>
            <w:t>Name 13</w:t>
          </w:r>
        </w:p>
      </w:docPartBody>
    </w:docPart>
    <w:docPart>
      <w:docPartPr>
        <w:name w:val="FCFC7F4D864548E79277B04DA9001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E8729-80DC-428F-9D3D-17FBF187C5C2}"/>
      </w:docPartPr>
      <w:docPartBody>
        <w:p w:rsidR="00000000" w:rsidRDefault="00690F71" w:rsidP="00690F71">
          <w:pPr>
            <w:pStyle w:val="FCFC7F4D864548E79277B04DA90015A5"/>
          </w:pPr>
          <w:r>
            <w:t>Name 14</w:t>
          </w:r>
        </w:p>
      </w:docPartBody>
    </w:docPart>
    <w:docPart>
      <w:docPartPr>
        <w:name w:val="CF4D3145AB274B74891CE302FC19D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B4879-86F7-432C-926B-3B79D457EA4D}"/>
      </w:docPartPr>
      <w:docPartBody>
        <w:p w:rsidR="00000000" w:rsidRDefault="00690F71" w:rsidP="00690F71">
          <w:pPr>
            <w:pStyle w:val="CF4D3145AB274B74891CE302FC19DA11"/>
          </w:pPr>
          <w:r>
            <w:t>Name 15</w:t>
          </w:r>
        </w:p>
      </w:docPartBody>
    </w:docPart>
    <w:docPart>
      <w:docPartPr>
        <w:name w:val="F7A41A2DC1134116801BDD0000C1A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970BD-B63D-45D4-AA02-F0A8E0CC25BD}"/>
      </w:docPartPr>
      <w:docPartBody>
        <w:p w:rsidR="00000000" w:rsidRDefault="00690F71" w:rsidP="00690F71">
          <w:pPr>
            <w:pStyle w:val="F7A41A2DC1134116801BDD0000C1AD6D"/>
          </w:pPr>
          <w:r>
            <w:t>Name 16</w:t>
          </w:r>
        </w:p>
      </w:docPartBody>
    </w:docPart>
    <w:docPart>
      <w:docPartPr>
        <w:name w:val="9B1AE89D56FF4B5FA9D3E09CF87BB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5C716-35AD-4645-B02B-3FEB9E62DF65}"/>
      </w:docPartPr>
      <w:docPartBody>
        <w:p w:rsidR="00000000" w:rsidRDefault="00690F71" w:rsidP="00690F71">
          <w:pPr>
            <w:pStyle w:val="9B1AE89D56FF4B5FA9D3E09CF87BB51E"/>
          </w:pPr>
          <w:r>
            <w:t>Name 17</w:t>
          </w:r>
        </w:p>
      </w:docPartBody>
    </w:docPart>
    <w:docPart>
      <w:docPartPr>
        <w:name w:val="6BE590467B144CFA9F38D370E3B9B5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56D001-5B7C-4627-A992-4249D259746C}"/>
      </w:docPartPr>
      <w:docPartBody>
        <w:p w:rsidR="00000000" w:rsidRDefault="00690F71" w:rsidP="00690F71">
          <w:pPr>
            <w:pStyle w:val="6BE590467B144CFA9F38D370E3B9B59D"/>
          </w:pPr>
          <w:r>
            <w:t>Name 18</w:t>
          </w:r>
        </w:p>
      </w:docPartBody>
    </w:docPart>
    <w:docPart>
      <w:docPartPr>
        <w:name w:val="523E5937228249AAAE4FBEC6AD212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B13BE-7ECE-4C84-B6B6-63ED8B6A6187}"/>
      </w:docPartPr>
      <w:docPartBody>
        <w:p w:rsidR="00000000" w:rsidRDefault="00690F71" w:rsidP="00690F71">
          <w:pPr>
            <w:pStyle w:val="523E5937228249AAAE4FBEC6AD212D8D"/>
          </w:pPr>
          <w:r>
            <w:t>Name 19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F71"/>
    <w:rsid w:val="00690F71"/>
    <w:rsid w:val="0096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DA907C731841789B65BBB07F4ACA03">
    <w:name w:val="75DA907C731841789B65BBB07F4ACA03"/>
  </w:style>
  <w:style w:type="paragraph" w:customStyle="1" w:styleId="E00311A277C74C779A1414653A0B369D">
    <w:name w:val="E00311A277C74C779A1414653A0B369D"/>
  </w:style>
  <w:style w:type="paragraph" w:customStyle="1" w:styleId="5B79EFBB60CE49168E0140EB1C452B4B">
    <w:name w:val="5B79EFBB60CE49168E0140EB1C452B4B"/>
  </w:style>
  <w:style w:type="paragraph" w:customStyle="1" w:styleId="63BED6FB4F644FF68C2682573BAB0AC2">
    <w:name w:val="63BED6FB4F644FF68C2682573BAB0AC2"/>
  </w:style>
  <w:style w:type="paragraph" w:customStyle="1" w:styleId="79C571C26EA243108D9A2D110DEF1148">
    <w:name w:val="79C571C26EA243108D9A2D110DEF1148"/>
  </w:style>
  <w:style w:type="paragraph" w:customStyle="1" w:styleId="3544E9EE59434F3CB7D16E0BE9576E08">
    <w:name w:val="3544E9EE59434F3CB7D16E0BE9576E08"/>
  </w:style>
  <w:style w:type="paragraph" w:customStyle="1" w:styleId="B6E17E09F3FB4A1EB9A410F12B4CE5FE">
    <w:name w:val="B6E17E09F3FB4A1EB9A410F12B4CE5FE"/>
  </w:style>
  <w:style w:type="paragraph" w:customStyle="1" w:styleId="D238A484ED7A4014896193F02F3451A0">
    <w:name w:val="D238A484ED7A4014896193F02F3451A0"/>
  </w:style>
  <w:style w:type="paragraph" w:customStyle="1" w:styleId="23CE5F17B0BD4D8AAB23A75BAB94C37E">
    <w:name w:val="23CE5F17B0BD4D8AAB23A75BAB94C37E"/>
  </w:style>
  <w:style w:type="paragraph" w:customStyle="1" w:styleId="68B1BD0A050C41FABC9A930ACF261358">
    <w:name w:val="68B1BD0A050C41FABC9A930ACF261358"/>
  </w:style>
  <w:style w:type="paragraph" w:customStyle="1" w:styleId="6BB6F9E6FC57475C988A3ECAAFC7D221">
    <w:name w:val="6BB6F9E6FC57475C988A3ECAAFC7D221"/>
  </w:style>
  <w:style w:type="paragraph" w:customStyle="1" w:styleId="7F1D55E203A44ACF9773546ACF9C4325">
    <w:name w:val="7F1D55E203A44ACF9773546ACF9C4325"/>
  </w:style>
  <w:style w:type="paragraph" w:customStyle="1" w:styleId="E3E021493A01497DA301F8EA39CDBB52">
    <w:name w:val="E3E021493A01497DA301F8EA39CDBB52"/>
  </w:style>
  <w:style w:type="paragraph" w:customStyle="1" w:styleId="3FCC9B5C9AA94909A62093EF0A99ECDD">
    <w:name w:val="3FCC9B5C9AA94909A62093EF0A99ECDD"/>
  </w:style>
  <w:style w:type="paragraph" w:customStyle="1" w:styleId="644056DDACAE49C68E793915DA10B82C">
    <w:name w:val="644056DDACAE49C68E793915DA10B82C"/>
  </w:style>
  <w:style w:type="paragraph" w:customStyle="1" w:styleId="79FC5BF7B0AB43388F5C311E9CE5373C">
    <w:name w:val="79FC5BF7B0AB43388F5C311E9CE5373C"/>
  </w:style>
  <w:style w:type="paragraph" w:customStyle="1" w:styleId="06B464D8AA0E4649BC435F2E1E66E8F5">
    <w:name w:val="06B464D8AA0E4649BC435F2E1E66E8F5"/>
  </w:style>
  <w:style w:type="paragraph" w:customStyle="1" w:styleId="902648F7C74043A786A2079E4B1CEA36">
    <w:name w:val="902648F7C74043A786A2079E4B1CEA36"/>
  </w:style>
  <w:style w:type="paragraph" w:customStyle="1" w:styleId="C09331C6517A4AB78291FEF2B53A87ED">
    <w:name w:val="C09331C6517A4AB78291FEF2B53A87ED"/>
  </w:style>
  <w:style w:type="paragraph" w:customStyle="1" w:styleId="E61DAF5D61BE47A19CD258F6F3D13789">
    <w:name w:val="E61DAF5D61BE47A19CD258F6F3D13789"/>
  </w:style>
  <w:style w:type="paragraph" w:customStyle="1" w:styleId="C22EEC033DEE45B3B5A1DD2E7EBF8E86">
    <w:name w:val="C22EEC033DEE45B3B5A1DD2E7EBF8E86"/>
  </w:style>
  <w:style w:type="paragraph" w:customStyle="1" w:styleId="785B1DFFC97B492493B0F1933956E39A">
    <w:name w:val="785B1DFFC97B492493B0F1933956E39A"/>
  </w:style>
  <w:style w:type="paragraph" w:customStyle="1" w:styleId="CF3837B63F8E4840BFCD4FABFD15D0E4">
    <w:name w:val="CF3837B63F8E4840BFCD4FABFD15D0E4"/>
  </w:style>
  <w:style w:type="paragraph" w:customStyle="1" w:styleId="2CEB72B9B06845BCA1896BA1F3B7E522">
    <w:name w:val="2CEB72B9B06845BCA1896BA1F3B7E522"/>
  </w:style>
  <w:style w:type="paragraph" w:customStyle="1" w:styleId="441E5945FCFD43C8A705D16373A7B054">
    <w:name w:val="441E5945FCFD43C8A705D16373A7B054"/>
  </w:style>
  <w:style w:type="paragraph" w:customStyle="1" w:styleId="D9E5044D7887444F8F3BC321F8DA917B">
    <w:name w:val="D9E5044D7887444F8F3BC321F8DA917B"/>
  </w:style>
  <w:style w:type="paragraph" w:customStyle="1" w:styleId="FC3BB50221544DC194097EBBA603DD0B">
    <w:name w:val="FC3BB50221544DC194097EBBA603DD0B"/>
  </w:style>
  <w:style w:type="paragraph" w:customStyle="1" w:styleId="03867310EE564F5683207389A9986CE1">
    <w:name w:val="03867310EE564F5683207389A9986CE1"/>
  </w:style>
  <w:style w:type="paragraph" w:customStyle="1" w:styleId="02217071D9DB406D94B9286A4A90BA57">
    <w:name w:val="02217071D9DB406D94B9286A4A90BA57"/>
  </w:style>
  <w:style w:type="paragraph" w:customStyle="1" w:styleId="C4F7EC4B8FFE40FF9F2A1B5674C3ED7C">
    <w:name w:val="C4F7EC4B8FFE40FF9F2A1B5674C3ED7C"/>
  </w:style>
  <w:style w:type="paragraph" w:customStyle="1" w:styleId="360AD1587CC7447693007451BE8F1E65">
    <w:name w:val="360AD1587CC7447693007451BE8F1E65"/>
  </w:style>
  <w:style w:type="paragraph" w:customStyle="1" w:styleId="7D178C46846B4003823D1FE1D5A33450">
    <w:name w:val="7D178C46846B4003823D1FE1D5A33450"/>
  </w:style>
  <w:style w:type="paragraph" w:customStyle="1" w:styleId="3AFF77346E39466294EC0ACC7D717C6E">
    <w:name w:val="3AFF77346E39466294EC0ACC7D717C6E"/>
  </w:style>
  <w:style w:type="paragraph" w:customStyle="1" w:styleId="25DF412E64F04862A29B70081A4238EB">
    <w:name w:val="25DF412E64F04862A29B70081A4238EB"/>
  </w:style>
  <w:style w:type="paragraph" w:customStyle="1" w:styleId="9C637FBE9EE640DB91F2EC9DE0D6E3F1">
    <w:name w:val="9C637FBE9EE640DB91F2EC9DE0D6E3F1"/>
  </w:style>
  <w:style w:type="paragraph" w:customStyle="1" w:styleId="9A452E45E8A7478B93D710E2B2118958">
    <w:name w:val="9A452E45E8A7478B93D710E2B2118958"/>
  </w:style>
  <w:style w:type="paragraph" w:customStyle="1" w:styleId="AAAFF215116E4FE69A8E6A127B46A88C">
    <w:name w:val="AAAFF215116E4FE69A8E6A127B46A88C"/>
  </w:style>
  <w:style w:type="paragraph" w:customStyle="1" w:styleId="E9F5BC3BBC17452D9CF1C1F9BFD2A250">
    <w:name w:val="E9F5BC3BBC17452D9CF1C1F9BFD2A250"/>
  </w:style>
  <w:style w:type="paragraph" w:customStyle="1" w:styleId="15FAF6659D8E4440874CF74593A29EE7">
    <w:name w:val="15FAF6659D8E4440874CF74593A29EE7"/>
  </w:style>
  <w:style w:type="paragraph" w:customStyle="1" w:styleId="8F374288236A43C39AC85CAF3B81C0DC">
    <w:name w:val="8F374288236A43C39AC85CAF3B81C0DC"/>
  </w:style>
  <w:style w:type="paragraph" w:customStyle="1" w:styleId="BF536CBC75234167A4A888B78B6EC8A1">
    <w:name w:val="BF536CBC75234167A4A888B78B6EC8A1"/>
  </w:style>
  <w:style w:type="paragraph" w:customStyle="1" w:styleId="DBC58ABB55A741AA9529D2C6C52B48CA">
    <w:name w:val="DBC58ABB55A741AA9529D2C6C52B48CA"/>
  </w:style>
  <w:style w:type="paragraph" w:customStyle="1" w:styleId="9517EC9A4FB14B7E96268ED682D79FA7">
    <w:name w:val="9517EC9A4FB14B7E96268ED682D79FA7"/>
  </w:style>
  <w:style w:type="paragraph" w:customStyle="1" w:styleId="A780FA5B76CE4B999F8B2F8F515106FC">
    <w:name w:val="A780FA5B76CE4B999F8B2F8F515106FC"/>
  </w:style>
  <w:style w:type="paragraph" w:customStyle="1" w:styleId="ED0831226055408DAF918BC0E3909555">
    <w:name w:val="ED0831226055408DAF918BC0E3909555"/>
  </w:style>
  <w:style w:type="paragraph" w:customStyle="1" w:styleId="902CA8FFA99D4D66AF37242843535F51">
    <w:name w:val="902CA8FFA99D4D66AF37242843535F51"/>
  </w:style>
  <w:style w:type="paragraph" w:customStyle="1" w:styleId="9FD36324752B438AA67E539793DA097A">
    <w:name w:val="9FD36324752B438AA67E539793DA097A"/>
  </w:style>
  <w:style w:type="paragraph" w:customStyle="1" w:styleId="5691BF36E5304EDBA58F43946B4FECEB">
    <w:name w:val="5691BF36E5304EDBA58F43946B4FECEB"/>
  </w:style>
  <w:style w:type="paragraph" w:customStyle="1" w:styleId="B1EC3195FE3648CFA06F9A5355735AB6">
    <w:name w:val="B1EC3195FE3648CFA06F9A5355735AB6"/>
  </w:style>
  <w:style w:type="paragraph" w:customStyle="1" w:styleId="6465B0EEEABC40898B7B9605FEC0C0EC">
    <w:name w:val="6465B0EEEABC40898B7B9605FEC0C0EC"/>
  </w:style>
  <w:style w:type="paragraph" w:customStyle="1" w:styleId="389542E0DA144967BD0B3E3B899D74E0">
    <w:name w:val="389542E0DA144967BD0B3E3B899D74E0"/>
  </w:style>
  <w:style w:type="paragraph" w:customStyle="1" w:styleId="EF1FBDD4F4F944FBBC812E85ECBC1964">
    <w:name w:val="EF1FBDD4F4F944FBBC812E85ECBC1964"/>
  </w:style>
  <w:style w:type="paragraph" w:customStyle="1" w:styleId="BBC8AF3DCE194B17BCA94926C79AEE12">
    <w:name w:val="BBC8AF3DCE194B17BCA94926C79AEE12"/>
  </w:style>
  <w:style w:type="paragraph" w:customStyle="1" w:styleId="BE60F45855BD495691A583C08327BC0F">
    <w:name w:val="BE60F45855BD495691A583C08327BC0F"/>
  </w:style>
  <w:style w:type="paragraph" w:customStyle="1" w:styleId="430BD0CC893940C0B0F3B387833B9886">
    <w:name w:val="430BD0CC893940C0B0F3B387833B9886"/>
  </w:style>
  <w:style w:type="paragraph" w:customStyle="1" w:styleId="A9B39F2A1B6D43F9B91621245308B5C9">
    <w:name w:val="A9B39F2A1B6D43F9B91621245308B5C9"/>
  </w:style>
  <w:style w:type="paragraph" w:customStyle="1" w:styleId="E8E38A9A428B444D8DD0F8310455530F">
    <w:name w:val="E8E38A9A428B444D8DD0F8310455530F"/>
  </w:style>
  <w:style w:type="paragraph" w:customStyle="1" w:styleId="0F29F00C6E7F49E986FF5B2C673FACA4">
    <w:name w:val="0F29F00C6E7F49E986FF5B2C673FACA4"/>
  </w:style>
  <w:style w:type="paragraph" w:customStyle="1" w:styleId="5E99E43CE0C641AABE2AFDC129E65E1F">
    <w:name w:val="5E99E43CE0C641AABE2AFDC129E65E1F"/>
  </w:style>
  <w:style w:type="paragraph" w:customStyle="1" w:styleId="070E3E8887BA4FF4973660BB5DBF3684">
    <w:name w:val="070E3E8887BA4FF4973660BB5DBF3684"/>
  </w:style>
  <w:style w:type="paragraph" w:customStyle="1" w:styleId="7ACF35BB5661480EB59AED6EE3253FAC">
    <w:name w:val="7ACF35BB5661480EB59AED6EE3253FAC"/>
  </w:style>
  <w:style w:type="paragraph" w:customStyle="1" w:styleId="54CA28AF2E144FA7AEECA46E53C9F3B6">
    <w:name w:val="54CA28AF2E144FA7AEECA46E53C9F3B6"/>
  </w:style>
  <w:style w:type="paragraph" w:customStyle="1" w:styleId="01EA8F15CC0C4B6FB28EDAF34323CDA7">
    <w:name w:val="01EA8F15CC0C4B6FB28EDAF34323CDA7"/>
  </w:style>
  <w:style w:type="paragraph" w:customStyle="1" w:styleId="99961B08F9524C898D7098008B4D0294">
    <w:name w:val="99961B08F9524C898D7098008B4D0294"/>
  </w:style>
  <w:style w:type="paragraph" w:customStyle="1" w:styleId="7BDEBF233A3D4ACC9720A8206A7683EC">
    <w:name w:val="7BDEBF233A3D4ACC9720A8206A7683EC"/>
  </w:style>
  <w:style w:type="paragraph" w:customStyle="1" w:styleId="DB809FC110C7490499FDBD5E7D140423">
    <w:name w:val="DB809FC110C7490499FDBD5E7D140423"/>
  </w:style>
  <w:style w:type="paragraph" w:customStyle="1" w:styleId="4F9F8B88B72E443A8C05EB80630976EC">
    <w:name w:val="4F9F8B88B72E443A8C05EB80630976EC"/>
  </w:style>
  <w:style w:type="paragraph" w:customStyle="1" w:styleId="F2DB848D8F8C4E7490AD135A588F2166">
    <w:name w:val="F2DB848D8F8C4E7490AD135A588F2166"/>
  </w:style>
  <w:style w:type="paragraph" w:customStyle="1" w:styleId="EF6DBD51505E4DDEB817E5BF40AE793D">
    <w:name w:val="EF6DBD51505E4DDEB817E5BF40AE793D"/>
  </w:style>
  <w:style w:type="paragraph" w:customStyle="1" w:styleId="1365C4B321484E52869D9A96E852A1E9">
    <w:name w:val="1365C4B321484E52869D9A96E852A1E9"/>
  </w:style>
  <w:style w:type="paragraph" w:customStyle="1" w:styleId="18BA821A5A40405A9A6038E3DDA44DCE">
    <w:name w:val="18BA821A5A40405A9A6038E3DDA44DCE"/>
  </w:style>
  <w:style w:type="paragraph" w:customStyle="1" w:styleId="CF4419D191C54C50BE674477E8AE9D8A">
    <w:name w:val="CF4419D191C54C50BE674477E8AE9D8A"/>
  </w:style>
  <w:style w:type="paragraph" w:customStyle="1" w:styleId="F112138F7A414869859EB6553BF138C6">
    <w:name w:val="F112138F7A414869859EB6553BF138C6"/>
  </w:style>
  <w:style w:type="paragraph" w:customStyle="1" w:styleId="B6DFB9FC58484F609261616C66812FDF">
    <w:name w:val="B6DFB9FC58484F609261616C66812FDF"/>
  </w:style>
  <w:style w:type="paragraph" w:customStyle="1" w:styleId="B839253FA1BA40459E5EA26BEE9CC8C7">
    <w:name w:val="B839253FA1BA40459E5EA26BEE9CC8C7"/>
  </w:style>
  <w:style w:type="paragraph" w:customStyle="1" w:styleId="07C0E2EC358D410DAC2FAE9DD97B49BB">
    <w:name w:val="07C0E2EC358D410DAC2FAE9DD97B49BB"/>
  </w:style>
  <w:style w:type="paragraph" w:customStyle="1" w:styleId="F3D7D6BA90D2484488C25A391D1408E4">
    <w:name w:val="F3D7D6BA90D2484488C25A391D1408E4"/>
  </w:style>
  <w:style w:type="paragraph" w:customStyle="1" w:styleId="985F08B1188643FF8056B15B93CA5A73">
    <w:name w:val="985F08B1188643FF8056B15B93CA5A73"/>
  </w:style>
  <w:style w:type="paragraph" w:customStyle="1" w:styleId="C8EBFEB547174D66B32B917C01F73229">
    <w:name w:val="C8EBFEB547174D66B32B917C01F73229"/>
  </w:style>
  <w:style w:type="paragraph" w:customStyle="1" w:styleId="3BB0D1937FD14B70848CAA8280BAF0AE">
    <w:name w:val="3BB0D1937FD14B70848CAA8280BAF0AE"/>
  </w:style>
  <w:style w:type="paragraph" w:customStyle="1" w:styleId="DD7BB45CDE10456A8F5CCDB0D0FCBCB5">
    <w:name w:val="DD7BB45CDE10456A8F5CCDB0D0FCBCB5"/>
  </w:style>
  <w:style w:type="paragraph" w:customStyle="1" w:styleId="AAD024E637994D27AE394878A03DB697">
    <w:name w:val="AAD024E637994D27AE394878A03DB697"/>
  </w:style>
  <w:style w:type="paragraph" w:customStyle="1" w:styleId="88E9F44C14234054931030327B5E31B9">
    <w:name w:val="88E9F44C14234054931030327B5E31B9"/>
  </w:style>
  <w:style w:type="paragraph" w:customStyle="1" w:styleId="B244BB6D1796497CBFA70C7DC31EBC1E">
    <w:name w:val="B244BB6D1796497CBFA70C7DC31EBC1E"/>
  </w:style>
  <w:style w:type="paragraph" w:customStyle="1" w:styleId="4BAD8B9520934D539C07BE66FD3F2C01">
    <w:name w:val="4BAD8B9520934D539C07BE66FD3F2C01"/>
  </w:style>
  <w:style w:type="paragraph" w:customStyle="1" w:styleId="F1B439A7E04349C58EE9B32F7DF89EFC">
    <w:name w:val="F1B439A7E04349C58EE9B32F7DF89EFC"/>
  </w:style>
  <w:style w:type="paragraph" w:customStyle="1" w:styleId="FA3F8ACEBF5A4D4A8DB33B81A3903A8D">
    <w:name w:val="FA3F8ACEBF5A4D4A8DB33B81A3903A8D"/>
  </w:style>
  <w:style w:type="paragraph" w:customStyle="1" w:styleId="E5945898481F4A428C0C0A18037A1FEF">
    <w:name w:val="E5945898481F4A428C0C0A18037A1FEF"/>
  </w:style>
  <w:style w:type="paragraph" w:customStyle="1" w:styleId="EC7C8562B0B04AE692109D9446938663">
    <w:name w:val="EC7C8562B0B04AE692109D9446938663"/>
  </w:style>
  <w:style w:type="paragraph" w:customStyle="1" w:styleId="34EB5BA0F98244EBBFE8FCFC50AC31AD">
    <w:name w:val="34EB5BA0F98244EBBFE8FCFC50AC31AD"/>
  </w:style>
  <w:style w:type="paragraph" w:customStyle="1" w:styleId="F1C5C5FF0039432DA4654ED87ADC500E">
    <w:name w:val="F1C5C5FF0039432DA4654ED87ADC500E"/>
  </w:style>
  <w:style w:type="paragraph" w:customStyle="1" w:styleId="D69114B75F85412380E784C2CECC10A7">
    <w:name w:val="D69114B75F85412380E784C2CECC10A7"/>
  </w:style>
  <w:style w:type="paragraph" w:customStyle="1" w:styleId="24ABB53005EC423DB6CA7CCB5EC3AC2D">
    <w:name w:val="24ABB53005EC423DB6CA7CCB5EC3AC2D"/>
  </w:style>
  <w:style w:type="paragraph" w:customStyle="1" w:styleId="DF5D61CC3FD74FC0A4FD5B821454AF2E">
    <w:name w:val="DF5D61CC3FD74FC0A4FD5B821454AF2E"/>
  </w:style>
  <w:style w:type="paragraph" w:customStyle="1" w:styleId="A8B597D7E2A64A79A4AA48232935EEF5">
    <w:name w:val="A8B597D7E2A64A79A4AA48232935EEF5"/>
  </w:style>
  <w:style w:type="paragraph" w:customStyle="1" w:styleId="D918A1568EB84B759B3A99E7FD8AD099">
    <w:name w:val="D918A1568EB84B759B3A99E7FD8AD099"/>
  </w:style>
  <w:style w:type="paragraph" w:customStyle="1" w:styleId="1A95872E926E40D8B990009F5702B479">
    <w:name w:val="1A95872E926E40D8B990009F5702B479"/>
  </w:style>
  <w:style w:type="paragraph" w:customStyle="1" w:styleId="CD52E7C00D9D46A8AA2A570AE47FABD2">
    <w:name w:val="CD52E7C00D9D46A8AA2A570AE47FABD2"/>
  </w:style>
  <w:style w:type="paragraph" w:customStyle="1" w:styleId="A514DD4F47A04A929AEE4DCCD98B2CC1">
    <w:name w:val="A514DD4F47A04A929AEE4DCCD98B2CC1"/>
  </w:style>
  <w:style w:type="paragraph" w:customStyle="1" w:styleId="E0F1840226684BCFA45E37543B5310CA">
    <w:name w:val="E0F1840226684BCFA45E37543B5310CA"/>
  </w:style>
  <w:style w:type="paragraph" w:customStyle="1" w:styleId="278DD8C3DDFC4DF69B8774D447E9F73C">
    <w:name w:val="278DD8C3DDFC4DF69B8774D447E9F73C"/>
  </w:style>
  <w:style w:type="paragraph" w:customStyle="1" w:styleId="57499F39EEB44CF9AB9D34343E5A5E69">
    <w:name w:val="57499F39EEB44CF9AB9D34343E5A5E69"/>
  </w:style>
  <w:style w:type="paragraph" w:customStyle="1" w:styleId="17D429128ACD49E9A84EE9CCACCF828C">
    <w:name w:val="17D429128ACD49E9A84EE9CCACCF828C"/>
  </w:style>
  <w:style w:type="paragraph" w:customStyle="1" w:styleId="91331FF50F6640939D2CE48E02FC9074">
    <w:name w:val="91331FF50F6640939D2CE48E02FC9074"/>
  </w:style>
  <w:style w:type="paragraph" w:customStyle="1" w:styleId="50CFF401CF9E46FB960CDB3062E51145">
    <w:name w:val="50CFF401CF9E46FB960CDB3062E51145"/>
  </w:style>
  <w:style w:type="paragraph" w:customStyle="1" w:styleId="6A36FD6EC9BD441C89A33846D37944CA">
    <w:name w:val="6A36FD6EC9BD441C89A33846D37944CA"/>
  </w:style>
  <w:style w:type="paragraph" w:customStyle="1" w:styleId="E51901EA4E7D48DD9F9F10BF827D0583">
    <w:name w:val="E51901EA4E7D48DD9F9F10BF827D0583"/>
  </w:style>
  <w:style w:type="paragraph" w:customStyle="1" w:styleId="2C9A87297AC4472FAD6D0E8A579E8922">
    <w:name w:val="2C9A87297AC4472FAD6D0E8A579E8922"/>
  </w:style>
  <w:style w:type="paragraph" w:customStyle="1" w:styleId="2E8D32F8803C432C90EE516CB2CFE8EA">
    <w:name w:val="2E8D32F8803C432C90EE516CB2CFE8EA"/>
  </w:style>
  <w:style w:type="paragraph" w:customStyle="1" w:styleId="E95A60C646184ADC941E23505D66B770">
    <w:name w:val="E95A60C646184ADC941E23505D66B770"/>
  </w:style>
  <w:style w:type="paragraph" w:customStyle="1" w:styleId="5DF23B6494C44D948C9CF3633926A972">
    <w:name w:val="5DF23B6494C44D948C9CF3633926A972"/>
  </w:style>
  <w:style w:type="paragraph" w:customStyle="1" w:styleId="563FAA1996154327A97F900F96C95A27">
    <w:name w:val="563FAA1996154327A97F900F96C95A27"/>
  </w:style>
  <w:style w:type="paragraph" w:customStyle="1" w:styleId="3E21150E059A47E3A8F640457F87B9BF">
    <w:name w:val="3E21150E059A47E3A8F640457F87B9BF"/>
  </w:style>
  <w:style w:type="paragraph" w:customStyle="1" w:styleId="017CBE3373524CA5B925309A3C97AD6E">
    <w:name w:val="017CBE3373524CA5B925309A3C97AD6E"/>
  </w:style>
  <w:style w:type="paragraph" w:customStyle="1" w:styleId="633D700C68614EA8B5AC2A34505E201E">
    <w:name w:val="633D700C68614EA8B5AC2A34505E201E"/>
  </w:style>
  <w:style w:type="paragraph" w:customStyle="1" w:styleId="0E4DFD6F9997451CA7ABD4EF883D3A19">
    <w:name w:val="0E4DFD6F9997451CA7ABD4EF883D3A19"/>
  </w:style>
  <w:style w:type="paragraph" w:customStyle="1" w:styleId="73391C15D58045BE8B699E345F821AAA">
    <w:name w:val="73391C15D58045BE8B699E345F821AAA"/>
  </w:style>
  <w:style w:type="paragraph" w:customStyle="1" w:styleId="4B0D0284EBE64B94A790BB8FF246B0BF">
    <w:name w:val="4B0D0284EBE64B94A790BB8FF246B0BF"/>
  </w:style>
  <w:style w:type="paragraph" w:customStyle="1" w:styleId="C60E81FCF1E04CE08908415AD454F0BD">
    <w:name w:val="C60E81FCF1E04CE08908415AD454F0BD"/>
  </w:style>
  <w:style w:type="paragraph" w:customStyle="1" w:styleId="F4D0E5B45A0A4CAB95E7D3035208D6CD">
    <w:name w:val="F4D0E5B45A0A4CAB95E7D3035208D6CD"/>
  </w:style>
  <w:style w:type="paragraph" w:customStyle="1" w:styleId="F91BB98BB4994A82986813C9ECFE5114">
    <w:name w:val="F91BB98BB4994A82986813C9ECFE5114"/>
  </w:style>
  <w:style w:type="paragraph" w:customStyle="1" w:styleId="4CC470EF46CD43038696E5C7873A6B20">
    <w:name w:val="4CC470EF46CD43038696E5C7873A6B20"/>
  </w:style>
  <w:style w:type="paragraph" w:customStyle="1" w:styleId="5A75667129C548B889E34C4CDB640C1A">
    <w:name w:val="5A75667129C548B889E34C4CDB640C1A"/>
  </w:style>
  <w:style w:type="paragraph" w:customStyle="1" w:styleId="EA535E23821B4C1C8F858CC599434D70">
    <w:name w:val="EA535E23821B4C1C8F858CC599434D70"/>
  </w:style>
  <w:style w:type="paragraph" w:customStyle="1" w:styleId="51F5681E88B048A1A858DABB331C339C">
    <w:name w:val="51F5681E88B048A1A858DABB331C339C"/>
  </w:style>
  <w:style w:type="paragraph" w:customStyle="1" w:styleId="DE0961EA989448AB808135DE58384068">
    <w:name w:val="DE0961EA989448AB808135DE58384068"/>
  </w:style>
  <w:style w:type="paragraph" w:customStyle="1" w:styleId="15835D406BF54CD99BE5C2B600B856A4">
    <w:name w:val="15835D406BF54CD99BE5C2B600B856A4"/>
  </w:style>
  <w:style w:type="paragraph" w:customStyle="1" w:styleId="5A3B5438B94F4F66AF67A82E077F8089">
    <w:name w:val="5A3B5438B94F4F66AF67A82E077F8089"/>
  </w:style>
  <w:style w:type="paragraph" w:customStyle="1" w:styleId="8EC47F8A417A4B34B17D4E00CA03F1B1">
    <w:name w:val="8EC47F8A417A4B34B17D4E00CA03F1B1"/>
  </w:style>
  <w:style w:type="paragraph" w:customStyle="1" w:styleId="085F965F4A764E53B0F21A989CDF6F0C">
    <w:name w:val="085F965F4A764E53B0F21A989CDF6F0C"/>
    <w:rsid w:val="00690F71"/>
  </w:style>
  <w:style w:type="paragraph" w:customStyle="1" w:styleId="B9E9EFDD8AF942799DA9AA69F38F061F">
    <w:name w:val="B9E9EFDD8AF942799DA9AA69F38F061F"/>
    <w:rsid w:val="00690F71"/>
  </w:style>
  <w:style w:type="paragraph" w:customStyle="1" w:styleId="5AB4C6616B9C43A7BD6159CED282E0CF">
    <w:name w:val="5AB4C6616B9C43A7BD6159CED282E0CF"/>
    <w:rsid w:val="00690F71"/>
  </w:style>
  <w:style w:type="paragraph" w:customStyle="1" w:styleId="727D88874BB9408A8079A12E7939DB57">
    <w:name w:val="727D88874BB9408A8079A12E7939DB57"/>
    <w:rsid w:val="00690F71"/>
  </w:style>
  <w:style w:type="paragraph" w:customStyle="1" w:styleId="4FAC22488F9C4991A796070B1EE095A5">
    <w:name w:val="4FAC22488F9C4991A796070B1EE095A5"/>
    <w:rsid w:val="00690F71"/>
  </w:style>
  <w:style w:type="paragraph" w:customStyle="1" w:styleId="6014EBF0AA2441E1B73CFCF16C6FA53E">
    <w:name w:val="6014EBF0AA2441E1B73CFCF16C6FA53E"/>
    <w:rsid w:val="00690F71"/>
  </w:style>
  <w:style w:type="paragraph" w:customStyle="1" w:styleId="EFE5CD05CDAC484F9ABB23EF48D7D4B6">
    <w:name w:val="EFE5CD05CDAC484F9ABB23EF48D7D4B6"/>
    <w:rsid w:val="00690F71"/>
  </w:style>
  <w:style w:type="paragraph" w:customStyle="1" w:styleId="F95DEA20444D4FA89BBD098EAD4CBAE6">
    <w:name w:val="F95DEA20444D4FA89BBD098EAD4CBAE6"/>
    <w:rsid w:val="00690F71"/>
  </w:style>
  <w:style w:type="paragraph" w:customStyle="1" w:styleId="A9AAF713B8E8424F9CEFFEF89EFAA981">
    <w:name w:val="A9AAF713B8E8424F9CEFFEF89EFAA981"/>
    <w:rsid w:val="00690F71"/>
  </w:style>
  <w:style w:type="paragraph" w:customStyle="1" w:styleId="565640F46DC24DEFB25AD9F435E035C0">
    <w:name w:val="565640F46DC24DEFB25AD9F435E035C0"/>
    <w:rsid w:val="00690F71"/>
  </w:style>
  <w:style w:type="paragraph" w:customStyle="1" w:styleId="3E993D457E4D444892D80CB228248D71">
    <w:name w:val="3E993D457E4D444892D80CB228248D71"/>
    <w:rsid w:val="00690F71"/>
  </w:style>
  <w:style w:type="paragraph" w:customStyle="1" w:styleId="A9EDE3A05F3D4BDCB3D9299E4EC06991">
    <w:name w:val="A9EDE3A05F3D4BDCB3D9299E4EC06991"/>
    <w:rsid w:val="00690F71"/>
  </w:style>
  <w:style w:type="paragraph" w:customStyle="1" w:styleId="53D018DF0F3546718E681BA7D6246898">
    <w:name w:val="53D018DF0F3546718E681BA7D6246898"/>
    <w:rsid w:val="00690F71"/>
  </w:style>
  <w:style w:type="paragraph" w:customStyle="1" w:styleId="7C0643F0E1414CC89AA2D609DA4C7A14">
    <w:name w:val="7C0643F0E1414CC89AA2D609DA4C7A14"/>
    <w:rsid w:val="00690F71"/>
  </w:style>
  <w:style w:type="paragraph" w:customStyle="1" w:styleId="1DE014AE20FF4E7493D9DE958CC4B247">
    <w:name w:val="1DE014AE20FF4E7493D9DE958CC4B247"/>
    <w:rsid w:val="00690F71"/>
  </w:style>
  <w:style w:type="paragraph" w:customStyle="1" w:styleId="77910557566040058050C3CBE29E6B4A">
    <w:name w:val="77910557566040058050C3CBE29E6B4A"/>
    <w:rsid w:val="00690F71"/>
  </w:style>
  <w:style w:type="paragraph" w:customStyle="1" w:styleId="497299709BA845EA94D252647D6F2CE8">
    <w:name w:val="497299709BA845EA94D252647D6F2CE8"/>
    <w:rsid w:val="00690F71"/>
  </w:style>
  <w:style w:type="paragraph" w:customStyle="1" w:styleId="C4721910CBA4428B9B38A80712D919C1">
    <w:name w:val="C4721910CBA4428B9B38A80712D919C1"/>
    <w:rsid w:val="00690F71"/>
  </w:style>
  <w:style w:type="paragraph" w:customStyle="1" w:styleId="8FF90161F5EC4D81B1D1A049D688F7DD">
    <w:name w:val="8FF90161F5EC4D81B1D1A049D688F7DD"/>
    <w:rsid w:val="00690F71"/>
  </w:style>
  <w:style w:type="paragraph" w:customStyle="1" w:styleId="B227B45A2A9C452AA3C92FD77C291F26">
    <w:name w:val="B227B45A2A9C452AA3C92FD77C291F26"/>
    <w:rsid w:val="00690F71"/>
  </w:style>
  <w:style w:type="paragraph" w:customStyle="1" w:styleId="FCFC7F4D864548E79277B04DA90015A5">
    <w:name w:val="FCFC7F4D864548E79277B04DA90015A5"/>
    <w:rsid w:val="00690F71"/>
  </w:style>
  <w:style w:type="paragraph" w:customStyle="1" w:styleId="CF4D3145AB274B74891CE302FC19DA11">
    <w:name w:val="CF4D3145AB274B74891CE302FC19DA11"/>
    <w:rsid w:val="00690F71"/>
  </w:style>
  <w:style w:type="paragraph" w:customStyle="1" w:styleId="F7A41A2DC1134116801BDD0000C1AD6D">
    <w:name w:val="F7A41A2DC1134116801BDD0000C1AD6D"/>
    <w:rsid w:val="00690F71"/>
  </w:style>
  <w:style w:type="paragraph" w:customStyle="1" w:styleId="9B1AE89D56FF4B5FA9D3E09CF87BB51E">
    <w:name w:val="9B1AE89D56FF4B5FA9D3E09CF87BB51E"/>
    <w:rsid w:val="00690F71"/>
  </w:style>
  <w:style w:type="paragraph" w:customStyle="1" w:styleId="6BE590467B144CFA9F38D370E3B9B59D">
    <w:name w:val="6BE590467B144CFA9F38D370E3B9B59D"/>
    <w:rsid w:val="00690F71"/>
  </w:style>
  <w:style w:type="paragraph" w:customStyle="1" w:styleId="523E5937228249AAAE4FBEC6AD212D8D">
    <w:name w:val="523E5937228249AAAE4FBEC6AD212D8D"/>
    <w:rsid w:val="00690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sign-in sheet(2).dotx</Template>
  <TotalTime>3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4</cp:revision>
  <dcterms:created xsi:type="dcterms:W3CDTF">2018-11-05T10:59:00Z</dcterms:created>
  <dcterms:modified xsi:type="dcterms:W3CDTF">2018-11-05T11:01:00Z</dcterms:modified>
</cp:coreProperties>
</file>