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B73F2D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Date</w:t>
      </w:r>
    </w:p>
    <w:p w:rsidR="00B73F2D" w:rsidRPr="00B73F2D" w:rsidRDefault="00B73F2D" w:rsidP="00B73F2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Dear ‘Name of Co-worker’,</w:t>
      </w:r>
    </w:p>
    <w:p w:rsidR="00B73F2D" w:rsidRPr="00B73F2D" w:rsidRDefault="00B73F2D" w:rsidP="00B73F2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Please acknowledge this letter as an appreciation for all the hard work you have put in the projects. Due to your understanding of nature and great explaining skills, I have been able to learn a lot from you. As a co-worker, it is very hard to meet eye to eye on some tasks, however, your advices and opinions have been a huge eye-opener for me.</w:t>
      </w:r>
    </w:p>
    <w:p w:rsidR="00B73F2D" w:rsidRPr="00B73F2D" w:rsidRDefault="00B73F2D" w:rsidP="00B73F2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Thank you for directly, as well as indirectly, teaching me new skills. I had a great experience working with you. Looking forward to working you in future projects.</w:t>
      </w:r>
    </w:p>
    <w:p w:rsidR="00B73F2D" w:rsidRPr="00B73F2D" w:rsidRDefault="00B73F2D" w:rsidP="00B73F2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Sincerely,</w:t>
      </w:r>
    </w:p>
    <w:p w:rsidR="00B73F2D" w:rsidRPr="00B73F2D" w:rsidRDefault="00B73F2D" w:rsidP="00B73F2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Name of Employee,</w:t>
      </w:r>
    </w:p>
    <w:p w:rsidR="00B73F2D" w:rsidRPr="00B73F2D" w:rsidRDefault="00B73F2D" w:rsidP="00B73F2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73F2D">
        <w:rPr>
          <w:rFonts w:eastAsia="Times New Roman" w:cstheme="minorHAnsi"/>
          <w:spacing w:val="0"/>
          <w:sz w:val="26"/>
          <w:szCs w:val="26"/>
        </w:rPr>
        <w:t>Name of Designation.</w:t>
      </w:r>
    </w:p>
    <w:p w:rsidR="00B96D91" w:rsidRPr="00B73F2D" w:rsidRDefault="00B96D91" w:rsidP="00AF4C3E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bookmarkStart w:id="0" w:name="_GoBack"/>
      <w:bookmarkEnd w:id="0"/>
    </w:p>
    <w:sectPr w:rsidR="00B96D91" w:rsidRPr="00B73F2D" w:rsidSect="009D337C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A74" w:rsidRDefault="00EB2A74">
      <w:pPr>
        <w:spacing w:after="0" w:line="240" w:lineRule="auto"/>
      </w:pPr>
      <w:r>
        <w:separator/>
      </w:r>
    </w:p>
  </w:endnote>
  <w:endnote w:type="continuationSeparator" w:id="0">
    <w:p w:rsidR="00EB2A74" w:rsidRDefault="00E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A74" w:rsidRDefault="00EB2A74">
      <w:pPr>
        <w:spacing w:after="0" w:line="240" w:lineRule="auto"/>
      </w:pPr>
      <w:r>
        <w:separator/>
      </w:r>
    </w:p>
  </w:footnote>
  <w:footnote w:type="continuationSeparator" w:id="0">
    <w:p w:rsidR="00EB2A74" w:rsidRDefault="00E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861B0"/>
    <w:rsid w:val="001E49E1"/>
    <w:rsid w:val="00223C56"/>
    <w:rsid w:val="00260C5F"/>
    <w:rsid w:val="002A62BA"/>
    <w:rsid w:val="002D488D"/>
    <w:rsid w:val="00357CB6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6A2D46"/>
    <w:rsid w:val="00704387"/>
    <w:rsid w:val="00704504"/>
    <w:rsid w:val="00707418"/>
    <w:rsid w:val="00724E34"/>
    <w:rsid w:val="007629DB"/>
    <w:rsid w:val="00767314"/>
    <w:rsid w:val="0077551D"/>
    <w:rsid w:val="007B76AE"/>
    <w:rsid w:val="008355DC"/>
    <w:rsid w:val="00843505"/>
    <w:rsid w:val="0084523E"/>
    <w:rsid w:val="008A15DF"/>
    <w:rsid w:val="008A6269"/>
    <w:rsid w:val="008C06DE"/>
    <w:rsid w:val="008C3A5F"/>
    <w:rsid w:val="008F2ADA"/>
    <w:rsid w:val="00917D1E"/>
    <w:rsid w:val="00993C18"/>
    <w:rsid w:val="009A578A"/>
    <w:rsid w:val="009D337C"/>
    <w:rsid w:val="00A271BB"/>
    <w:rsid w:val="00A5491A"/>
    <w:rsid w:val="00AA5759"/>
    <w:rsid w:val="00AC3876"/>
    <w:rsid w:val="00AD3BFC"/>
    <w:rsid w:val="00AF4C3E"/>
    <w:rsid w:val="00B1236C"/>
    <w:rsid w:val="00B23FE3"/>
    <w:rsid w:val="00B6173E"/>
    <w:rsid w:val="00B73F2D"/>
    <w:rsid w:val="00B841DF"/>
    <w:rsid w:val="00B96D91"/>
    <w:rsid w:val="00BB003B"/>
    <w:rsid w:val="00BE1F74"/>
    <w:rsid w:val="00C153C2"/>
    <w:rsid w:val="00C67788"/>
    <w:rsid w:val="00C67ADD"/>
    <w:rsid w:val="00C9008B"/>
    <w:rsid w:val="00CF6958"/>
    <w:rsid w:val="00D56C37"/>
    <w:rsid w:val="00D96937"/>
    <w:rsid w:val="00E204AF"/>
    <w:rsid w:val="00E27BA1"/>
    <w:rsid w:val="00EA52D8"/>
    <w:rsid w:val="00EB2A74"/>
    <w:rsid w:val="00EB5C06"/>
    <w:rsid w:val="00ED25AC"/>
    <w:rsid w:val="00F06FDC"/>
    <w:rsid w:val="00F279B1"/>
    <w:rsid w:val="00F52A5B"/>
    <w:rsid w:val="00F7524F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993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3C1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362C5F"/>
    <w:rsid w:val="00494B48"/>
    <w:rsid w:val="00513A70"/>
    <w:rsid w:val="00643EEA"/>
    <w:rsid w:val="00646076"/>
    <w:rsid w:val="00671CCD"/>
    <w:rsid w:val="00705AAD"/>
    <w:rsid w:val="008821FB"/>
    <w:rsid w:val="008927F4"/>
    <w:rsid w:val="00A556F8"/>
    <w:rsid w:val="00B247F0"/>
    <w:rsid w:val="00B91066"/>
    <w:rsid w:val="00BC7B2D"/>
    <w:rsid w:val="00CE6513"/>
    <w:rsid w:val="00CF0619"/>
    <w:rsid w:val="00D35A69"/>
    <w:rsid w:val="00E84058"/>
    <w:rsid w:val="00F960BF"/>
    <w:rsid w:val="00FC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2018-11-16T10:27:00Z</dcterms:created>
  <dcterms:modified xsi:type="dcterms:W3CDTF">2018-11-16T10:28:00Z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