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43505" w:rsidRPr="00AF4C3E" w:rsidRDefault="00843505" w:rsidP="00843505">
      <w:pPr>
        <w:spacing w:before="100" w:beforeAutospacing="1" w:after="100" w:afterAutospacing="1" w:line="240" w:lineRule="auto"/>
        <w:rPr>
          <w:rFonts w:eastAsia="Times New Roman" w:cstheme="minorHAnsi"/>
          <w:spacing w:val="0"/>
          <w:sz w:val="26"/>
          <w:szCs w:val="26"/>
        </w:rPr>
      </w:pPr>
      <w:r w:rsidRPr="00AF4C3E">
        <w:rPr>
          <w:rFonts w:eastAsia="Times New Roman" w:cstheme="minorHAnsi"/>
          <w:spacing w:val="0"/>
          <w:sz w:val="26"/>
          <w:szCs w:val="26"/>
        </w:rPr>
        <w:t>Date</w:t>
      </w:r>
    </w:p>
    <w:p w:rsidR="00993C18" w:rsidRPr="00AF4C3E" w:rsidRDefault="00993C18" w:rsidP="00993C18">
      <w:pPr>
        <w:spacing w:before="100" w:beforeAutospacing="1" w:after="100" w:afterAutospacing="1" w:line="240" w:lineRule="auto"/>
        <w:rPr>
          <w:rFonts w:eastAsia="Times New Roman" w:cstheme="minorHAnsi"/>
          <w:spacing w:val="0"/>
          <w:sz w:val="26"/>
          <w:szCs w:val="26"/>
        </w:rPr>
      </w:pPr>
      <w:r w:rsidRPr="00AF4C3E">
        <w:rPr>
          <w:rFonts w:eastAsia="Times New Roman" w:cstheme="minorHAnsi"/>
          <w:spacing w:val="0"/>
          <w:sz w:val="26"/>
          <w:szCs w:val="26"/>
        </w:rPr>
        <w:t>Subject: Sick leave for a day</w:t>
      </w:r>
    </w:p>
    <w:p w:rsidR="00AF4C3E" w:rsidRPr="00AF4C3E" w:rsidRDefault="00AF4C3E" w:rsidP="00AF4C3E">
      <w:pPr>
        <w:spacing w:before="100" w:beforeAutospacing="1" w:after="100" w:afterAutospacing="1" w:line="240" w:lineRule="auto"/>
        <w:rPr>
          <w:rFonts w:eastAsia="Times New Roman" w:cstheme="minorHAnsi"/>
          <w:spacing w:val="0"/>
          <w:sz w:val="26"/>
          <w:szCs w:val="26"/>
        </w:rPr>
      </w:pPr>
      <w:r w:rsidRPr="00AF4C3E">
        <w:rPr>
          <w:rFonts w:eastAsia="Times New Roman" w:cstheme="minorHAnsi"/>
          <w:spacing w:val="0"/>
          <w:sz w:val="26"/>
          <w:szCs w:val="26"/>
        </w:rPr>
        <w:t>Dear ‘Name of New Employee’,</w:t>
      </w:r>
    </w:p>
    <w:p w:rsidR="00AF4C3E" w:rsidRPr="00AF4C3E" w:rsidRDefault="00AF4C3E" w:rsidP="00AF4C3E">
      <w:pPr>
        <w:spacing w:before="100" w:beforeAutospacing="1" w:after="100" w:afterAutospacing="1" w:line="240" w:lineRule="auto"/>
        <w:rPr>
          <w:rFonts w:eastAsia="Times New Roman" w:cstheme="minorHAnsi"/>
          <w:spacing w:val="0"/>
          <w:sz w:val="26"/>
          <w:szCs w:val="26"/>
        </w:rPr>
      </w:pPr>
      <w:r w:rsidRPr="00AF4C3E">
        <w:rPr>
          <w:rFonts w:eastAsia="Times New Roman" w:cstheme="minorHAnsi"/>
          <w:spacing w:val="0"/>
          <w:sz w:val="26"/>
          <w:szCs w:val="26"/>
        </w:rPr>
        <w:t>It is with great pleasure that I welcome you to ‘Name of Organization’. I ‘Name of Manager’, will be your acting supervisor during your time at our organization.</w:t>
      </w:r>
    </w:p>
    <w:p w:rsidR="00AF4C3E" w:rsidRPr="00AF4C3E" w:rsidRDefault="00AF4C3E" w:rsidP="00AF4C3E">
      <w:pPr>
        <w:spacing w:before="100" w:beforeAutospacing="1" w:after="100" w:afterAutospacing="1" w:line="240" w:lineRule="auto"/>
        <w:rPr>
          <w:rFonts w:eastAsia="Times New Roman" w:cstheme="minorHAnsi"/>
          <w:spacing w:val="0"/>
          <w:sz w:val="26"/>
          <w:szCs w:val="26"/>
        </w:rPr>
      </w:pPr>
      <w:r w:rsidRPr="00AF4C3E">
        <w:rPr>
          <w:rFonts w:eastAsia="Times New Roman" w:cstheme="minorHAnsi"/>
          <w:spacing w:val="0"/>
          <w:sz w:val="26"/>
          <w:szCs w:val="26"/>
        </w:rPr>
        <w:t>On ‘Start Date’, I will be waiting at the reception to help you around the department as well as provide any assistance that you may require as a new employee.</w:t>
      </w:r>
    </w:p>
    <w:p w:rsidR="00AF4C3E" w:rsidRPr="00AF4C3E" w:rsidRDefault="00AF4C3E" w:rsidP="00AF4C3E">
      <w:pPr>
        <w:spacing w:before="100" w:beforeAutospacing="1" w:after="100" w:afterAutospacing="1" w:line="240" w:lineRule="auto"/>
        <w:rPr>
          <w:rFonts w:eastAsia="Times New Roman" w:cstheme="minorHAnsi"/>
          <w:spacing w:val="0"/>
          <w:sz w:val="26"/>
          <w:szCs w:val="26"/>
        </w:rPr>
      </w:pPr>
      <w:r w:rsidRPr="00AF4C3E">
        <w:rPr>
          <w:rFonts w:eastAsia="Times New Roman" w:cstheme="minorHAnsi"/>
          <w:spacing w:val="0"/>
          <w:sz w:val="26"/>
          <w:szCs w:val="26"/>
        </w:rPr>
        <w:t>Furthermore, you will find a reporting schedule and the summary of the ongoing project, attached to the email. Please review it so you are prepared for your first day at work.</w:t>
      </w:r>
    </w:p>
    <w:p w:rsidR="00AF4C3E" w:rsidRPr="00AF4C3E" w:rsidRDefault="00AF4C3E" w:rsidP="00AF4C3E">
      <w:pPr>
        <w:spacing w:before="100" w:beforeAutospacing="1" w:after="100" w:afterAutospacing="1" w:line="240" w:lineRule="auto"/>
        <w:rPr>
          <w:rFonts w:eastAsia="Times New Roman" w:cstheme="minorHAnsi"/>
          <w:spacing w:val="0"/>
          <w:sz w:val="26"/>
          <w:szCs w:val="26"/>
        </w:rPr>
      </w:pPr>
      <w:r w:rsidRPr="00AF4C3E">
        <w:rPr>
          <w:rFonts w:eastAsia="Times New Roman" w:cstheme="minorHAnsi"/>
          <w:spacing w:val="0"/>
          <w:sz w:val="26"/>
          <w:szCs w:val="26"/>
        </w:rPr>
        <w:t>During your contract signing, you were provided with a handbook as well as some forms to fill. I would like to remind you to read the handbook as it will provide you with in detail, the system of our organization. The forms are to be filled with the required documents attached to them and submitted to the HR department as early as possible. Without the required documents or incomplete forms, you will not be able to avail the benefits granted to you.</w:t>
      </w:r>
    </w:p>
    <w:p w:rsidR="00AF4C3E" w:rsidRPr="00AF4C3E" w:rsidRDefault="00AF4C3E" w:rsidP="00AF4C3E">
      <w:pPr>
        <w:spacing w:before="100" w:beforeAutospacing="1" w:after="100" w:afterAutospacing="1" w:line="240" w:lineRule="auto"/>
        <w:rPr>
          <w:rFonts w:eastAsia="Times New Roman" w:cstheme="minorHAnsi"/>
          <w:spacing w:val="0"/>
          <w:sz w:val="26"/>
          <w:szCs w:val="26"/>
        </w:rPr>
      </w:pPr>
      <w:r w:rsidRPr="00AF4C3E">
        <w:rPr>
          <w:rFonts w:eastAsia="Times New Roman" w:cstheme="minorHAnsi"/>
          <w:spacing w:val="0"/>
          <w:sz w:val="26"/>
          <w:szCs w:val="26"/>
        </w:rPr>
        <w:t>If you have any questions, do not hesitate to contact me. I look forward to working with you.</w:t>
      </w:r>
    </w:p>
    <w:p w:rsidR="00AF4C3E" w:rsidRPr="00AF4C3E" w:rsidRDefault="00AF4C3E" w:rsidP="00AF4C3E">
      <w:pPr>
        <w:spacing w:before="100" w:beforeAutospacing="1" w:after="100" w:afterAutospacing="1" w:line="240" w:lineRule="auto"/>
        <w:rPr>
          <w:rFonts w:eastAsia="Times New Roman" w:cstheme="minorHAnsi"/>
          <w:spacing w:val="0"/>
          <w:sz w:val="26"/>
          <w:szCs w:val="26"/>
        </w:rPr>
      </w:pPr>
      <w:r w:rsidRPr="00AF4C3E">
        <w:rPr>
          <w:rFonts w:eastAsia="Times New Roman" w:cstheme="minorHAnsi"/>
          <w:spacing w:val="0"/>
          <w:sz w:val="26"/>
          <w:szCs w:val="26"/>
        </w:rPr>
        <w:t>Sincerely,</w:t>
      </w:r>
    </w:p>
    <w:p w:rsidR="00AF4C3E" w:rsidRPr="00AF4C3E" w:rsidRDefault="00AF4C3E" w:rsidP="00AF4C3E">
      <w:pPr>
        <w:spacing w:before="100" w:beforeAutospacing="1" w:after="100" w:afterAutospacing="1" w:line="240" w:lineRule="auto"/>
        <w:rPr>
          <w:rFonts w:eastAsia="Times New Roman" w:cstheme="minorHAnsi"/>
          <w:spacing w:val="0"/>
          <w:sz w:val="26"/>
          <w:szCs w:val="26"/>
        </w:rPr>
      </w:pPr>
      <w:r w:rsidRPr="00AF4C3E">
        <w:rPr>
          <w:rFonts w:eastAsia="Times New Roman" w:cstheme="minorHAnsi"/>
          <w:spacing w:val="0"/>
          <w:sz w:val="26"/>
          <w:szCs w:val="26"/>
        </w:rPr>
        <w:t>Name of Head of Department,</w:t>
      </w:r>
    </w:p>
    <w:p w:rsidR="00AF4C3E" w:rsidRPr="00AF4C3E" w:rsidRDefault="00AF4C3E" w:rsidP="00AF4C3E">
      <w:pPr>
        <w:spacing w:before="100" w:beforeAutospacing="1" w:after="100" w:afterAutospacing="1" w:line="240" w:lineRule="auto"/>
        <w:rPr>
          <w:rFonts w:eastAsia="Times New Roman" w:cstheme="minorHAnsi"/>
          <w:spacing w:val="0"/>
          <w:sz w:val="26"/>
          <w:szCs w:val="26"/>
        </w:rPr>
      </w:pPr>
      <w:r w:rsidRPr="00AF4C3E">
        <w:rPr>
          <w:rFonts w:eastAsia="Times New Roman" w:cstheme="minorHAnsi"/>
          <w:spacing w:val="0"/>
          <w:sz w:val="26"/>
          <w:szCs w:val="26"/>
        </w:rPr>
        <w:t>Name of Department.</w:t>
      </w:r>
    </w:p>
    <w:p w:rsidR="00B96D91" w:rsidRPr="00AF4C3E" w:rsidRDefault="00B96D91" w:rsidP="00AF4C3E">
      <w:pPr>
        <w:spacing w:before="100" w:beforeAutospacing="1" w:after="100" w:afterAutospacing="1" w:line="240" w:lineRule="auto"/>
        <w:rPr>
          <w:rFonts w:cstheme="minorHAnsi"/>
          <w:sz w:val="26"/>
          <w:szCs w:val="26"/>
        </w:rPr>
      </w:pPr>
      <w:bookmarkStart w:id="0" w:name="_GoBack"/>
      <w:bookmarkEnd w:id="0"/>
    </w:p>
    <w:sectPr w:rsidR="00B96D91" w:rsidRPr="00AF4C3E" w:rsidSect="009D337C">
      <w:headerReference w:type="default" r:id="rId7"/>
      <w:footerReference w:type="first" r:id="rId8"/>
      <w:pgSz w:w="12240" w:h="15840"/>
      <w:pgMar w:top="2070" w:right="1350" w:bottom="450" w:left="117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23FE3" w:rsidRDefault="00B23FE3">
      <w:pPr>
        <w:spacing w:after="0" w:line="240" w:lineRule="auto"/>
      </w:pPr>
      <w:r>
        <w:separator/>
      </w:r>
    </w:p>
  </w:endnote>
  <w:endnote w:type="continuationSeparator" w:id="0">
    <w:p w:rsidR="00B23FE3" w:rsidRDefault="00B23F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2A5B" w:rsidRDefault="008C3A5F" w:rsidP="00AC3876">
    <w:pPr>
      <w:pStyle w:val="Footer"/>
    </w:pPr>
    <w:r>
      <w:t>wordexceltemplates.com</w:t>
    </w:r>
  </w:p>
  <w:p w:rsidR="00F52A5B" w:rsidRDefault="00F52A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23FE3" w:rsidRDefault="00B23FE3">
      <w:pPr>
        <w:spacing w:after="0" w:line="240" w:lineRule="auto"/>
      </w:pPr>
      <w:r>
        <w:separator/>
      </w:r>
    </w:p>
  </w:footnote>
  <w:footnote w:type="continuationSeparator" w:id="0">
    <w:p w:rsidR="00B23FE3" w:rsidRDefault="00B23F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
      <w:id w:val="613644108"/>
      <w:placeholder>
        <w:docPart w:val="606DD24630E849CBAF7707DC80814606"/>
      </w:placeholder>
      <w:showingPlcHdr/>
      <w:dataBinding w:prefixMappings="xmlns:ns0='http://schemas.microsoft.com/office/2006/coverPageProps' " w:xpath="/ns0:CoverPageProperties[1]/ns0:CompanyFax[1]" w:storeItemID="{55AF091B-3C7A-41E3-B477-F2FDAA23CFDA}"/>
      <w:text/>
    </w:sdtPr>
    <w:sdtEndPr/>
    <w:sdtContent>
      <w:p w:rsidR="00B96D91" w:rsidRDefault="00AD3BFC">
        <w:pPr>
          <w:pStyle w:val="Header"/>
        </w:pPr>
        <w:r>
          <w:rPr>
            <w:rStyle w:val="PlaceholderText"/>
            <w:color w:val="auto"/>
          </w:rPr>
          <w:t>[Recipient Name]</w:t>
        </w:r>
      </w:p>
    </w:sdtContent>
  </w:sdt>
  <w:sdt>
    <w:sdtPr>
      <w:alias w:val="Date"/>
      <w:tag w:val="Date"/>
      <w:id w:val="-116532568"/>
      <w:placeholder>
        <w:docPart w:val="29862651C28D4C0F93F3CE4B3E640555"/>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B96D91" w:rsidRDefault="00AD3BFC">
        <w:pPr>
          <w:pStyle w:val="Header"/>
        </w:pPr>
        <w:r>
          <w:t>[Date]</w:t>
        </w:r>
      </w:p>
    </w:sdtContent>
  </w:sdt>
  <w:p w:rsidR="00B96D91" w:rsidRDefault="00AD3BFC">
    <w:pPr>
      <w:pStyle w:val="Header"/>
    </w:pPr>
    <w:r>
      <w:t xml:space="preserve">Page </w:t>
    </w:r>
    <w:r>
      <w:fldChar w:fldCharType="begin"/>
    </w:r>
    <w:r>
      <w:instrText xml:space="preserve"> PAGE   \* MERGEFORMAT </w:instrText>
    </w:r>
    <w:r>
      <w:fldChar w:fldCharType="separate"/>
    </w:r>
    <w:r w:rsidR="00AC3876">
      <w:rPr>
        <w:noProof/>
      </w:rPr>
      <w:t>2</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removePersonalInformation/>
  <w:removeDateAndTime/>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1003"/>
    <w:rsid w:val="0003705B"/>
    <w:rsid w:val="00041FF6"/>
    <w:rsid w:val="00070309"/>
    <w:rsid w:val="000E7469"/>
    <w:rsid w:val="001267AB"/>
    <w:rsid w:val="00131003"/>
    <w:rsid w:val="00141EB3"/>
    <w:rsid w:val="0014567B"/>
    <w:rsid w:val="001E49E1"/>
    <w:rsid w:val="00223C56"/>
    <w:rsid w:val="00260C5F"/>
    <w:rsid w:val="002A62BA"/>
    <w:rsid w:val="002D488D"/>
    <w:rsid w:val="00357CB6"/>
    <w:rsid w:val="003A0CC8"/>
    <w:rsid w:val="003F5C91"/>
    <w:rsid w:val="004023DB"/>
    <w:rsid w:val="00405B2D"/>
    <w:rsid w:val="00415F77"/>
    <w:rsid w:val="00430143"/>
    <w:rsid w:val="004F27EA"/>
    <w:rsid w:val="00503236"/>
    <w:rsid w:val="00504EA0"/>
    <w:rsid w:val="0054673E"/>
    <w:rsid w:val="0055287C"/>
    <w:rsid w:val="0056655A"/>
    <w:rsid w:val="006201A3"/>
    <w:rsid w:val="00640456"/>
    <w:rsid w:val="006554EC"/>
    <w:rsid w:val="006668CE"/>
    <w:rsid w:val="0068662F"/>
    <w:rsid w:val="00704387"/>
    <w:rsid w:val="00704504"/>
    <w:rsid w:val="00707418"/>
    <w:rsid w:val="00724E34"/>
    <w:rsid w:val="007629DB"/>
    <w:rsid w:val="00767314"/>
    <w:rsid w:val="0077551D"/>
    <w:rsid w:val="007B76AE"/>
    <w:rsid w:val="008355DC"/>
    <w:rsid w:val="00843505"/>
    <w:rsid w:val="0084523E"/>
    <w:rsid w:val="008A15DF"/>
    <w:rsid w:val="008A6269"/>
    <w:rsid w:val="008C06DE"/>
    <w:rsid w:val="008C3A5F"/>
    <w:rsid w:val="008F2ADA"/>
    <w:rsid w:val="00917D1E"/>
    <w:rsid w:val="00993C18"/>
    <w:rsid w:val="009A578A"/>
    <w:rsid w:val="009D337C"/>
    <w:rsid w:val="00A271BB"/>
    <w:rsid w:val="00A5491A"/>
    <w:rsid w:val="00AA5759"/>
    <w:rsid w:val="00AC3876"/>
    <w:rsid w:val="00AD3BFC"/>
    <w:rsid w:val="00AF4C3E"/>
    <w:rsid w:val="00B1236C"/>
    <w:rsid w:val="00B23FE3"/>
    <w:rsid w:val="00B6173E"/>
    <w:rsid w:val="00B841DF"/>
    <w:rsid w:val="00B96D91"/>
    <w:rsid w:val="00BB003B"/>
    <w:rsid w:val="00BE1F74"/>
    <w:rsid w:val="00C67788"/>
    <w:rsid w:val="00C67ADD"/>
    <w:rsid w:val="00CF6958"/>
    <w:rsid w:val="00D56C37"/>
    <w:rsid w:val="00D96937"/>
    <w:rsid w:val="00E204AF"/>
    <w:rsid w:val="00E27BA1"/>
    <w:rsid w:val="00EA52D8"/>
    <w:rsid w:val="00EB5C06"/>
    <w:rsid w:val="00ED25AC"/>
    <w:rsid w:val="00F06FDC"/>
    <w:rsid w:val="00F279B1"/>
    <w:rsid w:val="00F52A5B"/>
    <w:rsid w:val="00F9165E"/>
    <w:rsid w:val="00FA506C"/>
    <w:rsid w:val="00FE22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40" w:line="276" w:lineRule="auto"/>
      </w:pPr>
    </w:pPrDefault>
  </w:docDefaults>
  <w:latentStyles w:defLockedState="0" w:defUIPriority="99" w:defSemiHidden="0" w:defUnhideWhenUsed="0" w:defQFormat="0" w:count="375">
    <w:lsdException w:name="Normal" w:uiPriority="0" w:qFormat="1"/>
    <w:lsdException w:name="heading 1" w:semiHidden="1" w:uiPriority="9" w:unhideWhenUsed="1"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iPriority="3" w:unhideWhenUsed="1" w:qFormat="1"/>
    <w:lsdException w:name="Signature" w:semiHidden="1" w:uiPriority="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iPriority="0" w:unhideWhenUsed="1" w:qFormat="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pacing w:val="4"/>
      <w:sz w:val="20"/>
    </w:rPr>
  </w:style>
  <w:style w:type="paragraph" w:styleId="Heading1">
    <w:name w:val="heading 1"/>
    <w:basedOn w:val="Normal"/>
    <w:link w:val="Heading1Char"/>
    <w:uiPriority w:val="9"/>
    <w:qFormat/>
    <w:rsid w:val="00993C18"/>
    <w:pPr>
      <w:spacing w:before="100" w:beforeAutospacing="1" w:after="100" w:afterAutospacing="1" w:line="240" w:lineRule="auto"/>
      <w:outlineLvl w:val="0"/>
    </w:pPr>
    <w:rPr>
      <w:rFonts w:ascii="Times New Roman" w:eastAsia="Times New Roman" w:hAnsi="Times New Roman" w:cs="Times New Roman"/>
      <w:b/>
      <w:bCs/>
      <w:spacing w:val="0"/>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qFormat/>
    <w:pPr>
      <w:spacing w:after="0"/>
    </w:pPr>
  </w:style>
  <w:style w:type="paragraph" w:styleId="Closing">
    <w:name w:val="Closing"/>
    <w:basedOn w:val="Normal"/>
    <w:next w:val="Signature"/>
    <w:link w:val="ClosingChar"/>
    <w:uiPriority w:val="3"/>
    <w:qFormat/>
    <w:pPr>
      <w:keepNext/>
      <w:spacing w:after="1000" w:line="240" w:lineRule="auto"/>
    </w:pPr>
  </w:style>
  <w:style w:type="paragraph" w:styleId="Signature">
    <w:name w:val="Signature"/>
    <w:basedOn w:val="Normal"/>
    <w:next w:val="Normal"/>
    <w:qFormat/>
    <w:pPr>
      <w:keepNext/>
      <w:spacing w:after="300"/>
      <w:contextualSpacing/>
    </w:pPr>
  </w:style>
  <w:style w:type="paragraph" w:styleId="Date">
    <w:name w:val="Date"/>
    <w:basedOn w:val="Normal"/>
    <w:next w:val="Normal"/>
    <w:qFormat/>
    <w:pPr>
      <w:spacing w:after="480" w:line="240" w:lineRule="auto"/>
    </w:pPr>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rPr>
      <w:spacing w:val="4"/>
      <w:sz w:val="20"/>
    </w:rPr>
  </w:style>
  <w:style w:type="paragraph" w:styleId="Header">
    <w:name w:val="header"/>
    <w:basedOn w:val="Normal"/>
    <w:link w:val="HeaderChar"/>
    <w:uiPriority w:val="99"/>
    <w:unhideWhenUsed/>
    <w:pPr>
      <w:tabs>
        <w:tab w:val="center" w:pos="4680"/>
        <w:tab w:val="right" w:pos="9360"/>
      </w:tabs>
      <w:contextualSpacing/>
    </w:pPr>
  </w:style>
  <w:style w:type="character" w:customStyle="1" w:styleId="HeaderChar">
    <w:name w:val="Header Char"/>
    <w:basedOn w:val="DefaultParagraphFont"/>
    <w:link w:val="Header"/>
    <w:uiPriority w:val="99"/>
    <w:rPr>
      <w:spacing w:val="4"/>
      <w:sz w:val="20"/>
    </w:rPr>
  </w:style>
  <w:style w:type="character" w:styleId="PlaceholderText">
    <w:name w:val="Placeholder Text"/>
    <w:basedOn w:val="DefaultParagraphFont"/>
    <w:uiPriority w:val="99"/>
    <w:semiHidden/>
    <w:rPr>
      <w:color w:val="808080"/>
    </w:rPr>
  </w:style>
  <w:style w:type="paragraph" w:styleId="Salutation">
    <w:name w:val="Salutation"/>
    <w:basedOn w:val="Normal"/>
    <w:next w:val="Normal"/>
    <w:qFormat/>
    <w:pPr>
      <w:spacing w:before="400" w:after="200"/>
    </w:pPr>
  </w:style>
  <w:style w:type="character" w:customStyle="1" w:styleId="ClosingChar">
    <w:name w:val="Closing Char"/>
    <w:basedOn w:val="DefaultParagraphFont"/>
    <w:link w:val="Closing"/>
    <w:uiPriority w:val="3"/>
    <w:rsid w:val="00F9165E"/>
    <w:rPr>
      <w:spacing w:val="4"/>
      <w:sz w:val="20"/>
    </w:rPr>
  </w:style>
  <w:style w:type="paragraph" w:styleId="NormalWeb">
    <w:name w:val="Normal (Web)"/>
    <w:basedOn w:val="Normal"/>
    <w:uiPriority w:val="99"/>
    <w:semiHidden/>
    <w:unhideWhenUsed/>
    <w:rsid w:val="0077551D"/>
    <w:pPr>
      <w:spacing w:before="100" w:beforeAutospacing="1" w:after="100" w:afterAutospacing="1" w:line="240" w:lineRule="auto"/>
    </w:pPr>
    <w:rPr>
      <w:rFonts w:ascii="Times New Roman" w:eastAsia="Times New Roman" w:hAnsi="Times New Roman" w:cs="Times New Roman"/>
      <w:spacing w:val="0"/>
      <w:sz w:val="24"/>
      <w:szCs w:val="24"/>
    </w:rPr>
  </w:style>
  <w:style w:type="character" w:styleId="Strong">
    <w:name w:val="Strong"/>
    <w:basedOn w:val="DefaultParagraphFont"/>
    <w:uiPriority w:val="22"/>
    <w:qFormat/>
    <w:rsid w:val="00704387"/>
    <w:rPr>
      <w:b/>
      <w:bCs/>
    </w:rPr>
  </w:style>
  <w:style w:type="character" w:styleId="Hyperlink">
    <w:name w:val="Hyperlink"/>
    <w:basedOn w:val="DefaultParagraphFont"/>
    <w:uiPriority w:val="99"/>
    <w:semiHidden/>
    <w:unhideWhenUsed/>
    <w:rsid w:val="00357CB6"/>
    <w:rPr>
      <w:color w:val="0000FF"/>
      <w:u w:val="single"/>
    </w:rPr>
  </w:style>
  <w:style w:type="character" w:customStyle="1" w:styleId="Heading1Char">
    <w:name w:val="Heading 1 Char"/>
    <w:basedOn w:val="DefaultParagraphFont"/>
    <w:link w:val="Heading1"/>
    <w:uiPriority w:val="9"/>
    <w:rsid w:val="00993C18"/>
    <w:rPr>
      <w:rFonts w:ascii="Times New Roman" w:eastAsia="Times New Roman" w:hAnsi="Times New Roman"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879948">
      <w:bodyDiv w:val="1"/>
      <w:marLeft w:val="0"/>
      <w:marRight w:val="0"/>
      <w:marTop w:val="0"/>
      <w:marBottom w:val="0"/>
      <w:divBdr>
        <w:top w:val="none" w:sz="0" w:space="0" w:color="auto"/>
        <w:left w:val="none" w:sz="0" w:space="0" w:color="auto"/>
        <w:bottom w:val="none" w:sz="0" w:space="0" w:color="auto"/>
        <w:right w:val="none" w:sz="0" w:space="0" w:color="auto"/>
      </w:divBdr>
    </w:div>
    <w:div w:id="101650408">
      <w:bodyDiv w:val="1"/>
      <w:marLeft w:val="0"/>
      <w:marRight w:val="0"/>
      <w:marTop w:val="0"/>
      <w:marBottom w:val="0"/>
      <w:divBdr>
        <w:top w:val="none" w:sz="0" w:space="0" w:color="auto"/>
        <w:left w:val="none" w:sz="0" w:space="0" w:color="auto"/>
        <w:bottom w:val="none" w:sz="0" w:space="0" w:color="auto"/>
        <w:right w:val="none" w:sz="0" w:space="0" w:color="auto"/>
      </w:divBdr>
    </w:div>
    <w:div w:id="159393050">
      <w:bodyDiv w:val="1"/>
      <w:marLeft w:val="0"/>
      <w:marRight w:val="0"/>
      <w:marTop w:val="0"/>
      <w:marBottom w:val="0"/>
      <w:divBdr>
        <w:top w:val="none" w:sz="0" w:space="0" w:color="auto"/>
        <w:left w:val="none" w:sz="0" w:space="0" w:color="auto"/>
        <w:bottom w:val="none" w:sz="0" w:space="0" w:color="auto"/>
        <w:right w:val="none" w:sz="0" w:space="0" w:color="auto"/>
      </w:divBdr>
    </w:div>
    <w:div w:id="168755363">
      <w:bodyDiv w:val="1"/>
      <w:marLeft w:val="0"/>
      <w:marRight w:val="0"/>
      <w:marTop w:val="0"/>
      <w:marBottom w:val="0"/>
      <w:divBdr>
        <w:top w:val="none" w:sz="0" w:space="0" w:color="auto"/>
        <w:left w:val="none" w:sz="0" w:space="0" w:color="auto"/>
        <w:bottom w:val="none" w:sz="0" w:space="0" w:color="auto"/>
        <w:right w:val="none" w:sz="0" w:space="0" w:color="auto"/>
      </w:divBdr>
    </w:div>
    <w:div w:id="229074244">
      <w:bodyDiv w:val="1"/>
      <w:marLeft w:val="0"/>
      <w:marRight w:val="0"/>
      <w:marTop w:val="0"/>
      <w:marBottom w:val="0"/>
      <w:divBdr>
        <w:top w:val="none" w:sz="0" w:space="0" w:color="auto"/>
        <w:left w:val="none" w:sz="0" w:space="0" w:color="auto"/>
        <w:bottom w:val="none" w:sz="0" w:space="0" w:color="auto"/>
        <w:right w:val="none" w:sz="0" w:space="0" w:color="auto"/>
      </w:divBdr>
    </w:div>
    <w:div w:id="254288735">
      <w:bodyDiv w:val="1"/>
      <w:marLeft w:val="0"/>
      <w:marRight w:val="0"/>
      <w:marTop w:val="0"/>
      <w:marBottom w:val="0"/>
      <w:divBdr>
        <w:top w:val="none" w:sz="0" w:space="0" w:color="auto"/>
        <w:left w:val="none" w:sz="0" w:space="0" w:color="auto"/>
        <w:bottom w:val="none" w:sz="0" w:space="0" w:color="auto"/>
        <w:right w:val="none" w:sz="0" w:space="0" w:color="auto"/>
      </w:divBdr>
    </w:div>
    <w:div w:id="339891829">
      <w:bodyDiv w:val="1"/>
      <w:marLeft w:val="0"/>
      <w:marRight w:val="0"/>
      <w:marTop w:val="0"/>
      <w:marBottom w:val="0"/>
      <w:divBdr>
        <w:top w:val="none" w:sz="0" w:space="0" w:color="auto"/>
        <w:left w:val="none" w:sz="0" w:space="0" w:color="auto"/>
        <w:bottom w:val="none" w:sz="0" w:space="0" w:color="auto"/>
        <w:right w:val="none" w:sz="0" w:space="0" w:color="auto"/>
      </w:divBdr>
    </w:div>
    <w:div w:id="399448196">
      <w:bodyDiv w:val="1"/>
      <w:marLeft w:val="0"/>
      <w:marRight w:val="0"/>
      <w:marTop w:val="0"/>
      <w:marBottom w:val="0"/>
      <w:divBdr>
        <w:top w:val="none" w:sz="0" w:space="0" w:color="auto"/>
        <w:left w:val="none" w:sz="0" w:space="0" w:color="auto"/>
        <w:bottom w:val="none" w:sz="0" w:space="0" w:color="auto"/>
        <w:right w:val="none" w:sz="0" w:space="0" w:color="auto"/>
      </w:divBdr>
    </w:div>
    <w:div w:id="539365403">
      <w:bodyDiv w:val="1"/>
      <w:marLeft w:val="0"/>
      <w:marRight w:val="0"/>
      <w:marTop w:val="0"/>
      <w:marBottom w:val="0"/>
      <w:divBdr>
        <w:top w:val="none" w:sz="0" w:space="0" w:color="auto"/>
        <w:left w:val="none" w:sz="0" w:space="0" w:color="auto"/>
        <w:bottom w:val="none" w:sz="0" w:space="0" w:color="auto"/>
        <w:right w:val="none" w:sz="0" w:space="0" w:color="auto"/>
      </w:divBdr>
    </w:div>
    <w:div w:id="628780121">
      <w:bodyDiv w:val="1"/>
      <w:marLeft w:val="0"/>
      <w:marRight w:val="0"/>
      <w:marTop w:val="0"/>
      <w:marBottom w:val="0"/>
      <w:divBdr>
        <w:top w:val="none" w:sz="0" w:space="0" w:color="auto"/>
        <w:left w:val="none" w:sz="0" w:space="0" w:color="auto"/>
        <w:bottom w:val="none" w:sz="0" w:space="0" w:color="auto"/>
        <w:right w:val="none" w:sz="0" w:space="0" w:color="auto"/>
      </w:divBdr>
    </w:div>
    <w:div w:id="1024091258">
      <w:bodyDiv w:val="1"/>
      <w:marLeft w:val="0"/>
      <w:marRight w:val="0"/>
      <w:marTop w:val="0"/>
      <w:marBottom w:val="0"/>
      <w:divBdr>
        <w:top w:val="none" w:sz="0" w:space="0" w:color="auto"/>
        <w:left w:val="none" w:sz="0" w:space="0" w:color="auto"/>
        <w:bottom w:val="none" w:sz="0" w:space="0" w:color="auto"/>
        <w:right w:val="none" w:sz="0" w:space="0" w:color="auto"/>
      </w:divBdr>
    </w:div>
    <w:div w:id="1153570037">
      <w:bodyDiv w:val="1"/>
      <w:marLeft w:val="0"/>
      <w:marRight w:val="0"/>
      <w:marTop w:val="0"/>
      <w:marBottom w:val="0"/>
      <w:divBdr>
        <w:top w:val="none" w:sz="0" w:space="0" w:color="auto"/>
        <w:left w:val="none" w:sz="0" w:space="0" w:color="auto"/>
        <w:bottom w:val="none" w:sz="0" w:space="0" w:color="auto"/>
        <w:right w:val="none" w:sz="0" w:space="0" w:color="auto"/>
      </w:divBdr>
    </w:div>
    <w:div w:id="1478188305">
      <w:bodyDiv w:val="1"/>
      <w:marLeft w:val="0"/>
      <w:marRight w:val="0"/>
      <w:marTop w:val="0"/>
      <w:marBottom w:val="0"/>
      <w:divBdr>
        <w:top w:val="none" w:sz="0" w:space="0" w:color="auto"/>
        <w:left w:val="none" w:sz="0" w:space="0" w:color="auto"/>
        <w:bottom w:val="none" w:sz="0" w:space="0" w:color="auto"/>
        <w:right w:val="none" w:sz="0" w:space="0" w:color="auto"/>
      </w:divBdr>
    </w:div>
    <w:div w:id="1479883692">
      <w:bodyDiv w:val="1"/>
      <w:marLeft w:val="0"/>
      <w:marRight w:val="0"/>
      <w:marTop w:val="0"/>
      <w:marBottom w:val="0"/>
      <w:divBdr>
        <w:top w:val="none" w:sz="0" w:space="0" w:color="auto"/>
        <w:left w:val="none" w:sz="0" w:space="0" w:color="auto"/>
        <w:bottom w:val="none" w:sz="0" w:space="0" w:color="auto"/>
        <w:right w:val="none" w:sz="0" w:space="0" w:color="auto"/>
      </w:divBdr>
    </w:div>
    <w:div w:id="1573663036">
      <w:bodyDiv w:val="1"/>
      <w:marLeft w:val="0"/>
      <w:marRight w:val="0"/>
      <w:marTop w:val="0"/>
      <w:marBottom w:val="0"/>
      <w:divBdr>
        <w:top w:val="none" w:sz="0" w:space="0" w:color="auto"/>
        <w:left w:val="none" w:sz="0" w:space="0" w:color="auto"/>
        <w:bottom w:val="none" w:sz="0" w:space="0" w:color="auto"/>
        <w:right w:val="none" w:sz="0" w:space="0" w:color="auto"/>
      </w:divBdr>
    </w:div>
    <w:div w:id="1697651814">
      <w:bodyDiv w:val="1"/>
      <w:marLeft w:val="0"/>
      <w:marRight w:val="0"/>
      <w:marTop w:val="0"/>
      <w:marBottom w:val="0"/>
      <w:divBdr>
        <w:top w:val="none" w:sz="0" w:space="0" w:color="auto"/>
        <w:left w:val="none" w:sz="0" w:space="0" w:color="auto"/>
        <w:bottom w:val="none" w:sz="0" w:space="0" w:color="auto"/>
        <w:right w:val="none" w:sz="0" w:space="0" w:color="auto"/>
      </w:divBdr>
    </w:div>
    <w:div w:id="1785223247">
      <w:bodyDiv w:val="1"/>
      <w:marLeft w:val="0"/>
      <w:marRight w:val="0"/>
      <w:marTop w:val="0"/>
      <w:marBottom w:val="0"/>
      <w:divBdr>
        <w:top w:val="none" w:sz="0" w:space="0" w:color="auto"/>
        <w:left w:val="none" w:sz="0" w:space="0" w:color="auto"/>
        <w:bottom w:val="none" w:sz="0" w:space="0" w:color="auto"/>
        <w:right w:val="none" w:sz="0" w:space="0" w:color="auto"/>
      </w:divBdr>
    </w:div>
    <w:div w:id="1987778690">
      <w:bodyDiv w:val="1"/>
      <w:marLeft w:val="0"/>
      <w:marRight w:val="0"/>
      <w:marTop w:val="0"/>
      <w:marBottom w:val="0"/>
      <w:divBdr>
        <w:top w:val="none" w:sz="0" w:space="0" w:color="auto"/>
        <w:left w:val="none" w:sz="0" w:space="0" w:color="auto"/>
        <w:bottom w:val="none" w:sz="0" w:space="0" w:color="auto"/>
        <w:right w:val="none" w:sz="0" w:space="0" w:color="auto"/>
      </w:divBdr>
    </w:div>
    <w:div w:id="2070494108">
      <w:bodyDiv w:val="1"/>
      <w:marLeft w:val="0"/>
      <w:marRight w:val="0"/>
      <w:marTop w:val="0"/>
      <w:marBottom w:val="0"/>
      <w:divBdr>
        <w:top w:val="none" w:sz="0" w:space="0" w:color="auto"/>
        <w:left w:val="none" w:sz="0" w:space="0" w:color="auto"/>
        <w:bottom w:val="none" w:sz="0" w:space="0" w:color="auto"/>
        <w:right w:val="none" w:sz="0" w:space="0" w:color="auto"/>
      </w:divBdr>
    </w:div>
    <w:div w:id="2111269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veed%20Ahmed\AppData\Roaming\Microsoft\Templates\Letter%20notifying%20employee%20of%20layoff.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9862651C28D4C0F93F3CE4B3E640555"/>
        <w:category>
          <w:name w:val="General"/>
          <w:gallery w:val="placeholder"/>
        </w:category>
        <w:types>
          <w:type w:val="bbPlcHdr"/>
        </w:types>
        <w:behaviors>
          <w:behavior w:val="content"/>
        </w:behaviors>
        <w:guid w:val="{282BD9CF-899F-49EE-97FE-39DC45D80C32}"/>
      </w:docPartPr>
      <w:docPartBody>
        <w:p w:rsidR="00513A70" w:rsidRDefault="00705AAD">
          <w:pPr>
            <w:pStyle w:val="29862651C28D4C0F93F3CE4B3E640555"/>
          </w:pPr>
          <w:r>
            <w:t>[Date]</w:t>
          </w:r>
        </w:p>
      </w:docPartBody>
    </w:docPart>
    <w:docPart>
      <w:docPartPr>
        <w:name w:val="606DD24630E849CBAF7707DC80814606"/>
        <w:category>
          <w:name w:val="General"/>
          <w:gallery w:val="placeholder"/>
        </w:category>
        <w:types>
          <w:type w:val="bbPlcHdr"/>
        </w:types>
        <w:behaviors>
          <w:behavior w:val="content"/>
        </w:behaviors>
        <w:guid w:val="{78D23239-DCC4-4877-BA67-E8489A4BF130}"/>
      </w:docPartPr>
      <w:docPartBody>
        <w:p w:rsidR="00513A70" w:rsidRDefault="00705AAD">
          <w:pPr>
            <w:pStyle w:val="606DD24630E849CBAF7707DC80814606"/>
          </w:pPr>
          <w:r>
            <w:t>[Manager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5AAD"/>
    <w:rsid w:val="00064F18"/>
    <w:rsid w:val="00205194"/>
    <w:rsid w:val="0027583A"/>
    <w:rsid w:val="00362C5F"/>
    <w:rsid w:val="00494B48"/>
    <w:rsid w:val="00513A70"/>
    <w:rsid w:val="00643EEA"/>
    <w:rsid w:val="00646076"/>
    <w:rsid w:val="00671CCD"/>
    <w:rsid w:val="00705AAD"/>
    <w:rsid w:val="008821FB"/>
    <w:rsid w:val="008927F4"/>
    <w:rsid w:val="00A556F8"/>
    <w:rsid w:val="00B247F0"/>
    <w:rsid w:val="00B91066"/>
    <w:rsid w:val="00BC7B2D"/>
    <w:rsid w:val="00CE6513"/>
    <w:rsid w:val="00CF0619"/>
    <w:rsid w:val="00E84058"/>
    <w:rsid w:val="00F960BF"/>
    <w:rsid w:val="00FC37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D43CA9BBA2941D58F142183486F1FDA">
    <w:name w:val="CD43CA9BBA2941D58F142183486F1FDA"/>
  </w:style>
  <w:style w:type="paragraph" w:customStyle="1" w:styleId="09B6E71241844346B8B5D3935BA3F6DC">
    <w:name w:val="09B6E71241844346B8B5D3935BA3F6DC"/>
  </w:style>
  <w:style w:type="paragraph" w:customStyle="1" w:styleId="D825B603C45349BDBF0BD418FAC94CCB">
    <w:name w:val="D825B603C45349BDBF0BD418FAC94CCB"/>
  </w:style>
  <w:style w:type="paragraph" w:customStyle="1" w:styleId="C63D9A6B201448FFA14314F90CFCFC72">
    <w:name w:val="C63D9A6B201448FFA14314F90CFCFC72"/>
  </w:style>
  <w:style w:type="paragraph" w:customStyle="1" w:styleId="29862651C28D4C0F93F3CE4B3E640555">
    <w:name w:val="29862651C28D4C0F93F3CE4B3E640555"/>
  </w:style>
  <w:style w:type="character" w:styleId="PlaceholderText">
    <w:name w:val="Placeholder Text"/>
    <w:basedOn w:val="DefaultParagraphFont"/>
    <w:uiPriority w:val="99"/>
    <w:semiHidden/>
    <w:rPr>
      <w:color w:val="808080"/>
    </w:rPr>
  </w:style>
  <w:style w:type="paragraph" w:customStyle="1" w:styleId="2F106D24A5354B8EAB91F2524AD28ABC">
    <w:name w:val="2F106D24A5354B8EAB91F2524AD28ABC"/>
  </w:style>
  <w:style w:type="paragraph" w:customStyle="1" w:styleId="230366D126154F2F80B37FBC1569FFE3">
    <w:name w:val="230366D126154F2F80B37FBC1569FFE3"/>
  </w:style>
  <w:style w:type="paragraph" w:customStyle="1" w:styleId="66AE553896A9424E882BD103DA08E7E9">
    <w:name w:val="66AE553896A9424E882BD103DA08E7E9"/>
  </w:style>
  <w:style w:type="paragraph" w:customStyle="1" w:styleId="A2CDE4387B704469B4A200DC9B2E967F">
    <w:name w:val="A2CDE4387B704469B4A200DC9B2E967F"/>
  </w:style>
  <w:style w:type="paragraph" w:customStyle="1" w:styleId="1E6FE92536E44C54A42B97DD6FAF0528">
    <w:name w:val="1E6FE92536E44C54A42B97DD6FAF0528"/>
  </w:style>
  <w:style w:type="paragraph" w:customStyle="1" w:styleId="512F0A5752C848A1B1C556879E594650">
    <w:name w:val="512F0A5752C848A1B1C556879E594650"/>
  </w:style>
  <w:style w:type="paragraph" w:customStyle="1" w:styleId="7A40689CF7DF4E9BA62C5CFF7EAD24A5">
    <w:name w:val="7A40689CF7DF4E9BA62C5CFF7EAD24A5"/>
  </w:style>
  <w:style w:type="paragraph" w:customStyle="1" w:styleId="606DD24630E849CBAF7707DC80814606">
    <w:name w:val="606DD24630E849CBAF7707DC80814606"/>
  </w:style>
  <w:style w:type="paragraph" w:customStyle="1" w:styleId="134A16A275B6442AA698F600C1603BC8">
    <w:name w:val="134A16A275B6442AA698F600C1603BC8"/>
    <w:rsid w:val="00513A70"/>
  </w:style>
  <w:style w:type="paragraph" w:customStyle="1" w:styleId="86E88E8F563B430C8F45592F98A21266">
    <w:name w:val="86E88E8F563B430C8F45592F98A21266"/>
    <w:rsid w:val="00513A70"/>
  </w:style>
  <w:style w:type="paragraph" w:customStyle="1" w:styleId="7CFB9268FF7040C49ACD9B027835A4A8">
    <w:name w:val="7CFB9268FF7040C49ACD9B027835A4A8"/>
    <w:rsid w:val="00513A70"/>
  </w:style>
  <w:style w:type="paragraph" w:customStyle="1" w:styleId="7205EDBB6859439389BE04652162EC95">
    <w:name w:val="7205EDBB6859439389BE04652162EC95"/>
    <w:rsid w:val="00513A70"/>
  </w:style>
  <w:style w:type="paragraph" w:customStyle="1" w:styleId="E5EB707D7F674312B3F68484B9B518C3">
    <w:name w:val="E5EB707D7F674312B3F68484B9B518C3"/>
    <w:rsid w:val="00513A70"/>
  </w:style>
  <w:style w:type="paragraph" w:customStyle="1" w:styleId="52AF9B19CC4748888D01F8E6A97F7598">
    <w:name w:val="52AF9B19CC4748888D01F8E6A97F7598"/>
    <w:rsid w:val="00513A70"/>
  </w:style>
  <w:style w:type="paragraph" w:customStyle="1" w:styleId="C8C6B5DF08D94DDD8480478C6A599090">
    <w:name w:val="C8C6B5DF08D94DDD8480478C6A599090"/>
    <w:rsid w:val="00513A70"/>
  </w:style>
  <w:style w:type="paragraph" w:customStyle="1" w:styleId="D032EB48018B4318A22EF10E21BEC3B3">
    <w:name w:val="D032EB48018B4318A22EF10E21BEC3B3"/>
    <w:rsid w:val="00513A70"/>
  </w:style>
  <w:style w:type="paragraph" w:customStyle="1" w:styleId="568E544690694363B0573557E43BA8DF">
    <w:name w:val="568E544690694363B0573557E43BA8DF"/>
    <w:rsid w:val="00643EE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63FE4A4C-FA42-4C6D-9D36-2E46D189815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Letter notifying employee of layoff.dotx</Template>
  <TotalTime>0</TotalTime>
  <Pages>1</Pages>
  <Words>174</Words>
  <Characters>996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cp:lastModifiedBy/>
  <cp:revision>1</cp:revision>
  <dcterms:created xsi:type="dcterms:W3CDTF">2018-11-16T09:58:00Z</dcterms:created>
  <dcterms:modified xsi:type="dcterms:W3CDTF">2018-11-16T09:58:00Z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TC034649309991</vt:lpwstr>
  </property>
</Properties>
</file>