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628C" w:rsidRPr="00BF72D5" w:rsidRDefault="0074628C" w:rsidP="0074628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</w:p>
    <w:p w:rsidR="0074628C" w:rsidRPr="00BF72D5" w:rsidRDefault="0074628C" w:rsidP="0074628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BF72D5">
        <w:rPr>
          <w:rFonts w:eastAsia="Times New Roman" w:cstheme="minorHAnsi"/>
          <w:spacing w:val="0"/>
          <w:sz w:val="26"/>
          <w:szCs w:val="26"/>
        </w:rPr>
        <w:t>Date:</w:t>
      </w:r>
    </w:p>
    <w:p w:rsidR="0074628C" w:rsidRPr="00BF72D5" w:rsidRDefault="0074628C" w:rsidP="0074628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</w:p>
    <w:p w:rsidR="0074628C" w:rsidRPr="00BF72D5" w:rsidRDefault="0074628C" w:rsidP="0074628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BF72D5">
        <w:rPr>
          <w:rFonts w:eastAsia="Times New Roman" w:cstheme="minorHAnsi"/>
          <w:spacing w:val="0"/>
          <w:sz w:val="26"/>
          <w:szCs w:val="26"/>
        </w:rPr>
        <w:t>To [employee name]</w:t>
      </w:r>
    </w:p>
    <w:p w:rsidR="00BF72D5" w:rsidRPr="00BF72D5" w:rsidRDefault="00BF72D5" w:rsidP="00BF72D5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BF72D5">
        <w:rPr>
          <w:rFonts w:eastAsia="Times New Roman" w:cstheme="minorHAnsi"/>
          <w:spacing w:val="0"/>
          <w:sz w:val="26"/>
          <w:szCs w:val="26"/>
        </w:rPr>
        <w:t>Subject: Warning letter for misconduct</w:t>
      </w:r>
    </w:p>
    <w:p w:rsidR="00BF72D5" w:rsidRPr="00BF72D5" w:rsidRDefault="00BF72D5" w:rsidP="00BF72D5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BF72D5">
        <w:rPr>
          <w:rFonts w:eastAsia="Times New Roman" w:cstheme="minorHAnsi"/>
          <w:spacing w:val="0"/>
          <w:sz w:val="26"/>
          <w:szCs w:val="26"/>
        </w:rPr>
        <w:t>It has been reported that on [enter date] you came to work heavily intoxicated. Under the influence, you are also reported to have misbehaved with fellow workers and used indecent language. Such behavior is intolerable</w:t>
      </w:r>
      <w:bookmarkStart w:id="0" w:name="_GoBack"/>
      <w:bookmarkEnd w:id="0"/>
      <w:r w:rsidRPr="00BF72D5">
        <w:rPr>
          <w:rFonts w:eastAsia="Times New Roman" w:cstheme="minorHAnsi"/>
          <w:spacing w:val="0"/>
          <w:sz w:val="26"/>
          <w:szCs w:val="26"/>
        </w:rPr>
        <w:t xml:space="preserve"> at the workplace. We at [enter company name] endeavor to maintain a healthy and comfortable environment for our employees. Any behavior or actions that violate the comfort of employees shall be strictly dealt with.</w:t>
      </w:r>
    </w:p>
    <w:p w:rsidR="00BF72D5" w:rsidRPr="00BF72D5" w:rsidRDefault="00BF72D5" w:rsidP="00BF72D5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BF72D5">
        <w:rPr>
          <w:rFonts w:eastAsia="Times New Roman" w:cstheme="minorHAnsi"/>
          <w:spacing w:val="0"/>
          <w:sz w:val="26"/>
          <w:szCs w:val="26"/>
        </w:rPr>
        <w:t>This notice is a warning against such future behavior. Failure to comply with organizational norms and disrupting office environment will lead to disciplinary action against you. You are required to issue a formal apology for your behavior. A copy of this warning will also be added to your employee record.</w:t>
      </w:r>
    </w:p>
    <w:p w:rsidR="0074628C" w:rsidRPr="00BF72D5" w:rsidRDefault="0074628C" w:rsidP="0074628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BF72D5">
        <w:rPr>
          <w:rFonts w:eastAsia="Times New Roman" w:cstheme="minorHAnsi"/>
          <w:spacing w:val="0"/>
          <w:sz w:val="26"/>
          <w:szCs w:val="26"/>
        </w:rPr>
        <w:t>Sincerely,</w:t>
      </w:r>
    </w:p>
    <w:p w:rsidR="0074628C" w:rsidRPr="00BF72D5" w:rsidRDefault="0074628C" w:rsidP="0074628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BF72D5">
        <w:rPr>
          <w:rFonts w:eastAsia="Times New Roman" w:cstheme="minorHAnsi"/>
          <w:spacing w:val="0"/>
          <w:sz w:val="26"/>
          <w:szCs w:val="26"/>
        </w:rPr>
        <w:t>Human Resources Department</w:t>
      </w:r>
    </w:p>
    <w:p w:rsidR="00B96D91" w:rsidRPr="00BF72D5" w:rsidRDefault="00B96D91" w:rsidP="0074628C">
      <w:pPr>
        <w:rPr>
          <w:rFonts w:cstheme="minorHAnsi"/>
          <w:sz w:val="26"/>
          <w:szCs w:val="26"/>
        </w:rPr>
      </w:pPr>
    </w:p>
    <w:sectPr w:rsidR="00B96D91" w:rsidRPr="00BF72D5" w:rsidSect="00A2153E">
      <w:headerReference w:type="default" r:id="rId8"/>
      <w:footerReference w:type="first" r:id="rId9"/>
      <w:pgSz w:w="12240" w:h="15840"/>
      <w:pgMar w:top="810" w:right="90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7D30" w:rsidRDefault="00907D30">
      <w:pPr>
        <w:spacing w:after="0" w:line="240" w:lineRule="auto"/>
      </w:pPr>
      <w:r>
        <w:separator/>
      </w:r>
    </w:p>
  </w:endnote>
  <w:endnote w:type="continuationSeparator" w:id="0">
    <w:p w:rsidR="00907D30" w:rsidRDefault="00907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8C3A5F" w:rsidP="00AC3876">
    <w:pPr>
      <w:pStyle w:val="Foo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7D30" w:rsidRDefault="00907D30">
      <w:pPr>
        <w:spacing w:after="0" w:line="240" w:lineRule="auto"/>
      </w:pPr>
      <w:r>
        <w:separator/>
      </w:r>
    </w:p>
  </w:footnote>
  <w:footnote w:type="continuationSeparator" w:id="0">
    <w:p w:rsidR="00907D30" w:rsidRDefault="00907D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C3876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D03DB1"/>
    <w:multiLevelType w:val="multilevel"/>
    <w:tmpl w:val="C1C2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003"/>
    <w:rsid w:val="00041FF6"/>
    <w:rsid w:val="00070309"/>
    <w:rsid w:val="000919D6"/>
    <w:rsid w:val="00096F4C"/>
    <w:rsid w:val="000E7469"/>
    <w:rsid w:val="00116E66"/>
    <w:rsid w:val="00131003"/>
    <w:rsid w:val="00197544"/>
    <w:rsid w:val="001E49E1"/>
    <w:rsid w:val="00223C56"/>
    <w:rsid w:val="002A62BA"/>
    <w:rsid w:val="002D1C23"/>
    <w:rsid w:val="002D488D"/>
    <w:rsid w:val="003C2545"/>
    <w:rsid w:val="0040227D"/>
    <w:rsid w:val="00415F77"/>
    <w:rsid w:val="004F27EA"/>
    <w:rsid w:val="004F2BC6"/>
    <w:rsid w:val="00503236"/>
    <w:rsid w:val="00504EA0"/>
    <w:rsid w:val="00525469"/>
    <w:rsid w:val="0056655A"/>
    <w:rsid w:val="005A3DAB"/>
    <w:rsid w:val="005F0FE1"/>
    <w:rsid w:val="00700A4C"/>
    <w:rsid w:val="00704387"/>
    <w:rsid w:val="00707418"/>
    <w:rsid w:val="0074628C"/>
    <w:rsid w:val="0077551D"/>
    <w:rsid w:val="007B76AE"/>
    <w:rsid w:val="008C3A5F"/>
    <w:rsid w:val="00907D30"/>
    <w:rsid w:val="00980661"/>
    <w:rsid w:val="009E396C"/>
    <w:rsid w:val="00A15BD2"/>
    <w:rsid w:val="00A2153E"/>
    <w:rsid w:val="00A5491A"/>
    <w:rsid w:val="00AA5759"/>
    <w:rsid w:val="00AC3876"/>
    <w:rsid w:val="00AD3BFC"/>
    <w:rsid w:val="00B96D91"/>
    <w:rsid w:val="00BF72D5"/>
    <w:rsid w:val="00C25EFE"/>
    <w:rsid w:val="00C67788"/>
    <w:rsid w:val="00C67ADD"/>
    <w:rsid w:val="00D56C37"/>
    <w:rsid w:val="00D96937"/>
    <w:rsid w:val="00DB1AC9"/>
    <w:rsid w:val="00E27BA1"/>
    <w:rsid w:val="00ED25AC"/>
    <w:rsid w:val="00F52A5B"/>
    <w:rsid w:val="00F9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775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7043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0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AAD"/>
    <w:rsid w:val="00063606"/>
    <w:rsid w:val="00064F18"/>
    <w:rsid w:val="00103722"/>
    <w:rsid w:val="001877B3"/>
    <w:rsid w:val="00205194"/>
    <w:rsid w:val="00397B40"/>
    <w:rsid w:val="00513A70"/>
    <w:rsid w:val="00643EEA"/>
    <w:rsid w:val="00646076"/>
    <w:rsid w:val="00663B3F"/>
    <w:rsid w:val="00671CCD"/>
    <w:rsid w:val="00705AAD"/>
    <w:rsid w:val="00763AB0"/>
    <w:rsid w:val="00774163"/>
    <w:rsid w:val="00A556F8"/>
    <w:rsid w:val="00B247F0"/>
    <w:rsid w:val="00B91066"/>
    <w:rsid w:val="00BC7B2D"/>
    <w:rsid w:val="00F2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sid w:val="00663B3F"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  <w:style w:type="paragraph" w:customStyle="1" w:styleId="0CF6CFB7DE3A4DBC9B37C5F5601D8036">
    <w:name w:val="0CF6CFB7DE3A4DBC9B37C5F5601D8036"/>
    <w:rsid w:val="00663B3F"/>
  </w:style>
  <w:style w:type="paragraph" w:customStyle="1" w:styleId="3A2AC25E816C4C82B4D374E63F628FC6">
    <w:name w:val="3A2AC25E816C4C82B4D374E63F628FC6"/>
    <w:rsid w:val="00663B3F"/>
  </w:style>
  <w:style w:type="paragraph" w:customStyle="1" w:styleId="ABC55F79D270487BBDDBB602AC4E389E">
    <w:name w:val="ABC55F79D270487BBDDBB602AC4E389E"/>
    <w:rsid w:val="00663B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2018-10-31T10:10:00Z</dcterms:created>
  <dcterms:modified xsi:type="dcterms:W3CDTF">2018-10-31T10:10:00Z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