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28C" w:rsidRPr="00587908" w:rsidRDefault="0074628C" w:rsidP="0074628C">
      <w:pPr>
        <w:spacing w:before="100" w:beforeAutospacing="1" w:after="100" w:afterAutospacing="1" w:line="240" w:lineRule="auto"/>
        <w:rPr>
          <w:rFonts w:eastAsia="Times New Roman" w:cstheme="minorHAnsi"/>
          <w:spacing w:val="0"/>
          <w:sz w:val="26"/>
          <w:szCs w:val="26"/>
        </w:rPr>
      </w:pPr>
    </w:p>
    <w:p w:rsidR="0074628C" w:rsidRPr="00587908" w:rsidRDefault="0074628C" w:rsidP="0074628C">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Date:</w:t>
      </w:r>
    </w:p>
    <w:p w:rsidR="0074628C" w:rsidRPr="00587908" w:rsidRDefault="0074628C" w:rsidP="0074628C">
      <w:pPr>
        <w:spacing w:before="100" w:beforeAutospacing="1" w:after="100" w:afterAutospacing="1" w:line="240" w:lineRule="auto"/>
        <w:rPr>
          <w:rFonts w:eastAsia="Times New Roman" w:cstheme="minorHAnsi"/>
          <w:spacing w:val="0"/>
          <w:sz w:val="26"/>
          <w:szCs w:val="26"/>
        </w:rPr>
      </w:pPr>
    </w:p>
    <w:p w:rsidR="0074628C" w:rsidRPr="00587908" w:rsidRDefault="0074628C" w:rsidP="0074628C">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To [employee name]</w:t>
      </w:r>
    </w:p>
    <w:p w:rsidR="00587908" w:rsidRPr="00587908" w:rsidRDefault="00587908" w:rsidP="00587908">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b/>
          <w:bCs/>
          <w:spacing w:val="0"/>
          <w:sz w:val="26"/>
          <w:szCs w:val="26"/>
        </w:rPr>
        <w:t xml:space="preserve">Subject:                </w:t>
      </w:r>
      <w:r w:rsidRPr="00587908">
        <w:rPr>
          <w:rFonts w:eastAsia="Times New Roman" w:cstheme="minorHAnsi"/>
          <w:spacing w:val="0"/>
          <w:sz w:val="26"/>
          <w:szCs w:val="26"/>
        </w:rPr>
        <w:t>Warning letter for shouting</w:t>
      </w:r>
    </w:p>
    <w:p w:rsidR="00587908" w:rsidRPr="00587908" w:rsidRDefault="00587908" w:rsidP="00587908">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It has been observed that you frequently shout in office meetings and discussions. We have received several complaints regarding your behavior. Our company values respect and tolerance among employees. Any disagreements and arguments must place in a civilized manner keeping in mind the office decorum.</w:t>
      </w:r>
    </w:p>
    <w:p w:rsidR="00587908" w:rsidRPr="00587908" w:rsidRDefault="00587908" w:rsidP="00587908">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Please consider this a warning against unprofessional behavior and abstain from shouting at co-workers and subordinates. Failure to improve behavior shall lead to disciplinary action against you.</w:t>
      </w:r>
    </w:p>
    <w:p w:rsidR="0074628C" w:rsidRPr="00587908" w:rsidRDefault="0074628C" w:rsidP="0074628C">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Sincerely,</w:t>
      </w:r>
    </w:p>
    <w:p w:rsidR="0074628C" w:rsidRPr="00587908" w:rsidRDefault="0074628C" w:rsidP="0074628C">
      <w:pPr>
        <w:spacing w:before="100" w:beforeAutospacing="1" w:after="100" w:afterAutospacing="1" w:line="240" w:lineRule="auto"/>
        <w:rPr>
          <w:rFonts w:eastAsia="Times New Roman" w:cstheme="minorHAnsi"/>
          <w:spacing w:val="0"/>
          <w:sz w:val="26"/>
          <w:szCs w:val="26"/>
        </w:rPr>
      </w:pPr>
      <w:r w:rsidRPr="00587908">
        <w:rPr>
          <w:rFonts w:eastAsia="Times New Roman" w:cstheme="minorHAnsi"/>
          <w:spacing w:val="0"/>
          <w:sz w:val="26"/>
          <w:szCs w:val="26"/>
        </w:rPr>
        <w:t>Human Resources Department</w:t>
      </w:r>
      <w:bookmarkStart w:id="0" w:name="_GoBack"/>
      <w:bookmarkEnd w:id="0"/>
    </w:p>
    <w:p w:rsidR="00B96D91" w:rsidRPr="00587908" w:rsidRDefault="00B96D91" w:rsidP="0074628C">
      <w:pPr>
        <w:rPr>
          <w:rFonts w:cstheme="minorHAnsi"/>
          <w:sz w:val="26"/>
          <w:szCs w:val="26"/>
        </w:rPr>
      </w:pPr>
    </w:p>
    <w:sectPr w:rsidR="00B96D91" w:rsidRPr="00587908" w:rsidSect="00A2153E">
      <w:headerReference w:type="default" r:id="rId8"/>
      <w:footerReference w:type="first" r:id="rId9"/>
      <w:pgSz w:w="12240" w:h="15840"/>
      <w:pgMar w:top="81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C38" w:rsidRDefault="006F4C38">
      <w:pPr>
        <w:spacing w:after="0" w:line="240" w:lineRule="auto"/>
      </w:pPr>
      <w:r>
        <w:separator/>
      </w:r>
    </w:p>
  </w:endnote>
  <w:endnote w:type="continuationSeparator" w:id="0">
    <w:p w:rsidR="006F4C38" w:rsidRDefault="006F4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C38" w:rsidRDefault="006F4C38">
      <w:pPr>
        <w:spacing w:after="0" w:line="240" w:lineRule="auto"/>
      </w:pPr>
      <w:r>
        <w:separator/>
      </w:r>
    </w:p>
  </w:footnote>
  <w:footnote w:type="continuationSeparator" w:id="0">
    <w:p w:rsidR="006F4C38" w:rsidRDefault="006F4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19D6"/>
    <w:rsid w:val="00096F4C"/>
    <w:rsid w:val="000E7469"/>
    <w:rsid w:val="00116E66"/>
    <w:rsid w:val="00131003"/>
    <w:rsid w:val="00197544"/>
    <w:rsid w:val="001E49E1"/>
    <w:rsid w:val="00223C56"/>
    <w:rsid w:val="002A62BA"/>
    <w:rsid w:val="002D1C23"/>
    <w:rsid w:val="002D488D"/>
    <w:rsid w:val="003C2545"/>
    <w:rsid w:val="0040227D"/>
    <w:rsid w:val="00415F77"/>
    <w:rsid w:val="004F27EA"/>
    <w:rsid w:val="004F2BC6"/>
    <w:rsid w:val="00503236"/>
    <w:rsid w:val="00504EA0"/>
    <w:rsid w:val="00525469"/>
    <w:rsid w:val="0056655A"/>
    <w:rsid w:val="00587908"/>
    <w:rsid w:val="00590098"/>
    <w:rsid w:val="005A3DAB"/>
    <w:rsid w:val="005F0FE1"/>
    <w:rsid w:val="00687781"/>
    <w:rsid w:val="006F4C38"/>
    <w:rsid w:val="00700A4C"/>
    <w:rsid w:val="00704387"/>
    <w:rsid w:val="00707418"/>
    <w:rsid w:val="00713CC5"/>
    <w:rsid w:val="0074628C"/>
    <w:rsid w:val="0077551D"/>
    <w:rsid w:val="007B76AE"/>
    <w:rsid w:val="008C3A5F"/>
    <w:rsid w:val="00980661"/>
    <w:rsid w:val="009E396C"/>
    <w:rsid w:val="00A15BD2"/>
    <w:rsid w:val="00A2153E"/>
    <w:rsid w:val="00A5491A"/>
    <w:rsid w:val="00AA5759"/>
    <w:rsid w:val="00AC3876"/>
    <w:rsid w:val="00AD3BFC"/>
    <w:rsid w:val="00AF140F"/>
    <w:rsid w:val="00B96D91"/>
    <w:rsid w:val="00C25EFE"/>
    <w:rsid w:val="00C67788"/>
    <w:rsid w:val="00C67ADD"/>
    <w:rsid w:val="00D56C37"/>
    <w:rsid w:val="00D96937"/>
    <w:rsid w:val="00DB1AC9"/>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76564552">
      <w:bodyDiv w:val="1"/>
      <w:marLeft w:val="0"/>
      <w:marRight w:val="0"/>
      <w:marTop w:val="0"/>
      <w:marBottom w:val="0"/>
      <w:divBdr>
        <w:top w:val="none" w:sz="0" w:space="0" w:color="auto"/>
        <w:left w:val="none" w:sz="0" w:space="0" w:color="auto"/>
        <w:bottom w:val="none" w:sz="0" w:space="0" w:color="auto"/>
        <w:right w:val="none" w:sz="0" w:space="0" w:color="auto"/>
      </w:divBdr>
    </w:div>
    <w:div w:id="557282997">
      <w:bodyDiv w:val="1"/>
      <w:marLeft w:val="0"/>
      <w:marRight w:val="0"/>
      <w:marTop w:val="0"/>
      <w:marBottom w:val="0"/>
      <w:divBdr>
        <w:top w:val="none" w:sz="0" w:space="0" w:color="auto"/>
        <w:left w:val="none" w:sz="0" w:space="0" w:color="auto"/>
        <w:bottom w:val="none" w:sz="0" w:space="0" w:color="auto"/>
        <w:right w:val="none" w:sz="0" w:space="0" w:color="auto"/>
      </w:divBdr>
    </w:div>
    <w:div w:id="637997705">
      <w:bodyDiv w:val="1"/>
      <w:marLeft w:val="0"/>
      <w:marRight w:val="0"/>
      <w:marTop w:val="0"/>
      <w:marBottom w:val="0"/>
      <w:divBdr>
        <w:top w:val="none" w:sz="0" w:space="0" w:color="auto"/>
        <w:left w:val="none" w:sz="0" w:space="0" w:color="auto"/>
        <w:bottom w:val="none" w:sz="0" w:space="0" w:color="auto"/>
        <w:right w:val="none" w:sz="0" w:space="0" w:color="auto"/>
      </w:divBdr>
    </w:div>
    <w:div w:id="742875406">
      <w:bodyDiv w:val="1"/>
      <w:marLeft w:val="0"/>
      <w:marRight w:val="0"/>
      <w:marTop w:val="0"/>
      <w:marBottom w:val="0"/>
      <w:divBdr>
        <w:top w:val="none" w:sz="0" w:space="0" w:color="auto"/>
        <w:left w:val="none" w:sz="0" w:space="0" w:color="auto"/>
        <w:bottom w:val="none" w:sz="0" w:space="0" w:color="auto"/>
        <w:right w:val="none" w:sz="0" w:space="0" w:color="auto"/>
      </w:divBdr>
    </w:div>
    <w:div w:id="833105705">
      <w:bodyDiv w:val="1"/>
      <w:marLeft w:val="0"/>
      <w:marRight w:val="0"/>
      <w:marTop w:val="0"/>
      <w:marBottom w:val="0"/>
      <w:divBdr>
        <w:top w:val="none" w:sz="0" w:space="0" w:color="auto"/>
        <w:left w:val="none" w:sz="0" w:space="0" w:color="auto"/>
        <w:bottom w:val="none" w:sz="0" w:space="0" w:color="auto"/>
        <w:right w:val="none" w:sz="0" w:space="0" w:color="auto"/>
      </w:divBdr>
    </w:div>
    <w:div w:id="1086919289">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3606"/>
    <w:rsid w:val="00064F18"/>
    <w:rsid w:val="00103722"/>
    <w:rsid w:val="001877B3"/>
    <w:rsid w:val="00205194"/>
    <w:rsid w:val="00397B40"/>
    <w:rsid w:val="00513A70"/>
    <w:rsid w:val="00643EEA"/>
    <w:rsid w:val="00646076"/>
    <w:rsid w:val="00663B3F"/>
    <w:rsid w:val="00671CCD"/>
    <w:rsid w:val="00705AAD"/>
    <w:rsid w:val="00774163"/>
    <w:rsid w:val="008949F6"/>
    <w:rsid w:val="00A556F8"/>
    <w:rsid w:val="00B247F0"/>
    <w:rsid w:val="00B91066"/>
    <w:rsid w:val="00BC7B2D"/>
    <w:rsid w:val="00F26F61"/>
    <w:rsid w:val="00F87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sid w:val="00663B3F"/>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0CF6CFB7DE3A4DBC9B37C5F5601D8036">
    <w:name w:val="0CF6CFB7DE3A4DBC9B37C5F5601D8036"/>
    <w:rsid w:val="00663B3F"/>
  </w:style>
  <w:style w:type="paragraph" w:customStyle="1" w:styleId="3A2AC25E816C4C82B4D374E63F628FC6">
    <w:name w:val="3A2AC25E816C4C82B4D374E63F628FC6"/>
    <w:rsid w:val="00663B3F"/>
  </w:style>
  <w:style w:type="paragraph" w:customStyle="1" w:styleId="ABC55F79D270487BBDDBB602AC4E389E">
    <w:name w:val="ABC55F79D270487BBDDBB602AC4E389E"/>
    <w:rsid w:val="00663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2018-10-15T09:55:00Z</dcterms:created>
  <dcterms:modified xsi:type="dcterms:W3CDTF">2018-10-15T09:55:00Z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