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C" w:rsidRPr="00F56430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F56430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Date:</w:t>
      </w:r>
    </w:p>
    <w:p w:rsidR="0074628C" w:rsidRPr="00F56430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F56430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To [employee name]</w:t>
      </w:r>
    </w:p>
    <w:p w:rsidR="00F56430" w:rsidRPr="00F56430" w:rsidRDefault="00F56430" w:rsidP="00F5643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Subject:                Warning for violation of office decorum</w:t>
      </w:r>
    </w:p>
    <w:p w:rsidR="00F56430" w:rsidRPr="00F56430" w:rsidRDefault="00F56430" w:rsidP="00F5643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It has been observed that your behavior lately has been in violation of the office decorum. At [company name] we encourage diversity of ideas and innovative solutions. While not all ideas are implementable, this does not mean that we curb discussion and ideas by ridiculing others or snapping at them.</w:t>
      </w:r>
    </w:p>
    <w:p w:rsidR="00F56430" w:rsidRPr="00F56430" w:rsidRDefault="00F56430" w:rsidP="00F56430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Please be mindful of other people’s feelings and abstain from derisive remarks. Consider this letter a warning against such behavior. Violation of office decorum shall be dealt with seriously.</w:t>
      </w:r>
    </w:p>
    <w:p w:rsidR="0074628C" w:rsidRPr="00F56430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Sincerely,</w:t>
      </w:r>
      <w:bookmarkStart w:id="0" w:name="_GoBack"/>
      <w:bookmarkEnd w:id="0"/>
    </w:p>
    <w:p w:rsidR="0074628C" w:rsidRPr="00F56430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56430">
        <w:rPr>
          <w:rFonts w:eastAsia="Times New Roman" w:cstheme="minorHAnsi"/>
          <w:spacing w:val="0"/>
          <w:sz w:val="26"/>
          <w:szCs w:val="26"/>
        </w:rPr>
        <w:t>Human Resources Department</w:t>
      </w:r>
    </w:p>
    <w:p w:rsidR="00B96D91" w:rsidRPr="00F56430" w:rsidRDefault="00B96D91" w:rsidP="0074628C">
      <w:pPr>
        <w:rPr>
          <w:rFonts w:cstheme="minorHAnsi"/>
          <w:sz w:val="26"/>
          <w:szCs w:val="26"/>
        </w:rPr>
      </w:pPr>
    </w:p>
    <w:sectPr w:rsidR="00B96D91" w:rsidRPr="00F56430" w:rsidSect="00A2153E">
      <w:headerReference w:type="default" r:id="rId8"/>
      <w:footerReference w:type="first" r:id="rId9"/>
      <w:pgSz w:w="12240" w:h="15840"/>
      <w:pgMar w:top="81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569" w:rsidRDefault="009E0569">
      <w:pPr>
        <w:spacing w:after="0" w:line="240" w:lineRule="auto"/>
      </w:pPr>
      <w:r>
        <w:separator/>
      </w:r>
    </w:p>
  </w:endnote>
  <w:endnote w:type="continuationSeparator" w:id="0">
    <w:p w:rsidR="009E0569" w:rsidRDefault="009E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569" w:rsidRDefault="009E0569">
      <w:pPr>
        <w:spacing w:after="0" w:line="240" w:lineRule="auto"/>
      </w:pPr>
      <w:r>
        <w:separator/>
      </w:r>
    </w:p>
  </w:footnote>
  <w:footnote w:type="continuationSeparator" w:id="0">
    <w:p w:rsidR="009E0569" w:rsidRDefault="009E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19D6"/>
    <w:rsid w:val="00096F4C"/>
    <w:rsid w:val="000E7469"/>
    <w:rsid w:val="00116E66"/>
    <w:rsid w:val="00131003"/>
    <w:rsid w:val="00197544"/>
    <w:rsid w:val="001E49E1"/>
    <w:rsid w:val="00223C56"/>
    <w:rsid w:val="002A62BA"/>
    <w:rsid w:val="002D1C23"/>
    <w:rsid w:val="002D488D"/>
    <w:rsid w:val="003C2545"/>
    <w:rsid w:val="0040227D"/>
    <w:rsid w:val="00415F77"/>
    <w:rsid w:val="004F27EA"/>
    <w:rsid w:val="004F2BC6"/>
    <w:rsid w:val="00503236"/>
    <w:rsid w:val="00504EA0"/>
    <w:rsid w:val="00525469"/>
    <w:rsid w:val="0056655A"/>
    <w:rsid w:val="00587908"/>
    <w:rsid w:val="00590098"/>
    <w:rsid w:val="005A3DAB"/>
    <w:rsid w:val="005F0FE1"/>
    <w:rsid w:val="00687781"/>
    <w:rsid w:val="006F4C38"/>
    <w:rsid w:val="00700A4C"/>
    <w:rsid w:val="00704387"/>
    <w:rsid w:val="00707418"/>
    <w:rsid w:val="00713CC5"/>
    <w:rsid w:val="0074628C"/>
    <w:rsid w:val="0077551D"/>
    <w:rsid w:val="007B76AE"/>
    <w:rsid w:val="008C3A5F"/>
    <w:rsid w:val="00980661"/>
    <w:rsid w:val="009E0569"/>
    <w:rsid w:val="009E396C"/>
    <w:rsid w:val="00A15BD2"/>
    <w:rsid w:val="00A2153E"/>
    <w:rsid w:val="00A5491A"/>
    <w:rsid w:val="00AA5759"/>
    <w:rsid w:val="00AC3876"/>
    <w:rsid w:val="00AD3BFC"/>
    <w:rsid w:val="00AF140F"/>
    <w:rsid w:val="00B96D91"/>
    <w:rsid w:val="00C25EFE"/>
    <w:rsid w:val="00C67788"/>
    <w:rsid w:val="00C67ADD"/>
    <w:rsid w:val="00C76541"/>
    <w:rsid w:val="00D56C37"/>
    <w:rsid w:val="00D96937"/>
    <w:rsid w:val="00DB1AC9"/>
    <w:rsid w:val="00E27BA1"/>
    <w:rsid w:val="00ED25AC"/>
    <w:rsid w:val="00F52A5B"/>
    <w:rsid w:val="00F56430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3606"/>
    <w:rsid w:val="00064F18"/>
    <w:rsid w:val="00103722"/>
    <w:rsid w:val="001877B3"/>
    <w:rsid w:val="00205194"/>
    <w:rsid w:val="002A41B5"/>
    <w:rsid w:val="00397B40"/>
    <w:rsid w:val="00513A70"/>
    <w:rsid w:val="00643EEA"/>
    <w:rsid w:val="00646076"/>
    <w:rsid w:val="00663B3F"/>
    <w:rsid w:val="00671CCD"/>
    <w:rsid w:val="00705AAD"/>
    <w:rsid w:val="00774163"/>
    <w:rsid w:val="008949F6"/>
    <w:rsid w:val="00A556F8"/>
    <w:rsid w:val="00B247F0"/>
    <w:rsid w:val="00B91066"/>
    <w:rsid w:val="00BC7B2D"/>
    <w:rsid w:val="00F26F61"/>
    <w:rsid w:val="00F8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663B3F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0CF6CFB7DE3A4DBC9B37C5F5601D8036">
    <w:name w:val="0CF6CFB7DE3A4DBC9B37C5F5601D8036"/>
    <w:rsid w:val="00663B3F"/>
  </w:style>
  <w:style w:type="paragraph" w:customStyle="1" w:styleId="3A2AC25E816C4C82B4D374E63F628FC6">
    <w:name w:val="3A2AC25E816C4C82B4D374E63F628FC6"/>
    <w:rsid w:val="00663B3F"/>
  </w:style>
  <w:style w:type="paragraph" w:customStyle="1" w:styleId="ABC55F79D270487BBDDBB602AC4E389E">
    <w:name w:val="ABC55F79D270487BBDDBB602AC4E389E"/>
    <w:rsid w:val="00663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2018-10-15T10:07:00Z</dcterms:created>
  <dcterms:modified xsi:type="dcterms:W3CDTF">2018-10-15T10:07:00Z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