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1109471513"/>
        <w:placeholder>
          <w:docPart w:val="93A849D3B20049DBA04ABC581638ABC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5D6A92" w:rsidRPr="00EC68C9" w:rsidRDefault="00521E5A">
          <w:pPr>
            <w:pStyle w:val="Date"/>
            <w:rPr>
              <w:rFonts w:cstheme="minorHAnsi"/>
              <w:sz w:val="26"/>
              <w:szCs w:val="26"/>
            </w:rPr>
          </w:pPr>
          <w:r w:rsidRPr="00EC68C9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BA7542094D794DB781EB71899F3B594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5D6A92" w:rsidRPr="00EC68C9" w:rsidRDefault="001A2EC8">
          <w:pPr>
            <w:pStyle w:val="ContactInfo"/>
            <w:rPr>
              <w:rFonts w:cstheme="minorHAnsi"/>
              <w:sz w:val="26"/>
              <w:szCs w:val="26"/>
            </w:rPr>
          </w:pPr>
          <w:r w:rsidRPr="00EC68C9">
            <w:rPr>
              <w:rFonts w:cstheme="minorHAnsi"/>
              <w:sz w:val="26"/>
              <w:szCs w:val="26"/>
            </w:rPr>
            <w:t>Recipient Name</w:t>
          </w:r>
        </w:p>
      </w:sdtContent>
    </w:sdt>
    <w:p w:rsidR="005D6A92" w:rsidRPr="00EC68C9" w:rsidRDefault="00E46A2E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title:"/>
          <w:tag w:val="Enter recipient title:"/>
          <w:id w:val="-1978134494"/>
          <w:placeholder>
            <w:docPart w:val="A4B8E98472B0461093E31F6681E1D5B2"/>
          </w:placeholder>
          <w:temporary/>
          <w:showingPlcHdr/>
          <w15:appearance w15:val="hidden"/>
        </w:sdtPr>
        <w:sdtEndPr/>
        <w:sdtContent>
          <w:r w:rsidR="001A2EC8" w:rsidRPr="00EC68C9">
            <w:rPr>
              <w:rFonts w:cstheme="minorHAnsi"/>
              <w:sz w:val="26"/>
              <w:szCs w:val="26"/>
            </w:rPr>
            <w:t>Title</w:t>
          </w:r>
        </w:sdtContent>
      </w:sdt>
    </w:p>
    <w:sdt>
      <w:sdtPr>
        <w:rPr>
          <w:rFonts w:cstheme="minorHAnsi"/>
          <w:sz w:val="26"/>
          <w:szCs w:val="26"/>
        </w:rPr>
        <w:alias w:val="Enter company name:"/>
        <w:tag w:val="Enter company name:"/>
        <w:id w:val="-613135723"/>
        <w:placeholder>
          <w:docPart w:val="6E49EB7D19D44EB2A9BE976222634D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5D6A92" w:rsidRPr="00EC68C9" w:rsidRDefault="001A2EC8">
          <w:pPr>
            <w:pStyle w:val="ContactInfo"/>
            <w:rPr>
              <w:rFonts w:cstheme="minorHAnsi"/>
              <w:sz w:val="26"/>
              <w:szCs w:val="26"/>
            </w:rPr>
          </w:pPr>
          <w:r w:rsidRPr="00EC68C9">
            <w:rPr>
              <w:rFonts w:cstheme="minorHAnsi"/>
              <w:sz w:val="26"/>
              <w:szCs w:val="26"/>
            </w:rPr>
            <w:t>Company Name</w:t>
          </w:r>
        </w:p>
      </w:sdtContent>
    </w:sdt>
    <w:p w:rsidR="005D6A92" w:rsidRPr="00EC68C9" w:rsidRDefault="005337FE">
      <w:pPr>
        <w:pStyle w:val="ContactInfo"/>
        <w:rPr>
          <w:rFonts w:cstheme="minorHAnsi"/>
          <w:sz w:val="26"/>
          <w:szCs w:val="26"/>
        </w:rPr>
      </w:pPr>
      <w:r w:rsidRPr="00EC68C9">
        <w:rPr>
          <w:rFonts w:cstheme="minorHAnsi"/>
          <w:sz w:val="26"/>
          <w:szCs w:val="26"/>
        </w:rPr>
        <w:t>[</w:t>
      </w:r>
      <w:sdt>
        <w:sdtPr>
          <w:rPr>
            <w:rFonts w:cstheme="minorHAnsi"/>
            <w:sz w:val="26"/>
            <w:szCs w:val="26"/>
          </w:rPr>
          <w:alias w:val="Enter recipient street address:"/>
          <w:tag w:val="Enter recipient street address:"/>
          <w:id w:val="1410967897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F76641" w:rsidRPr="00EC68C9">
            <w:rPr>
              <w:rFonts w:cstheme="minorHAnsi"/>
              <w:sz w:val="26"/>
              <w:szCs w:val="26"/>
            </w:rPr>
            <w:t>Street Address</w:t>
          </w:r>
        </w:sdtContent>
      </w:sdt>
      <w:r w:rsidRPr="00EC68C9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recipient city, st zip code:"/>
          <w:tag w:val="Enter recipient city, st zip code:"/>
          <w:id w:val="-445319069"/>
          <w:placeholder>
            <w:docPart w:val="632B3FD782D748549F12A454600A79A2"/>
          </w:placeholder>
          <w:temporary/>
          <w:showingPlcHdr/>
          <w15:appearance w15:val="hidden"/>
        </w:sdtPr>
        <w:sdtEndPr/>
        <w:sdtContent>
          <w:r w:rsidR="00F76641" w:rsidRPr="00EC68C9">
            <w:rPr>
              <w:rFonts w:cstheme="minorHAnsi"/>
              <w:sz w:val="26"/>
              <w:szCs w:val="26"/>
            </w:rPr>
            <w:t>City, ST ZIP Code</w:t>
          </w:r>
        </w:sdtContent>
      </w:sdt>
      <w:r w:rsidRPr="00EC68C9">
        <w:rPr>
          <w:rFonts w:cstheme="minorHAnsi"/>
          <w:sz w:val="26"/>
          <w:szCs w:val="26"/>
        </w:rPr>
        <w:t>]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>Subject: Salary Acceptance letter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 xml:space="preserve">Dear </w:t>
      </w:r>
      <w:proofErr w:type="spellStart"/>
      <w:r w:rsidRPr="00EC68C9">
        <w:rPr>
          <w:rFonts w:eastAsia="Times New Roman" w:cstheme="minorHAnsi"/>
          <w:sz w:val="26"/>
          <w:szCs w:val="26"/>
        </w:rPr>
        <w:t>Mr</w:t>
      </w:r>
      <w:proofErr w:type="spellEnd"/>
      <w:r w:rsidRPr="00EC68C9">
        <w:rPr>
          <w:rFonts w:eastAsia="Times New Roman" w:cstheme="minorHAnsi"/>
          <w:sz w:val="26"/>
          <w:szCs w:val="26"/>
        </w:rPr>
        <w:t>/Miss/</w:t>
      </w:r>
      <w:proofErr w:type="spellStart"/>
      <w:r w:rsidRPr="00EC68C9">
        <w:rPr>
          <w:rFonts w:eastAsia="Times New Roman" w:cstheme="minorHAnsi"/>
          <w:sz w:val="26"/>
          <w:szCs w:val="26"/>
        </w:rPr>
        <w:t>Ms</w:t>
      </w:r>
      <w:proofErr w:type="spellEnd"/>
      <w:r>
        <w:rPr>
          <w:rFonts w:eastAsia="Times New Roman" w:cstheme="minorHAnsi"/>
          <w:sz w:val="26"/>
          <w:szCs w:val="26"/>
        </w:rPr>
        <w:t xml:space="preserve"> [Name Here],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>I am very pleased to be considered for the post of [enter designation] at [enter organization name]. I hope to cont</w:t>
      </w:r>
      <w:bookmarkStart w:id="0" w:name="_GoBack"/>
      <w:bookmarkEnd w:id="0"/>
      <w:r w:rsidRPr="00EC68C9">
        <w:rPr>
          <w:rFonts w:eastAsia="Times New Roman" w:cstheme="minorHAnsi"/>
          <w:sz w:val="26"/>
          <w:szCs w:val="26"/>
        </w:rPr>
        <w:t>ribute to the company positively with my skills and dedication.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>As per our earlier discussion, I agree to a monthly starting salary of [enter amount] and insurance of [enter benefits].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>Look forward to joining you on [enter date]. I understand that I will be expected to be in the office by [enter time]. Moreover, I will complete any requirements or examinations required for a new employee. It will be an honor to work with [enter organization name]. Please let me know if you need any other information.</w:t>
      </w:r>
    </w:p>
    <w:p w:rsidR="00EC68C9" w:rsidRPr="00EC68C9" w:rsidRDefault="00EC68C9" w:rsidP="00EC68C9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EC68C9">
        <w:rPr>
          <w:rFonts w:eastAsia="Times New Roman" w:cstheme="minorHAnsi"/>
          <w:sz w:val="26"/>
          <w:szCs w:val="26"/>
        </w:rPr>
        <w:t>Best regards,</w:t>
      </w:r>
    </w:p>
    <w:sdt>
      <w:sdtPr>
        <w:rPr>
          <w:rFonts w:cstheme="minorHAnsi"/>
          <w:sz w:val="26"/>
          <w:szCs w:val="26"/>
        </w:rPr>
        <w:alias w:val="Enter your name:"/>
        <w:tag w:val="Enter your name:"/>
        <w:id w:val="-1393964643"/>
        <w:placeholder>
          <w:docPart w:val="0283B0E852EC49308224018185BD1E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21E5A" w:rsidRPr="00EC68C9" w:rsidRDefault="005B307B" w:rsidP="00A5135E">
          <w:pPr>
            <w:pStyle w:val="Signature"/>
            <w:rPr>
              <w:rFonts w:cstheme="minorHAnsi"/>
              <w:sz w:val="26"/>
              <w:szCs w:val="26"/>
            </w:rPr>
          </w:pPr>
          <w:r w:rsidRPr="00EC68C9">
            <w:rPr>
              <w:rFonts w:cstheme="minorHAnsi"/>
              <w:sz w:val="26"/>
              <w:szCs w:val="26"/>
            </w:rPr>
            <w:t>Your Name</w:t>
          </w:r>
        </w:p>
      </w:sdtContent>
    </w:sdt>
    <w:sectPr w:rsidR="00521E5A" w:rsidRPr="00EC68C9" w:rsidSect="00EC68C9">
      <w:headerReference w:type="default" r:id="rId8"/>
      <w:footerReference w:type="first" r:id="rId9"/>
      <w:pgSz w:w="12240" w:h="15840"/>
      <w:pgMar w:top="15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A2E" w:rsidRDefault="00E46A2E">
      <w:pPr>
        <w:spacing w:after="0" w:line="240" w:lineRule="auto"/>
      </w:pPr>
      <w:r>
        <w:separator/>
      </w:r>
    </w:p>
  </w:endnote>
  <w:endnote w:type="continuationSeparator" w:id="0">
    <w:p w:rsidR="00E46A2E" w:rsidRDefault="00E4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9D1" w:rsidRDefault="000A29D1">
    <w:pPr>
      <w:pStyle w:val="Footer"/>
    </w:pPr>
    <w:r>
      <w:t>wordexceltemplates.com</w:t>
    </w:r>
  </w:p>
  <w:p w:rsidR="000A29D1" w:rsidRDefault="000A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A2E" w:rsidRDefault="00E46A2E">
      <w:pPr>
        <w:spacing w:after="0" w:line="240" w:lineRule="auto"/>
      </w:pPr>
      <w:r>
        <w:separator/>
      </w:r>
    </w:p>
  </w:footnote>
  <w:footnote w:type="continuationSeparator" w:id="0">
    <w:p w:rsidR="00E46A2E" w:rsidRDefault="00E46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A7542094D794DB781EB71899F3B59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766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0DE599264352433199F5962F8C50B4EE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521E5A" w:rsidP="00521E5A">
        <w:pPr>
          <w:pStyle w:val="Header"/>
        </w:pPr>
        <w:r>
          <w:t>Date</w:t>
        </w:r>
      </w:p>
    </w:sdtContent>
  </w:sdt>
  <w:p w:rsidR="005D6A92" w:rsidRDefault="001A2EC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513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4ACA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9A2E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1ECE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71481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CAAD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CE5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E3E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FCB9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434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F0EB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1"/>
    <w:rsid w:val="00041437"/>
    <w:rsid w:val="000A29D1"/>
    <w:rsid w:val="0018090A"/>
    <w:rsid w:val="001865D3"/>
    <w:rsid w:val="00195F1A"/>
    <w:rsid w:val="001A2EC8"/>
    <w:rsid w:val="001B1C61"/>
    <w:rsid w:val="002849DA"/>
    <w:rsid w:val="00311FC0"/>
    <w:rsid w:val="003C1E3C"/>
    <w:rsid w:val="003E1FC7"/>
    <w:rsid w:val="003F34AA"/>
    <w:rsid w:val="0041276B"/>
    <w:rsid w:val="004426E1"/>
    <w:rsid w:val="004B47DB"/>
    <w:rsid w:val="004E7075"/>
    <w:rsid w:val="0051280D"/>
    <w:rsid w:val="00521E5A"/>
    <w:rsid w:val="005337FE"/>
    <w:rsid w:val="00577A4C"/>
    <w:rsid w:val="005B307B"/>
    <w:rsid w:val="005D6A92"/>
    <w:rsid w:val="00625A70"/>
    <w:rsid w:val="00631199"/>
    <w:rsid w:val="006D1BF2"/>
    <w:rsid w:val="006D222D"/>
    <w:rsid w:val="007419A2"/>
    <w:rsid w:val="00762E7E"/>
    <w:rsid w:val="00765E39"/>
    <w:rsid w:val="00821DD5"/>
    <w:rsid w:val="008628E4"/>
    <w:rsid w:val="0087082C"/>
    <w:rsid w:val="0089376E"/>
    <w:rsid w:val="008F503F"/>
    <w:rsid w:val="009055FF"/>
    <w:rsid w:val="00921BFF"/>
    <w:rsid w:val="0095026F"/>
    <w:rsid w:val="009738CE"/>
    <w:rsid w:val="009F1EA2"/>
    <w:rsid w:val="00A02643"/>
    <w:rsid w:val="00A21289"/>
    <w:rsid w:val="00A5135E"/>
    <w:rsid w:val="00A74AE7"/>
    <w:rsid w:val="00B705F0"/>
    <w:rsid w:val="00BA5128"/>
    <w:rsid w:val="00BF4C28"/>
    <w:rsid w:val="00C23D9E"/>
    <w:rsid w:val="00D56C1A"/>
    <w:rsid w:val="00D91319"/>
    <w:rsid w:val="00DB5365"/>
    <w:rsid w:val="00DB6387"/>
    <w:rsid w:val="00E46A2E"/>
    <w:rsid w:val="00EA7452"/>
    <w:rsid w:val="00EC68C9"/>
    <w:rsid w:val="00F370D7"/>
    <w:rsid w:val="00F76641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DF74D"/>
  <w15:chartTrackingRefBased/>
  <w15:docId w15:val="{33A95CE1-976B-463C-8E87-01218059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0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E5A"/>
  </w:style>
  <w:style w:type="paragraph" w:styleId="Heading1">
    <w:name w:val="heading 1"/>
    <w:basedOn w:val="Normal"/>
    <w:next w:val="Normal"/>
    <w:link w:val="Heading1Char"/>
    <w:uiPriority w:val="8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rsid w:val="00D91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D913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D913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D913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D913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D913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D913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Date">
    <w:name w:val="Date"/>
    <w:basedOn w:val="Normal"/>
    <w:next w:val="Normal"/>
    <w:uiPriority w:val="2"/>
    <w:qFormat/>
    <w:pPr>
      <w:spacing w:after="480"/>
    </w:pPr>
  </w:style>
  <w:style w:type="character" w:customStyle="1" w:styleId="Heading1Char">
    <w:name w:val="Heading 1 Char"/>
    <w:basedOn w:val="DefaultParagraphFont"/>
    <w:link w:val="Heading1"/>
    <w:uiPriority w:val="8"/>
    <w:rsid w:val="003C1E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losing">
    <w:name w:val="Closing"/>
    <w:basedOn w:val="Normal"/>
    <w:next w:val="Signature"/>
    <w:uiPriority w:val="5"/>
    <w:qFormat/>
    <w:pPr>
      <w:spacing w:after="720" w:line="240" w:lineRule="auto"/>
    </w:pPr>
  </w:style>
  <w:style w:type="paragraph" w:styleId="Header">
    <w:name w:val="header"/>
    <w:basedOn w:val="Normal"/>
    <w:link w:val="HeaderChar"/>
    <w:uiPriority w:val="99"/>
    <w:rsid w:val="00821DD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DD5"/>
  </w:style>
  <w:style w:type="paragraph" w:styleId="Salutation">
    <w:name w:val="Salutation"/>
    <w:basedOn w:val="Normal"/>
    <w:next w:val="Normal"/>
    <w:uiPriority w:val="3"/>
    <w:qFormat/>
    <w:pPr>
      <w:spacing w:before="240"/>
    </w:pPr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3119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3C1E3C"/>
  </w:style>
  <w:style w:type="paragraph" w:styleId="Footer">
    <w:name w:val="footer"/>
    <w:basedOn w:val="Normal"/>
    <w:link w:val="FooterChar"/>
    <w:uiPriority w:val="99"/>
    <w:unhideWhenUsed/>
    <w:rsid w:val="008F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03F"/>
    <w:rPr>
      <w:color w:val="000000" w:themeColor="text1"/>
    </w:rPr>
  </w:style>
  <w:style w:type="character" w:styleId="SubtleReference">
    <w:name w:val="Subtle Reference"/>
    <w:basedOn w:val="DefaultParagraphFont"/>
    <w:uiPriority w:val="4"/>
    <w:unhideWhenUsed/>
    <w:qFormat/>
    <w:rsid w:val="00195F1A"/>
    <w:rPr>
      <w:caps w:val="0"/>
      <w:smallCaps w:val="0"/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31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1319"/>
  </w:style>
  <w:style w:type="paragraph" w:styleId="BlockText">
    <w:name w:val="Block Text"/>
    <w:basedOn w:val="Normal"/>
    <w:uiPriority w:val="99"/>
    <w:semiHidden/>
    <w:unhideWhenUsed/>
    <w:rsid w:val="00D9131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19"/>
  </w:style>
  <w:style w:type="paragraph" w:styleId="BodyText2">
    <w:name w:val="Body Text 2"/>
    <w:basedOn w:val="Normal"/>
    <w:link w:val="BodyText2Char"/>
    <w:uiPriority w:val="99"/>
    <w:semiHidden/>
    <w:unhideWhenUsed/>
    <w:rsid w:val="00D913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1319"/>
  </w:style>
  <w:style w:type="paragraph" w:styleId="BodyText3">
    <w:name w:val="Body Text 3"/>
    <w:basedOn w:val="Normal"/>
    <w:link w:val="BodyText3Char"/>
    <w:uiPriority w:val="99"/>
    <w:semiHidden/>
    <w:unhideWhenUsed/>
    <w:rsid w:val="00D9131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131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131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131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131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131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13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131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131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131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D9131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319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131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3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31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31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131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131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1319"/>
  </w:style>
  <w:style w:type="character" w:styleId="Emphasis">
    <w:name w:val="Emphasis"/>
    <w:basedOn w:val="DefaultParagraphFont"/>
    <w:uiPriority w:val="20"/>
    <w:semiHidden/>
    <w:unhideWhenUsed/>
    <w:qFormat/>
    <w:rsid w:val="00D9131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131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13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131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319"/>
    <w:rPr>
      <w:szCs w:val="20"/>
    </w:rPr>
  </w:style>
  <w:style w:type="table" w:styleId="GridTable1Light">
    <w:name w:val="Grid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3C1E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3C1E3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3C1E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3C1E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3C1E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1319"/>
  </w:style>
  <w:style w:type="paragraph" w:styleId="HTMLAddress">
    <w:name w:val="HTML Address"/>
    <w:basedOn w:val="Normal"/>
    <w:link w:val="HTMLAddressChar"/>
    <w:uiPriority w:val="99"/>
    <w:semiHidden/>
    <w:unhideWhenUsed/>
    <w:rsid w:val="00D9131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131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13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131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1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131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13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91319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131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D91319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9131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1319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sid w:val="00D91319"/>
    <w:rPr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13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1319"/>
  </w:style>
  <w:style w:type="paragraph" w:styleId="List">
    <w:name w:val="List"/>
    <w:basedOn w:val="Normal"/>
    <w:uiPriority w:val="99"/>
    <w:semiHidden/>
    <w:unhideWhenUsed/>
    <w:rsid w:val="00D9131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9131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9131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9131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9131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913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13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13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13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131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131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131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131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131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131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913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13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13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13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131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D9131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13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131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13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131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D9131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31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913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131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1319"/>
  </w:style>
  <w:style w:type="character" w:styleId="PageNumber">
    <w:name w:val="page number"/>
    <w:basedOn w:val="DefaultParagraphFont"/>
    <w:uiPriority w:val="99"/>
    <w:semiHidden/>
    <w:unhideWhenUsed/>
    <w:rsid w:val="00D91319"/>
  </w:style>
  <w:style w:type="table" w:styleId="PlainTable1">
    <w:name w:val="Plain Table 1"/>
    <w:basedOn w:val="TableNormal"/>
    <w:uiPriority w:val="41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131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D913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131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9131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131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1319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D913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13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13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13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13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13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13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13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13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13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13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13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9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13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13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13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13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13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13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131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131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13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13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13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913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1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13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13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913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91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131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13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13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131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131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131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131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131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131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1319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319"/>
    <w:pPr>
      <w:spacing w:before="240"/>
      <w:outlineLvl w:val="9"/>
    </w:pPr>
    <w:rPr>
      <w:b w:val="0"/>
      <w:bCs w:val="0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conflict%20with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E2884D267574A26923220B4C1A4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95B4-2431-4622-89CE-EFBBE9906E32}"/>
      </w:docPartPr>
      <w:docPartBody>
        <w:p w:rsidR="00F960AC" w:rsidRDefault="00574703">
          <w:pPr>
            <w:pStyle w:val="0E2884D267574A26923220B4C1A4C935"/>
          </w:pPr>
          <w:r>
            <w:t>Street Address</w:t>
          </w:r>
        </w:p>
      </w:docPartBody>
    </w:docPart>
    <w:docPart>
      <w:docPartPr>
        <w:name w:val="632B3FD782D748549F12A454600A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BC93-144D-48D2-AB83-0DF1B8340CC7}"/>
      </w:docPartPr>
      <w:docPartBody>
        <w:p w:rsidR="00F960AC" w:rsidRDefault="00574703">
          <w:pPr>
            <w:pStyle w:val="632B3FD782D748549F12A454600A79A2"/>
          </w:pPr>
          <w:r>
            <w:t>City, ST ZIP Code</w:t>
          </w:r>
        </w:p>
      </w:docPartBody>
    </w:docPart>
    <w:docPart>
      <w:docPartPr>
        <w:name w:val="93A849D3B20049DBA04ABC581638A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B2FB7-BEBF-46E2-ADE8-F1AD163BD5BE}"/>
      </w:docPartPr>
      <w:docPartBody>
        <w:p w:rsidR="00F960AC" w:rsidRDefault="00574703">
          <w:pPr>
            <w:pStyle w:val="93A849D3B20049DBA04ABC581638ABC2"/>
          </w:pPr>
          <w:r>
            <w:t>Date</w:t>
          </w:r>
        </w:p>
      </w:docPartBody>
    </w:docPart>
    <w:docPart>
      <w:docPartPr>
        <w:name w:val="BA7542094D794DB781EB71899F3B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430FD-2D0D-4ADA-BF80-E54E6BD9B379}"/>
      </w:docPartPr>
      <w:docPartBody>
        <w:p w:rsidR="00F960AC" w:rsidRDefault="00574703">
          <w:pPr>
            <w:pStyle w:val="BA7542094D794DB781EB71899F3B594F"/>
          </w:pPr>
          <w:r>
            <w:t>Recipient Name</w:t>
          </w:r>
        </w:p>
      </w:docPartBody>
    </w:docPart>
    <w:docPart>
      <w:docPartPr>
        <w:name w:val="A4B8E98472B0461093E31F6681E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FEE6-BA75-4F88-B699-C3B2AFC8C918}"/>
      </w:docPartPr>
      <w:docPartBody>
        <w:p w:rsidR="00F960AC" w:rsidRDefault="00574703">
          <w:pPr>
            <w:pStyle w:val="A4B8E98472B0461093E31F6681E1D5B2"/>
          </w:pPr>
          <w:r>
            <w:t>Title</w:t>
          </w:r>
        </w:p>
      </w:docPartBody>
    </w:docPart>
    <w:docPart>
      <w:docPartPr>
        <w:name w:val="6E49EB7D19D44EB2A9BE97622263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1A38-757D-4D91-BEAE-0E87518FFFC4}"/>
      </w:docPartPr>
      <w:docPartBody>
        <w:p w:rsidR="00F960AC" w:rsidRDefault="00574703">
          <w:pPr>
            <w:pStyle w:val="6E49EB7D19D44EB2A9BE976222634D36"/>
          </w:pPr>
          <w:r>
            <w:t>Company Name</w:t>
          </w:r>
        </w:p>
      </w:docPartBody>
    </w:docPart>
    <w:docPart>
      <w:docPartPr>
        <w:name w:val="0283B0E852EC49308224018185BD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E964E-829F-49CD-956C-5837FBED7B04}"/>
      </w:docPartPr>
      <w:docPartBody>
        <w:p w:rsidR="00F960AC" w:rsidRDefault="00574703">
          <w:pPr>
            <w:pStyle w:val="0283B0E852EC49308224018185BD1E52"/>
          </w:pPr>
          <w:r>
            <w:t>Your Name</w:t>
          </w:r>
        </w:p>
      </w:docPartBody>
    </w:docPart>
    <w:docPart>
      <w:docPartPr>
        <w:name w:val="0DE599264352433199F5962F8C50B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52A6D-B79E-4876-A2EA-6E5FBEC54F8A}"/>
      </w:docPartPr>
      <w:docPartBody>
        <w:p w:rsidR="00F960AC" w:rsidRDefault="001B2CB4" w:rsidP="001B2CB4">
          <w:pPr>
            <w:pStyle w:val="0DE599264352433199F5962F8C50B4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B4"/>
    <w:rsid w:val="001B2CB4"/>
    <w:rsid w:val="00334D93"/>
    <w:rsid w:val="00574703"/>
    <w:rsid w:val="009819DD"/>
    <w:rsid w:val="00F9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40B3561E024E4A86052546E167F705">
    <w:name w:val="AB40B3561E024E4A86052546E167F705"/>
  </w:style>
  <w:style w:type="paragraph" w:customStyle="1" w:styleId="0E2884D267574A26923220B4C1A4C935">
    <w:name w:val="0E2884D267574A26923220B4C1A4C935"/>
  </w:style>
  <w:style w:type="paragraph" w:customStyle="1" w:styleId="632B3FD782D748549F12A454600A79A2">
    <w:name w:val="632B3FD782D748549F12A454600A79A2"/>
  </w:style>
  <w:style w:type="paragraph" w:customStyle="1" w:styleId="93A849D3B20049DBA04ABC581638ABC2">
    <w:name w:val="93A849D3B20049DBA04ABC581638ABC2"/>
  </w:style>
  <w:style w:type="paragraph" w:customStyle="1" w:styleId="BA7542094D794DB781EB71899F3B594F">
    <w:name w:val="BA7542094D794DB781EB71899F3B594F"/>
  </w:style>
  <w:style w:type="paragraph" w:customStyle="1" w:styleId="A4B8E98472B0461093E31F6681E1D5B2">
    <w:name w:val="A4B8E98472B0461093E31F6681E1D5B2"/>
  </w:style>
  <w:style w:type="paragraph" w:customStyle="1" w:styleId="6E49EB7D19D44EB2A9BE976222634D36">
    <w:name w:val="6E49EB7D19D44EB2A9BE976222634D36"/>
  </w:style>
  <w:style w:type="paragraph" w:customStyle="1" w:styleId="8AF74ECB7E364991835F32BAEF8C864C">
    <w:name w:val="8AF74ECB7E364991835F32BAEF8C864C"/>
  </w:style>
  <w:style w:type="paragraph" w:customStyle="1" w:styleId="FE651E59487644388DF945A2AC780363">
    <w:name w:val="FE651E59487644388DF945A2AC780363"/>
  </w:style>
  <w:style w:type="paragraph" w:customStyle="1" w:styleId="F99EF1224D694770A56BFACAB58EE541">
    <w:name w:val="F99EF1224D694770A56BFACAB58EE541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95959" w:themeColor="text1" w:themeTint="A6"/>
    </w:rPr>
  </w:style>
  <w:style w:type="paragraph" w:customStyle="1" w:styleId="0C3337369D1E41B0B692307146FF336C">
    <w:name w:val="0C3337369D1E41B0B692307146FF336C"/>
  </w:style>
  <w:style w:type="paragraph" w:customStyle="1" w:styleId="9A1D36AD27C447D7A1665D50D32238B5">
    <w:name w:val="9A1D36AD27C447D7A1665D50D32238B5"/>
  </w:style>
  <w:style w:type="paragraph" w:customStyle="1" w:styleId="86C7034DD10946A28FF46718247641B5">
    <w:name w:val="86C7034DD10946A28FF46718247641B5"/>
  </w:style>
  <w:style w:type="paragraph" w:customStyle="1" w:styleId="0283B0E852EC49308224018185BD1E52">
    <w:name w:val="0283B0E852EC49308224018185BD1E52"/>
  </w:style>
  <w:style w:type="paragraph" w:customStyle="1" w:styleId="0DE599264352433199F5962F8C50B4EE">
    <w:name w:val="0DE599264352433199F5962F8C50B4EE"/>
    <w:rsid w:val="001B2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conflict with boss.dotx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3</cp:revision>
  <dcterms:created xsi:type="dcterms:W3CDTF">2018-10-28T06:17:00Z</dcterms:created>
  <dcterms:modified xsi:type="dcterms:W3CDTF">2018-10-28T06:18:00Z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