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1109471513"/>
        <w:placeholder>
          <w:docPart w:val="93A849D3B20049DBA04ABC581638ABC2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5D6A92" w:rsidRPr="00824B22" w:rsidRDefault="00521E5A">
          <w:pPr>
            <w:pStyle w:val="Date"/>
            <w:rPr>
              <w:rFonts w:cstheme="minorHAnsi"/>
              <w:sz w:val="26"/>
              <w:szCs w:val="26"/>
            </w:rPr>
          </w:pPr>
          <w:r w:rsidRPr="00824B22">
            <w:rPr>
              <w:rFonts w:cstheme="minorHAnsi"/>
              <w:sz w:val="26"/>
              <w:szCs w:val="26"/>
            </w:rPr>
            <w:t>Date</w:t>
          </w:r>
        </w:p>
      </w:sdtContent>
    </w:sdt>
    <w:sdt>
      <w:sdtPr>
        <w:rPr>
          <w:rFonts w:cstheme="minorHAnsi"/>
          <w:sz w:val="26"/>
          <w:szCs w:val="26"/>
        </w:rPr>
        <w:alias w:val="Enter recipient name:"/>
        <w:tag w:val="Enter recipient name:"/>
        <w:id w:val="-378937380"/>
        <w:placeholder>
          <w:docPart w:val="BA7542094D794DB781EB71899F3B594F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5D6A92" w:rsidRPr="00824B22" w:rsidRDefault="001A2EC8">
          <w:pPr>
            <w:pStyle w:val="ContactInfo"/>
            <w:rPr>
              <w:rFonts w:cstheme="minorHAnsi"/>
              <w:sz w:val="26"/>
              <w:szCs w:val="26"/>
            </w:rPr>
          </w:pPr>
          <w:r w:rsidRPr="00824B22">
            <w:rPr>
              <w:rFonts w:cstheme="minorHAnsi"/>
              <w:sz w:val="26"/>
              <w:szCs w:val="26"/>
            </w:rPr>
            <w:t>Recipient Name</w:t>
          </w:r>
        </w:p>
      </w:sdtContent>
    </w:sdt>
    <w:p w:rsidR="005D6A92" w:rsidRPr="00824B22" w:rsidRDefault="00DC4EEE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title:"/>
          <w:tag w:val="Enter recipient title:"/>
          <w:id w:val="-1978134494"/>
          <w:placeholder>
            <w:docPart w:val="A4B8E98472B0461093E31F6681E1D5B2"/>
          </w:placeholder>
          <w:temporary/>
          <w:showingPlcHdr/>
          <w15:appearance w15:val="hidden"/>
        </w:sdtPr>
        <w:sdtEndPr/>
        <w:sdtContent>
          <w:bookmarkStart w:id="0" w:name="_GoBack"/>
          <w:r w:rsidR="001A2EC8" w:rsidRPr="00824B22">
            <w:rPr>
              <w:rFonts w:cstheme="minorHAnsi"/>
              <w:sz w:val="26"/>
              <w:szCs w:val="26"/>
            </w:rPr>
            <w:t>Title</w:t>
          </w:r>
          <w:bookmarkEnd w:id="0"/>
        </w:sdtContent>
      </w:sdt>
    </w:p>
    <w:sdt>
      <w:sdtPr>
        <w:rPr>
          <w:rFonts w:cstheme="minorHAnsi"/>
          <w:sz w:val="26"/>
          <w:szCs w:val="26"/>
        </w:rPr>
        <w:alias w:val="Enter company name:"/>
        <w:tag w:val="Enter company name:"/>
        <w:id w:val="-613135723"/>
        <w:placeholder>
          <w:docPart w:val="6E49EB7D19D44EB2A9BE976222634D3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p w:rsidR="005D6A92" w:rsidRPr="00824B22" w:rsidRDefault="001A2EC8">
          <w:pPr>
            <w:pStyle w:val="ContactInfo"/>
            <w:rPr>
              <w:rFonts w:cstheme="minorHAnsi"/>
              <w:sz w:val="26"/>
              <w:szCs w:val="26"/>
            </w:rPr>
          </w:pPr>
          <w:r w:rsidRPr="00824B22">
            <w:rPr>
              <w:rFonts w:cstheme="minorHAnsi"/>
              <w:sz w:val="26"/>
              <w:szCs w:val="26"/>
            </w:rPr>
            <w:t>Company Name</w:t>
          </w:r>
        </w:p>
      </w:sdtContent>
    </w:sdt>
    <w:p w:rsidR="005D6A92" w:rsidRPr="00824B22" w:rsidRDefault="005337FE">
      <w:pPr>
        <w:pStyle w:val="ContactInfo"/>
        <w:rPr>
          <w:rFonts w:cstheme="minorHAnsi"/>
          <w:sz w:val="26"/>
          <w:szCs w:val="26"/>
        </w:rPr>
      </w:pPr>
      <w:r w:rsidRPr="00824B22">
        <w:rPr>
          <w:rFonts w:cstheme="minorHAnsi"/>
          <w:sz w:val="26"/>
          <w:szCs w:val="26"/>
        </w:rPr>
        <w:t>[</w:t>
      </w:r>
      <w:sdt>
        <w:sdtPr>
          <w:rPr>
            <w:rFonts w:cstheme="minorHAnsi"/>
            <w:sz w:val="26"/>
            <w:szCs w:val="26"/>
          </w:rPr>
          <w:alias w:val="Enter recipient street address:"/>
          <w:tag w:val="Enter recipient street address:"/>
          <w:id w:val="1410967897"/>
          <w:placeholder>
            <w:docPart w:val="0E2884D267574A26923220B4C1A4C935"/>
          </w:placeholder>
          <w:temporary/>
          <w:showingPlcHdr/>
          <w15:appearance w15:val="hidden"/>
        </w:sdtPr>
        <w:sdtEndPr/>
        <w:sdtContent>
          <w:r w:rsidR="00F76641" w:rsidRPr="00824B22">
            <w:rPr>
              <w:rFonts w:cstheme="minorHAnsi"/>
              <w:sz w:val="26"/>
              <w:szCs w:val="26"/>
            </w:rPr>
            <w:t>Street Address</w:t>
          </w:r>
        </w:sdtContent>
      </w:sdt>
      <w:r w:rsidRPr="00824B22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alias w:val="Enter recipient city, st zip code:"/>
          <w:tag w:val="Enter recipient city, st zip code:"/>
          <w:id w:val="-445319069"/>
          <w:placeholder>
            <w:docPart w:val="632B3FD782D748549F12A454600A79A2"/>
          </w:placeholder>
          <w:temporary/>
          <w:showingPlcHdr/>
          <w15:appearance w15:val="hidden"/>
        </w:sdtPr>
        <w:sdtEndPr/>
        <w:sdtContent>
          <w:r w:rsidR="00F76641" w:rsidRPr="00824B22">
            <w:rPr>
              <w:rFonts w:cstheme="minorHAnsi"/>
              <w:sz w:val="26"/>
              <w:szCs w:val="26"/>
            </w:rPr>
            <w:t>City, ST ZIP Code</w:t>
          </w:r>
        </w:sdtContent>
      </w:sdt>
      <w:r w:rsidRPr="00824B22">
        <w:rPr>
          <w:rFonts w:cstheme="minorHAnsi"/>
          <w:sz w:val="26"/>
          <w:szCs w:val="26"/>
        </w:rPr>
        <w:t>]</w:t>
      </w:r>
    </w:p>
    <w:p w:rsidR="00824B22" w:rsidRPr="00824B22" w:rsidRDefault="00824B22" w:rsidP="00824B2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24B22">
        <w:rPr>
          <w:rFonts w:eastAsia="Times New Roman" w:cstheme="minorHAnsi"/>
          <w:sz w:val="26"/>
          <w:szCs w:val="26"/>
        </w:rPr>
        <w:t>Subject: Salary acceptance letter</w:t>
      </w:r>
    </w:p>
    <w:p w:rsidR="00824B22" w:rsidRPr="00824B22" w:rsidRDefault="00824B22" w:rsidP="00824B2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24B22">
        <w:rPr>
          <w:rFonts w:eastAsia="Times New Roman" w:cstheme="minorHAnsi"/>
          <w:sz w:val="26"/>
          <w:szCs w:val="26"/>
        </w:rPr>
        <w:t xml:space="preserve">Dear </w:t>
      </w:r>
      <w:proofErr w:type="spellStart"/>
      <w:r w:rsidRPr="00824B22">
        <w:rPr>
          <w:rFonts w:eastAsia="Times New Roman" w:cstheme="minorHAnsi"/>
          <w:sz w:val="26"/>
          <w:szCs w:val="26"/>
        </w:rPr>
        <w:t>Mr</w:t>
      </w:r>
      <w:proofErr w:type="spellEnd"/>
      <w:r w:rsidRPr="00824B22">
        <w:rPr>
          <w:rFonts w:eastAsia="Times New Roman" w:cstheme="minorHAnsi"/>
          <w:sz w:val="26"/>
          <w:szCs w:val="26"/>
        </w:rPr>
        <w:t>/Miss/</w:t>
      </w:r>
      <w:proofErr w:type="spellStart"/>
      <w:r w:rsidRPr="00824B22">
        <w:rPr>
          <w:rFonts w:eastAsia="Times New Roman" w:cstheme="minorHAnsi"/>
          <w:sz w:val="26"/>
          <w:szCs w:val="26"/>
        </w:rPr>
        <w:t>Ms</w:t>
      </w:r>
      <w:proofErr w:type="spellEnd"/>
      <w:r>
        <w:rPr>
          <w:rFonts w:eastAsia="Times New Roman" w:cstheme="minorHAnsi"/>
          <w:sz w:val="26"/>
          <w:szCs w:val="26"/>
        </w:rPr>
        <w:t xml:space="preserve"> [Name Here],</w:t>
      </w:r>
    </w:p>
    <w:p w:rsidR="00824B22" w:rsidRPr="00824B22" w:rsidRDefault="00824B22" w:rsidP="00824B2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24B22">
        <w:rPr>
          <w:rFonts w:eastAsia="Times New Roman" w:cstheme="minorHAnsi"/>
          <w:sz w:val="26"/>
          <w:szCs w:val="26"/>
        </w:rPr>
        <w:t>I am delighted to accept the position of [enter designation] at [enter company name]. I am quite excited to be a part of the company and use my skills to contribute to organizational goals. I hope to gain valuable experience while at work.</w:t>
      </w:r>
    </w:p>
    <w:p w:rsidR="00824B22" w:rsidRPr="00824B22" w:rsidRDefault="00824B22" w:rsidP="00824B2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24B22">
        <w:rPr>
          <w:rFonts w:eastAsia="Times New Roman" w:cstheme="minorHAnsi"/>
          <w:sz w:val="26"/>
          <w:szCs w:val="26"/>
        </w:rPr>
        <w:t>As per our discussion, I agree to a monthly starting salary of [enter amount] for a period of 2 months. However, it would be ideal if my salary could be adjusted by 10 percent at the end of my probationary period.</w:t>
      </w:r>
    </w:p>
    <w:p w:rsidR="00824B22" w:rsidRPr="00824B22" w:rsidRDefault="00824B22" w:rsidP="00824B2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24B22">
        <w:rPr>
          <w:rFonts w:eastAsia="Times New Roman" w:cstheme="minorHAnsi"/>
          <w:sz w:val="26"/>
          <w:szCs w:val="26"/>
        </w:rPr>
        <w:t>I have extensive experience in handling teams and project management. My management skills combined with my technical qualifications make me an ideal candidate for the job. I have demonstrated exceptional abilities to lead teams successfully in my previous work experience. Therefore, I believe an adjustment would be fair.</w:t>
      </w:r>
    </w:p>
    <w:p w:rsidR="00824B22" w:rsidRPr="00824B22" w:rsidRDefault="00824B22" w:rsidP="00824B2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24B22">
        <w:rPr>
          <w:rFonts w:eastAsia="Times New Roman" w:cstheme="minorHAnsi"/>
          <w:sz w:val="26"/>
          <w:szCs w:val="26"/>
        </w:rPr>
        <w:t>If you think the amount is workable, please let me know, so I can proceed with the requirements or examinations that your organization has for new employees. I would be joining in from [enter date].</w:t>
      </w:r>
    </w:p>
    <w:p w:rsidR="00824B22" w:rsidRPr="00824B22" w:rsidRDefault="00824B22" w:rsidP="00824B2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24B22">
        <w:rPr>
          <w:rFonts w:eastAsia="Times New Roman" w:cstheme="minorHAnsi"/>
          <w:sz w:val="26"/>
          <w:szCs w:val="26"/>
        </w:rPr>
        <w:t>Look forward to your response.</w:t>
      </w:r>
    </w:p>
    <w:p w:rsidR="00824B22" w:rsidRPr="00824B22" w:rsidRDefault="00824B22" w:rsidP="00824B2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24B22">
        <w:rPr>
          <w:rFonts w:eastAsia="Times New Roman" w:cstheme="minorHAnsi"/>
          <w:sz w:val="26"/>
          <w:szCs w:val="26"/>
        </w:rPr>
        <w:t>Sincerely,</w:t>
      </w:r>
    </w:p>
    <w:sdt>
      <w:sdtPr>
        <w:rPr>
          <w:rFonts w:cstheme="minorHAnsi"/>
          <w:sz w:val="26"/>
          <w:szCs w:val="26"/>
        </w:rPr>
        <w:alias w:val="Enter your name:"/>
        <w:tag w:val="Enter your name:"/>
        <w:id w:val="-1393964643"/>
        <w:placeholder>
          <w:docPart w:val="0283B0E852EC49308224018185BD1E52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521E5A" w:rsidRPr="00824B22" w:rsidRDefault="005B307B" w:rsidP="00A5135E">
          <w:pPr>
            <w:pStyle w:val="Signature"/>
            <w:rPr>
              <w:rFonts w:cstheme="minorHAnsi"/>
              <w:sz w:val="26"/>
              <w:szCs w:val="26"/>
            </w:rPr>
          </w:pPr>
          <w:r w:rsidRPr="00824B22">
            <w:rPr>
              <w:rFonts w:cstheme="minorHAnsi"/>
              <w:sz w:val="26"/>
              <w:szCs w:val="26"/>
            </w:rPr>
            <w:t>Your Name</w:t>
          </w:r>
        </w:p>
      </w:sdtContent>
    </w:sdt>
    <w:sectPr w:rsidR="00521E5A" w:rsidRPr="00824B22" w:rsidSect="00EC68C9">
      <w:headerReference w:type="default" r:id="rId8"/>
      <w:footerReference w:type="first" r:id="rId9"/>
      <w:pgSz w:w="12240" w:h="15840"/>
      <w:pgMar w:top="153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EEE" w:rsidRDefault="00DC4EEE">
      <w:pPr>
        <w:spacing w:after="0" w:line="240" w:lineRule="auto"/>
      </w:pPr>
      <w:r>
        <w:separator/>
      </w:r>
    </w:p>
  </w:endnote>
  <w:endnote w:type="continuationSeparator" w:id="0">
    <w:p w:rsidR="00DC4EEE" w:rsidRDefault="00DC4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9D1" w:rsidRDefault="000A29D1">
    <w:pPr>
      <w:pStyle w:val="Footer"/>
    </w:pPr>
    <w:r>
      <w:t>wordexceltemplates.com</w:t>
    </w:r>
  </w:p>
  <w:p w:rsidR="000A29D1" w:rsidRDefault="000A2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EEE" w:rsidRDefault="00DC4EEE">
      <w:pPr>
        <w:spacing w:after="0" w:line="240" w:lineRule="auto"/>
      </w:pPr>
      <w:r>
        <w:separator/>
      </w:r>
    </w:p>
  </w:footnote>
  <w:footnote w:type="continuationSeparator" w:id="0">
    <w:p w:rsidR="00DC4EEE" w:rsidRDefault="00DC4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BA7542094D794DB781EB71899F3B594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F76641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0DE599264352433199F5962F8C50B4EE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521E5A" w:rsidP="00521E5A">
        <w:pPr>
          <w:pStyle w:val="Header"/>
        </w:pPr>
        <w:r>
          <w:t>Date</w:t>
        </w:r>
      </w:p>
    </w:sdtContent>
  </w:sdt>
  <w:p w:rsidR="005D6A92" w:rsidRDefault="001A2EC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5135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14ACA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49A2E6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61ECE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714818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BCAAD6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CE525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E3E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FCB9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0434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F0EB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61"/>
    <w:rsid w:val="00041437"/>
    <w:rsid w:val="000A29D1"/>
    <w:rsid w:val="0018090A"/>
    <w:rsid w:val="001865D3"/>
    <w:rsid w:val="00195F1A"/>
    <w:rsid w:val="001A2EC8"/>
    <w:rsid w:val="001B1C61"/>
    <w:rsid w:val="002849DA"/>
    <w:rsid w:val="00311FC0"/>
    <w:rsid w:val="003C1E3C"/>
    <w:rsid w:val="003E1FC7"/>
    <w:rsid w:val="003F34AA"/>
    <w:rsid w:val="0041276B"/>
    <w:rsid w:val="004426E1"/>
    <w:rsid w:val="004B47DB"/>
    <w:rsid w:val="004E7075"/>
    <w:rsid w:val="0051280D"/>
    <w:rsid w:val="00521E5A"/>
    <w:rsid w:val="005337FE"/>
    <w:rsid w:val="00577A4C"/>
    <w:rsid w:val="005B307B"/>
    <w:rsid w:val="005D6A92"/>
    <w:rsid w:val="00625A70"/>
    <w:rsid w:val="00631199"/>
    <w:rsid w:val="006D1BF2"/>
    <w:rsid w:val="006D222D"/>
    <w:rsid w:val="007419A2"/>
    <w:rsid w:val="00762E7E"/>
    <w:rsid w:val="00765E39"/>
    <w:rsid w:val="00821DD5"/>
    <w:rsid w:val="00824B22"/>
    <w:rsid w:val="008628E4"/>
    <w:rsid w:val="0087082C"/>
    <w:rsid w:val="0089376E"/>
    <w:rsid w:val="008F503F"/>
    <w:rsid w:val="009055FF"/>
    <w:rsid w:val="00921BFF"/>
    <w:rsid w:val="0095026F"/>
    <w:rsid w:val="009738CE"/>
    <w:rsid w:val="009F1EA2"/>
    <w:rsid w:val="00A02643"/>
    <w:rsid w:val="00A21289"/>
    <w:rsid w:val="00A5135E"/>
    <w:rsid w:val="00A74AE7"/>
    <w:rsid w:val="00B705F0"/>
    <w:rsid w:val="00BA5128"/>
    <w:rsid w:val="00BF4C28"/>
    <w:rsid w:val="00C23D9E"/>
    <w:rsid w:val="00D56729"/>
    <w:rsid w:val="00D56C1A"/>
    <w:rsid w:val="00D91319"/>
    <w:rsid w:val="00DB5365"/>
    <w:rsid w:val="00DB6387"/>
    <w:rsid w:val="00DC4EEE"/>
    <w:rsid w:val="00EA7452"/>
    <w:rsid w:val="00EC68C9"/>
    <w:rsid w:val="00F370D7"/>
    <w:rsid w:val="00F76641"/>
    <w:rsid w:val="00F8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5DF74D"/>
  <w15:chartTrackingRefBased/>
  <w15:docId w15:val="{33A95CE1-976B-463C-8E87-01218059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uiPriority="0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1E5A"/>
  </w:style>
  <w:style w:type="paragraph" w:styleId="Heading1">
    <w:name w:val="heading 1"/>
    <w:basedOn w:val="Normal"/>
    <w:next w:val="Normal"/>
    <w:link w:val="Heading1Char"/>
    <w:uiPriority w:val="8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A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8"/>
    <w:semiHidden/>
    <w:unhideWhenUsed/>
    <w:rsid w:val="00D913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8"/>
    <w:semiHidden/>
    <w:unhideWhenUsed/>
    <w:qFormat/>
    <w:rsid w:val="00D913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8"/>
    <w:semiHidden/>
    <w:unhideWhenUsed/>
    <w:qFormat/>
    <w:rsid w:val="00D913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8"/>
    <w:semiHidden/>
    <w:unhideWhenUsed/>
    <w:qFormat/>
    <w:rsid w:val="00D913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8"/>
    <w:semiHidden/>
    <w:unhideWhenUsed/>
    <w:qFormat/>
    <w:rsid w:val="00D913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8"/>
    <w:semiHidden/>
    <w:unhideWhenUsed/>
    <w:qFormat/>
    <w:rsid w:val="00D9131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8"/>
    <w:semiHidden/>
    <w:unhideWhenUsed/>
    <w:qFormat/>
    <w:rsid w:val="00D913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Date">
    <w:name w:val="Date"/>
    <w:basedOn w:val="Normal"/>
    <w:next w:val="Normal"/>
    <w:uiPriority w:val="2"/>
    <w:qFormat/>
    <w:pPr>
      <w:spacing w:after="480"/>
    </w:pPr>
  </w:style>
  <w:style w:type="character" w:customStyle="1" w:styleId="Heading1Char">
    <w:name w:val="Heading 1 Char"/>
    <w:basedOn w:val="DefaultParagraphFont"/>
    <w:link w:val="Heading1"/>
    <w:uiPriority w:val="8"/>
    <w:rsid w:val="003C1E3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losing">
    <w:name w:val="Closing"/>
    <w:basedOn w:val="Normal"/>
    <w:next w:val="Signature"/>
    <w:uiPriority w:val="5"/>
    <w:qFormat/>
    <w:pPr>
      <w:spacing w:after="720" w:line="240" w:lineRule="auto"/>
    </w:pPr>
  </w:style>
  <w:style w:type="paragraph" w:styleId="Header">
    <w:name w:val="header"/>
    <w:basedOn w:val="Normal"/>
    <w:link w:val="HeaderChar"/>
    <w:uiPriority w:val="99"/>
    <w:rsid w:val="00821DD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DD5"/>
  </w:style>
  <w:style w:type="paragraph" w:styleId="Salutation">
    <w:name w:val="Salutation"/>
    <w:basedOn w:val="Normal"/>
    <w:next w:val="Normal"/>
    <w:uiPriority w:val="3"/>
    <w:qFormat/>
    <w:pPr>
      <w:spacing w:before="240"/>
    </w:pPr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3119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3C1E3C"/>
  </w:style>
  <w:style w:type="paragraph" w:styleId="Footer">
    <w:name w:val="footer"/>
    <w:basedOn w:val="Normal"/>
    <w:link w:val="FooterChar"/>
    <w:uiPriority w:val="99"/>
    <w:unhideWhenUsed/>
    <w:rsid w:val="008F5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03F"/>
    <w:rPr>
      <w:color w:val="000000" w:themeColor="text1"/>
    </w:rPr>
  </w:style>
  <w:style w:type="character" w:styleId="SubtleReference">
    <w:name w:val="Subtle Reference"/>
    <w:basedOn w:val="DefaultParagraphFont"/>
    <w:uiPriority w:val="4"/>
    <w:unhideWhenUsed/>
    <w:qFormat/>
    <w:rsid w:val="00195F1A"/>
    <w:rPr>
      <w:caps w:val="0"/>
      <w:smallCaps w:val="0"/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319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91319"/>
  </w:style>
  <w:style w:type="paragraph" w:styleId="BlockText">
    <w:name w:val="Block Text"/>
    <w:basedOn w:val="Normal"/>
    <w:uiPriority w:val="99"/>
    <w:semiHidden/>
    <w:unhideWhenUsed/>
    <w:rsid w:val="00D9131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19"/>
  </w:style>
  <w:style w:type="paragraph" w:styleId="BodyText2">
    <w:name w:val="Body Text 2"/>
    <w:basedOn w:val="Normal"/>
    <w:link w:val="BodyText2Char"/>
    <w:uiPriority w:val="99"/>
    <w:semiHidden/>
    <w:unhideWhenUsed/>
    <w:rsid w:val="00D913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91319"/>
  </w:style>
  <w:style w:type="paragraph" w:styleId="BodyText3">
    <w:name w:val="Body Text 3"/>
    <w:basedOn w:val="Normal"/>
    <w:link w:val="BodyText3Char"/>
    <w:uiPriority w:val="99"/>
    <w:semiHidden/>
    <w:unhideWhenUsed/>
    <w:rsid w:val="00D9131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91319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91319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9131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131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9131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9131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9131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9131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91319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rsid w:val="00D91319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1319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9131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3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31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3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319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1319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9131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91319"/>
  </w:style>
  <w:style w:type="character" w:styleId="Emphasis">
    <w:name w:val="Emphasis"/>
    <w:basedOn w:val="DefaultParagraphFont"/>
    <w:uiPriority w:val="20"/>
    <w:semiHidden/>
    <w:unhideWhenUsed/>
    <w:qFormat/>
    <w:rsid w:val="00D9131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1319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913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9131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1319"/>
    <w:rPr>
      <w:szCs w:val="20"/>
    </w:rPr>
  </w:style>
  <w:style w:type="table" w:styleId="GridTable1Light">
    <w:name w:val="Grid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8"/>
    <w:semiHidden/>
    <w:rsid w:val="003C1E3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8"/>
    <w:semiHidden/>
    <w:rsid w:val="003C1E3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8"/>
    <w:semiHidden/>
    <w:rsid w:val="003C1E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8"/>
    <w:semiHidden/>
    <w:rsid w:val="003C1E3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8"/>
    <w:semiHidden/>
    <w:rsid w:val="003C1E3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91319"/>
  </w:style>
  <w:style w:type="paragraph" w:styleId="HTMLAddress">
    <w:name w:val="HTML Address"/>
    <w:basedOn w:val="Normal"/>
    <w:link w:val="HTMLAddressChar"/>
    <w:uiPriority w:val="99"/>
    <w:semiHidden/>
    <w:unhideWhenUsed/>
    <w:rsid w:val="00D9131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9131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9131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9131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1319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91319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9131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91319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9131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D91319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D9131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91319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rsid w:val="00D91319"/>
    <w:rPr>
      <w:b/>
      <w:bCs/>
      <w:smallCaps/>
      <w:color w:val="4F81BD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9131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91319"/>
  </w:style>
  <w:style w:type="paragraph" w:styleId="List">
    <w:name w:val="List"/>
    <w:basedOn w:val="Normal"/>
    <w:uiPriority w:val="99"/>
    <w:semiHidden/>
    <w:unhideWhenUsed/>
    <w:rsid w:val="00D9131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9131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9131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9131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91319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9131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9131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9131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91319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91319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9131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9131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9131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9131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9131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9131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9131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9131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91319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91319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D9131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913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91319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913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9131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D9131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9131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9131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9131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91319"/>
  </w:style>
  <w:style w:type="character" w:styleId="PageNumber">
    <w:name w:val="page number"/>
    <w:basedOn w:val="DefaultParagraphFont"/>
    <w:uiPriority w:val="99"/>
    <w:semiHidden/>
    <w:unhideWhenUsed/>
    <w:rsid w:val="00D91319"/>
  </w:style>
  <w:style w:type="table" w:styleId="PlainTable1">
    <w:name w:val="Plain Table 1"/>
    <w:basedOn w:val="TableNormal"/>
    <w:uiPriority w:val="41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1319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D913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91319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D9131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91319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91319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D9131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9131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913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9131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9131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9131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9131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9131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9131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9131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9131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9131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9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9131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9131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9131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9131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913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9131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91319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91319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9131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9131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9131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9131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91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9131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9131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9131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D913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D913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D9131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9131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9131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9131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9131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9131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9131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9131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9131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91319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1319"/>
    <w:pPr>
      <w:spacing w:before="240"/>
      <w:outlineLvl w:val="9"/>
    </w:pPr>
    <w:rPr>
      <w:b w:val="0"/>
      <w:bCs w:val="0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A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of%20resignation%20due%20to%20conflict%20with%20bos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E2884D267574A26923220B4C1A4C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0095B4-2431-4622-89CE-EFBBE9906E32}"/>
      </w:docPartPr>
      <w:docPartBody>
        <w:p w:rsidR="00F960AC" w:rsidRDefault="00574703">
          <w:pPr>
            <w:pStyle w:val="0E2884D267574A26923220B4C1A4C935"/>
          </w:pPr>
          <w:r>
            <w:t>Street Address</w:t>
          </w:r>
        </w:p>
      </w:docPartBody>
    </w:docPart>
    <w:docPart>
      <w:docPartPr>
        <w:name w:val="632B3FD782D748549F12A454600A7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6BC93-144D-48D2-AB83-0DF1B8340CC7}"/>
      </w:docPartPr>
      <w:docPartBody>
        <w:p w:rsidR="00F960AC" w:rsidRDefault="00574703">
          <w:pPr>
            <w:pStyle w:val="632B3FD782D748549F12A454600A79A2"/>
          </w:pPr>
          <w:r>
            <w:t>City, ST ZIP Code</w:t>
          </w:r>
        </w:p>
      </w:docPartBody>
    </w:docPart>
    <w:docPart>
      <w:docPartPr>
        <w:name w:val="93A849D3B20049DBA04ABC581638A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B2FB7-BEBF-46E2-ADE8-F1AD163BD5BE}"/>
      </w:docPartPr>
      <w:docPartBody>
        <w:p w:rsidR="00F960AC" w:rsidRDefault="00574703">
          <w:pPr>
            <w:pStyle w:val="93A849D3B20049DBA04ABC581638ABC2"/>
          </w:pPr>
          <w:r>
            <w:t>Date</w:t>
          </w:r>
        </w:p>
      </w:docPartBody>
    </w:docPart>
    <w:docPart>
      <w:docPartPr>
        <w:name w:val="BA7542094D794DB781EB71899F3B5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430FD-2D0D-4ADA-BF80-E54E6BD9B379}"/>
      </w:docPartPr>
      <w:docPartBody>
        <w:p w:rsidR="00F960AC" w:rsidRDefault="00574703">
          <w:pPr>
            <w:pStyle w:val="BA7542094D794DB781EB71899F3B594F"/>
          </w:pPr>
          <w:r>
            <w:t>Recipient Name</w:t>
          </w:r>
        </w:p>
      </w:docPartBody>
    </w:docPart>
    <w:docPart>
      <w:docPartPr>
        <w:name w:val="A4B8E98472B0461093E31F6681E1D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6FEE6-BA75-4F88-B699-C3B2AFC8C918}"/>
      </w:docPartPr>
      <w:docPartBody>
        <w:p w:rsidR="00F960AC" w:rsidRDefault="00574703">
          <w:pPr>
            <w:pStyle w:val="A4B8E98472B0461093E31F6681E1D5B2"/>
          </w:pPr>
          <w:r>
            <w:t>Title</w:t>
          </w:r>
        </w:p>
      </w:docPartBody>
    </w:docPart>
    <w:docPart>
      <w:docPartPr>
        <w:name w:val="6E49EB7D19D44EB2A9BE976222634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1A38-757D-4D91-BEAE-0E87518FFFC4}"/>
      </w:docPartPr>
      <w:docPartBody>
        <w:p w:rsidR="00F960AC" w:rsidRDefault="00574703">
          <w:pPr>
            <w:pStyle w:val="6E49EB7D19D44EB2A9BE976222634D36"/>
          </w:pPr>
          <w:r>
            <w:t>Company Name</w:t>
          </w:r>
        </w:p>
      </w:docPartBody>
    </w:docPart>
    <w:docPart>
      <w:docPartPr>
        <w:name w:val="0283B0E852EC49308224018185BD1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E964E-829F-49CD-956C-5837FBED7B04}"/>
      </w:docPartPr>
      <w:docPartBody>
        <w:p w:rsidR="00F960AC" w:rsidRDefault="00574703">
          <w:pPr>
            <w:pStyle w:val="0283B0E852EC49308224018185BD1E52"/>
          </w:pPr>
          <w:r>
            <w:t>Your Name</w:t>
          </w:r>
        </w:p>
      </w:docPartBody>
    </w:docPart>
    <w:docPart>
      <w:docPartPr>
        <w:name w:val="0DE599264352433199F5962F8C50B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52A6D-B79E-4876-A2EA-6E5FBEC54F8A}"/>
      </w:docPartPr>
      <w:docPartBody>
        <w:p w:rsidR="00F960AC" w:rsidRDefault="001B2CB4" w:rsidP="001B2CB4">
          <w:pPr>
            <w:pStyle w:val="0DE599264352433199F5962F8C50B4E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B4"/>
    <w:rsid w:val="001B2CB4"/>
    <w:rsid w:val="00334D93"/>
    <w:rsid w:val="00574703"/>
    <w:rsid w:val="006E26C9"/>
    <w:rsid w:val="00F9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40B3561E024E4A86052546E167F705">
    <w:name w:val="AB40B3561E024E4A86052546E167F705"/>
  </w:style>
  <w:style w:type="paragraph" w:customStyle="1" w:styleId="0E2884D267574A26923220B4C1A4C935">
    <w:name w:val="0E2884D267574A26923220B4C1A4C935"/>
  </w:style>
  <w:style w:type="paragraph" w:customStyle="1" w:styleId="632B3FD782D748549F12A454600A79A2">
    <w:name w:val="632B3FD782D748549F12A454600A79A2"/>
  </w:style>
  <w:style w:type="paragraph" w:customStyle="1" w:styleId="93A849D3B20049DBA04ABC581638ABC2">
    <w:name w:val="93A849D3B20049DBA04ABC581638ABC2"/>
  </w:style>
  <w:style w:type="paragraph" w:customStyle="1" w:styleId="BA7542094D794DB781EB71899F3B594F">
    <w:name w:val="BA7542094D794DB781EB71899F3B594F"/>
  </w:style>
  <w:style w:type="paragraph" w:customStyle="1" w:styleId="A4B8E98472B0461093E31F6681E1D5B2">
    <w:name w:val="A4B8E98472B0461093E31F6681E1D5B2"/>
  </w:style>
  <w:style w:type="paragraph" w:customStyle="1" w:styleId="6E49EB7D19D44EB2A9BE976222634D36">
    <w:name w:val="6E49EB7D19D44EB2A9BE976222634D36"/>
  </w:style>
  <w:style w:type="paragraph" w:customStyle="1" w:styleId="8AF74ECB7E364991835F32BAEF8C864C">
    <w:name w:val="8AF74ECB7E364991835F32BAEF8C864C"/>
  </w:style>
  <w:style w:type="paragraph" w:customStyle="1" w:styleId="FE651E59487644388DF945A2AC780363">
    <w:name w:val="FE651E59487644388DF945A2AC780363"/>
  </w:style>
  <w:style w:type="paragraph" w:customStyle="1" w:styleId="F99EF1224D694770A56BFACAB58EE541">
    <w:name w:val="F99EF1224D694770A56BFACAB58EE541"/>
  </w:style>
  <w:style w:type="character" w:styleId="SubtleReference">
    <w:name w:val="Subtle Reference"/>
    <w:basedOn w:val="DefaultParagraphFont"/>
    <w:uiPriority w:val="4"/>
    <w:unhideWhenUsed/>
    <w:qFormat/>
    <w:rPr>
      <w:caps w:val="0"/>
      <w:smallCaps w:val="0"/>
      <w:color w:val="595959" w:themeColor="text1" w:themeTint="A6"/>
    </w:rPr>
  </w:style>
  <w:style w:type="paragraph" w:customStyle="1" w:styleId="0C3337369D1E41B0B692307146FF336C">
    <w:name w:val="0C3337369D1E41B0B692307146FF336C"/>
  </w:style>
  <w:style w:type="paragraph" w:customStyle="1" w:styleId="9A1D36AD27C447D7A1665D50D32238B5">
    <w:name w:val="9A1D36AD27C447D7A1665D50D32238B5"/>
  </w:style>
  <w:style w:type="paragraph" w:customStyle="1" w:styleId="86C7034DD10946A28FF46718247641B5">
    <w:name w:val="86C7034DD10946A28FF46718247641B5"/>
  </w:style>
  <w:style w:type="paragraph" w:customStyle="1" w:styleId="0283B0E852EC49308224018185BD1E52">
    <w:name w:val="0283B0E852EC49308224018185BD1E52"/>
  </w:style>
  <w:style w:type="paragraph" w:customStyle="1" w:styleId="0DE599264352433199F5962F8C50B4EE">
    <w:name w:val="0DE599264352433199F5962F8C50B4EE"/>
    <w:rsid w:val="001B2C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resignation due to conflict with boss.dotx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Muhammad Naveed Ahmed</cp:lastModifiedBy>
  <cp:revision>3</cp:revision>
  <dcterms:created xsi:type="dcterms:W3CDTF">2018-10-28T06:18:00Z</dcterms:created>
  <dcterms:modified xsi:type="dcterms:W3CDTF">2018-10-28T06:19:00Z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