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6"/>
          <w:szCs w:val="26"/>
        </w:rPr>
        <w:alias w:val="Enter date:"/>
        <w:tag w:val="Enter date:"/>
        <w:id w:val="525613418"/>
        <w:placeholder>
          <w:docPart w:val="280C0495553F486C946E11208714FC2A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8A7F2F" w:rsidRPr="002404E7" w:rsidRDefault="00244088">
          <w:pPr>
            <w:pStyle w:val="Date"/>
            <w:rPr>
              <w:rFonts w:cstheme="minorHAnsi"/>
              <w:sz w:val="26"/>
              <w:szCs w:val="26"/>
            </w:rPr>
          </w:pPr>
          <w:r w:rsidRPr="002404E7">
            <w:rPr>
              <w:rFonts w:cstheme="minorHAnsi"/>
              <w:sz w:val="26"/>
              <w:szCs w:val="26"/>
            </w:rPr>
            <w:t>Date</w:t>
          </w:r>
        </w:p>
      </w:sdtContent>
    </w:sdt>
    <w:p w:rsidR="0086552B" w:rsidRPr="002404E7" w:rsidRDefault="0086552B">
      <w:pPr>
        <w:pStyle w:val="ContactInfo"/>
        <w:rPr>
          <w:rFonts w:cstheme="minorHAnsi"/>
          <w:sz w:val="26"/>
          <w:szCs w:val="26"/>
        </w:rPr>
      </w:pPr>
      <w:r w:rsidRPr="002404E7">
        <w:rPr>
          <w:rFonts w:cstheme="minorHAnsi"/>
          <w:sz w:val="26"/>
          <w:szCs w:val="26"/>
        </w:rPr>
        <w:t>To</w:t>
      </w:r>
    </w:p>
    <w:p w:rsidR="0086552B" w:rsidRPr="002404E7" w:rsidRDefault="0086552B">
      <w:pPr>
        <w:pStyle w:val="ContactInfo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Enter tenant's name:"/>
        <w:tag w:val="Enter tenant's name:"/>
        <w:id w:val="262723775"/>
        <w:placeholder>
          <w:docPart w:val="71A89D3EAD52436FB8FDF892B3FF9CA2"/>
        </w:placeholder>
        <w:dataBinding w:prefixMappings="xmlns:ns0='http://schemas.microsoft.com/office/2006/coverPageProps' " w:xpath="/ns0:CoverPageProperties[1]/ns0:CompanyPhone[1]" w:storeItemID="{55AF091B-3C7A-41E3-B477-F2FDAA23CFDA}"/>
        <w15:appearance w15:val="hidden"/>
        <w:text w:multiLine="1"/>
      </w:sdtPr>
      <w:sdtEndPr/>
      <w:sdtContent>
        <w:p w:rsidR="008A7F2F" w:rsidRPr="002404E7" w:rsidRDefault="0086552B">
          <w:pPr>
            <w:pStyle w:val="ContactInfo"/>
            <w:rPr>
              <w:rFonts w:cstheme="minorHAnsi"/>
              <w:sz w:val="26"/>
              <w:szCs w:val="26"/>
            </w:rPr>
          </w:pPr>
          <w:r w:rsidRPr="002404E7">
            <w:rPr>
              <w:rFonts w:cstheme="minorHAnsi"/>
              <w:sz w:val="26"/>
              <w:szCs w:val="26"/>
            </w:rPr>
            <w:t>Recipient Name</w:t>
          </w:r>
        </w:p>
      </w:sdtContent>
    </w:sdt>
    <w:sdt>
      <w:sdtPr>
        <w:rPr>
          <w:rFonts w:cstheme="minorHAnsi"/>
          <w:sz w:val="26"/>
          <w:szCs w:val="26"/>
        </w:rPr>
        <w:alias w:val="Enter tenant's street address:"/>
        <w:tag w:val="Enter tenant's street address:"/>
        <w:id w:val="615339702"/>
        <w:placeholder>
          <w:docPart w:val="88E3679EF76F486F9286DB0F11785F1F"/>
        </w:placeholder>
        <w:showingPlcHdr/>
        <w:dataBinding w:prefixMappings="xmlns:ns0='http://schemas.microsoft.com/office/2006/coverPageProps' " w:xpath="/ns0:CoverPageProperties[1]/ns0:CompanyEmail[1]" w:storeItemID="{55AF091B-3C7A-41E3-B477-F2FDAA23CFDA}"/>
        <w15:appearance w15:val="hidden"/>
        <w:text w:multiLine="1"/>
      </w:sdtPr>
      <w:sdtEndPr/>
      <w:sdtContent>
        <w:p w:rsidR="008A7F2F" w:rsidRPr="002404E7" w:rsidRDefault="00D0694D">
          <w:pPr>
            <w:pStyle w:val="ContactInfo"/>
            <w:rPr>
              <w:rFonts w:cstheme="minorHAnsi"/>
              <w:sz w:val="26"/>
              <w:szCs w:val="26"/>
            </w:rPr>
          </w:pPr>
          <w:r w:rsidRPr="002404E7">
            <w:rPr>
              <w:rFonts w:cstheme="minorHAnsi"/>
              <w:sz w:val="26"/>
              <w:szCs w:val="26"/>
            </w:rPr>
            <w:t>Street Address</w:t>
          </w:r>
        </w:p>
      </w:sdtContent>
    </w:sdt>
    <w:sdt>
      <w:sdtPr>
        <w:rPr>
          <w:rFonts w:cstheme="minorHAnsi"/>
          <w:sz w:val="26"/>
          <w:szCs w:val="26"/>
        </w:rPr>
        <w:alias w:val="Enter tenant's city, st zip code:"/>
        <w:tag w:val="Enter tenant's city, st zip code:"/>
        <w:id w:val="979958756"/>
        <w:placeholder>
          <w:docPart w:val="DB286F7676D64C9E9845CABD26C20D20"/>
        </w:placeholder>
        <w:temporary/>
        <w:showingPlcHdr/>
        <w15:appearance w15:val="hidden"/>
      </w:sdtPr>
      <w:sdtEndPr/>
      <w:sdtContent>
        <w:p w:rsidR="008A7F2F" w:rsidRPr="002404E7" w:rsidRDefault="00D0694D">
          <w:pPr>
            <w:pStyle w:val="ContactInfo"/>
            <w:rPr>
              <w:rFonts w:cstheme="minorHAnsi"/>
              <w:sz w:val="26"/>
              <w:szCs w:val="26"/>
            </w:rPr>
          </w:pPr>
          <w:r w:rsidRPr="002404E7">
            <w:rPr>
              <w:rFonts w:cstheme="minorHAnsi"/>
              <w:sz w:val="26"/>
              <w:szCs w:val="26"/>
            </w:rPr>
            <w:t>City, ST ZIP Code</w:t>
          </w:r>
        </w:p>
      </w:sdtContent>
    </w:sdt>
    <w:p w:rsidR="00D538CE" w:rsidRPr="002404E7" w:rsidRDefault="00D538CE" w:rsidP="00D538CE">
      <w:pPr>
        <w:pStyle w:val="NormalWeb"/>
        <w:rPr>
          <w:rStyle w:val="Strong"/>
          <w:rFonts w:asciiTheme="minorHAnsi" w:hAnsiTheme="minorHAnsi" w:cstheme="minorHAnsi"/>
          <w:sz w:val="26"/>
          <w:szCs w:val="26"/>
        </w:rPr>
      </w:pPr>
    </w:p>
    <w:p w:rsidR="00AA084E" w:rsidRPr="00AA084E" w:rsidRDefault="00AA084E" w:rsidP="00AA084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AA084E">
        <w:rPr>
          <w:rFonts w:eastAsia="Times New Roman" w:cstheme="minorHAnsi"/>
          <w:b/>
          <w:spacing w:val="0"/>
          <w:sz w:val="26"/>
          <w:szCs w:val="26"/>
          <w:lang w:eastAsia="en-US"/>
        </w:rPr>
        <w:t>Subject:</w:t>
      </w:r>
      <w:r w:rsidRPr="00AA084E">
        <w:rPr>
          <w:rFonts w:eastAsia="Times New Roman" w:cstheme="minorHAnsi"/>
          <w:spacing w:val="0"/>
          <w:sz w:val="26"/>
          <w:szCs w:val="26"/>
          <w:lang w:eastAsia="en-US"/>
        </w:rPr>
        <w:t xml:space="preserve"> Request for allotment letter for land</w:t>
      </w:r>
    </w:p>
    <w:p w:rsidR="00AA084E" w:rsidRPr="00AA084E" w:rsidRDefault="00AA084E" w:rsidP="00AA084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AA084E">
        <w:rPr>
          <w:rFonts w:eastAsia="Times New Roman" w:cstheme="minorHAnsi"/>
          <w:spacing w:val="0"/>
          <w:sz w:val="26"/>
          <w:szCs w:val="26"/>
          <w:lang w:eastAsia="en-US"/>
        </w:rPr>
        <w:t>Dear Sir/Madam,</w:t>
      </w:r>
    </w:p>
    <w:p w:rsidR="00AA084E" w:rsidRPr="00AA084E" w:rsidRDefault="00AA084E" w:rsidP="00AA084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AA084E">
        <w:rPr>
          <w:rFonts w:eastAsia="Times New Roman" w:cstheme="minorHAnsi"/>
          <w:spacing w:val="0"/>
          <w:sz w:val="26"/>
          <w:szCs w:val="26"/>
          <w:lang w:eastAsia="en-US"/>
        </w:rPr>
        <w:t>I am writing to request for the allotment letter of the land located at [enter location]. As per our agreement, I have paid the entire price of the land. Kindly, issue me the allotment letter so that I may proceed further.</w:t>
      </w:r>
    </w:p>
    <w:p w:rsidR="00AA084E" w:rsidRPr="00AA084E" w:rsidRDefault="00AA084E" w:rsidP="00AA084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AA084E">
        <w:rPr>
          <w:rFonts w:eastAsia="Times New Roman" w:cstheme="minorHAnsi"/>
          <w:spacing w:val="0"/>
          <w:sz w:val="26"/>
          <w:szCs w:val="26"/>
          <w:lang w:eastAsia="en-US"/>
        </w:rPr>
        <w:t>Sincerely,</w:t>
      </w:r>
    </w:p>
    <w:p w:rsidR="0086552B" w:rsidRPr="002404E7" w:rsidRDefault="00F64222" w:rsidP="00F64222">
      <w:pPr>
        <w:pStyle w:val="Enclosure"/>
        <w:rPr>
          <w:rFonts w:cstheme="minorHAnsi"/>
          <w:sz w:val="26"/>
          <w:szCs w:val="26"/>
        </w:rPr>
      </w:pPr>
      <w:r w:rsidRPr="002404E7">
        <w:rPr>
          <w:rFonts w:cstheme="minorHAnsi"/>
          <w:sz w:val="26"/>
          <w:szCs w:val="26"/>
        </w:rPr>
        <w:t xml:space="preserve"> </w:t>
      </w:r>
      <w:r w:rsidR="0086552B" w:rsidRPr="002404E7">
        <w:rPr>
          <w:rFonts w:cstheme="minorHAnsi"/>
          <w:sz w:val="26"/>
          <w:szCs w:val="26"/>
        </w:rPr>
        <w:t>[Your Name]</w:t>
      </w:r>
      <w:r w:rsidR="0086552B" w:rsidRPr="002404E7">
        <w:rPr>
          <w:rFonts w:cstheme="minorHAnsi"/>
          <w:sz w:val="26"/>
          <w:szCs w:val="26"/>
        </w:rPr>
        <w:br/>
        <w:t>[Address]</w:t>
      </w:r>
      <w:bookmarkStart w:id="0" w:name="_GoBack"/>
      <w:bookmarkEnd w:id="0"/>
    </w:p>
    <w:sectPr w:rsidR="0086552B" w:rsidRPr="002404E7" w:rsidSect="00D538CE">
      <w:headerReference w:type="default" r:id="rId8"/>
      <w:footerReference w:type="first" r:id="rId9"/>
      <w:pgSz w:w="12240" w:h="15840"/>
      <w:pgMar w:top="1260" w:right="126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2C1B" w:rsidRDefault="00C92C1B">
      <w:pPr>
        <w:spacing w:after="0" w:line="240" w:lineRule="auto"/>
      </w:pPr>
      <w:r>
        <w:separator/>
      </w:r>
    </w:p>
    <w:p w:rsidR="00C92C1B" w:rsidRDefault="00C92C1B"/>
  </w:endnote>
  <w:endnote w:type="continuationSeparator" w:id="0">
    <w:p w:rsidR="00C92C1B" w:rsidRDefault="00C92C1B">
      <w:pPr>
        <w:spacing w:after="0" w:line="240" w:lineRule="auto"/>
      </w:pPr>
      <w:r>
        <w:continuationSeparator/>
      </w:r>
    </w:p>
    <w:p w:rsidR="00C92C1B" w:rsidRDefault="00C92C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055" w:rsidRDefault="00C15055">
    <w:pPr>
      <w:pStyle w:val="Footer"/>
    </w:pPr>
    <w:r>
      <w:t>wordexceltemplates.com</w:t>
    </w:r>
  </w:p>
  <w:p w:rsidR="00C15055" w:rsidRDefault="00C150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2C1B" w:rsidRDefault="00C92C1B">
      <w:pPr>
        <w:spacing w:after="0" w:line="240" w:lineRule="auto"/>
      </w:pPr>
      <w:r>
        <w:separator/>
      </w:r>
    </w:p>
    <w:p w:rsidR="00C92C1B" w:rsidRDefault="00C92C1B"/>
  </w:footnote>
  <w:footnote w:type="continuationSeparator" w:id="0">
    <w:p w:rsidR="00C92C1B" w:rsidRDefault="00C92C1B">
      <w:pPr>
        <w:spacing w:after="0" w:line="240" w:lineRule="auto"/>
      </w:pPr>
      <w:r>
        <w:continuationSeparator/>
      </w:r>
    </w:p>
    <w:p w:rsidR="00C92C1B" w:rsidRDefault="00C92C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enant's name:"/>
      <w:tag w:val="Tenant's name:"/>
      <w:id w:val="-609128409"/>
      <w:placeholder>
        <w:docPart w:val="DB286F7676D64C9E9845CABD26C20D20"/>
      </w:placeholder>
      <w:dataBinding w:prefixMappings="xmlns:ns0='http://schemas.microsoft.com/office/2006/coverPageProps' " w:xpath="/ns0:CoverPageProperties[1]/ns0:CompanyPhone[1]" w:storeItemID="{55AF091B-3C7A-41E3-B477-F2FDAA23CFDA}"/>
      <w15:appearance w15:val="hidden"/>
      <w:text w:multiLine="1"/>
    </w:sdtPr>
    <w:sdtEndPr/>
    <w:sdtContent>
      <w:p w:rsidR="008A7F2F" w:rsidRDefault="0086552B">
        <w:pPr>
          <w:pStyle w:val="Header"/>
        </w:pPr>
        <w:r>
          <w:t>Recipient Name</w:t>
        </w:r>
      </w:p>
    </w:sdtContent>
  </w:sdt>
  <w:sdt>
    <w:sdtPr>
      <w:alias w:val="Date:"/>
      <w:tag w:val="Date:"/>
      <w:id w:val="-604885371"/>
      <w:placeholder>
        <w:docPart w:val="A6246E96674D4BE68D9927E6B18880DE"/>
      </w:placeholder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244088" w:rsidRPr="00244088" w:rsidRDefault="00244088" w:rsidP="00244088">
        <w:pPr>
          <w:pStyle w:val="Header"/>
        </w:pPr>
        <w:r w:rsidRPr="00244088">
          <w:t>Date</w:t>
        </w:r>
      </w:p>
    </w:sdtContent>
  </w:sdt>
  <w:p w:rsidR="008A7F2F" w:rsidRDefault="00D0694D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160CD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ADE95C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D8E19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9B8C04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40CA38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B605A6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36869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8FA80F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8FE4BB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A168C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0C0F9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8E06A0"/>
    <w:multiLevelType w:val="multilevel"/>
    <w:tmpl w:val="80A49A54"/>
    <w:numStyleLink w:val="Multilevelbulletlist"/>
  </w:abstractNum>
  <w:abstractNum w:abstractNumId="11" w15:restartNumberingAfterBreak="0">
    <w:nsid w:val="322D1B6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C443B1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68133B5"/>
    <w:multiLevelType w:val="multilevel"/>
    <w:tmpl w:val="80A49A54"/>
    <w:styleLink w:val="Multilevelbulletlist"/>
    <w:lvl w:ilvl="0">
      <w:start w:val="1"/>
      <w:numFmt w:val="bullet"/>
      <w:lvlText w:val=""/>
      <w:lvlJc w:val="left"/>
      <w:pPr>
        <w:tabs>
          <w:tab w:val="num" w:pos="317"/>
        </w:tabs>
        <w:ind w:left="317" w:hanging="3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1"/>
  </w:num>
  <w:num w:numId="13">
    <w:abstractNumId w:val="13"/>
  </w:num>
  <w:num w:numId="14">
    <w:abstractNumId w:val="10"/>
  </w:num>
  <w:num w:numId="15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360"/>
          </w:tabs>
          <w:ind w:left="360" w:hanging="360"/>
        </w:pPr>
        <w:rPr>
          <w:rFonts w:ascii="Symbol" w:hAnsi="Symbol" w:hint="default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1080"/>
          </w:tabs>
          <w:ind w:left="108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1800"/>
          </w:tabs>
          <w:ind w:left="18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2520"/>
          </w:tabs>
          <w:ind w:left="252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3240"/>
          </w:tabs>
          <w:ind w:left="3240" w:hanging="360"/>
        </w:pPr>
        <w:rPr>
          <w:rFonts w:ascii="Wingdings" w:hAnsi="Wingding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E8D"/>
    <w:rsid w:val="000F7BB7"/>
    <w:rsid w:val="00137C06"/>
    <w:rsid w:val="001744BB"/>
    <w:rsid w:val="001A58A0"/>
    <w:rsid w:val="002118F0"/>
    <w:rsid w:val="0022102F"/>
    <w:rsid w:val="002404E7"/>
    <w:rsid w:val="00244088"/>
    <w:rsid w:val="00257B53"/>
    <w:rsid w:val="00283C2C"/>
    <w:rsid w:val="002F50B7"/>
    <w:rsid w:val="00433368"/>
    <w:rsid w:val="00463B2C"/>
    <w:rsid w:val="0047617E"/>
    <w:rsid w:val="004B1B12"/>
    <w:rsid w:val="0055039B"/>
    <w:rsid w:val="00597F75"/>
    <w:rsid w:val="005C4BEC"/>
    <w:rsid w:val="005F2082"/>
    <w:rsid w:val="00617CBB"/>
    <w:rsid w:val="00632238"/>
    <w:rsid w:val="00655F77"/>
    <w:rsid w:val="006E2348"/>
    <w:rsid w:val="006F6CAF"/>
    <w:rsid w:val="007879BC"/>
    <w:rsid w:val="007F3F15"/>
    <w:rsid w:val="008000E0"/>
    <w:rsid w:val="0086552B"/>
    <w:rsid w:val="008A7F2F"/>
    <w:rsid w:val="008D2117"/>
    <w:rsid w:val="009160CD"/>
    <w:rsid w:val="0097051A"/>
    <w:rsid w:val="00996F27"/>
    <w:rsid w:val="009B263E"/>
    <w:rsid w:val="009F3742"/>
    <w:rsid w:val="00A21FD2"/>
    <w:rsid w:val="00A43997"/>
    <w:rsid w:val="00AA084E"/>
    <w:rsid w:val="00AB5095"/>
    <w:rsid w:val="00AC10F6"/>
    <w:rsid w:val="00AC22EE"/>
    <w:rsid w:val="00AC3087"/>
    <w:rsid w:val="00AE0CC0"/>
    <w:rsid w:val="00B26D31"/>
    <w:rsid w:val="00BB6BFE"/>
    <w:rsid w:val="00BE74A0"/>
    <w:rsid w:val="00BF51EA"/>
    <w:rsid w:val="00C15055"/>
    <w:rsid w:val="00C56A71"/>
    <w:rsid w:val="00C92C1B"/>
    <w:rsid w:val="00C931A0"/>
    <w:rsid w:val="00CD6471"/>
    <w:rsid w:val="00CF67BD"/>
    <w:rsid w:val="00D0694D"/>
    <w:rsid w:val="00D34580"/>
    <w:rsid w:val="00D538CE"/>
    <w:rsid w:val="00D65636"/>
    <w:rsid w:val="00D67D56"/>
    <w:rsid w:val="00DD3CAB"/>
    <w:rsid w:val="00E47E8D"/>
    <w:rsid w:val="00E5742F"/>
    <w:rsid w:val="00E6397A"/>
    <w:rsid w:val="00EB5FBD"/>
    <w:rsid w:val="00EF004D"/>
    <w:rsid w:val="00F14A29"/>
    <w:rsid w:val="00F60F21"/>
    <w:rsid w:val="00F64222"/>
    <w:rsid w:val="00FB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844F8"/>
  <w15:chartTrackingRefBased/>
  <w15:docId w15:val="{A25D1E77-393C-4BBF-9882-5C68FF7FF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uiPriority="5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0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2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74A0"/>
    <w:rPr>
      <w:spacing w:val="4"/>
      <w:szCs w:val="20"/>
    </w:rPr>
  </w:style>
  <w:style w:type="paragraph" w:styleId="Heading1">
    <w:name w:val="heading 1"/>
    <w:basedOn w:val="Normal"/>
    <w:link w:val="Heading1Char"/>
    <w:uiPriority w:val="1"/>
    <w:qFormat/>
    <w:rsid w:val="007879BC"/>
    <w:pPr>
      <w:keepNext/>
      <w:keepLines/>
      <w:spacing w:after="0"/>
      <w:contextualSpacing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79BC"/>
    <w:pPr>
      <w:keepNext/>
      <w:keepLines/>
      <w:spacing w:before="40" w:after="0"/>
      <w:contextualSpacing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3"/>
    <w:qFormat/>
    <w:pPr>
      <w:spacing w:after="0"/>
    </w:pPr>
  </w:style>
  <w:style w:type="paragraph" w:styleId="Signature">
    <w:name w:val="Signature"/>
    <w:basedOn w:val="Normal"/>
    <w:next w:val="Normal"/>
    <w:link w:val="SignatureChar"/>
    <w:uiPriority w:val="9"/>
    <w:qFormat/>
    <w:pPr>
      <w:keepNext/>
      <w:spacing w:after="300"/>
      <w:contextualSpacing/>
    </w:pPr>
  </w:style>
  <w:style w:type="character" w:customStyle="1" w:styleId="SignatureChar">
    <w:name w:val="Signature Char"/>
    <w:basedOn w:val="DefaultParagraphFont"/>
    <w:link w:val="Signature"/>
    <w:uiPriority w:val="9"/>
    <w:rsid w:val="00BF51EA"/>
    <w:rPr>
      <w:spacing w:val="4"/>
      <w:szCs w:val="20"/>
    </w:rPr>
  </w:style>
  <w:style w:type="paragraph" w:styleId="Date">
    <w:name w:val="Date"/>
    <w:basedOn w:val="Normal"/>
    <w:next w:val="ContactInfo"/>
    <w:link w:val="DateChar"/>
    <w:uiPriority w:val="2"/>
    <w:qFormat/>
    <w:rsid w:val="00CF67BD"/>
    <w:pPr>
      <w:spacing w:before="360" w:after="36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2"/>
    <w:rsid w:val="00CF67BD"/>
    <w:rPr>
      <w:spacing w:val="4"/>
      <w:szCs w:val="20"/>
    </w:rPr>
  </w:style>
  <w:style w:type="paragraph" w:styleId="Header">
    <w:name w:val="header"/>
    <w:basedOn w:val="Normal"/>
    <w:link w:val="HeaderChar"/>
    <w:uiPriority w:val="99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BF51EA"/>
    <w:rPr>
      <w:spacing w:val="4"/>
      <w:szCs w:val="20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 w:val="26"/>
      <w:szCs w:val="2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 w:val="32"/>
      <w:szCs w:val="32"/>
    </w:rPr>
  </w:style>
  <w:style w:type="paragraph" w:styleId="Closing">
    <w:name w:val="Closing"/>
    <w:basedOn w:val="Normal"/>
    <w:next w:val="Signature"/>
    <w:link w:val="ClosingChar"/>
    <w:uiPriority w:val="8"/>
    <w:qFormat/>
    <w:rsid w:val="00CF67BD"/>
    <w:pPr>
      <w:keepNext/>
      <w:spacing w:after="6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8"/>
    <w:rsid w:val="00CF67BD"/>
    <w:rPr>
      <w:spacing w:val="4"/>
      <w:szCs w:val="20"/>
    </w:rPr>
  </w:style>
  <w:style w:type="paragraph" w:styleId="Salutation">
    <w:name w:val="Salutation"/>
    <w:basedOn w:val="Normal"/>
    <w:next w:val="Normal"/>
    <w:link w:val="SalutationChar"/>
    <w:uiPriority w:val="3"/>
    <w:qFormat/>
    <w:rsid w:val="00CF67BD"/>
    <w:pPr>
      <w:spacing w:before="400" w:after="200"/>
      <w:contextualSpacing/>
    </w:pPr>
  </w:style>
  <w:style w:type="character" w:customStyle="1" w:styleId="SalutationChar">
    <w:name w:val="Salutation Char"/>
    <w:basedOn w:val="DefaultParagraphFont"/>
    <w:link w:val="Salutation"/>
    <w:uiPriority w:val="3"/>
    <w:rsid w:val="00CF67BD"/>
    <w:rPr>
      <w:spacing w:val="4"/>
      <w:szCs w:val="20"/>
    </w:rPr>
  </w:style>
  <w:style w:type="paragraph" w:customStyle="1" w:styleId="Enclosure">
    <w:name w:val="Enclosure"/>
    <w:basedOn w:val="Normal"/>
    <w:uiPriority w:val="11"/>
    <w:qFormat/>
    <w:pPr>
      <w:spacing w:before="240" w:after="0"/>
    </w:pPr>
  </w:style>
  <w:style w:type="paragraph" w:styleId="ListBullet">
    <w:name w:val="List Bullet"/>
    <w:basedOn w:val="Normal"/>
    <w:uiPriority w:val="6"/>
    <w:qFormat/>
    <w:pPr>
      <w:numPr>
        <w:numId w:val="1"/>
      </w:numPr>
      <w:contextualSpacing/>
    </w:pPr>
  </w:style>
  <w:style w:type="paragraph" w:styleId="Footer">
    <w:name w:val="footer"/>
    <w:basedOn w:val="Normal"/>
    <w:link w:val="FooterChar"/>
    <w:uiPriority w:val="99"/>
    <w:unhideWhenUsed/>
    <w:rsid w:val="00D34580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4580"/>
    <w:rPr>
      <w:spacing w:val="4"/>
      <w:szCs w:val="20"/>
    </w:rPr>
  </w:style>
  <w:style w:type="character" w:styleId="SubtleReference">
    <w:name w:val="Subtle Reference"/>
    <w:basedOn w:val="DefaultParagraphFont"/>
    <w:uiPriority w:val="5"/>
    <w:qFormat/>
    <w:rsid w:val="00AC22EE"/>
    <w:rPr>
      <w:caps w:val="0"/>
      <w:smallCaps w:val="0"/>
      <w:color w:val="5A5A5A" w:themeColor="text1" w:themeTint="A5"/>
    </w:rPr>
  </w:style>
  <w:style w:type="paragraph" w:styleId="ListNumber">
    <w:name w:val="List Number"/>
    <w:basedOn w:val="Normal"/>
    <w:uiPriority w:val="7"/>
    <w:qFormat/>
    <w:rsid w:val="00BF51EA"/>
    <w:pPr>
      <w:numPr>
        <w:numId w:val="2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051A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51A"/>
    <w:rPr>
      <w:rFonts w:ascii="Segoe UI" w:hAnsi="Segoe UI" w:cs="Segoe UI"/>
      <w:spacing w:val="4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97051A"/>
  </w:style>
  <w:style w:type="paragraph" w:styleId="BlockText">
    <w:name w:val="Block Text"/>
    <w:basedOn w:val="Normal"/>
    <w:uiPriority w:val="99"/>
    <w:semiHidden/>
    <w:unhideWhenUsed/>
    <w:rsid w:val="00BE74A0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97051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051A"/>
    <w:rPr>
      <w:spacing w:val="4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7051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7051A"/>
    <w:rPr>
      <w:spacing w:val="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7051A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7051A"/>
    <w:rPr>
      <w:spacing w:val="4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7051A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7051A"/>
    <w:rPr>
      <w:spacing w:val="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7051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7051A"/>
    <w:rPr>
      <w:spacing w:val="4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7051A"/>
    <w:pPr>
      <w:spacing w:after="2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7051A"/>
    <w:rPr>
      <w:spacing w:val="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7051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7051A"/>
    <w:rPr>
      <w:spacing w:val="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7051A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7051A"/>
    <w:rPr>
      <w:spacing w:val="4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996F27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7051A"/>
    <w:pPr>
      <w:spacing w:after="200" w:line="240" w:lineRule="auto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7051A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051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051A"/>
    <w:rPr>
      <w:spacing w:val="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0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051A"/>
    <w:rPr>
      <w:b/>
      <w:bCs/>
      <w:spacing w:val="4"/>
      <w:szCs w:val="20"/>
    </w:rPr>
  </w:style>
  <w:style w:type="table" w:styleId="DarkList">
    <w:name w:val="Dark List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97051A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7051A"/>
    <w:rPr>
      <w:rFonts w:ascii="Segoe UI" w:hAnsi="Segoe UI" w:cs="Segoe UI"/>
      <w:spacing w:val="4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7051A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7051A"/>
    <w:rPr>
      <w:spacing w:val="4"/>
      <w:szCs w:val="20"/>
    </w:rPr>
  </w:style>
  <w:style w:type="character" w:styleId="Emphasis">
    <w:name w:val="Emphasis"/>
    <w:basedOn w:val="DefaultParagraphFont"/>
    <w:uiPriority w:val="20"/>
    <w:semiHidden/>
    <w:unhideWhenUsed/>
    <w:qFormat/>
    <w:rsid w:val="0097051A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7051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7051A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7051A"/>
    <w:rPr>
      <w:spacing w:val="4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97051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97051A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97051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7051A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051A"/>
    <w:rPr>
      <w:spacing w:val="4"/>
      <w:szCs w:val="20"/>
    </w:rPr>
  </w:style>
  <w:style w:type="table" w:styleId="GridTable1Light">
    <w:name w:val="Grid Table 1 Light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7879BC"/>
    <w:rPr>
      <w:rFonts w:asciiTheme="majorHAnsi" w:eastAsiaTheme="majorEastAsia" w:hAnsiTheme="majorHAnsi" w:cstheme="majorBidi"/>
      <w:color w:val="243F60" w:themeColor="accent1" w:themeShade="7F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7879BC"/>
    <w:rPr>
      <w:rFonts w:asciiTheme="majorHAnsi" w:eastAsiaTheme="majorEastAsia" w:hAnsiTheme="majorHAnsi" w:cstheme="majorBidi"/>
      <w:i/>
      <w:iCs/>
      <w:color w:val="365F91" w:themeColor="accent1" w:themeShade="BF"/>
      <w:spacing w:val="4"/>
      <w:szCs w:val="20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Cs w:val="20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7879BC"/>
    <w:rPr>
      <w:rFonts w:asciiTheme="majorHAnsi" w:eastAsiaTheme="majorEastAsia" w:hAnsiTheme="majorHAnsi" w:cstheme="majorBidi"/>
      <w:color w:val="243F60" w:themeColor="accent1" w:themeShade="7F"/>
      <w:spacing w:val="4"/>
      <w:szCs w:val="20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7879BC"/>
    <w:rPr>
      <w:rFonts w:asciiTheme="majorHAnsi" w:eastAsiaTheme="majorEastAsia" w:hAnsiTheme="majorHAnsi" w:cstheme="majorBidi"/>
      <w:i/>
      <w:iCs/>
      <w:color w:val="243F60" w:themeColor="accent1" w:themeShade="7F"/>
      <w:spacing w:val="4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7879BC"/>
    <w:rPr>
      <w:rFonts w:asciiTheme="majorHAnsi" w:eastAsiaTheme="majorEastAsia" w:hAnsiTheme="majorHAnsi" w:cstheme="majorBidi"/>
      <w:color w:val="272727" w:themeColor="text1" w:themeTint="D8"/>
      <w:spacing w:val="4"/>
      <w:szCs w:val="21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7879BC"/>
    <w:rPr>
      <w:rFonts w:asciiTheme="majorHAnsi" w:eastAsiaTheme="majorEastAsia" w:hAnsiTheme="majorHAnsi" w:cstheme="majorBidi"/>
      <w:i/>
      <w:iCs/>
      <w:color w:val="272727" w:themeColor="text1" w:themeTint="D8"/>
      <w:spacing w:val="4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97051A"/>
  </w:style>
  <w:style w:type="paragraph" w:styleId="HTMLAddress">
    <w:name w:val="HTML Address"/>
    <w:basedOn w:val="Normal"/>
    <w:link w:val="HTMLAddressChar"/>
    <w:uiPriority w:val="99"/>
    <w:semiHidden/>
    <w:unhideWhenUsed/>
    <w:rsid w:val="0097051A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7051A"/>
    <w:rPr>
      <w:i/>
      <w:iCs/>
      <w:spacing w:val="4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97051A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97051A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051A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051A"/>
    <w:rPr>
      <w:rFonts w:ascii="Consolas" w:hAnsi="Consolas"/>
      <w:spacing w:val="4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97051A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97051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97051A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7051A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BE74A0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BE74A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BE74A0"/>
    <w:rPr>
      <w:i/>
      <w:iCs/>
      <w:color w:val="365F91" w:themeColor="accent1" w:themeShade="BF"/>
      <w:spacing w:val="4"/>
      <w:szCs w:val="2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BE74A0"/>
    <w:rPr>
      <w:b/>
      <w:bCs/>
      <w:caps w:val="0"/>
      <w:smallCaps/>
      <w:color w:val="365F91" w:themeColor="accent1" w:themeShade="BF"/>
      <w:spacing w:val="0"/>
    </w:rPr>
  </w:style>
  <w:style w:type="table" w:styleId="LightGrid">
    <w:name w:val="Light Grid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97051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97051A"/>
  </w:style>
  <w:style w:type="paragraph" w:styleId="List">
    <w:name w:val="List"/>
    <w:basedOn w:val="Normal"/>
    <w:uiPriority w:val="99"/>
    <w:semiHidden/>
    <w:unhideWhenUsed/>
    <w:rsid w:val="0097051A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97051A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97051A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97051A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97051A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97051A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97051A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7051A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97051A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97051A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7051A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7051A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7051A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7051A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97051A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7051A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7051A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97051A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97051A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97051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pacing w:val="4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7051A"/>
    <w:rPr>
      <w:rFonts w:ascii="Consolas" w:hAnsi="Consolas"/>
      <w:spacing w:val="4"/>
      <w:szCs w:val="20"/>
    </w:rPr>
  </w:style>
  <w:style w:type="table" w:styleId="MediumGrid1">
    <w:name w:val="Medium Grid 1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7051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7051A"/>
    <w:rPr>
      <w:rFonts w:asciiTheme="majorHAnsi" w:eastAsiaTheme="majorEastAsia" w:hAnsiTheme="majorHAnsi" w:cstheme="majorBidi"/>
      <w:spacing w:val="4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97051A"/>
    <w:pPr>
      <w:spacing w:after="0" w:line="240" w:lineRule="auto"/>
    </w:pPr>
    <w:rPr>
      <w:spacing w:val="4"/>
      <w:szCs w:val="20"/>
    </w:rPr>
  </w:style>
  <w:style w:type="paragraph" w:styleId="NormalWeb">
    <w:name w:val="Normal (Web)"/>
    <w:basedOn w:val="Normal"/>
    <w:uiPriority w:val="99"/>
    <w:semiHidden/>
    <w:unhideWhenUsed/>
    <w:rsid w:val="0097051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7051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7051A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7051A"/>
    <w:rPr>
      <w:spacing w:val="4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7051A"/>
  </w:style>
  <w:style w:type="character" w:styleId="PlaceholderText">
    <w:name w:val="Placeholder Text"/>
    <w:basedOn w:val="DefaultParagraphFont"/>
    <w:uiPriority w:val="2"/>
    <w:semiHidden/>
    <w:rsid w:val="00BE74A0"/>
    <w:rPr>
      <w:color w:val="595959" w:themeColor="text1" w:themeTint="A6"/>
    </w:rPr>
  </w:style>
  <w:style w:type="table" w:styleId="PlainTable1">
    <w:name w:val="Plain Table 1"/>
    <w:basedOn w:val="TableNormal"/>
    <w:uiPriority w:val="41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97051A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7051A"/>
    <w:rPr>
      <w:rFonts w:ascii="Consolas" w:hAnsi="Consolas"/>
      <w:spacing w:val="4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996F27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96F27"/>
    <w:rPr>
      <w:i/>
      <w:iCs/>
      <w:color w:val="404040" w:themeColor="text1" w:themeTint="BF"/>
      <w:spacing w:val="4"/>
      <w:szCs w:val="20"/>
    </w:rPr>
  </w:style>
  <w:style w:type="character" w:styleId="Strong">
    <w:name w:val="Strong"/>
    <w:basedOn w:val="DefaultParagraphFont"/>
    <w:uiPriority w:val="22"/>
    <w:unhideWhenUsed/>
    <w:qFormat/>
    <w:rsid w:val="0097051A"/>
    <w:rPr>
      <w:b/>
      <w:bCs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CF67BD"/>
    <w:pPr>
      <w:numPr>
        <w:ilvl w:val="1"/>
      </w:numPr>
      <w:spacing w:after="160"/>
      <w:contextualSpacing/>
    </w:pPr>
    <w:rPr>
      <w:color w:val="5A5A5A" w:themeColor="text1" w:themeTint="A5"/>
      <w:spacing w:val="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CF67BD"/>
    <w:rPr>
      <w:color w:val="5A5A5A" w:themeColor="text1" w:themeTint="A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97051A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97051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7051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7051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7051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7051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7051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7051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97051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7051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7051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7051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7051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97051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97051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7051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7051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7051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7051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97051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97051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7051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7051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7051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7051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7051A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97051A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97051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7051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7051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7051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705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97051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7051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7051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10"/>
    <w:semiHidden/>
    <w:unhideWhenUsed/>
    <w:qFormat/>
    <w:rsid w:val="00CF67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CF67BD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97051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97051A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97051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97051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97051A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97051A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97051A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97051A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97051A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97051A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051A"/>
    <w:pPr>
      <w:spacing w:before="240"/>
      <w:outlineLvl w:val="9"/>
    </w:pPr>
  </w:style>
  <w:style w:type="numbering" w:customStyle="1" w:styleId="Multilevelbulletlist">
    <w:name w:val="Multilevel bullet list"/>
    <w:uiPriority w:val="99"/>
    <w:rsid w:val="0047617E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8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Notice%20to%20tenant%20to%20make%20repairs%20(form%20letter)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80C0495553F486C946E11208714FC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D2687-6F11-4981-9B3C-BE9B93BDDD31}"/>
      </w:docPartPr>
      <w:docPartBody>
        <w:p w:rsidR="00631F3C" w:rsidRDefault="00133067">
          <w:pPr>
            <w:pStyle w:val="280C0495553F486C946E11208714FC2A"/>
          </w:pPr>
          <w:r>
            <w:t>Date</w:t>
          </w:r>
        </w:p>
      </w:docPartBody>
    </w:docPart>
    <w:docPart>
      <w:docPartPr>
        <w:name w:val="71A89D3EAD52436FB8FDF892B3FF9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6DB96-F4A5-4D4E-8128-62EE8CF7C9CF}"/>
      </w:docPartPr>
      <w:docPartBody>
        <w:p w:rsidR="00631F3C" w:rsidRDefault="00133067">
          <w:pPr>
            <w:pStyle w:val="71A89D3EAD52436FB8FDF892B3FF9CA2"/>
          </w:pPr>
          <w:r>
            <w:t>Tenant’s Name</w:t>
          </w:r>
        </w:p>
      </w:docPartBody>
    </w:docPart>
    <w:docPart>
      <w:docPartPr>
        <w:name w:val="88E3679EF76F486F9286DB0F11785F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951E0E-9BDF-4033-A234-4FEF1CB12A8A}"/>
      </w:docPartPr>
      <w:docPartBody>
        <w:p w:rsidR="00631F3C" w:rsidRDefault="00133067">
          <w:pPr>
            <w:pStyle w:val="88E3679EF76F486F9286DB0F11785F1F"/>
          </w:pPr>
          <w:r>
            <w:t>Street Address</w:t>
          </w:r>
        </w:p>
      </w:docPartBody>
    </w:docPart>
    <w:docPart>
      <w:docPartPr>
        <w:name w:val="DB286F7676D64C9E9845CABD26C20D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85C477-D6F4-40FA-BAD7-F7356D5CB6E4}"/>
      </w:docPartPr>
      <w:docPartBody>
        <w:p w:rsidR="00631F3C" w:rsidRDefault="00133067">
          <w:pPr>
            <w:pStyle w:val="DB286F7676D64C9E9845CABD26C20D20"/>
          </w:pPr>
          <w:r>
            <w:t>City, ST ZIP Code</w:t>
          </w:r>
        </w:p>
      </w:docPartBody>
    </w:docPart>
    <w:docPart>
      <w:docPartPr>
        <w:name w:val="A6246E96674D4BE68D9927E6B18880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89C2B-4943-4034-8AF6-2815DFCC2C29}"/>
      </w:docPartPr>
      <w:docPartBody>
        <w:p w:rsidR="00631F3C" w:rsidRDefault="00133067">
          <w:pPr>
            <w:pStyle w:val="A6246E96674D4BE68D9927E6B18880DE"/>
          </w:pPr>
          <w:r>
            <w:t>Repair #5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9EF"/>
    <w:rsid w:val="001134E9"/>
    <w:rsid w:val="00133067"/>
    <w:rsid w:val="00631F3C"/>
    <w:rsid w:val="00C27DEF"/>
    <w:rsid w:val="00E2120F"/>
    <w:rsid w:val="00EA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5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42522B4640C4C78BF6E956885A243A9">
    <w:name w:val="C42522B4640C4C78BF6E956885A243A9"/>
  </w:style>
  <w:style w:type="paragraph" w:customStyle="1" w:styleId="280C0495553F486C946E11208714FC2A">
    <w:name w:val="280C0495553F486C946E11208714FC2A"/>
  </w:style>
  <w:style w:type="paragraph" w:customStyle="1" w:styleId="71A89D3EAD52436FB8FDF892B3FF9CA2">
    <w:name w:val="71A89D3EAD52436FB8FDF892B3FF9CA2"/>
  </w:style>
  <w:style w:type="paragraph" w:customStyle="1" w:styleId="88E3679EF76F486F9286DB0F11785F1F">
    <w:name w:val="88E3679EF76F486F9286DB0F11785F1F"/>
  </w:style>
  <w:style w:type="paragraph" w:customStyle="1" w:styleId="DB286F7676D64C9E9845CABD26C20D20">
    <w:name w:val="DB286F7676D64C9E9845CABD26C20D20"/>
  </w:style>
  <w:style w:type="character" w:styleId="SubtleReference">
    <w:name w:val="Subtle Reference"/>
    <w:basedOn w:val="DefaultParagraphFont"/>
    <w:uiPriority w:val="5"/>
    <w:qFormat/>
    <w:rsid w:val="00EA69EF"/>
    <w:rPr>
      <w:caps w:val="0"/>
      <w:smallCaps w:val="0"/>
      <w:color w:val="5A5A5A" w:themeColor="text1" w:themeTint="A5"/>
    </w:rPr>
  </w:style>
  <w:style w:type="paragraph" w:customStyle="1" w:styleId="19F76A3A6A9F43FCB99595910BCA6FF0">
    <w:name w:val="19F76A3A6A9F43FCB99595910BCA6FF0"/>
  </w:style>
  <w:style w:type="paragraph" w:customStyle="1" w:styleId="6B7292ADD7494B7285F99C7888CAA259">
    <w:name w:val="6B7292ADD7494B7285F99C7888CAA259"/>
  </w:style>
  <w:style w:type="paragraph" w:customStyle="1" w:styleId="A1358A1F9F464FC1B7B903DBE19697E6">
    <w:name w:val="A1358A1F9F464FC1B7B903DBE19697E6"/>
  </w:style>
  <w:style w:type="paragraph" w:customStyle="1" w:styleId="CFEBABDF39DE4A60B1EEF8D63967CB60">
    <w:name w:val="CFEBABDF39DE4A60B1EEF8D63967CB60"/>
  </w:style>
  <w:style w:type="paragraph" w:customStyle="1" w:styleId="5DC9F870FD334467AC9DD10D488B2DF7">
    <w:name w:val="5DC9F870FD334467AC9DD10D488B2DF7"/>
  </w:style>
  <w:style w:type="paragraph" w:customStyle="1" w:styleId="0FF662A5370340BC9318BC6A443DAA0D">
    <w:name w:val="0FF662A5370340BC9318BC6A443DAA0D"/>
  </w:style>
  <w:style w:type="paragraph" w:customStyle="1" w:styleId="207D06D030584F1DA335916BDDA06866">
    <w:name w:val="207D06D030584F1DA335916BDDA06866"/>
  </w:style>
  <w:style w:type="paragraph" w:customStyle="1" w:styleId="80FA89F2AC4A4D14B267FEDC597018CC">
    <w:name w:val="80FA89F2AC4A4D14B267FEDC597018CC"/>
  </w:style>
  <w:style w:type="paragraph" w:customStyle="1" w:styleId="A6246E96674D4BE68D9927E6B18880DE">
    <w:name w:val="A6246E96674D4BE68D9927E6B18880DE"/>
  </w:style>
  <w:style w:type="paragraph" w:customStyle="1" w:styleId="6CF3A8D4E0454DDFA7CA4AC15568C539">
    <w:name w:val="6CF3A8D4E0454DDFA7CA4AC15568C539"/>
  </w:style>
  <w:style w:type="paragraph" w:customStyle="1" w:styleId="DF496414A98A41CEB446765D1BE1E933">
    <w:name w:val="DF496414A98A41CEB446765D1BE1E933"/>
  </w:style>
  <w:style w:type="paragraph" w:customStyle="1" w:styleId="33D2259254AC45A1B214D96C13769A8B">
    <w:name w:val="33D2259254AC45A1B214D96C13769A8B"/>
  </w:style>
  <w:style w:type="paragraph" w:customStyle="1" w:styleId="2CCB09763ADD413CB0AD968752735298">
    <w:name w:val="2CCB09763ADD413CB0AD968752735298"/>
  </w:style>
  <w:style w:type="paragraph" w:customStyle="1" w:styleId="22AEB1C51B6E4C65BE26CC3E66C47833">
    <w:name w:val="22AEB1C51B6E4C65BE26CC3E66C47833"/>
  </w:style>
  <w:style w:type="paragraph" w:customStyle="1" w:styleId="84C66286924746D9B0D3629478CF9D17">
    <w:name w:val="84C66286924746D9B0D3629478CF9D17"/>
  </w:style>
  <w:style w:type="paragraph" w:customStyle="1" w:styleId="1F7C9F08096340ECB1B5DF8C89225F45">
    <w:name w:val="1F7C9F08096340ECB1B5DF8C89225F45"/>
  </w:style>
  <w:style w:type="paragraph" w:customStyle="1" w:styleId="5502631C768A43AAA3BC867269BD9FF6">
    <w:name w:val="5502631C768A43AAA3BC867269BD9FF6"/>
  </w:style>
  <w:style w:type="paragraph" w:customStyle="1" w:styleId="6D02449DEB664B52AA331E88881B4403">
    <w:name w:val="6D02449DEB664B52AA331E88881B4403"/>
  </w:style>
  <w:style w:type="paragraph" w:customStyle="1" w:styleId="6D023F8A1DE641A7B60254818DE97A9A">
    <w:name w:val="6D023F8A1DE641A7B60254818DE97A9A"/>
  </w:style>
  <w:style w:type="paragraph" w:customStyle="1" w:styleId="FCA4BE040D6D4B3FBDCC3BD50F23D318">
    <w:name w:val="FCA4BE040D6D4B3FBDCC3BD50F23D318"/>
    <w:rsid w:val="00EA69EF"/>
  </w:style>
  <w:style w:type="paragraph" w:customStyle="1" w:styleId="8150ED9A6C8F4FF8962F0AE4CDF95CF4">
    <w:name w:val="8150ED9A6C8F4FF8962F0AE4CDF95CF4"/>
    <w:rsid w:val="00EA69EF"/>
  </w:style>
  <w:style w:type="paragraph" w:customStyle="1" w:styleId="2C306ADA303C4DEA9E42A9F9AAA2BF62">
    <w:name w:val="2C306ADA303C4DEA9E42A9F9AAA2BF62"/>
    <w:rsid w:val="00EA69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>Recipient Name</CompanyPhone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Notice to tenant to make repairs (form letter)(2).dotx</Template>
  <TotalTime>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Muhammad Naveed Ahmed</cp:lastModifiedBy>
  <cp:revision>4</cp:revision>
  <dcterms:created xsi:type="dcterms:W3CDTF">2018-10-19T09:32:00Z</dcterms:created>
  <dcterms:modified xsi:type="dcterms:W3CDTF">2018-10-19T09:33:00Z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