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15C9" w:rsidRPr="00234E41" w:rsidRDefault="009D15C9">
      <w:pPr>
        <w:pStyle w:val="ContactInfo"/>
        <w:rPr>
          <w:rFonts w:cstheme="minorHAnsi"/>
          <w:sz w:val="24"/>
          <w:szCs w:val="24"/>
        </w:rPr>
      </w:pPr>
    </w:p>
    <w:p w:rsidR="000A53FE" w:rsidRPr="00234E41" w:rsidRDefault="00C47CFD" w:rsidP="000A53FE">
      <w:pPr>
        <w:pStyle w:val="Date"/>
        <w:rPr>
          <w:rFonts w:cstheme="minorHAnsi"/>
          <w:sz w:val="24"/>
          <w:szCs w:val="24"/>
        </w:rPr>
      </w:pPr>
      <w:sdt>
        <w:sdtPr>
          <w:rPr>
            <w:rFonts w:cstheme="minorHAnsi"/>
            <w:sz w:val="24"/>
            <w:szCs w:val="24"/>
          </w:rPr>
          <w:alias w:val="Enter Date:"/>
          <w:tag w:val="Enter Date:"/>
          <w:id w:val="1555272511"/>
          <w:placeholder>
            <w:docPart w:val="676A429DF64147709A163BA7EC07F673"/>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234E41">
            <w:rPr>
              <w:rFonts w:cstheme="minorHAnsi"/>
              <w:sz w:val="24"/>
              <w:szCs w:val="24"/>
            </w:rPr>
            <w:t>Date</w:t>
          </w:r>
        </w:sdtContent>
      </w:sdt>
    </w:p>
    <w:p w:rsidR="00234E41" w:rsidRPr="00234E41" w:rsidRDefault="00234E41" w:rsidP="00234E41">
      <w:pPr>
        <w:spacing w:before="100" w:beforeAutospacing="1" w:after="100" w:afterAutospacing="1" w:line="240" w:lineRule="auto"/>
        <w:rPr>
          <w:rFonts w:eastAsia="Times New Roman" w:cstheme="minorHAnsi"/>
          <w:spacing w:val="0"/>
          <w:sz w:val="24"/>
          <w:szCs w:val="24"/>
        </w:rPr>
      </w:pPr>
      <w:r w:rsidRPr="00234E41">
        <w:rPr>
          <w:rFonts w:eastAsia="Times New Roman" w:cstheme="minorHAnsi"/>
          <w:spacing w:val="0"/>
          <w:sz w:val="24"/>
          <w:szCs w:val="24"/>
        </w:rPr>
        <w:t xml:space="preserve">Subject:                </w:t>
      </w:r>
      <w:r w:rsidRPr="00234E41">
        <w:rPr>
          <w:rFonts w:eastAsia="Times New Roman" w:cstheme="minorHAnsi"/>
          <w:b/>
          <w:spacing w:val="0"/>
          <w:sz w:val="24"/>
          <w:szCs w:val="24"/>
          <w:u w:val="single"/>
        </w:rPr>
        <w:t>Identity Verification</w:t>
      </w:r>
    </w:p>
    <w:p w:rsidR="00234E41" w:rsidRPr="00234E41" w:rsidRDefault="00234E41" w:rsidP="00234E41">
      <w:pPr>
        <w:spacing w:before="100" w:beforeAutospacing="1" w:after="100" w:afterAutospacing="1" w:line="240" w:lineRule="auto"/>
        <w:rPr>
          <w:rFonts w:eastAsia="Times New Roman" w:cstheme="minorHAnsi"/>
          <w:spacing w:val="0"/>
          <w:sz w:val="24"/>
          <w:szCs w:val="24"/>
        </w:rPr>
      </w:pPr>
      <w:r w:rsidRPr="00234E41">
        <w:rPr>
          <w:rFonts w:eastAsia="Times New Roman" w:cstheme="minorHAnsi"/>
          <w:spacing w:val="0"/>
          <w:sz w:val="24"/>
          <w:szCs w:val="24"/>
        </w:rPr>
        <w:t>To whom it may concern,</w:t>
      </w:r>
    </w:p>
    <w:p w:rsidR="00234E41" w:rsidRPr="00234E41" w:rsidRDefault="00234E41" w:rsidP="00234E41">
      <w:pPr>
        <w:spacing w:before="100" w:beforeAutospacing="1" w:after="100" w:afterAutospacing="1" w:line="240" w:lineRule="auto"/>
        <w:rPr>
          <w:rFonts w:eastAsia="Times New Roman" w:cstheme="minorHAnsi"/>
          <w:spacing w:val="0"/>
          <w:sz w:val="24"/>
          <w:szCs w:val="24"/>
        </w:rPr>
      </w:pPr>
      <w:r w:rsidRPr="00234E41">
        <w:rPr>
          <w:rFonts w:eastAsia="Times New Roman" w:cstheme="minorHAnsi"/>
          <w:spacing w:val="0"/>
          <w:sz w:val="24"/>
          <w:szCs w:val="24"/>
        </w:rPr>
        <w:t>This is to verify that [enter name of applicant] bearing identification number [enter national identity number] has been working at [enter company name</w:t>
      </w:r>
      <w:bookmarkStart w:id="0" w:name="_GoBack"/>
      <w:bookmarkEnd w:id="0"/>
      <w:r w:rsidRPr="00234E41">
        <w:rPr>
          <w:rFonts w:eastAsia="Times New Roman" w:cstheme="minorHAnsi"/>
          <w:spacing w:val="0"/>
          <w:sz w:val="24"/>
          <w:szCs w:val="24"/>
        </w:rPr>
        <w:t>] for the past four years. He/she joined the company on [enter date] as a [enter initial position] and is currently working as [same or enter current position]. He/she is working on as a permanent/contractual employee with a current salary of $[enter amount].</w:t>
      </w:r>
    </w:p>
    <w:p w:rsidR="00234E41" w:rsidRPr="00234E41" w:rsidRDefault="00234E41" w:rsidP="00234E41">
      <w:pPr>
        <w:spacing w:before="100" w:beforeAutospacing="1" w:after="100" w:afterAutospacing="1" w:line="240" w:lineRule="auto"/>
        <w:rPr>
          <w:rFonts w:eastAsia="Times New Roman" w:cstheme="minorHAnsi"/>
          <w:spacing w:val="0"/>
          <w:sz w:val="24"/>
          <w:szCs w:val="24"/>
        </w:rPr>
      </w:pPr>
      <w:r w:rsidRPr="00234E41">
        <w:rPr>
          <w:rFonts w:eastAsia="Times New Roman" w:cstheme="minorHAnsi"/>
          <w:spacing w:val="0"/>
          <w:sz w:val="24"/>
          <w:szCs w:val="24"/>
        </w:rPr>
        <w:t>Please consider this letter as verification for [enter name of person]’s identity. You may contact me for further details by phone at [enter number] or by email at [enter email].</w:t>
      </w:r>
    </w:p>
    <w:p w:rsidR="00234E41" w:rsidRPr="00234E41" w:rsidRDefault="00234E41" w:rsidP="00234E41">
      <w:pPr>
        <w:spacing w:before="100" w:beforeAutospacing="1" w:after="100" w:afterAutospacing="1" w:line="240" w:lineRule="auto"/>
        <w:rPr>
          <w:rFonts w:eastAsia="Times New Roman" w:cstheme="minorHAnsi"/>
          <w:spacing w:val="0"/>
          <w:sz w:val="24"/>
          <w:szCs w:val="24"/>
        </w:rPr>
      </w:pPr>
      <w:r w:rsidRPr="00234E41">
        <w:rPr>
          <w:rFonts w:eastAsia="Times New Roman" w:cstheme="minorHAnsi"/>
          <w:spacing w:val="0"/>
          <w:sz w:val="24"/>
          <w:szCs w:val="24"/>
        </w:rPr>
        <w:t>This letter may only be used for identity verification and under no circumstances should be substituted as a character certificate.</w:t>
      </w:r>
    </w:p>
    <w:p w:rsidR="00234E41" w:rsidRPr="00234E41" w:rsidRDefault="00234E41" w:rsidP="00234E41">
      <w:pPr>
        <w:pStyle w:val="ContactInfo"/>
        <w:rPr>
          <w:rFonts w:cstheme="minorHAnsi"/>
          <w:sz w:val="24"/>
          <w:szCs w:val="24"/>
        </w:rPr>
      </w:pPr>
    </w:p>
    <w:sdt>
      <w:sdtPr>
        <w:rPr>
          <w:rFonts w:cstheme="minorHAnsi"/>
          <w:sz w:val="24"/>
          <w:szCs w:val="24"/>
        </w:rPr>
        <w:alias w:val="Enter Your Name:"/>
        <w:tag w:val="Enter Your Name:"/>
        <w:id w:val="670610259"/>
        <w:placeholder>
          <w:docPart w:val="97E6042C51CB4A71B60658D0A6C6332C"/>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Content>
        <w:p w:rsidR="00234E41" w:rsidRPr="00234E41" w:rsidRDefault="00234E41" w:rsidP="00234E41">
          <w:pPr>
            <w:pStyle w:val="ContactInfo"/>
            <w:rPr>
              <w:rFonts w:cstheme="minorHAnsi"/>
              <w:sz w:val="24"/>
              <w:szCs w:val="24"/>
            </w:rPr>
          </w:pPr>
          <w:r w:rsidRPr="00234E41">
            <w:rPr>
              <w:rFonts w:cstheme="minorHAnsi"/>
              <w:sz w:val="24"/>
              <w:szCs w:val="24"/>
            </w:rPr>
            <w:t>Your Name</w:t>
          </w:r>
        </w:p>
      </w:sdtContent>
    </w:sdt>
    <w:p w:rsidR="00234E41" w:rsidRPr="00234E41" w:rsidRDefault="00234E41" w:rsidP="00234E41">
      <w:pPr>
        <w:pStyle w:val="ContactInfo"/>
        <w:rPr>
          <w:rFonts w:cstheme="minorHAnsi"/>
          <w:sz w:val="24"/>
          <w:szCs w:val="24"/>
        </w:rPr>
      </w:pPr>
      <w:sdt>
        <w:sdtPr>
          <w:rPr>
            <w:rFonts w:cstheme="minorHAnsi"/>
            <w:sz w:val="24"/>
            <w:szCs w:val="24"/>
          </w:rPr>
          <w:alias w:val="Enter Street Address:"/>
          <w:tag w:val="Enter Street Address:"/>
          <w:id w:val="1634143502"/>
          <w:placeholder>
            <w:docPart w:val="D0759D2F916843188BA772CBBAC07C00"/>
          </w:placeholder>
          <w:temporary/>
          <w:showingPlcHdr/>
          <w15:appearance w15:val="hidden"/>
        </w:sdtPr>
        <w:sdtContent>
          <w:r w:rsidRPr="00234E41">
            <w:rPr>
              <w:rFonts w:cstheme="minorHAnsi"/>
              <w:sz w:val="24"/>
              <w:szCs w:val="24"/>
            </w:rPr>
            <w:t>Street Address</w:t>
          </w:r>
        </w:sdtContent>
      </w:sdt>
      <w:r w:rsidRPr="00234E41">
        <w:rPr>
          <w:rFonts w:cstheme="minorHAnsi"/>
          <w:sz w:val="24"/>
          <w:szCs w:val="24"/>
        </w:rPr>
        <w:t xml:space="preserve"> </w:t>
      </w:r>
      <w:sdt>
        <w:sdtPr>
          <w:rPr>
            <w:rFonts w:cstheme="minorHAnsi"/>
            <w:sz w:val="24"/>
            <w:szCs w:val="24"/>
          </w:rPr>
          <w:alias w:val="Enter City, ST ZIP Code:"/>
          <w:tag w:val="Enter City, ST ZIP Code:"/>
          <w:id w:val="2091195522"/>
          <w:placeholder>
            <w:docPart w:val="93ADCDE668A848B7B72D5B4F7C75259C"/>
          </w:placeholder>
          <w:temporary/>
          <w:showingPlcHdr/>
          <w15:appearance w15:val="hidden"/>
        </w:sdtPr>
        <w:sdtContent>
          <w:r w:rsidRPr="00234E41">
            <w:rPr>
              <w:rFonts w:cstheme="minorHAnsi"/>
              <w:sz w:val="24"/>
              <w:szCs w:val="24"/>
            </w:rPr>
            <w:t>City, ST ZIP Code</w:t>
          </w:r>
        </w:sdtContent>
      </w:sdt>
    </w:p>
    <w:p w:rsidR="00234E41" w:rsidRPr="00234E41" w:rsidRDefault="00234E41" w:rsidP="00234E41">
      <w:pPr>
        <w:spacing w:before="100" w:beforeAutospacing="1" w:after="100" w:afterAutospacing="1" w:line="240" w:lineRule="auto"/>
        <w:rPr>
          <w:rFonts w:eastAsia="Times New Roman" w:cstheme="minorHAnsi"/>
          <w:spacing w:val="0"/>
          <w:sz w:val="24"/>
          <w:szCs w:val="24"/>
        </w:rPr>
      </w:pPr>
    </w:p>
    <w:p w:rsidR="00234E41" w:rsidRPr="00234E41" w:rsidRDefault="00234E41" w:rsidP="00234E41">
      <w:pPr>
        <w:spacing w:before="100" w:beforeAutospacing="1" w:after="100" w:afterAutospacing="1" w:line="240" w:lineRule="auto"/>
        <w:rPr>
          <w:rFonts w:eastAsia="Times New Roman" w:cstheme="minorHAnsi"/>
          <w:spacing w:val="0"/>
          <w:sz w:val="24"/>
          <w:szCs w:val="24"/>
        </w:rPr>
      </w:pPr>
    </w:p>
    <w:sectPr w:rsidR="00234E41" w:rsidRPr="00234E41" w:rsidSect="00C5474B">
      <w:headerReference w:type="default" r:id="rId10"/>
      <w:footerReference w:type="first" r:id="rId11"/>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7CFD" w:rsidRDefault="00C47CFD">
      <w:pPr>
        <w:spacing w:after="0" w:line="240" w:lineRule="auto"/>
      </w:pPr>
      <w:r>
        <w:separator/>
      </w:r>
    </w:p>
  </w:endnote>
  <w:endnote w:type="continuationSeparator" w:id="0">
    <w:p w:rsidR="00C47CFD" w:rsidRDefault="00C47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812" w:rsidRDefault="00B47D40">
    <w:pPr>
      <w:pStyle w:val="Footer"/>
    </w:pPr>
    <w:r>
      <w:t>wordexceltemplates.com</w:t>
    </w:r>
  </w:p>
  <w:p w:rsidR="007D3812" w:rsidRDefault="007D38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7CFD" w:rsidRDefault="00C47CFD">
      <w:pPr>
        <w:spacing w:after="0" w:line="240" w:lineRule="auto"/>
      </w:pPr>
      <w:r>
        <w:separator/>
      </w:r>
    </w:p>
  </w:footnote>
  <w:footnote w:type="continuationSeparator" w:id="0">
    <w:p w:rsidR="00C47CFD" w:rsidRDefault="00C47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315828559"/>
      <w:placeholder>
        <w:docPart w:val="2ED60DB2F7C9448CA826EC768CECB5B8"/>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C47CFD" w:rsidP="00BC6B2F">
    <w:pPr>
      <w:pStyle w:val="ContactInfo"/>
    </w:pPr>
    <w:sdt>
      <w:sdtPr>
        <w:alias w:val="Enter Date:"/>
        <w:tag w:val="Enter Date:"/>
        <w:id w:val="-2093536772"/>
        <w:placeholder>
          <w:docPart w:val="2D2F39F2A37643049F39FAB234CCF2D6"/>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31797A">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812"/>
    <w:rsid w:val="0003530B"/>
    <w:rsid w:val="000A53FE"/>
    <w:rsid w:val="00151137"/>
    <w:rsid w:val="001562F2"/>
    <w:rsid w:val="001E0C5A"/>
    <w:rsid w:val="001F6C92"/>
    <w:rsid w:val="001F749B"/>
    <w:rsid w:val="00234E41"/>
    <w:rsid w:val="002C03DA"/>
    <w:rsid w:val="002C4B79"/>
    <w:rsid w:val="0031797A"/>
    <w:rsid w:val="0033760C"/>
    <w:rsid w:val="00495FBC"/>
    <w:rsid w:val="004A494B"/>
    <w:rsid w:val="00572923"/>
    <w:rsid w:val="005B67BE"/>
    <w:rsid w:val="007D3812"/>
    <w:rsid w:val="008446D8"/>
    <w:rsid w:val="0087786B"/>
    <w:rsid w:val="0089506A"/>
    <w:rsid w:val="008C338A"/>
    <w:rsid w:val="009073D6"/>
    <w:rsid w:val="00931557"/>
    <w:rsid w:val="009967C4"/>
    <w:rsid w:val="009D15C9"/>
    <w:rsid w:val="009D2C8A"/>
    <w:rsid w:val="00B35BA9"/>
    <w:rsid w:val="00B37EC3"/>
    <w:rsid w:val="00B47D40"/>
    <w:rsid w:val="00B75D2D"/>
    <w:rsid w:val="00BC6B2F"/>
    <w:rsid w:val="00C300D0"/>
    <w:rsid w:val="00C30869"/>
    <w:rsid w:val="00C47CFD"/>
    <w:rsid w:val="00C51322"/>
    <w:rsid w:val="00C5474B"/>
    <w:rsid w:val="00D5271D"/>
    <w:rsid w:val="00E664F9"/>
    <w:rsid w:val="00F30427"/>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6F52F"/>
  <w15:chartTrackingRefBased/>
  <w15:docId w15:val="{BD69E898-666C-472A-867C-EBCF7D9BB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601658">
      <w:bodyDiv w:val="1"/>
      <w:marLeft w:val="0"/>
      <w:marRight w:val="0"/>
      <w:marTop w:val="0"/>
      <w:marBottom w:val="0"/>
      <w:divBdr>
        <w:top w:val="none" w:sz="0" w:space="0" w:color="auto"/>
        <w:left w:val="none" w:sz="0" w:space="0" w:color="auto"/>
        <w:bottom w:val="none" w:sz="0" w:space="0" w:color="auto"/>
        <w:right w:val="none" w:sz="0" w:space="0" w:color="auto"/>
      </w:divBdr>
    </w:div>
    <w:div w:id="591547885">
      <w:bodyDiv w:val="1"/>
      <w:marLeft w:val="0"/>
      <w:marRight w:val="0"/>
      <w:marTop w:val="0"/>
      <w:marBottom w:val="0"/>
      <w:divBdr>
        <w:top w:val="none" w:sz="0" w:space="0" w:color="auto"/>
        <w:left w:val="none" w:sz="0" w:space="0" w:color="auto"/>
        <w:bottom w:val="none" w:sz="0" w:space="0" w:color="auto"/>
        <w:right w:val="none" w:sz="0" w:space="0" w:color="auto"/>
      </w:divBdr>
    </w:div>
    <w:div w:id="70113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76A429DF64147709A163BA7EC07F673"/>
        <w:category>
          <w:name w:val="General"/>
          <w:gallery w:val="placeholder"/>
        </w:category>
        <w:types>
          <w:type w:val="bbPlcHdr"/>
        </w:types>
        <w:behaviors>
          <w:behavior w:val="content"/>
        </w:behaviors>
        <w:guid w:val="{7B45CF5C-DD53-4065-ADAC-66687AE489E2}"/>
      </w:docPartPr>
      <w:docPartBody>
        <w:p w:rsidR="003C4A11" w:rsidRDefault="00CE10E3">
          <w:pPr>
            <w:pStyle w:val="676A429DF64147709A163BA7EC07F673"/>
          </w:pPr>
          <w:r w:rsidRPr="0089506A">
            <w:t>Date</w:t>
          </w:r>
        </w:p>
      </w:docPartBody>
    </w:docPart>
    <w:docPart>
      <w:docPartPr>
        <w:name w:val="2ED60DB2F7C9448CA826EC768CECB5B8"/>
        <w:category>
          <w:name w:val="General"/>
          <w:gallery w:val="placeholder"/>
        </w:category>
        <w:types>
          <w:type w:val="bbPlcHdr"/>
        </w:types>
        <w:behaviors>
          <w:behavior w:val="content"/>
        </w:behaviors>
        <w:guid w:val="{919CC34B-9942-4946-80C0-51C64DA9C5FC}"/>
      </w:docPartPr>
      <w:docPartBody>
        <w:p w:rsidR="00D95217" w:rsidRPr="0089506A" w:rsidRDefault="00CE10E3">
          <w:r w:rsidRPr="0089506A">
            <w:t>Cynthia Randall worked at Trey Research for more than seven years. Cynthia began her employment as an entry-level technical editor. After three years, she was promoted to documentation manager. In that position, she reported to me and managed the work and performance of four employees.</w:t>
          </w:r>
        </w:p>
        <w:p w:rsidR="00D95217" w:rsidRPr="0089506A" w:rsidRDefault="00CE10E3">
          <w:r w:rsidRPr="0089506A">
            <w:t>Cynthia is a bright and personable individual. She is highly self-motivated and well capable of achieving any goal she sets her mind to. Cynthia’s quick promotion to documentation manager is an example of that. She learned new technologies promptly and applied them in her daily work. Trey Research employees soon perceived Cynthia as a valuable resource and looked to her for innovative direction of our documentation set.</w:t>
          </w:r>
        </w:p>
        <w:p w:rsidR="00D95217" w:rsidRPr="0089506A" w:rsidRDefault="00CE10E3">
          <w:r w:rsidRPr="0089506A">
            <w:t>Cynthia welcomes leadership opportunities and meets her deadlines on time.</w:t>
          </w:r>
        </w:p>
        <w:p w:rsidR="00D95217" w:rsidRPr="0089506A" w:rsidRDefault="00CE10E3">
          <w:r w:rsidRPr="0089506A">
            <w:t>Trey Research needs more employees like Cynthia. She is an asset to any company that hires her.</w:t>
          </w:r>
        </w:p>
        <w:p w:rsidR="003C4A11" w:rsidRDefault="00CE10E3">
          <w:pPr>
            <w:pStyle w:val="2ED60DB2F7C9448CA826EC768CECB5B8"/>
          </w:pPr>
          <w:r w:rsidRPr="0089506A">
            <w:t>If you would like additional information about Cynthia, you can telephone me at (425) 555-0156.</w:t>
          </w:r>
        </w:p>
      </w:docPartBody>
    </w:docPart>
    <w:docPart>
      <w:docPartPr>
        <w:name w:val="2D2F39F2A37643049F39FAB234CCF2D6"/>
        <w:category>
          <w:name w:val="General"/>
          <w:gallery w:val="placeholder"/>
        </w:category>
        <w:types>
          <w:type w:val="bbPlcHdr"/>
        </w:types>
        <w:behaviors>
          <w:behavior w:val="content"/>
        </w:behaviors>
        <w:guid w:val="{710975EF-C9C2-4BC8-B9A2-D1B8B0221787}"/>
      </w:docPartPr>
      <w:docPartBody>
        <w:p w:rsidR="003C4A11" w:rsidRDefault="00CE10E3">
          <w:pPr>
            <w:pStyle w:val="2D2F39F2A37643049F39FAB234CCF2D6"/>
          </w:pPr>
          <w:r w:rsidRPr="0089506A">
            <w:t>Sincerely,</w:t>
          </w:r>
        </w:p>
      </w:docPartBody>
    </w:docPart>
    <w:docPart>
      <w:docPartPr>
        <w:name w:val="97E6042C51CB4A71B60658D0A6C6332C"/>
        <w:category>
          <w:name w:val="General"/>
          <w:gallery w:val="placeholder"/>
        </w:category>
        <w:types>
          <w:type w:val="bbPlcHdr"/>
        </w:types>
        <w:behaviors>
          <w:behavior w:val="content"/>
        </w:behaviors>
        <w:guid w:val="{63CEB8D5-6B6A-46C3-9E44-C82EF53B6C2D}"/>
      </w:docPartPr>
      <w:docPartBody>
        <w:p w:rsidR="00000000" w:rsidRDefault="00812203" w:rsidP="00812203">
          <w:pPr>
            <w:pStyle w:val="97E6042C51CB4A71B60658D0A6C6332C"/>
          </w:pPr>
          <w:r>
            <w:t>Your Name</w:t>
          </w:r>
        </w:p>
      </w:docPartBody>
    </w:docPart>
    <w:docPart>
      <w:docPartPr>
        <w:name w:val="D0759D2F916843188BA772CBBAC07C00"/>
        <w:category>
          <w:name w:val="General"/>
          <w:gallery w:val="placeholder"/>
        </w:category>
        <w:types>
          <w:type w:val="bbPlcHdr"/>
        </w:types>
        <w:behaviors>
          <w:behavior w:val="content"/>
        </w:behaviors>
        <w:guid w:val="{30160B75-555B-461B-8421-6193C2081EA8}"/>
      </w:docPartPr>
      <w:docPartBody>
        <w:p w:rsidR="00000000" w:rsidRDefault="00812203" w:rsidP="00812203">
          <w:pPr>
            <w:pStyle w:val="D0759D2F916843188BA772CBBAC07C00"/>
          </w:pPr>
          <w:r w:rsidRPr="0089506A">
            <w:t>Street Address</w:t>
          </w:r>
        </w:p>
      </w:docPartBody>
    </w:docPart>
    <w:docPart>
      <w:docPartPr>
        <w:name w:val="93ADCDE668A848B7B72D5B4F7C75259C"/>
        <w:category>
          <w:name w:val="General"/>
          <w:gallery w:val="placeholder"/>
        </w:category>
        <w:types>
          <w:type w:val="bbPlcHdr"/>
        </w:types>
        <w:behaviors>
          <w:behavior w:val="content"/>
        </w:behaviors>
        <w:guid w:val="{DC466E0E-52DD-4113-B938-6930C0986FB2}"/>
      </w:docPartPr>
      <w:docPartBody>
        <w:p w:rsidR="00000000" w:rsidRDefault="00812203" w:rsidP="00812203">
          <w:pPr>
            <w:pStyle w:val="93ADCDE668A848B7B72D5B4F7C75259C"/>
          </w:pPr>
          <w:r w:rsidRPr="0089506A">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BC9"/>
    <w:rsid w:val="000A2AC8"/>
    <w:rsid w:val="000B7BC9"/>
    <w:rsid w:val="003C4A11"/>
    <w:rsid w:val="00514CE1"/>
    <w:rsid w:val="006A32F7"/>
    <w:rsid w:val="00812203"/>
    <w:rsid w:val="00CE1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C6E162F797B4ABA992229968A33BC9C">
    <w:name w:val="6C6E162F797B4ABA992229968A33BC9C"/>
  </w:style>
  <w:style w:type="paragraph" w:customStyle="1" w:styleId="4C06427709C745C59A52E34731609FA6">
    <w:name w:val="4C06427709C745C59A52E34731609FA6"/>
  </w:style>
  <w:style w:type="paragraph" w:customStyle="1" w:styleId="12D3E20714934F10AFB0A62B6F2DF43E">
    <w:name w:val="12D3E20714934F10AFB0A62B6F2DF43E"/>
  </w:style>
  <w:style w:type="paragraph" w:customStyle="1" w:styleId="138408E9E4E4404B88E8686370736786">
    <w:name w:val="138408E9E4E4404B88E8686370736786"/>
  </w:style>
  <w:style w:type="paragraph" w:customStyle="1" w:styleId="676A429DF64147709A163BA7EC07F673">
    <w:name w:val="676A429DF64147709A163BA7EC07F673"/>
  </w:style>
  <w:style w:type="paragraph" w:customStyle="1" w:styleId="519C5948B69E4EEA87F92CD5722007AB">
    <w:name w:val="519C5948B69E4EEA87F92CD5722007AB"/>
  </w:style>
  <w:style w:type="paragraph" w:customStyle="1" w:styleId="833650C1AA794287B43D10ECF8F8ABE3">
    <w:name w:val="833650C1AA794287B43D10ECF8F8ABE3"/>
  </w:style>
  <w:style w:type="paragraph" w:customStyle="1" w:styleId="CBE262181E7147959B5EB7A7F3AB154F">
    <w:name w:val="CBE262181E7147959B5EB7A7F3AB154F"/>
  </w:style>
  <w:style w:type="paragraph" w:customStyle="1" w:styleId="4BF646DE009347449A7FA91897E9B7E9">
    <w:name w:val="4BF646DE009347449A7FA91897E9B7E9"/>
  </w:style>
  <w:style w:type="paragraph" w:customStyle="1" w:styleId="2ED60DB2F7C9448CA826EC768CECB5B8">
    <w:name w:val="2ED60DB2F7C9448CA826EC768CECB5B8"/>
  </w:style>
  <w:style w:type="paragraph" w:customStyle="1" w:styleId="2D2F39F2A37643049F39FAB234CCF2D6">
    <w:name w:val="2D2F39F2A37643049F39FAB234CCF2D6"/>
  </w:style>
  <w:style w:type="paragraph" w:customStyle="1" w:styleId="824BB0CBCF0F4DD09DD6898D75105D8E">
    <w:name w:val="824BB0CBCF0F4DD09DD6898D75105D8E"/>
  </w:style>
  <w:style w:type="paragraph" w:customStyle="1" w:styleId="A1E14514D2B942FF8188329570BFAD87">
    <w:name w:val="A1E14514D2B942FF8188329570BFAD87"/>
    <w:rsid w:val="000B7BC9"/>
  </w:style>
  <w:style w:type="paragraph" w:customStyle="1" w:styleId="97E6042C51CB4A71B60658D0A6C6332C">
    <w:name w:val="97E6042C51CB4A71B60658D0A6C6332C"/>
    <w:rsid w:val="00812203"/>
  </w:style>
  <w:style w:type="paragraph" w:customStyle="1" w:styleId="D0759D2F916843188BA772CBBAC07C00">
    <w:name w:val="D0759D2F916843188BA772CBBAC07C00"/>
    <w:rsid w:val="00812203"/>
  </w:style>
  <w:style w:type="paragraph" w:customStyle="1" w:styleId="93ADCDE668A848B7B72D5B4F7C75259C">
    <w:name w:val="93ADCDE668A848B7B72D5B4F7C75259C"/>
    <w:rsid w:val="008122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customXml/itemProps2.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FCCA9B-E5A5-47B2-90C4-19B8E73B9B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1</TotalTime>
  <Pages>1</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dc:description/>
  <cp:lastModifiedBy>Muhammad Naveed Ahmed</cp:lastModifiedBy>
  <cp:revision>3</cp:revision>
  <dcterms:created xsi:type="dcterms:W3CDTF">2018-10-08T09:52:00Z</dcterms:created>
  <dcterms:modified xsi:type="dcterms:W3CDTF">2018-10-08T09:53:00Z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