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43505" w:rsidRPr="00A01103" w:rsidRDefault="00843505" w:rsidP="00843505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6"/>
          <w:szCs w:val="26"/>
        </w:rPr>
      </w:pPr>
      <w:r w:rsidRPr="00A01103">
        <w:rPr>
          <w:rFonts w:eastAsia="Times New Roman" w:cstheme="minorHAnsi"/>
          <w:spacing w:val="0"/>
          <w:sz w:val="26"/>
          <w:szCs w:val="26"/>
        </w:rPr>
        <w:t>Date</w:t>
      </w:r>
    </w:p>
    <w:p w:rsidR="00A01103" w:rsidRPr="00A01103" w:rsidRDefault="00A01103" w:rsidP="00A01103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6"/>
          <w:szCs w:val="26"/>
        </w:rPr>
      </w:pPr>
      <w:r w:rsidRPr="00A01103">
        <w:rPr>
          <w:rFonts w:eastAsia="Times New Roman" w:cstheme="minorHAnsi"/>
          <w:spacing w:val="0"/>
          <w:sz w:val="26"/>
          <w:szCs w:val="26"/>
        </w:rPr>
        <w:t>Subject:                Sick leave</w:t>
      </w:r>
    </w:p>
    <w:p w:rsidR="00A01103" w:rsidRPr="00A01103" w:rsidRDefault="00A01103" w:rsidP="00A01103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6"/>
          <w:szCs w:val="26"/>
        </w:rPr>
      </w:pPr>
      <w:r w:rsidRPr="00A01103">
        <w:rPr>
          <w:rFonts w:eastAsia="Times New Roman" w:cstheme="minorHAnsi"/>
          <w:spacing w:val="0"/>
          <w:sz w:val="26"/>
          <w:szCs w:val="26"/>
        </w:rPr>
        <w:t>Dear Sir/Madam,</w:t>
      </w:r>
    </w:p>
    <w:p w:rsidR="00A01103" w:rsidRPr="00A01103" w:rsidRDefault="00A01103" w:rsidP="00A01103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6"/>
          <w:szCs w:val="26"/>
        </w:rPr>
      </w:pPr>
      <w:r w:rsidRPr="00A01103">
        <w:rPr>
          <w:rFonts w:eastAsia="Times New Roman" w:cstheme="minorHAnsi"/>
          <w:spacing w:val="0"/>
          <w:sz w:val="26"/>
          <w:szCs w:val="26"/>
        </w:rPr>
        <w:t>This is to inform you that I am not feeling well and will not be able to come to work today. Since yesterday afternoon, I have had severe stomach infection causing me to vomit frequently and feel dizzy. I would appreciate if you can approve my sick leave for today. I have taken medicine and hope to feel better soon.</w:t>
      </w:r>
    </w:p>
    <w:p w:rsidR="00A01103" w:rsidRPr="00A01103" w:rsidRDefault="00A01103" w:rsidP="00A01103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6"/>
          <w:szCs w:val="26"/>
        </w:rPr>
      </w:pPr>
      <w:r w:rsidRPr="00A01103">
        <w:rPr>
          <w:rFonts w:eastAsia="Times New Roman" w:cstheme="minorHAnsi"/>
          <w:spacing w:val="0"/>
          <w:sz w:val="26"/>
          <w:szCs w:val="26"/>
        </w:rPr>
        <w:t>Look forward to your cooperation.</w:t>
      </w:r>
    </w:p>
    <w:p w:rsidR="003F5C91" w:rsidRPr="00A01103" w:rsidRDefault="003F5C91" w:rsidP="003F5C91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6"/>
          <w:szCs w:val="26"/>
        </w:rPr>
      </w:pPr>
      <w:r w:rsidRPr="00A01103">
        <w:rPr>
          <w:rFonts w:eastAsia="Times New Roman" w:cstheme="minorHAnsi"/>
          <w:spacing w:val="0"/>
          <w:sz w:val="26"/>
          <w:szCs w:val="26"/>
        </w:rPr>
        <w:t>Regards,</w:t>
      </w:r>
    </w:p>
    <w:p w:rsidR="003F5C91" w:rsidRPr="00A01103" w:rsidRDefault="003F5C91" w:rsidP="003F5C91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6"/>
          <w:szCs w:val="26"/>
        </w:rPr>
      </w:pPr>
      <w:r w:rsidRPr="00A01103">
        <w:rPr>
          <w:rFonts w:eastAsia="Times New Roman" w:cstheme="minorHAnsi"/>
          <w:spacing w:val="0"/>
          <w:sz w:val="26"/>
          <w:szCs w:val="26"/>
        </w:rPr>
        <w:t>Bill Watson.</w:t>
      </w:r>
    </w:p>
    <w:p w:rsidR="00B96D91" w:rsidRPr="00A01103" w:rsidRDefault="00B96D91" w:rsidP="003F5C91">
      <w:pPr>
        <w:spacing w:before="100" w:beforeAutospacing="1" w:after="100" w:afterAutospacing="1" w:line="240" w:lineRule="auto"/>
        <w:rPr>
          <w:rFonts w:cstheme="minorHAnsi"/>
          <w:sz w:val="26"/>
          <w:szCs w:val="26"/>
        </w:rPr>
      </w:pPr>
      <w:bookmarkStart w:id="0" w:name="_GoBack"/>
      <w:bookmarkEnd w:id="0"/>
    </w:p>
    <w:sectPr w:rsidR="00B96D91" w:rsidRPr="00A01103" w:rsidSect="00260C5F">
      <w:headerReference w:type="default" r:id="rId7"/>
      <w:footerReference w:type="first" r:id="rId8"/>
      <w:pgSz w:w="12240" w:h="15840"/>
      <w:pgMar w:top="2070" w:right="1350" w:bottom="450" w:left="117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94D5F" w:rsidRDefault="00594D5F">
      <w:pPr>
        <w:spacing w:after="0" w:line="240" w:lineRule="auto"/>
      </w:pPr>
      <w:r>
        <w:separator/>
      </w:r>
    </w:p>
  </w:endnote>
  <w:endnote w:type="continuationSeparator" w:id="0">
    <w:p w:rsidR="00594D5F" w:rsidRDefault="00594D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52A5B" w:rsidRDefault="008C3A5F" w:rsidP="00AC3876">
    <w:pPr>
      <w:pStyle w:val="Footer"/>
    </w:pPr>
    <w:r>
      <w:t>wordexceltemplates.com</w:t>
    </w:r>
  </w:p>
  <w:p w:rsidR="00F52A5B" w:rsidRDefault="00F52A5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94D5F" w:rsidRDefault="00594D5F">
      <w:pPr>
        <w:spacing w:after="0" w:line="240" w:lineRule="auto"/>
      </w:pPr>
      <w:r>
        <w:separator/>
      </w:r>
    </w:p>
  </w:footnote>
  <w:footnote w:type="continuationSeparator" w:id="0">
    <w:p w:rsidR="00594D5F" w:rsidRDefault="00594D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alias w:val="Recipient Name"/>
      <w:tag w:val=""/>
      <w:id w:val="613644108"/>
      <w:placeholder>
        <w:docPart w:val="606DD24630E849CBAF7707DC80814606"/>
      </w:placeholder>
      <w:showingPlcHdr/>
      <w:dataBinding w:prefixMappings="xmlns:ns0='http://schemas.microsoft.com/office/2006/coverPageProps' " w:xpath="/ns0:CoverPageProperties[1]/ns0:CompanyFax[1]" w:storeItemID="{55AF091B-3C7A-41E3-B477-F2FDAA23CFDA}"/>
      <w:text/>
    </w:sdtPr>
    <w:sdtEndPr/>
    <w:sdtContent>
      <w:p w:rsidR="00B96D91" w:rsidRDefault="00AD3BFC">
        <w:pPr>
          <w:pStyle w:val="Header"/>
        </w:pPr>
        <w:r>
          <w:rPr>
            <w:rStyle w:val="PlaceholderText"/>
            <w:color w:val="auto"/>
          </w:rPr>
          <w:t>[Recipient Name]</w:t>
        </w:r>
      </w:p>
    </w:sdtContent>
  </w:sdt>
  <w:sdt>
    <w:sdtPr>
      <w:alias w:val="Date"/>
      <w:tag w:val="Date"/>
      <w:id w:val="-116532568"/>
      <w:placeholder>
        <w:docPart w:val="29862651C28D4C0F93F3CE4B3E640555"/>
      </w:placeholder>
      <w:showingPlcHdr/>
      <w:dataBinding w:prefixMappings="xmlns:ns0='http://schemas.microsoft.com/office/2006/coverPageProps' " w:xpath="/ns0:CoverPageProperties[1]/ns0:PublishDate[1]" w:storeItemID="{55AF091B-3C7A-41E3-B477-F2FDAA23CFDA}"/>
      <w:date>
        <w:dateFormat w:val="MMMM d, yyyy"/>
        <w:lid w:val="en-US"/>
        <w:storeMappedDataAs w:val="dateTime"/>
        <w:calendar w:val="gregorian"/>
      </w:date>
    </w:sdtPr>
    <w:sdtEndPr/>
    <w:sdtContent>
      <w:p w:rsidR="00B96D91" w:rsidRDefault="00AD3BFC">
        <w:pPr>
          <w:pStyle w:val="Header"/>
        </w:pPr>
        <w:r>
          <w:t>[Date]</w:t>
        </w:r>
      </w:p>
    </w:sdtContent>
  </w:sdt>
  <w:p w:rsidR="00B96D91" w:rsidRDefault="00AD3BFC">
    <w:pPr>
      <w:pStyle w:val="Header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AC3876">
      <w:rPr>
        <w:noProof/>
      </w:rPr>
      <w:t>2</w:t>
    </w:r>
    <w: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removePersonalInformation/>
  <w:removeDateAndTime/>
  <w:proofState w:spelling="clean" w:grammar="clean"/>
  <w:attachedTemplate r:id="rId1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1003"/>
    <w:rsid w:val="0003705B"/>
    <w:rsid w:val="00041FF6"/>
    <w:rsid w:val="00070309"/>
    <w:rsid w:val="000E7469"/>
    <w:rsid w:val="001267AB"/>
    <w:rsid w:val="00131003"/>
    <w:rsid w:val="00141EB3"/>
    <w:rsid w:val="0014567B"/>
    <w:rsid w:val="001E49E1"/>
    <w:rsid w:val="00223C56"/>
    <w:rsid w:val="00260C5F"/>
    <w:rsid w:val="002A62BA"/>
    <w:rsid w:val="002D488D"/>
    <w:rsid w:val="003A0CC8"/>
    <w:rsid w:val="003F5C91"/>
    <w:rsid w:val="004023DB"/>
    <w:rsid w:val="00405B2D"/>
    <w:rsid w:val="00415F77"/>
    <w:rsid w:val="00430143"/>
    <w:rsid w:val="004F27EA"/>
    <w:rsid w:val="00503236"/>
    <w:rsid w:val="00504EA0"/>
    <w:rsid w:val="0054673E"/>
    <w:rsid w:val="0055287C"/>
    <w:rsid w:val="0056655A"/>
    <w:rsid w:val="00594D5F"/>
    <w:rsid w:val="006201A3"/>
    <w:rsid w:val="00640456"/>
    <w:rsid w:val="006668CE"/>
    <w:rsid w:val="0068662F"/>
    <w:rsid w:val="00704387"/>
    <w:rsid w:val="00707418"/>
    <w:rsid w:val="00724E34"/>
    <w:rsid w:val="0077551D"/>
    <w:rsid w:val="007B76AE"/>
    <w:rsid w:val="008355DC"/>
    <w:rsid w:val="00843505"/>
    <w:rsid w:val="0084523E"/>
    <w:rsid w:val="008A15DF"/>
    <w:rsid w:val="008A6269"/>
    <w:rsid w:val="008C06DE"/>
    <w:rsid w:val="008C3A5F"/>
    <w:rsid w:val="008F2ADA"/>
    <w:rsid w:val="009F31B4"/>
    <w:rsid w:val="00A01103"/>
    <w:rsid w:val="00A271BB"/>
    <w:rsid w:val="00A5491A"/>
    <w:rsid w:val="00AA5759"/>
    <w:rsid w:val="00AC3876"/>
    <w:rsid w:val="00AD3BFC"/>
    <w:rsid w:val="00B841DF"/>
    <w:rsid w:val="00B96D91"/>
    <w:rsid w:val="00BB003B"/>
    <w:rsid w:val="00C67788"/>
    <w:rsid w:val="00C67ADD"/>
    <w:rsid w:val="00CF6958"/>
    <w:rsid w:val="00D56C37"/>
    <w:rsid w:val="00D96937"/>
    <w:rsid w:val="00E204AF"/>
    <w:rsid w:val="00E27BA1"/>
    <w:rsid w:val="00E76468"/>
    <w:rsid w:val="00EA52D8"/>
    <w:rsid w:val="00EB5C06"/>
    <w:rsid w:val="00ED25AC"/>
    <w:rsid w:val="00F06FDC"/>
    <w:rsid w:val="00F52A5B"/>
    <w:rsid w:val="00F9165E"/>
    <w:rsid w:val="00FE2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4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semiHidden="1" w:uiPriority="9" w:unhideWhenUsed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 w:qFormat="1"/>
    <w:lsdException w:name="Closing" w:semiHidden="1" w:uiPriority="3" w:unhideWhenUsed="1" w:qFormat="1"/>
    <w:lsdException w:name="Signature" w:semiHidden="1" w:uiPriority="1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iPriority="0" w:unhideWhenUsed="1" w:qFormat="1"/>
    <w:lsdException w:name="Date" w:semiHidden="1" w:uiPriority="0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spacing w:val="4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ddress">
    <w:name w:val="Address"/>
    <w:basedOn w:val="Normal"/>
    <w:qFormat/>
    <w:pPr>
      <w:spacing w:after="0"/>
    </w:pPr>
  </w:style>
  <w:style w:type="paragraph" w:styleId="Closing">
    <w:name w:val="Closing"/>
    <w:basedOn w:val="Normal"/>
    <w:next w:val="Signature"/>
    <w:link w:val="ClosingChar"/>
    <w:uiPriority w:val="3"/>
    <w:qFormat/>
    <w:pPr>
      <w:keepNext/>
      <w:spacing w:after="1000" w:line="240" w:lineRule="auto"/>
    </w:pPr>
  </w:style>
  <w:style w:type="paragraph" w:styleId="Signature">
    <w:name w:val="Signature"/>
    <w:basedOn w:val="Normal"/>
    <w:next w:val="Normal"/>
    <w:qFormat/>
    <w:pPr>
      <w:keepNext/>
      <w:spacing w:after="300"/>
      <w:contextualSpacing/>
    </w:pPr>
  </w:style>
  <w:style w:type="paragraph" w:styleId="Date">
    <w:name w:val="Date"/>
    <w:basedOn w:val="Normal"/>
    <w:next w:val="Normal"/>
    <w:qFormat/>
    <w:pPr>
      <w:spacing w:after="480" w:line="240" w:lineRule="auto"/>
    </w:p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Pr>
      <w:spacing w:val="4"/>
      <w:sz w:val="20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contextualSpacing/>
    </w:pPr>
  </w:style>
  <w:style w:type="character" w:customStyle="1" w:styleId="HeaderChar">
    <w:name w:val="Header Char"/>
    <w:basedOn w:val="DefaultParagraphFont"/>
    <w:link w:val="Header"/>
    <w:uiPriority w:val="99"/>
    <w:rPr>
      <w:spacing w:val="4"/>
      <w:sz w:val="20"/>
    </w:r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styleId="Salutation">
    <w:name w:val="Salutation"/>
    <w:basedOn w:val="Normal"/>
    <w:next w:val="Normal"/>
    <w:qFormat/>
    <w:pPr>
      <w:spacing w:before="400" w:after="200"/>
    </w:pPr>
  </w:style>
  <w:style w:type="character" w:customStyle="1" w:styleId="ClosingChar">
    <w:name w:val="Closing Char"/>
    <w:basedOn w:val="DefaultParagraphFont"/>
    <w:link w:val="Closing"/>
    <w:uiPriority w:val="3"/>
    <w:rsid w:val="00F9165E"/>
    <w:rPr>
      <w:spacing w:val="4"/>
      <w:sz w:val="20"/>
    </w:rPr>
  </w:style>
  <w:style w:type="paragraph" w:styleId="NormalWeb">
    <w:name w:val="Normal (Web)"/>
    <w:basedOn w:val="Normal"/>
    <w:uiPriority w:val="99"/>
    <w:semiHidden/>
    <w:unhideWhenUsed/>
    <w:rsid w:val="007755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pacing w:val="0"/>
      <w:sz w:val="24"/>
      <w:szCs w:val="24"/>
    </w:rPr>
  </w:style>
  <w:style w:type="character" w:styleId="Strong">
    <w:name w:val="Strong"/>
    <w:basedOn w:val="DefaultParagraphFont"/>
    <w:uiPriority w:val="22"/>
    <w:qFormat/>
    <w:rsid w:val="0070438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65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7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8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89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6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8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9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7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18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6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5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2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7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05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aveed%20Ahmed\AppData\Roaming\Microsoft\Templates\Letter%20notifying%20employee%20of%20layoff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29862651C28D4C0F93F3CE4B3E64055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82BD9CF-899F-49EE-97FE-39DC45D80C32}"/>
      </w:docPartPr>
      <w:docPartBody>
        <w:p w:rsidR="00513A70" w:rsidRDefault="00705AAD">
          <w:pPr>
            <w:pStyle w:val="29862651C28D4C0F93F3CE4B3E640555"/>
          </w:pPr>
          <w:r>
            <w:t>[Date]</w:t>
          </w:r>
        </w:p>
      </w:docPartBody>
    </w:docPart>
    <w:docPart>
      <w:docPartPr>
        <w:name w:val="606DD24630E849CBAF7707DC8081460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8D23239-DCC4-4877-BA67-E8489A4BF130}"/>
      </w:docPartPr>
      <w:docPartBody>
        <w:p w:rsidR="00513A70" w:rsidRDefault="00705AAD">
          <w:pPr>
            <w:pStyle w:val="606DD24630E849CBAF7707DC80814606"/>
          </w:pPr>
          <w:r>
            <w:t>[Manager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5AAD"/>
    <w:rsid w:val="00064F18"/>
    <w:rsid w:val="00081059"/>
    <w:rsid w:val="00205194"/>
    <w:rsid w:val="0027583A"/>
    <w:rsid w:val="00494B48"/>
    <w:rsid w:val="00513A70"/>
    <w:rsid w:val="00643EEA"/>
    <w:rsid w:val="00646076"/>
    <w:rsid w:val="00671CCD"/>
    <w:rsid w:val="00705AAD"/>
    <w:rsid w:val="008821FB"/>
    <w:rsid w:val="00A556F8"/>
    <w:rsid w:val="00B247F0"/>
    <w:rsid w:val="00B91066"/>
    <w:rsid w:val="00BC7B2D"/>
    <w:rsid w:val="00CB6865"/>
    <w:rsid w:val="00CE6513"/>
    <w:rsid w:val="00E84058"/>
    <w:rsid w:val="00F96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D43CA9BBA2941D58F142183486F1FDA">
    <w:name w:val="CD43CA9BBA2941D58F142183486F1FDA"/>
  </w:style>
  <w:style w:type="paragraph" w:customStyle="1" w:styleId="09B6E71241844346B8B5D3935BA3F6DC">
    <w:name w:val="09B6E71241844346B8B5D3935BA3F6DC"/>
  </w:style>
  <w:style w:type="paragraph" w:customStyle="1" w:styleId="D825B603C45349BDBF0BD418FAC94CCB">
    <w:name w:val="D825B603C45349BDBF0BD418FAC94CCB"/>
  </w:style>
  <w:style w:type="paragraph" w:customStyle="1" w:styleId="C63D9A6B201448FFA14314F90CFCFC72">
    <w:name w:val="C63D9A6B201448FFA14314F90CFCFC72"/>
  </w:style>
  <w:style w:type="paragraph" w:customStyle="1" w:styleId="29862651C28D4C0F93F3CE4B3E640555">
    <w:name w:val="29862651C28D4C0F93F3CE4B3E640555"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2F106D24A5354B8EAB91F2524AD28ABC">
    <w:name w:val="2F106D24A5354B8EAB91F2524AD28ABC"/>
  </w:style>
  <w:style w:type="paragraph" w:customStyle="1" w:styleId="230366D126154F2F80B37FBC1569FFE3">
    <w:name w:val="230366D126154F2F80B37FBC1569FFE3"/>
  </w:style>
  <w:style w:type="paragraph" w:customStyle="1" w:styleId="66AE553896A9424E882BD103DA08E7E9">
    <w:name w:val="66AE553896A9424E882BD103DA08E7E9"/>
  </w:style>
  <w:style w:type="paragraph" w:customStyle="1" w:styleId="A2CDE4387B704469B4A200DC9B2E967F">
    <w:name w:val="A2CDE4387B704469B4A200DC9B2E967F"/>
  </w:style>
  <w:style w:type="paragraph" w:customStyle="1" w:styleId="1E6FE92536E44C54A42B97DD6FAF0528">
    <w:name w:val="1E6FE92536E44C54A42B97DD6FAF0528"/>
  </w:style>
  <w:style w:type="paragraph" w:customStyle="1" w:styleId="512F0A5752C848A1B1C556879E594650">
    <w:name w:val="512F0A5752C848A1B1C556879E594650"/>
  </w:style>
  <w:style w:type="paragraph" w:customStyle="1" w:styleId="7A40689CF7DF4E9BA62C5CFF7EAD24A5">
    <w:name w:val="7A40689CF7DF4E9BA62C5CFF7EAD24A5"/>
  </w:style>
  <w:style w:type="paragraph" w:customStyle="1" w:styleId="606DD24630E849CBAF7707DC80814606">
    <w:name w:val="606DD24630E849CBAF7707DC80814606"/>
  </w:style>
  <w:style w:type="paragraph" w:customStyle="1" w:styleId="134A16A275B6442AA698F600C1603BC8">
    <w:name w:val="134A16A275B6442AA698F600C1603BC8"/>
    <w:rsid w:val="00513A70"/>
  </w:style>
  <w:style w:type="paragraph" w:customStyle="1" w:styleId="86E88E8F563B430C8F45592F98A21266">
    <w:name w:val="86E88E8F563B430C8F45592F98A21266"/>
    <w:rsid w:val="00513A70"/>
  </w:style>
  <w:style w:type="paragraph" w:customStyle="1" w:styleId="7CFB9268FF7040C49ACD9B027835A4A8">
    <w:name w:val="7CFB9268FF7040C49ACD9B027835A4A8"/>
    <w:rsid w:val="00513A70"/>
  </w:style>
  <w:style w:type="paragraph" w:customStyle="1" w:styleId="7205EDBB6859439389BE04652162EC95">
    <w:name w:val="7205EDBB6859439389BE04652162EC95"/>
    <w:rsid w:val="00513A70"/>
  </w:style>
  <w:style w:type="paragraph" w:customStyle="1" w:styleId="E5EB707D7F674312B3F68484B9B518C3">
    <w:name w:val="E5EB707D7F674312B3F68484B9B518C3"/>
    <w:rsid w:val="00513A70"/>
  </w:style>
  <w:style w:type="paragraph" w:customStyle="1" w:styleId="52AF9B19CC4748888D01F8E6A97F7598">
    <w:name w:val="52AF9B19CC4748888D01F8E6A97F7598"/>
    <w:rsid w:val="00513A70"/>
  </w:style>
  <w:style w:type="paragraph" w:customStyle="1" w:styleId="C8C6B5DF08D94DDD8480478C6A599090">
    <w:name w:val="C8C6B5DF08D94DDD8480478C6A599090"/>
    <w:rsid w:val="00513A70"/>
  </w:style>
  <w:style w:type="paragraph" w:customStyle="1" w:styleId="D032EB48018B4318A22EF10E21BEC3B3">
    <w:name w:val="D032EB48018B4318A22EF10E21BEC3B3"/>
    <w:rsid w:val="00513A70"/>
  </w:style>
  <w:style w:type="paragraph" w:customStyle="1" w:styleId="568E544690694363B0573557E43BA8DF">
    <w:name w:val="568E544690694363B0573557E43BA8DF"/>
    <w:rsid w:val="00643EE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63FE4A4C-FA42-4C6D-9D36-2E46D189815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Letter notifying employee of layoff.dotx</Template>
  <TotalTime>0</TotalTime>
  <Pages>1</Pages>
  <Words>64</Words>
  <Characters>367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cp:lastModifiedBy/>
  <cp:revision>1</cp:revision>
  <dcterms:created xsi:type="dcterms:W3CDTF">2018-10-23T10:01:00Z</dcterms:created>
  <dcterms:modified xsi:type="dcterms:W3CDTF">2018-10-23T10:01:00Z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TC034649309991</vt:lpwstr>
  </property>
</Properties>
</file>