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023" w:rsidRPr="001A6023" w:rsidRDefault="001A6023" w:rsidP="001A602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</w:p>
    <w:p w:rsidR="001A6023" w:rsidRPr="001A6023" w:rsidRDefault="001A6023" w:rsidP="001A602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A6023">
        <w:rPr>
          <w:rFonts w:eastAsia="Times New Roman" w:cstheme="minorHAnsi"/>
          <w:spacing w:val="0"/>
          <w:sz w:val="26"/>
          <w:szCs w:val="26"/>
        </w:rPr>
        <w:t>Date:    </w:t>
      </w:r>
    </w:p>
    <w:p w:rsidR="001A6023" w:rsidRPr="001A6023" w:rsidRDefault="001A6023" w:rsidP="001A602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A6023">
        <w:rPr>
          <w:rFonts w:eastAsia="Times New Roman" w:cstheme="minorHAnsi"/>
          <w:b/>
          <w:bCs/>
          <w:spacing w:val="0"/>
          <w:sz w:val="26"/>
          <w:szCs w:val="26"/>
        </w:rPr>
        <w:t>Subject:                Change of bank account details</w:t>
      </w:r>
    </w:p>
    <w:p w:rsidR="001A6023" w:rsidRPr="001A6023" w:rsidRDefault="001A6023" w:rsidP="001A602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A6023">
        <w:rPr>
          <w:rFonts w:eastAsia="Times New Roman" w:cstheme="minorHAnsi"/>
          <w:spacing w:val="0"/>
          <w:sz w:val="26"/>
          <w:szCs w:val="26"/>
        </w:rPr>
        <w:t>Dear Sir/Madam,</w:t>
      </w:r>
    </w:p>
    <w:p w:rsidR="001A6023" w:rsidRPr="001A6023" w:rsidRDefault="001A6023" w:rsidP="001A602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A6023">
        <w:rPr>
          <w:rFonts w:eastAsia="Times New Roman" w:cstheme="minorHAnsi"/>
          <w:spacing w:val="0"/>
          <w:sz w:val="26"/>
          <w:szCs w:val="26"/>
        </w:rPr>
        <w:t>I am writing to inform you that I have applied to close my current account number [enter account number] with [bank name]. The reasons were that I have three accounts which were more than I need. I decided to close the account with the least services as compared to other accounts.</w:t>
      </w:r>
    </w:p>
    <w:p w:rsidR="001A6023" w:rsidRPr="001A6023" w:rsidRDefault="001A6023" w:rsidP="001A602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A6023">
        <w:rPr>
          <w:rFonts w:eastAsia="Times New Roman" w:cstheme="minorHAnsi"/>
          <w:spacing w:val="0"/>
          <w:sz w:val="26"/>
          <w:szCs w:val="26"/>
        </w:rPr>
        <w:t>My new account details are as follows:</w:t>
      </w:r>
      <w:bookmarkStart w:id="0" w:name="_GoBack"/>
      <w:bookmarkEnd w:id="0"/>
    </w:p>
    <w:p w:rsidR="001A6023" w:rsidRPr="001A6023" w:rsidRDefault="001A6023" w:rsidP="001A602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A6023">
        <w:rPr>
          <w:rFonts w:eastAsia="Times New Roman" w:cstheme="minorHAnsi"/>
          <w:spacing w:val="0"/>
          <w:sz w:val="26"/>
          <w:szCs w:val="26"/>
        </w:rPr>
        <w:t>A/C title:</w:t>
      </w:r>
      <w:r w:rsidRPr="001A6023">
        <w:rPr>
          <w:rFonts w:eastAsia="Times New Roman" w:cstheme="minorHAnsi"/>
          <w:spacing w:val="0"/>
          <w:sz w:val="26"/>
          <w:szCs w:val="26"/>
        </w:rPr>
        <w:br/>
        <w:t>A/C number:</w:t>
      </w:r>
      <w:r w:rsidRPr="001A6023">
        <w:rPr>
          <w:rFonts w:eastAsia="Times New Roman" w:cstheme="minorHAnsi"/>
          <w:spacing w:val="0"/>
          <w:sz w:val="26"/>
          <w:szCs w:val="26"/>
        </w:rPr>
        <w:br/>
        <w:t>Branch code:</w:t>
      </w:r>
      <w:r w:rsidRPr="001A6023">
        <w:rPr>
          <w:rFonts w:eastAsia="Times New Roman" w:cstheme="minorHAnsi"/>
          <w:spacing w:val="0"/>
          <w:sz w:val="26"/>
          <w:szCs w:val="26"/>
        </w:rPr>
        <w:br/>
        <w:t>A/C type:</w:t>
      </w:r>
      <w:r w:rsidRPr="001A6023">
        <w:rPr>
          <w:rFonts w:eastAsia="Times New Roman" w:cstheme="minorHAnsi"/>
          <w:spacing w:val="0"/>
          <w:sz w:val="26"/>
          <w:szCs w:val="26"/>
        </w:rPr>
        <w:br/>
        <w:t>Bank:</w:t>
      </w:r>
      <w:r w:rsidRPr="001A6023">
        <w:rPr>
          <w:rFonts w:eastAsia="Times New Roman" w:cstheme="minorHAnsi"/>
          <w:spacing w:val="0"/>
          <w:sz w:val="26"/>
          <w:szCs w:val="26"/>
        </w:rPr>
        <w:br/>
        <w:t>State:</w:t>
      </w:r>
    </w:p>
    <w:p w:rsidR="001A6023" w:rsidRPr="001A6023" w:rsidRDefault="001A6023" w:rsidP="001A602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A6023">
        <w:rPr>
          <w:rFonts w:eastAsia="Times New Roman" w:cstheme="minorHAnsi"/>
          <w:spacing w:val="0"/>
          <w:sz w:val="26"/>
          <w:szCs w:val="26"/>
        </w:rPr>
        <w:t>Kindly make the relevant changes in my accounts file so that my future salary payments can be made to the new account.</w:t>
      </w:r>
    </w:p>
    <w:p w:rsidR="001A6023" w:rsidRPr="001A6023" w:rsidRDefault="001A6023" w:rsidP="001A602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A6023">
        <w:rPr>
          <w:rFonts w:eastAsia="Times New Roman" w:cstheme="minorHAnsi"/>
          <w:spacing w:val="0"/>
          <w:sz w:val="26"/>
          <w:szCs w:val="26"/>
        </w:rPr>
        <w:t>Thank you for your cooperation.</w:t>
      </w:r>
    </w:p>
    <w:p w:rsidR="001A6023" w:rsidRPr="001A6023" w:rsidRDefault="001A6023" w:rsidP="001A602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A6023">
        <w:rPr>
          <w:rFonts w:eastAsia="Times New Roman" w:cstheme="minorHAnsi"/>
          <w:spacing w:val="0"/>
          <w:sz w:val="26"/>
          <w:szCs w:val="26"/>
        </w:rPr>
        <w:t>Sincerely,</w:t>
      </w:r>
    </w:p>
    <w:p w:rsidR="00B96D91" w:rsidRPr="001A6023" w:rsidRDefault="00B96D91" w:rsidP="001A6023">
      <w:pPr>
        <w:rPr>
          <w:rFonts w:cstheme="minorHAnsi"/>
          <w:sz w:val="26"/>
          <w:szCs w:val="26"/>
        </w:rPr>
      </w:pPr>
    </w:p>
    <w:sectPr w:rsidR="00B96D91" w:rsidRPr="001A6023" w:rsidSect="00AC1828">
      <w:headerReference w:type="default" r:id="rId7"/>
      <w:footerReference w:type="first" r:id="rId8"/>
      <w:pgSz w:w="12240" w:h="15840"/>
      <w:pgMar w:top="990" w:right="72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469" w:rsidRDefault="004F3469">
      <w:pPr>
        <w:spacing w:after="0" w:line="240" w:lineRule="auto"/>
      </w:pPr>
      <w:r>
        <w:separator/>
      </w:r>
    </w:p>
  </w:endnote>
  <w:endnote w:type="continuationSeparator" w:id="0">
    <w:p w:rsidR="004F3469" w:rsidRDefault="004F3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DB6F00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469" w:rsidRDefault="004F3469">
      <w:pPr>
        <w:spacing w:after="0" w:line="240" w:lineRule="auto"/>
      </w:pPr>
      <w:r>
        <w:separator/>
      </w:r>
    </w:p>
  </w:footnote>
  <w:footnote w:type="continuationSeparator" w:id="0">
    <w:p w:rsidR="004F3469" w:rsidRDefault="004F3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B6F00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473DC"/>
    <w:rsid w:val="000C4293"/>
    <w:rsid w:val="00131003"/>
    <w:rsid w:val="001970F3"/>
    <w:rsid w:val="001A6023"/>
    <w:rsid w:val="002575FE"/>
    <w:rsid w:val="00266056"/>
    <w:rsid w:val="002A62BA"/>
    <w:rsid w:val="002B103A"/>
    <w:rsid w:val="002D488D"/>
    <w:rsid w:val="00415F77"/>
    <w:rsid w:val="00441F7B"/>
    <w:rsid w:val="004F27EA"/>
    <w:rsid w:val="004F3469"/>
    <w:rsid w:val="00507767"/>
    <w:rsid w:val="0056655A"/>
    <w:rsid w:val="005C7972"/>
    <w:rsid w:val="005C7E1C"/>
    <w:rsid w:val="007B76AE"/>
    <w:rsid w:val="00960253"/>
    <w:rsid w:val="00965714"/>
    <w:rsid w:val="00A5491A"/>
    <w:rsid w:val="00AC1828"/>
    <w:rsid w:val="00AD3BFC"/>
    <w:rsid w:val="00AE2F6D"/>
    <w:rsid w:val="00B22AD9"/>
    <w:rsid w:val="00B31E31"/>
    <w:rsid w:val="00B77E37"/>
    <w:rsid w:val="00B96D91"/>
    <w:rsid w:val="00C1294D"/>
    <w:rsid w:val="00C43A85"/>
    <w:rsid w:val="00D6730C"/>
    <w:rsid w:val="00D976EE"/>
    <w:rsid w:val="00DB6F00"/>
    <w:rsid w:val="00E27BA1"/>
    <w:rsid w:val="00EC6198"/>
    <w:rsid w:val="00EE397A"/>
    <w:rsid w:val="00F515FD"/>
    <w:rsid w:val="00F52A5B"/>
    <w:rsid w:val="00F9165E"/>
    <w:rsid w:val="00F9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EEF0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unhideWhenUsed/>
    <w:rsid w:val="005C7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5C79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8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133D61"/>
    <w:rsid w:val="002873B7"/>
    <w:rsid w:val="003A0EEC"/>
    <w:rsid w:val="003E1CCC"/>
    <w:rsid w:val="0043326E"/>
    <w:rsid w:val="00513A70"/>
    <w:rsid w:val="00643EEA"/>
    <w:rsid w:val="00705AAD"/>
    <w:rsid w:val="00845AD5"/>
    <w:rsid w:val="00AC26D3"/>
    <w:rsid w:val="00BC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sid w:val="00133D61"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  <w:style w:type="paragraph" w:customStyle="1" w:styleId="D765149F290349578141A11650B0AA91">
    <w:name w:val="D765149F290349578141A11650B0AA91"/>
    <w:rsid w:val="00133D61"/>
  </w:style>
  <w:style w:type="paragraph" w:customStyle="1" w:styleId="F0546F100C69467F84F007C9D0663B26">
    <w:name w:val="F0546F100C69467F84F007C9D0663B26"/>
    <w:rsid w:val="00133D61"/>
  </w:style>
  <w:style w:type="paragraph" w:customStyle="1" w:styleId="50B24DA61375453F801DFB34EA0E3743">
    <w:name w:val="50B24DA61375453F801DFB34EA0E3743"/>
    <w:rsid w:val="00133D61"/>
  </w:style>
  <w:style w:type="paragraph" w:customStyle="1" w:styleId="A920A33206D84CF0A6EE7B08FCCDD3FA">
    <w:name w:val="A920A33206D84CF0A6EE7B08FCCDD3FA"/>
    <w:rsid w:val="00133D61"/>
  </w:style>
  <w:style w:type="paragraph" w:customStyle="1" w:styleId="27227FA46D24438EBA14F718E25F0840">
    <w:name w:val="27227FA46D24438EBA14F718E25F0840"/>
    <w:rsid w:val="00133D61"/>
  </w:style>
  <w:style w:type="paragraph" w:customStyle="1" w:styleId="72487AA433DD4B569226E73F7E52221F">
    <w:name w:val="72487AA433DD4B569226E73F7E52221F"/>
    <w:rsid w:val="00133D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2018-10-18T04:33:00Z</dcterms:created>
  <dcterms:modified xsi:type="dcterms:W3CDTF">2018-10-18T04:34:00Z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