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D91" w:rsidRPr="00B22AD9" w:rsidRDefault="00B96D91">
      <w:pPr>
        <w:pStyle w:val="Address"/>
        <w:rPr>
          <w:rFonts w:cstheme="minorHAnsi"/>
          <w:sz w:val="24"/>
          <w:szCs w:val="24"/>
        </w:rPr>
      </w:pPr>
    </w:p>
    <w:p w:rsidR="00C43A85" w:rsidRPr="00B22AD9" w:rsidRDefault="00C43A85" w:rsidP="00C43A85">
      <w:pPr>
        <w:pStyle w:val="Date"/>
        <w:spacing w:line="360" w:lineRule="auto"/>
        <w:rPr>
          <w:rFonts w:cstheme="minorHAnsi"/>
          <w:sz w:val="24"/>
          <w:szCs w:val="24"/>
        </w:rPr>
      </w:pPr>
      <w:r w:rsidRPr="00B22AD9">
        <w:rPr>
          <w:rFonts w:cstheme="minorHAnsi"/>
          <w:sz w:val="24"/>
          <w:szCs w:val="24"/>
        </w:rPr>
        <w:t>To</w:t>
      </w:r>
    </w:p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B22AD9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B22AD9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131003" w:rsidRPr="00B22AD9" w:rsidRDefault="00131003">
      <w:pPr>
        <w:pStyle w:val="Salutation"/>
        <w:rPr>
          <w:rFonts w:cstheme="minorHAnsi"/>
          <w:sz w:val="24"/>
          <w:szCs w:val="24"/>
        </w:rPr>
      </w:pPr>
      <w:r w:rsidRPr="00B22AD9">
        <w:rPr>
          <w:rFonts w:cstheme="minorHAnsi"/>
          <w:b/>
          <w:sz w:val="24"/>
          <w:szCs w:val="24"/>
        </w:rPr>
        <w:t>Subject:</w:t>
      </w:r>
      <w:r w:rsidRPr="00B22AD9">
        <w:rPr>
          <w:rFonts w:cstheme="minorHAnsi"/>
          <w:sz w:val="24"/>
          <w:szCs w:val="24"/>
        </w:rPr>
        <w:t xml:space="preserve"> </w:t>
      </w:r>
      <w:r w:rsidR="00F52A5B" w:rsidRPr="00B22AD9">
        <w:rPr>
          <w:rFonts w:cstheme="minorHAnsi"/>
          <w:sz w:val="24"/>
          <w:szCs w:val="24"/>
        </w:rPr>
        <w:t xml:space="preserve"> </w:t>
      </w:r>
      <w:r w:rsidR="00B22AD9" w:rsidRPr="00B22AD9">
        <w:rPr>
          <w:rStyle w:val="Strong"/>
          <w:rFonts w:cstheme="minorHAnsi"/>
          <w:color w:val="333333"/>
          <w:sz w:val="24"/>
          <w:szCs w:val="24"/>
          <w:shd w:val="clear" w:color="auto" w:fill="FFFFFF"/>
        </w:rPr>
        <w:t>Change of Bank Account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Dear Mr. John,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I am writing this letter to notify about a change in my bank account for</w:t>
      </w:r>
      <w:bookmarkStart w:id="0" w:name="_GoBack"/>
      <w:bookmarkEnd w:id="0"/>
      <w:r w:rsidRPr="00B22AD9">
        <w:rPr>
          <w:rFonts w:eastAsia="Times New Roman" w:cstheme="minorHAnsi"/>
          <w:spacing w:val="0"/>
          <w:sz w:val="24"/>
          <w:szCs w:val="24"/>
        </w:rPr>
        <w:t xml:space="preserve"> salary transfer. I want to request for changes in your records and that my salary be credited to my new account from this month i.e. September 2018.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According to your records, my salary was credited every month to my ABC bank account (account number). However, I had been experiencing many different problems with ABC bank for around a year. Their online services are limited and are frequently unavailable. Their ATM system is weak, and I often cannot withdraw money because their system is down. I am a salaried person with limited income and often do not have cash in hand. Therefore</w:t>
      </w:r>
      <w:r>
        <w:rPr>
          <w:rFonts w:eastAsia="Times New Roman" w:cstheme="minorHAnsi"/>
          <w:spacing w:val="0"/>
          <w:sz w:val="24"/>
          <w:szCs w:val="24"/>
        </w:rPr>
        <w:t>,</w:t>
      </w:r>
      <w:r w:rsidRPr="00B22AD9">
        <w:rPr>
          <w:rFonts w:eastAsia="Times New Roman" w:cstheme="minorHAnsi"/>
          <w:spacing w:val="0"/>
          <w:sz w:val="24"/>
          <w:szCs w:val="24"/>
        </w:rPr>
        <w:t xml:space="preserve"> I have closed this account and opened a new one at XYZ bank.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Following are my new details: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Name of the bank: XYZ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Name of Account holder: Emily Watson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Account number: [Acc. No]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Branch code: [Code]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 xml:space="preserve">As the closing procedure would take some time and my salary is due in a few days, I do not want to face any transfer issue </w:t>
      </w:r>
      <w:r>
        <w:rPr>
          <w:rFonts w:eastAsia="Times New Roman" w:cstheme="minorHAnsi"/>
          <w:spacing w:val="0"/>
          <w:sz w:val="24"/>
          <w:szCs w:val="24"/>
        </w:rPr>
        <w:t>that</w:t>
      </w:r>
      <w:r w:rsidRPr="00B22AD9">
        <w:rPr>
          <w:rFonts w:eastAsia="Times New Roman" w:cstheme="minorHAnsi"/>
          <w:spacing w:val="0"/>
          <w:sz w:val="24"/>
          <w:szCs w:val="24"/>
        </w:rPr>
        <w:t xml:space="preserve"> is why I am informing you beforehand through this letter. I would be highly obliged if you make the changes in your records. Thank you in advance.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If you want any further details, please contact me at [Contact].</w:t>
      </w:r>
    </w:p>
    <w:p w:rsidR="00B22AD9" w:rsidRPr="00B22AD9" w:rsidRDefault="00B22AD9" w:rsidP="00B22AD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B22AD9">
        <w:rPr>
          <w:rFonts w:eastAsia="Times New Roman" w:cstheme="minorHAnsi"/>
          <w:spacing w:val="0"/>
          <w:sz w:val="24"/>
          <w:szCs w:val="24"/>
        </w:rPr>
        <w:t>Regards,</w:t>
      </w:r>
    </w:p>
    <w:p w:rsidR="00B96D91" w:rsidRPr="00B22AD9" w:rsidRDefault="00B96D91" w:rsidP="00C43A85">
      <w:pPr>
        <w:pStyle w:val="NormalWeb"/>
        <w:rPr>
          <w:rFonts w:asciiTheme="minorHAnsi" w:hAnsiTheme="minorHAnsi" w:cstheme="minorHAnsi"/>
        </w:rPr>
      </w:pPr>
    </w:p>
    <w:sectPr w:rsidR="00B96D91" w:rsidRPr="00B22AD9" w:rsidSect="00AC1828">
      <w:headerReference w:type="default" r:id="rId7"/>
      <w:footerReference w:type="first" r:id="rId8"/>
      <w:pgSz w:w="12240" w:h="15840"/>
      <w:pgMar w:top="990" w:right="72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29F" w:rsidRDefault="0009629F">
      <w:pPr>
        <w:spacing w:after="0" w:line="240" w:lineRule="auto"/>
      </w:pPr>
      <w:r>
        <w:separator/>
      </w:r>
    </w:p>
  </w:endnote>
  <w:endnote w:type="continuationSeparator" w:id="0">
    <w:p w:rsidR="0009629F" w:rsidRDefault="00096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DB6F00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29F" w:rsidRDefault="0009629F">
      <w:pPr>
        <w:spacing w:after="0" w:line="240" w:lineRule="auto"/>
      </w:pPr>
      <w:r>
        <w:separator/>
      </w:r>
    </w:p>
  </w:footnote>
  <w:footnote w:type="continuationSeparator" w:id="0">
    <w:p w:rsidR="0009629F" w:rsidRDefault="00096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B6F00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473DC"/>
    <w:rsid w:val="0009629F"/>
    <w:rsid w:val="000C4293"/>
    <w:rsid w:val="00131003"/>
    <w:rsid w:val="001970F3"/>
    <w:rsid w:val="002575FE"/>
    <w:rsid w:val="00266056"/>
    <w:rsid w:val="002A62BA"/>
    <w:rsid w:val="002B103A"/>
    <w:rsid w:val="002D488D"/>
    <w:rsid w:val="00415F77"/>
    <w:rsid w:val="00441F7B"/>
    <w:rsid w:val="004F27EA"/>
    <w:rsid w:val="00507767"/>
    <w:rsid w:val="0056655A"/>
    <w:rsid w:val="005C7972"/>
    <w:rsid w:val="005C7E1C"/>
    <w:rsid w:val="007B76AE"/>
    <w:rsid w:val="00A5491A"/>
    <w:rsid w:val="00AC1828"/>
    <w:rsid w:val="00AD3BFC"/>
    <w:rsid w:val="00AE2F6D"/>
    <w:rsid w:val="00B22AD9"/>
    <w:rsid w:val="00B31E31"/>
    <w:rsid w:val="00B77E37"/>
    <w:rsid w:val="00B96D91"/>
    <w:rsid w:val="00C1294D"/>
    <w:rsid w:val="00C43A85"/>
    <w:rsid w:val="00D6730C"/>
    <w:rsid w:val="00DB6F00"/>
    <w:rsid w:val="00E27BA1"/>
    <w:rsid w:val="00EC6198"/>
    <w:rsid w:val="00EE397A"/>
    <w:rsid w:val="00F515FD"/>
    <w:rsid w:val="00F52A5B"/>
    <w:rsid w:val="00F9165E"/>
    <w:rsid w:val="00F9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EEF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unhideWhenUsed/>
    <w:rsid w:val="005C7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C7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133D61"/>
    <w:rsid w:val="002873B7"/>
    <w:rsid w:val="003A0EEC"/>
    <w:rsid w:val="0043326E"/>
    <w:rsid w:val="00513A70"/>
    <w:rsid w:val="00643EEA"/>
    <w:rsid w:val="00705AAD"/>
    <w:rsid w:val="00845AD5"/>
    <w:rsid w:val="00AC26D3"/>
    <w:rsid w:val="00BC7B2D"/>
    <w:rsid w:val="00E0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sid w:val="00133D61"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D765149F290349578141A11650B0AA91">
    <w:name w:val="D765149F290349578141A11650B0AA91"/>
    <w:rsid w:val="00133D61"/>
  </w:style>
  <w:style w:type="paragraph" w:customStyle="1" w:styleId="F0546F100C69467F84F007C9D0663B26">
    <w:name w:val="F0546F100C69467F84F007C9D0663B26"/>
    <w:rsid w:val="00133D61"/>
  </w:style>
  <w:style w:type="paragraph" w:customStyle="1" w:styleId="50B24DA61375453F801DFB34EA0E3743">
    <w:name w:val="50B24DA61375453F801DFB34EA0E3743"/>
    <w:rsid w:val="00133D61"/>
  </w:style>
  <w:style w:type="paragraph" w:customStyle="1" w:styleId="A920A33206D84CF0A6EE7B08FCCDD3FA">
    <w:name w:val="A920A33206D84CF0A6EE7B08FCCDD3FA"/>
    <w:rsid w:val="00133D61"/>
  </w:style>
  <w:style w:type="paragraph" w:customStyle="1" w:styleId="27227FA46D24438EBA14F718E25F0840">
    <w:name w:val="27227FA46D24438EBA14F718E25F0840"/>
    <w:rsid w:val="00133D61"/>
  </w:style>
  <w:style w:type="paragraph" w:customStyle="1" w:styleId="72487AA433DD4B569226E73F7E52221F">
    <w:name w:val="72487AA433DD4B569226E73F7E52221F"/>
    <w:rsid w:val="00133D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2018-10-18T04:29:00Z</dcterms:created>
  <dcterms:modified xsi:type="dcterms:W3CDTF">2018-10-18T04:32:00Z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