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6"/>
          <w:szCs w:val="26"/>
        </w:rPr>
        <w:alias w:val="Enter date:"/>
        <w:tag w:val="Enter date:"/>
        <w:id w:val="525613418"/>
        <w:placeholder>
          <w:docPart w:val="280C0495553F486C946E11208714FC2A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A7F2F" w:rsidRPr="004E3DB1" w:rsidRDefault="00244088">
          <w:pPr>
            <w:pStyle w:val="Date"/>
            <w:rPr>
              <w:rFonts w:cstheme="minorHAnsi"/>
              <w:sz w:val="26"/>
              <w:szCs w:val="26"/>
            </w:rPr>
          </w:pPr>
          <w:r w:rsidRPr="004E3DB1">
            <w:rPr>
              <w:rFonts w:cstheme="minorHAnsi"/>
              <w:sz w:val="26"/>
              <w:szCs w:val="26"/>
            </w:rPr>
            <w:t>Date</w:t>
          </w:r>
        </w:p>
      </w:sdtContent>
    </w:sdt>
    <w:p w:rsidR="0086552B" w:rsidRPr="004E3DB1" w:rsidRDefault="0086552B">
      <w:pPr>
        <w:pStyle w:val="ContactInfo"/>
        <w:rPr>
          <w:rFonts w:cstheme="minorHAnsi"/>
          <w:sz w:val="26"/>
          <w:szCs w:val="26"/>
        </w:rPr>
      </w:pPr>
      <w:r w:rsidRPr="004E3DB1">
        <w:rPr>
          <w:rFonts w:cstheme="minorHAnsi"/>
          <w:sz w:val="26"/>
          <w:szCs w:val="26"/>
        </w:rPr>
        <w:t>To</w:t>
      </w:r>
    </w:p>
    <w:p w:rsidR="0086552B" w:rsidRPr="004E3DB1" w:rsidRDefault="0086552B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tenant's name:"/>
        <w:tag w:val="Enter tenant's name:"/>
        <w:id w:val="262723775"/>
        <w:placeholder>
          <w:docPart w:val="71A89D3EAD52436FB8FDF892B3FF9CA2"/>
        </w:placeholder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 w:multiLine="1"/>
      </w:sdtPr>
      <w:sdtEndPr/>
      <w:sdtContent>
        <w:p w:rsidR="008A7F2F" w:rsidRPr="004E3DB1" w:rsidRDefault="0086552B">
          <w:pPr>
            <w:pStyle w:val="ContactInfo"/>
            <w:rPr>
              <w:rFonts w:cstheme="minorHAnsi"/>
              <w:sz w:val="26"/>
              <w:szCs w:val="26"/>
            </w:rPr>
          </w:pPr>
          <w:r w:rsidRPr="004E3DB1">
            <w:rPr>
              <w:rFonts w:cstheme="minorHAnsi"/>
              <w:sz w:val="26"/>
              <w:szCs w:val="26"/>
            </w:rPr>
            <w:t>Recipient Name</w:t>
          </w:r>
        </w:p>
      </w:sdtContent>
    </w:sdt>
    <w:sdt>
      <w:sdtPr>
        <w:rPr>
          <w:rFonts w:cstheme="minorHAnsi"/>
          <w:sz w:val="26"/>
          <w:szCs w:val="26"/>
        </w:rPr>
        <w:alias w:val="Enter tenant's street address:"/>
        <w:tag w:val="Enter tenant's street address:"/>
        <w:id w:val="615339702"/>
        <w:placeholder>
          <w:docPart w:val="88E3679EF76F486F9286DB0F11785F1F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 w:multiLine="1"/>
      </w:sdtPr>
      <w:sdtEndPr/>
      <w:sdtContent>
        <w:p w:rsidR="008A7F2F" w:rsidRPr="004E3DB1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4E3DB1">
            <w:rPr>
              <w:rFonts w:cstheme="minorHAnsi"/>
              <w:sz w:val="26"/>
              <w:szCs w:val="26"/>
            </w:rPr>
            <w:t>Street Address</w:t>
          </w:r>
        </w:p>
      </w:sdtContent>
    </w:sdt>
    <w:sdt>
      <w:sdtPr>
        <w:rPr>
          <w:rFonts w:cstheme="minorHAnsi"/>
          <w:sz w:val="26"/>
          <w:szCs w:val="26"/>
        </w:rPr>
        <w:alias w:val="Enter tenant's city, st zip code:"/>
        <w:tag w:val="Enter tenant's city, st zip code:"/>
        <w:id w:val="979958756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4E3DB1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4E3DB1">
            <w:rPr>
              <w:rFonts w:cstheme="minorHAnsi"/>
              <w:sz w:val="26"/>
              <w:szCs w:val="26"/>
            </w:rPr>
            <w:t>City, ST ZIP Code</w:t>
          </w:r>
        </w:p>
      </w:sdtContent>
    </w:sdt>
    <w:p w:rsidR="00D538CE" w:rsidRPr="004E3DB1" w:rsidRDefault="00D538CE" w:rsidP="00D538CE">
      <w:pPr>
        <w:pStyle w:val="NormalWeb"/>
        <w:rPr>
          <w:rStyle w:val="Strong"/>
          <w:rFonts w:asciiTheme="minorHAnsi" w:hAnsiTheme="minorHAnsi" w:cstheme="minorHAnsi"/>
          <w:sz w:val="26"/>
          <w:szCs w:val="26"/>
        </w:rPr>
      </w:pPr>
    </w:p>
    <w:p w:rsidR="004E3DB1" w:rsidRPr="004E3DB1" w:rsidRDefault="004E3DB1" w:rsidP="004E3DB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4E3DB1">
        <w:rPr>
          <w:rFonts w:eastAsia="Times New Roman" w:cstheme="minorHAnsi"/>
          <w:b/>
          <w:bCs/>
          <w:spacing w:val="0"/>
          <w:sz w:val="26"/>
          <w:szCs w:val="26"/>
          <w:lang w:eastAsia="en-US"/>
        </w:rPr>
        <w:t>Subject:               </w:t>
      </w:r>
      <w:r w:rsidRPr="004E3DB1">
        <w:rPr>
          <w:rFonts w:eastAsia="Times New Roman" w:cstheme="minorHAnsi"/>
          <w:spacing w:val="0"/>
          <w:sz w:val="26"/>
          <w:szCs w:val="26"/>
          <w:lang w:eastAsia="en-US"/>
        </w:rPr>
        <w:t xml:space="preserve"> Application for residential plot</w:t>
      </w:r>
    </w:p>
    <w:p w:rsidR="004E3DB1" w:rsidRPr="004E3DB1" w:rsidRDefault="004E3DB1" w:rsidP="004E3DB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4E3DB1">
        <w:rPr>
          <w:rFonts w:eastAsia="Times New Roman" w:cstheme="minorHAnsi"/>
          <w:spacing w:val="0"/>
          <w:sz w:val="26"/>
          <w:szCs w:val="26"/>
          <w:lang w:eastAsia="en-US"/>
        </w:rPr>
        <w:t>Dear Sir/Madam,</w:t>
      </w:r>
    </w:p>
    <w:p w:rsidR="004E3DB1" w:rsidRPr="004E3DB1" w:rsidRDefault="004E3DB1" w:rsidP="004E3DB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4E3DB1">
        <w:rPr>
          <w:rFonts w:eastAsia="Times New Roman" w:cstheme="minorHAnsi"/>
          <w:spacing w:val="0"/>
          <w:sz w:val="26"/>
          <w:szCs w:val="26"/>
          <w:lang w:eastAsia="en-US"/>
        </w:rPr>
        <w:t>I am interested in purchasing a residential plot located at [enter address]. I have come to know that the land is owned by you. If you are interested in selling the residential plot to me, kindly respond positively. I will be willing to make a settlement in three equal amounts. We can meet to discuss the proposal further.</w:t>
      </w:r>
    </w:p>
    <w:p w:rsidR="004E3DB1" w:rsidRPr="004E3DB1" w:rsidRDefault="004E3DB1" w:rsidP="004E3DB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4E3DB1">
        <w:rPr>
          <w:rFonts w:eastAsia="Times New Roman" w:cstheme="minorHAnsi"/>
          <w:spacing w:val="0"/>
          <w:sz w:val="26"/>
          <w:szCs w:val="26"/>
          <w:lang w:eastAsia="en-US"/>
        </w:rPr>
        <w:t>Look forward to your response.</w:t>
      </w:r>
    </w:p>
    <w:p w:rsidR="004E3DB1" w:rsidRPr="004E3DB1" w:rsidRDefault="004E3DB1" w:rsidP="004E3DB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4E3DB1">
        <w:rPr>
          <w:rFonts w:eastAsia="Times New Roman" w:cstheme="minorHAnsi"/>
          <w:spacing w:val="0"/>
          <w:sz w:val="26"/>
          <w:szCs w:val="26"/>
          <w:lang w:eastAsia="en-US"/>
        </w:rPr>
        <w:t>Sincerely,</w:t>
      </w:r>
    </w:p>
    <w:p w:rsidR="0086552B" w:rsidRPr="004E3DB1" w:rsidRDefault="0086552B" w:rsidP="00F64222">
      <w:pPr>
        <w:pStyle w:val="Enclosure"/>
        <w:rPr>
          <w:rFonts w:cstheme="minorHAnsi"/>
          <w:sz w:val="26"/>
          <w:szCs w:val="26"/>
        </w:rPr>
      </w:pPr>
      <w:r w:rsidRPr="004E3DB1">
        <w:rPr>
          <w:rFonts w:cstheme="minorHAnsi"/>
          <w:sz w:val="26"/>
          <w:szCs w:val="26"/>
        </w:rPr>
        <w:t>[Your Name]</w:t>
      </w:r>
      <w:r w:rsidRPr="004E3DB1">
        <w:rPr>
          <w:rFonts w:cstheme="minorHAnsi"/>
          <w:sz w:val="26"/>
          <w:szCs w:val="26"/>
        </w:rPr>
        <w:br/>
        <w:t>[Address]</w:t>
      </w:r>
      <w:bookmarkStart w:id="0" w:name="_GoBack"/>
      <w:bookmarkEnd w:id="0"/>
    </w:p>
    <w:sectPr w:rsidR="0086552B" w:rsidRPr="004E3DB1" w:rsidSect="00D538CE">
      <w:headerReference w:type="default" r:id="rId8"/>
      <w:footerReference w:type="first" r:id="rId9"/>
      <w:pgSz w:w="12240" w:h="15840"/>
      <w:pgMar w:top="1260" w:right="126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EC7" w:rsidRDefault="00F65EC7">
      <w:pPr>
        <w:spacing w:after="0" w:line="240" w:lineRule="auto"/>
      </w:pPr>
      <w:r>
        <w:separator/>
      </w:r>
    </w:p>
    <w:p w:rsidR="00F65EC7" w:rsidRDefault="00F65EC7"/>
  </w:endnote>
  <w:endnote w:type="continuationSeparator" w:id="0">
    <w:p w:rsidR="00F65EC7" w:rsidRDefault="00F65EC7">
      <w:pPr>
        <w:spacing w:after="0" w:line="240" w:lineRule="auto"/>
      </w:pPr>
      <w:r>
        <w:continuationSeparator/>
      </w:r>
    </w:p>
    <w:p w:rsidR="00F65EC7" w:rsidRDefault="00F65E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055" w:rsidRDefault="00C15055">
    <w:pPr>
      <w:pStyle w:val="Footer"/>
    </w:pPr>
    <w:r>
      <w:t>wordexceltemplates.com</w:t>
    </w:r>
  </w:p>
  <w:p w:rsidR="00C15055" w:rsidRDefault="00C15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EC7" w:rsidRDefault="00F65EC7">
      <w:pPr>
        <w:spacing w:after="0" w:line="240" w:lineRule="auto"/>
      </w:pPr>
      <w:r>
        <w:separator/>
      </w:r>
    </w:p>
    <w:p w:rsidR="00F65EC7" w:rsidRDefault="00F65EC7"/>
  </w:footnote>
  <w:footnote w:type="continuationSeparator" w:id="0">
    <w:p w:rsidR="00F65EC7" w:rsidRDefault="00F65EC7">
      <w:pPr>
        <w:spacing w:after="0" w:line="240" w:lineRule="auto"/>
      </w:pPr>
      <w:r>
        <w:continuationSeparator/>
      </w:r>
    </w:p>
    <w:p w:rsidR="00F65EC7" w:rsidRDefault="00F65E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nant's name:"/>
      <w:tag w:val="Tenant's name:"/>
      <w:id w:val="-609128409"/>
      <w:placeholder>
        <w:docPart w:val="DB286F7676D64C9E9845CABD26C20D20"/>
      </w:placeholder>
      <w:dataBinding w:prefixMappings="xmlns:ns0='http://schemas.microsoft.com/office/2006/coverPageProps' " w:xpath="/ns0:CoverPageProperties[1]/ns0:CompanyPhone[1]" w:storeItemID="{55AF091B-3C7A-41E3-B477-F2FDAA23CFDA}"/>
      <w15:appearance w15:val="hidden"/>
      <w:text w:multiLine="1"/>
    </w:sdtPr>
    <w:sdtEndPr/>
    <w:sdtContent>
      <w:p w:rsidR="008A7F2F" w:rsidRDefault="0086552B">
        <w:pPr>
          <w:pStyle w:val="Header"/>
        </w:pPr>
        <w:r>
          <w:t>Recipient Name</w:t>
        </w:r>
      </w:p>
    </w:sdtContent>
  </w:sdt>
  <w:sdt>
    <w:sdtPr>
      <w:alias w:val="Date:"/>
      <w:tag w:val="Date:"/>
      <w:id w:val="-604885371"/>
      <w:placeholder>
        <w:docPart w:val="A6246E96674D4BE68D9927E6B18880DE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244088" w:rsidRPr="00244088" w:rsidRDefault="00244088" w:rsidP="00244088">
        <w:pPr>
          <w:pStyle w:val="Header"/>
        </w:pPr>
        <w:r w:rsidRPr="00244088">
          <w:t>Date</w:t>
        </w:r>
      </w:p>
    </w:sdtContent>
  </w:sdt>
  <w:p w:rsidR="008A7F2F" w:rsidRDefault="00D0694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160C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DE95C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8E19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B8C0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0CA38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605A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6869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FA80F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FE4B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68C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0C0F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8E06A0"/>
    <w:multiLevelType w:val="multilevel"/>
    <w:tmpl w:val="80A49A54"/>
    <w:numStyleLink w:val="Multilevelbulletlist"/>
  </w:abstractNum>
  <w:abstractNum w:abstractNumId="11" w15:restartNumberingAfterBreak="0">
    <w:nsid w:val="322D1B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C443B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8133B5"/>
    <w:multiLevelType w:val="multilevel"/>
    <w:tmpl w:val="80A49A54"/>
    <w:styleLink w:val="Multilevelbulletlist"/>
    <w:lvl w:ilvl="0">
      <w:start w:val="1"/>
      <w:numFmt w:val="bullet"/>
      <w:lvlText w:val=""/>
      <w:lvlJc w:val="left"/>
      <w:pPr>
        <w:tabs>
          <w:tab w:val="num" w:pos="317"/>
        </w:tabs>
        <w:ind w:left="317" w:hanging="3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 w:numId="15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1800"/>
          </w:tabs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3240"/>
          </w:tabs>
          <w:ind w:left="324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8D"/>
    <w:rsid w:val="000F7BB7"/>
    <w:rsid w:val="00137C06"/>
    <w:rsid w:val="001744BB"/>
    <w:rsid w:val="001A58A0"/>
    <w:rsid w:val="002118F0"/>
    <w:rsid w:val="00214B57"/>
    <w:rsid w:val="0022102F"/>
    <w:rsid w:val="002404E7"/>
    <w:rsid w:val="00244088"/>
    <w:rsid w:val="00257B53"/>
    <w:rsid w:val="00283C2C"/>
    <w:rsid w:val="002F50B7"/>
    <w:rsid w:val="00433368"/>
    <w:rsid w:val="00463B2C"/>
    <w:rsid w:val="0047617E"/>
    <w:rsid w:val="004B1B12"/>
    <w:rsid w:val="004E3DB1"/>
    <w:rsid w:val="0055039B"/>
    <w:rsid w:val="00597F75"/>
    <w:rsid w:val="005C4BEC"/>
    <w:rsid w:val="005F2082"/>
    <w:rsid w:val="00617CBB"/>
    <w:rsid w:val="00622165"/>
    <w:rsid w:val="00632238"/>
    <w:rsid w:val="00655F77"/>
    <w:rsid w:val="006D7129"/>
    <w:rsid w:val="006E2348"/>
    <w:rsid w:val="006F6CAF"/>
    <w:rsid w:val="007879BC"/>
    <w:rsid w:val="007F3F15"/>
    <w:rsid w:val="008000E0"/>
    <w:rsid w:val="008500B0"/>
    <w:rsid w:val="0086552B"/>
    <w:rsid w:val="008A7F2F"/>
    <w:rsid w:val="008D2117"/>
    <w:rsid w:val="009160CD"/>
    <w:rsid w:val="0097051A"/>
    <w:rsid w:val="00996F27"/>
    <w:rsid w:val="009B263E"/>
    <w:rsid w:val="009E1E3A"/>
    <w:rsid w:val="009F3742"/>
    <w:rsid w:val="00A21FD2"/>
    <w:rsid w:val="00A43997"/>
    <w:rsid w:val="00A67D1B"/>
    <w:rsid w:val="00AA084E"/>
    <w:rsid w:val="00AB5095"/>
    <w:rsid w:val="00AC10F6"/>
    <w:rsid w:val="00AC22EE"/>
    <w:rsid w:val="00AC3087"/>
    <w:rsid w:val="00AE0CC0"/>
    <w:rsid w:val="00B26D31"/>
    <w:rsid w:val="00BB6BFE"/>
    <w:rsid w:val="00BE74A0"/>
    <w:rsid w:val="00BF51EA"/>
    <w:rsid w:val="00C15055"/>
    <w:rsid w:val="00C56A71"/>
    <w:rsid w:val="00C931A0"/>
    <w:rsid w:val="00CD6471"/>
    <w:rsid w:val="00CF67BD"/>
    <w:rsid w:val="00D0694D"/>
    <w:rsid w:val="00D34580"/>
    <w:rsid w:val="00D538CE"/>
    <w:rsid w:val="00D65636"/>
    <w:rsid w:val="00D67D56"/>
    <w:rsid w:val="00D86E08"/>
    <w:rsid w:val="00DD3CAB"/>
    <w:rsid w:val="00E47E8D"/>
    <w:rsid w:val="00E5742F"/>
    <w:rsid w:val="00E6397A"/>
    <w:rsid w:val="00EB5FBD"/>
    <w:rsid w:val="00EF004D"/>
    <w:rsid w:val="00F14A29"/>
    <w:rsid w:val="00F60F21"/>
    <w:rsid w:val="00F64222"/>
    <w:rsid w:val="00F65EC7"/>
    <w:rsid w:val="00FB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844F8"/>
  <w15:chartTrackingRefBased/>
  <w15:docId w15:val="{A25D1E77-393C-4BBF-9882-5C68FF7F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0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4A0"/>
    <w:rPr>
      <w:spacing w:val="4"/>
      <w:szCs w:val="20"/>
    </w:rPr>
  </w:style>
  <w:style w:type="paragraph" w:styleId="Heading1">
    <w:name w:val="heading 1"/>
    <w:basedOn w:val="Normal"/>
    <w:link w:val="Heading1Char"/>
    <w:uiPriority w:val="1"/>
    <w:qFormat/>
    <w:rsid w:val="007879BC"/>
    <w:pPr>
      <w:keepNext/>
      <w:keepLines/>
      <w:spacing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79B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9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sid w:val="00BF51EA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CF67BD"/>
    <w:pPr>
      <w:spacing w:before="360" w:after="36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CF67BD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F51EA"/>
    <w:rPr>
      <w:spacing w:val="4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next w:val="Signature"/>
    <w:link w:val="ClosingChar"/>
    <w:uiPriority w:val="8"/>
    <w:qFormat/>
    <w:rsid w:val="00CF67BD"/>
    <w:pPr>
      <w:keepNext/>
      <w:spacing w:after="6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8"/>
    <w:rsid w:val="00CF67BD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F67BD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CF67BD"/>
    <w:rPr>
      <w:spacing w:val="4"/>
      <w:szCs w:val="20"/>
    </w:rPr>
  </w:style>
  <w:style w:type="paragraph" w:customStyle="1" w:styleId="Enclosure">
    <w:name w:val="Enclosure"/>
    <w:basedOn w:val="Normal"/>
    <w:uiPriority w:val="11"/>
    <w:qFormat/>
    <w:pPr>
      <w:spacing w:before="240" w:after="0"/>
    </w:pPr>
  </w:style>
  <w:style w:type="paragraph" w:styleId="ListBullet">
    <w:name w:val="List Bullet"/>
    <w:basedOn w:val="Normal"/>
    <w:uiPriority w:val="6"/>
    <w:qFormat/>
    <w:pPr>
      <w:numPr>
        <w:numId w:val="1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D3458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580"/>
    <w:rPr>
      <w:spacing w:val="4"/>
      <w:szCs w:val="20"/>
    </w:rPr>
  </w:style>
  <w:style w:type="character" w:styleId="SubtleReference">
    <w:name w:val="Subtle Reference"/>
    <w:basedOn w:val="DefaultParagraphFont"/>
    <w:uiPriority w:val="5"/>
    <w:qFormat/>
    <w:rsid w:val="00AC22EE"/>
    <w:rPr>
      <w:caps w:val="0"/>
      <w:smallCaps w:val="0"/>
      <w:color w:val="5A5A5A" w:themeColor="text1" w:themeTint="A5"/>
    </w:rPr>
  </w:style>
  <w:style w:type="paragraph" w:styleId="ListNumber">
    <w:name w:val="List Number"/>
    <w:basedOn w:val="Normal"/>
    <w:uiPriority w:val="7"/>
    <w:qFormat/>
    <w:rsid w:val="00BF51EA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51A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7051A"/>
  </w:style>
  <w:style w:type="paragraph" w:styleId="BlockText">
    <w:name w:val="Block Text"/>
    <w:basedOn w:val="Normal"/>
    <w:uiPriority w:val="99"/>
    <w:semiHidden/>
    <w:unhideWhenUsed/>
    <w:rsid w:val="00BE74A0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9705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051A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05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051A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051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051A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7051A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0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051A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7051A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7051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051A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7051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051A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96F2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051A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7051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5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51A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51A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051A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7051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7051A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97051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51A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7051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97051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51A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7879BC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7879BC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7879BC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7879BC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7051A"/>
  </w:style>
  <w:style w:type="paragraph" w:styleId="HTMLAddress">
    <w:name w:val="HTML Address"/>
    <w:basedOn w:val="Normal"/>
    <w:link w:val="HTMLAddressChar"/>
    <w:uiPriority w:val="99"/>
    <w:semiHidden/>
    <w:unhideWhenUsed/>
    <w:rsid w:val="0097051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7051A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97051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051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51A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51A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7051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7051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7051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7051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E74A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E74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E74A0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E74A0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705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7051A"/>
  </w:style>
  <w:style w:type="paragraph" w:styleId="List">
    <w:name w:val="List"/>
    <w:basedOn w:val="Normal"/>
    <w:uiPriority w:val="99"/>
    <w:semiHidden/>
    <w:unhideWhenUsed/>
    <w:rsid w:val="0097051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7051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7051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7051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7051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97051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7051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7051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7051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7051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7051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7051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7051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7051A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97051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7051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7051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7051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7051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705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051A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705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051A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7051A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97051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7051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7051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7051A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7051A"/>
  </w:style>
  <w:style w:type="character" w:styleId="PlaceholderText">
    <w:name w:val="Placeholder Text"/>
    <w:basedOn w:val="DefaultParagraphFont"/>
    <w:uiPriority w:val="2"/>
    <w:semiHidden/>
    <w:rsid w:val="00BE74A0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7051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051A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96F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96F2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unhideWhenUsed/>
    <w:qFormat/>
    <w:rsid w:val="0097051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F67BD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F67BD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7051A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97051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7051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705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7051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7051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7051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7051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7051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7051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7051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7051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7051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7051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7051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7051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7051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705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7051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7051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7051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7051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7051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7051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7051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7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7051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7051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7051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F6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F67BD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9705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7051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705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7051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7051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7051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7051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7051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7051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7051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051A"/>
    <w:pPr>
      <w:spacing w:before="240"/>
      <w:outlineLvl w:val="9"/>
    </w:pPr>
  </w:style>
  <w:style w:type="numbering" w:customStyle="1" w:styleId="Multilevelbulletlist">
    <w:name w:val="Multilevel bullet list"/>
    <w:uiPriority w:val="99"/>
    <w:rsid w:val="0047617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to%20tenant%20to%20make%20repairs%20(form%20letter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0C0495553F486C946E11208714F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D2687-6F11-4981-9B3C-BE9B93BDDD31}"/>
      </w:docPartPr>
      <w:docPartBody>
        <w:p w:rsidR="00631F3C" w:rsidRDefault="00133067">
          <w:pPr>
            <w:pStyle w:val="280C0495553F486C946E11208714FC2A"/>
          </w:pPr>
          <w:r>
            <w:t>Date</w:t>
          </w:r>
        </w:p>
      </w:docPartBody>
    </w:docPart>
    <w:docPart>
      <w:docPartPr>
        <w:name w:val="71A89D3EAD52436FB8FDF892B3FF9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6DB96-F4A5-4D4E-8128-62EE8CF7C9CF}"/>
      </w:docPartPr>
      <w:docPartBody>
        <w:p w:rsidR="00631F3C" w:rsidRDefault="00133067">
          <w:pPr>
            <w:pStyle w:val="71A89D3EAD52436FB8FDF892B3FF9CA2"/>
          </w:pPr>
          <w:r>
            <w:t>Tenant’s Name</w:t>
          </w:r>
        </w:p>
      </w:docPartBody>
    </w:docPart>
    <w:docPart>
      <w:docPartPr>
        <w:name w:val="88E3679EF76F486F9286DB0F11785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51E0E-9BDF-4033-A234-4FEF1CB12A8A}"/>
      </w:docPartPr>
      <w:docPartBody>
        <w:p w:rsidR="00631F3C" w:rsidRDefault="00133067">
          <w:pPr>
            <w:pStyle w:val="88E3679EF76F486F9286DB0F11785F1F"/>
          </w:pPr>
          <w:r>
            <w:t>Street Address</w:t>
          </w:r>
        </w:p>
      </w:docPartBody>
    </w:docPart>
    <w:docPart>
      <w:docPartPr>
        <w:name w:val="DB286F7676D64C9E9845CABD26C20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5C477-D6F4-40FA-BAD7-F7356D5CB6E4}"/>
      </w:docPartPr>
      <w:docPartBody>
        <w:p w:rsidR="00631F3C" w:rsidRDefault="00133067">
          <w:pPr>
            <w:pStyle w:val="DB286F7676D64C9E9845CABD26C20D20"/>
          </w:pPr>
          <w:r>
            <w:t>City, ST ZIP Code</w:t>
          </w:r>
        </w:p>
      </w:docPartBody>
    </w:docPart>
    <w:docPart>
      <w:docPartPr>
        <w:name w:val="A6246E96674D4BE68D9927E6B1888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89C2B-4943-4034-8AF6-2815DFCC2C29}"/>
      </w:docPartPr>
      <w:docPartBody>
        <w:p w:rsidR="00631F3C" w:rsidRDefault="00133067">
          <w:pPr>
            <w:pStyle w:val="A6246E96674D4BE68D9927E6B18880DE"/>
          </w:pPr>
          <w:r>
            <w:t>Repair #5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9EF"/>
    <w:rsid w:val="00133067"/>
    <w:rsid w:val="00631F3C"/>
    <w:rsid w:val="00821BB4"/>
    <w:rsid w:val="00C27DEF"/>
    <w:rsid w:val="00E2120F"/>
    <w:rsid w:val="00EA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2522B4640C4C78BF6E956885A243A9">
    <w:name w:val="C42522B4640C4C78BF6E956885A243A9"/>
  </w:style>
  <w:style w:type="paragraph" w:customStyle="1" w:styleId="280C0495553F486C946E11208714FC2A">
    <w:name w:val="280C0495553F486C946E11208714FC2A"/>
  </w:style>
  <w:style w:type="paragraph" w:customStyle="1" w:styleId="71A89D3EAD52436FB8FDF892B3FF9CA2">
    <w:name w:val="71A89D3EAD52436FB8FDF892B3FF9CA2"/>
  </w:style>
  <w:style w:type="paragraph" w:customStyle="1" w:styleId="88E3679EF76F486F9286DB0F11785F1F">
    <w:name w:val="88E3679EF76F486F9286DB0F11785F1F"/>
  </w:style>
  <w:style w:type="paragraph" w:customStyle="1" w:styleId="DB286F7676D64C9E9845CABD26C20D20">
    <w:name w:val="DB286F7676D64C9E9845CABD26C20D20"/>
  </w:style>
  <w:style w:type="character" w:styleId="SubtleReference">
    <w:name w:val="Subtle Reference"/>
    <w:basedOn w:val="DefaultParagraphFont"/>
    <w:uiPriority w:val="5"/>
    <w:qFormat/>
    <w:rsid w:val="00EA69EF"/>
    <w:rPr>
      <w:caps w:val="0"/>
      <w:smallCaps w:val="0"/>
      <w:color w:val="5A5A5A" w:themeColor="text1" w:themeTint="A5"/>
    </w:rPr>
  </w:style>
  <w:style w:type="paragraph" w:customStyle="1" w:styleId="19F76A3A6A9F43FCB99595910BCA6FF0">
    <w:name w:val="19F76A3A6A9F43FCB99595910BCA6FF0"/>
  </w:style>
  <w:style w:type="paragraph" w:customStyle="1" w:styleId="6B7292ADD7494B7285F99C7888CAA259">
    <w:name w:val="6B7292ADD7494B7285F99C7888CAA259"/>
  </w:style>
  <w:style w:type="paragraph" w:customStyle="1" w:styleId="A1358A1F9F464FC1B7B903DBE19697E6">
    <w:name w:val="A1358A1F9F464FC1B7B903DBE19697E6"/>
  </w:style>
  <w:style w:type="paragraph" w:customStyle="1" w:styleId="CFEBABDF39DE4A60B1EEF8D63967CB60">
    <w:name w:val="CFEBABDF39DE4A60B1EEF8D63967CB60"/>
  </w:style>
  <w:style w:type="paragraph" w:customStyle="1" w:styleId="5DC9F870FD334467AC9DD10D488B2DF7">
    <w:name w:val="5DC9F870FD334467AC9DD10D488B2DF7"/>
  </w:style>
  <w:style w:type="paragraph" w:customStyle="1" w:styleId="0FF662A5370340BC9318BC6A443DAA0D">
    <w:name w:val="0FF662A5370340BC9318BC6A443DAA0D"/>
  </w:style>
  <w:style w:type="paragraph" w:customStyle="1" w:styleId="207D06D030584F1DA335916BDDA06866">
    <w:name w:val="207D06D030584F1DA335916BDDA06866"/>
  </w:style>
  <w:style w:type="paragraph" w:customStyle="1" w:styleId="80FA89F2AC4A4D14B267FEDC597018CC">
    <w:name w:val="80FA89F2AC4A4D14B267FEDC597018CC"/>
  </w:style>
  <w:style w:type="paragraph" w:customStyle="1" w:styleId="A6246E96674D4BE68D9927E6B18880DE">
    <w:name w:val="A6246E96674D4BE68D9927E6B18880DE"/>
  </w:style>
  <w:style w:type="paragraph" w:customStyle="1" w:styleId="6CF3A8D4E0454DDFA7CA4AC15568C539">
    <w:name w:val="6CF3A8D4E0454DDFA7CA4AC15568C539"/>
  </w:style>
  <w:style w:type="paragraph" w:customStyle="1" w:styleId="DF496414A98A41CEB446765D1BE1E933">
    <w:name w:val="DF496414A98A41CEB446765D1BE1E933"/>
  </w:style>
  <w:style w:type="paragraph" w:customStyle="1" w:styleId="33D2259254AC45A1B214D96C13769A8B">
    <w:name w:val="33D2259254AC45A1B214D96C13769A8B"/>
  </w:style>
  <w:style w:type="paragraph" w:customStyle="1" w:styleId="2CCB09763ADD413CB0AD968752735298">
    <w:name w:val="2CCB09763ADD413CB0AD968752735298"/>
  </w:style>
  <w:style w:type="paragraph" w:customStyle="1" w:styleId="22AEB1C51B6E4C65BE26CC3E66C47833">
    <w:name w:val="22AEB1C51B6E4C65BE26CC3E66C47833"/>
  </w:style>
  <w:style w:type="paragraph" w:customStyle="1" w:styleId="84C66286924746D9B0D3629478CF9D17">
    <w:name w:val="84C66286924746D9B0D3629478CF9D17"/>
  </w:style>
  <w:style w:type="paragraph" w:customStyle="1" w:styleId="1F7C9F08096340ECB1B5DF8C89225F45">
    <w:name w:val="1F7C9F08096340ECB1B5DF8C89225F45"/>
  </w:style>
  <w:style w:type="paragraph" w:customStyle="1" w:styleId="5502631C768A43AAA3BC867269BD9FF6">
    <w:name w:val="5502631C768A43AAA3BC867269BD9FF6"/>
  </w:style>
  <w:style w:type="paragraph" w:customStyle="1" w:styleId="6D02449DEB664B52AA331E88881B4403">
    <w:name w:val="6D02449DEB664B52AA331E88881B4403"/>
  </w:style>
  <w:style w:type="paragraph" w:customStyle="1" w:styleId="6D023F8A1DE641A7B60254818DE97A9A">
    <w:name w:val="6D023F8A1DE641A7B60254818DE97A9A"/>
  </w:style>
  <w:style w:type="paragraph" w:customStyle="1" w:styleId="FCA4BE040D6D4B3FBDCC3BD50F23D318">
    <w:name w:val="FCA4BE040D6D4B3FBDCC3BD50F23D318"/>
    <w:rsid w:val="00EA69EF"/>
  </w:style>
  <w:style w:type="paragraph" w:customStyle="1" w:styleId="8150ED9A6C8F4FF8962F0AE4CDF95CF4">
    <w:name w:val="8150ED9A6C8F4FF8962F0AE4CDF95CF4"/>
    <w:rsid w:val="00EA69EF"/>
  </w:style>
  <w:style w:type="paragraph" w:customStyle="1" w:styleId="2C306ADA303C4DEA9E42A9F9AAA2BF62">
    <w:name w:val="2C306ADA303C4DEA9E42A9F9AAA2BF62"/>
    <w:rsid w:val="00EA6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Recipient Name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to tenant to make repairs (form letter)(2).dotx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3</cp:revision>
  <dcterms:created xsi:type="dcterms:W3CDTF">2018-10-19T09:35:00Z</dcterms:created>
  <dcterms:modified xsi:type="dcterms:W3CDTF">2018-10-19T09:36:00Z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